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376" w:type="dxa"/>
        <w:tblInd w:w="-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274"/>
        <w:gridCol w:w="270"/>
        <w:gridCol w:w="7832"/>
      </w:tblGrid>
      <w:tr w:rsidR="0009267B" w:rsidRPr="00B70AF0" w14:paraId="20563FAE" w14:textId="77777777" w:rsidTr="2CA98EA4">
        <w:trPr>
          <w:trHeight w:val="68"/>
        </w:trPr>
        <w:tc>
          <w:tcPr>
            <w:tcW w:w="1274" w:type="dxa"/>
            <w:tcBorders>
              <w:top w:val="nil"/>
              <w:left w:val="nil"/>
              <w:bottom w:val="nil"/>
              <w:right w:val="nil"/>
            </w:tcBorders>
          </w:tcPr>
          <w:p w14:paraId="08ED2832" w14:textId="77777777" w:rsidR="0009267B" w:rsidRPr="00B70AF0" w:rsidRDefault="0009267B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bookmarkStart w:id="0" w:name="_Hlk70273343"/>
            <w:r w:rsidRPr="00B70AF0">
              <w:rPr>
                <w:rFonts w:ascii="Angsana New" w:hAnsi="Angsana New" w:cs="Angsana New" w:hint="cs"/>
                <w:sz w:val="28"/>
                <w:szCs w:val="28"/>
                <w:cs/>
              </w:rPr>
              <w:t>หมายเหตุ</w:t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</w:tcPr>
          <w:p w14:paraId="0D2BC961" w14:textId="77777777" w:rsidR="0009267B" w:rsidRPr="00B70AF0" w:rsidRDefault="0009267B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7832" w:type="dxa"/>
            <w:tcBorders>
              <w:top w:val="nil"/>
              <w:left w:val="nil"/>
              <w:bottom w:val="nil"/>
              <w:right w:val="nil"/>
            </w:tcBorders>
          </w:tcPr>
          <w:p w14:paraId="63D93F17" w14:textId="77777777" w:rsidR="0009267B" w:rsidRPr="00B70AF0" w:rsidRDefault="0009267B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sz w:val="28"/>
                <w:szCs w:val="28"/>
              </w:rPr>
            </w:pPr>
            <w:r w:rsidRPr="00B70AF0">
              <w:rPr>
                <w:rFonts w:ascii="Angsana New" w:hAnsi="Angsana New" w:cs="Angsana New" w:hint="cs"/>
                <w:sz w:val="28"/>
                <w:szCs w:val="28"/>
                <w:cs/>
              </w:rPr>
              <w:t>สารบัญ</w:t>
            </w:r>
          </w:p>
        </w:tc>
      </w:tr>
      <w:tr w:rsidR="0009267B" w:rsidRPr="00B70AF0" w14:paraId="152709B3" w14:textId="77777777" w:rsidTr="000430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27D5C663" w14:textId="77777777" w:rsidR="0009267B" w:rsidRPr="00B70AF0" w:rsidRDefault="0009267B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270" w:type="dxa"/>
          </w:tcPr>
          <w:p w14:paraId="4F288514" w14:textId="77777777" w:rsidR="0009267B" w:rsidRPr="00B70AF0" w:rsidRDefault="0009267B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4"/>
                <w:szCs w:val="24"/>
              </w:rPr>
            </w:pPr>
          </w:p>
        </w:tc>
        <w:tc>
          <w:tcPr>
            <w:tcW w:w="7832" w:type="dxa"/>
          </w:tcPr>
          <w:p w14:paraId="6086242F" w14:textId="77777777" w:rsidR="0009267B" w:rsidRPr="00B70AF0" w:rsidRDefault="0009267B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4"/>
                <w:szCs w:val="24"/>
              </w:rPr>
            </w:pPr>
          </w:p>
        </w:tc>
      </w:tr>
      <w:tr w:rsidR="0009267B" w:rsidRPr="00B70AF0" w14:paraId="4E35D24D" w14:textId="77777777" w:rsidTr="000430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03C2C8AF" w14:textId="0351F4B1" w:rsidR="0073369C" w:rsidRPr="00B70AF0" w:rsidRDefault="000B0741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B70AF0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1</w:t>
            </w:r>
          </w:p>
        </w:tc>
        <w:tc>
          <w:tcPr>
            <w:tcW w:w="270" w:type="dxa"/>
          </w:tcPr>
          <w:p w14:paraId="629999B2" w14:textId="77777777" w:rsidR="0009267B" w:rsidRPr="00B70AF0" w:rsidRDefault="0009267B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  <w:vAlign w:val="center"/>
          </w:tcPr>
          <w:p w14:paraId="39AA1D61" w14:textId="77777777" w:rsidR="0073369C" w:rsidRPr="00B70AF0" w:rsidRDefault="0009267B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B70AF0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เกณฑ์การจัดทำ</w:t>
            </w:r>
            <w:r w:rsidR="0008214C" w:rsidRPr="00B70AF0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งบการเงินระหว่างกาล</w:t>
            </w:r>
          </w:p>
        </w:tc>
      </w:tr>
      <w:tr w:rsidR="00507039" w:rsidRPr="00B70AF0" w14:paraId="30B4C718" w14:textId="77777777" w:rsidTr="000430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01D1B96E" w14:textId="46966B46" w:rsidR="00507039" w:rsidRPr="00B70AF0" w:rsidRDefault="000B0741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B70AF0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2</w:t>
            </w:r>
          </w:p>
        </w:tc>
        <w:tc>
          <w:tcPr>
            <w:tcW w:w="270" w:type="dxa"/>
          </w:tcPr>
          <w:p w14:paraId="65C36230" w14:textId="77777777" w:rsidR="00507039" w:rsidRPr="00B70AF0" w:rsidRDefault="00507039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  <w:vAlign w:val="center"/>
          </w:tcPr>
          <w:p w14:paraId="139AB23F" w14:textId="77777777" w:rsidR="00507039" w:rsidRPr="00B70AF0" w:rsidRDefault="00507039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B70AF0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บุคคลหรือกิจการที่เกี่ยวข้องกัน</w:t>
            </w:r>
          </w:p>
        </w:tc>
      </w:tr>
      <w:tr w:rsidR="002A2B95" w:rsidRPr="00B70AF0" w14:paraId="3FE04CD2" w14:textId="77777777" w:rsidTr="000430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9"/>
        </w:trPr>
        <w:tc>
          <w:tcPr>
            <w:tcW w:w="1274" w:type="dxa"/>
          </w:tcPr>
          <w:p w14:paraId="1F2963E4" w14:textId="3B195F3A" w:rsidR="002A2B95" w:rsidRPr="00B70AF0" w:rsidRDefault="000B0741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B70AF0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3</w:t>
            </w:r>
          </w:p>
        </w:tc>
        <w:tc>
          <w:tcPr>
            <w:tcW w:w="270" w:type="dxa"/>
          </w:tcPr>
          <w:p w14:paraId="11E9D6E1" w14:textId="77777777" w:rsidR="002A2B95" w:rsidRPr="00B70AF0" w:rsidRDefault="002A2B95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  <w:vAlign w:val="center"/>
          </w:tcPr>
          <w:p w14:paraId="52E5404B" w14:textId="64A560DF" w:rsidR="002A2B95" w:rsidRPr="00B70AF0" w:rsidRDefault="002A2B95" w:rsidP="00C4658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B70AF0"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  <w:t>ลูกหนี้การค้า</w:t>
            </w:r>
            <w:r w:rsidR="008E5F75" w:rsidRPr="00B70AF0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และ</w:t>
            </w:r>
            <w:proofErr w:type="spellStart"/>
            <w:r w:rsidR="5F4F316D" w:rsidRPr="00B70AF0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ลูกหนี้อื่น</w:t>
            </w:r>
            <w:proofErr w:type="spellEnd"/>
            <w:r w:rsidR="65B3A8F7" w:rsidRPr="00B70AF0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 xml:space="preserve"> </w:t>
            </w:r>
            <w:r w:rsidRPr="00B70AF0"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  <w:t>และ</w:t>
            </w:r>
            <w:r w:rsidR="4232744B" w:rsidRPr="00B70AF0"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  <w:t>สินทรัพย์ที่เกิดจากสัญญา</w:t>
            </w:r>
          </w:p>
        </w:tc>
      </w:tr>
      <w:tr w:rsidR="002A2B95" w:rsidRPr="00B70AF0" w14:paraId="6400F285" w14:textId="77777777" w:rsidTr="000430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79"/>
        </w:trPr>
        <w:tc>
          <w:tcPr>
            <w:tcW w:w="1274" w:type="dxa"/>
          </w:tcPr>
          <w:p w14:paraId="2DC1F32E" w14:textId="6E3F64E4" w:rsidR="002A2B95" w:rsidRPr="00B70AF0" w:rsidRDefault="000B0741" w:rsidP="002A2B95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B70AF0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4</w:t>
            </w:r>
          </w:p>
        </w:tc>
        <w:tc>
          <w:tcPr>
            <w:tcW w:w="270" w:type="dxa"/>
          </w:tcPr>
          <w:p w14:paraId="049AF059" w14:textId="77777777" w:rsidR="002A2B95" w:rsidRPr="00B70AF0" w:rsidRDefault="002A2B95" w:rsidP="002A2B95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  <w:vAlign w:val="center"/>
          </w:tcPr>
          <w:p w14:paraId="4703487E" w14:textId="66FECAE1" w:rsidR="002A2B95" w:rsidRPr="00B70AF0" w:rsidRDefault="002A2B95" w:rsidP="002A2B95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B70AF0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เงินลงทุนในบริษัทย่อยและบริษัทร่วม</w:t>
            </w:r>
          </w:p>
        </w:tc>
      </w:tr>
      <w:tr w:rsidR="002A2B95" w:rsidRPr="00B70AF0" w14:paraId="12ED131D" w14:textId="77777777" w:rsidTr="000430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3ED83B15" w14:textId="7115A798" w:rsidR="002A2B95" w:rsidRPr="00B70AF0" w:rsidRDefault="000B0741" w:rsidP="002A2B95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B70AF0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5</w:t>
            </w:r>
          </w:p>
        </w:tc>
        <w:tc>
          <w:tcPr>
            <w:tcW w:w="270" w:type="dxa"/>
          </w:tcPr>
          <w:p w14:paraId="085F73F1" w14:textId="77777777" w:rsidR="002A2B95" w:rsidRPr="00B70AF0" w:rsidRDefault="002A2B95" w:rsidP="002A2B95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  <w:vAlign w:val="center"/>
          </w:tcPr>
          <w:p w14:paraId="50EF99D3" w14:textId="77777777" w:rsidR="002A2B95" w:rsidRPr="00B70AF0" w:rsidRDefault="002A2B95" w:rsidP="002A2B95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B70AF0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หนี้สินที่มีภาระดอกเบี้ย</w:t>
            </w:r>
          </w:p>
        </w:tc>
      </w:tr>
      <w:tr w:rsidR="002A2B95" w:rsidRPr="00B70AF0" w14:paraId="33C96528" w14:textId="77777777" w:rsidTr="000430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03D35F46" w14:textId="252D0D91" w:rsidR="002A2B95" w:rsidRPr="00B70AF0" w:rsidRDefault="000B0741" w:rsidP="002A2B95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B70AF0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6</w:t>
            </w:r>
          </w:p>
        </w:tc>
        <w:tc>
          <w:tcPr>
            <w:tcW w:w="270" w:type="dxa"/>
          </w:tcPr>
          <w:p w14:paraId="5EFAB481" w14:textId="77777777" w:rsidR="002A2B95" w:rsidRPr="00B70AF0" w:rsidRDefault="002A2B95" w:rsidP="002A2B95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  <w:vAlign w:val="center"/>
          </w:tcPr>
          <w:p w14:paraId="52EB9BEB" w14:textId="08802227" w:rsidR="002A2B95" w:rsidRPr="00B70AF0" w:rsidRDefault="002A2B95" w:rsidP="002A2B95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B70AF0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ทุนเรือนหุ้น</w:t>
            </w:r>
          </w:p>
        </w:tc>
      </w:tr>
      <w:tr w:rsidR="002A2B95" w:rsidRPr="00B70AF0" w14:paraId="6E87E380" w14:textId="77777777" w:rsidTr="000430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585394A3" w14:textId="193E4E3A" w:rsidR="002A2B95" w:rsidRPr="00B70AF0" w:rsidRDefault="000B0741" w:rsidP="002A2B95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B70AF0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7</w:t>
            </w:r>
          </w:p>
        </w:tc>
        <w:tc>
          <w:tcPr>
            <w:tcW w:w="270" w:type="dxa"/>
          </w:tcPr>
          <w:p w14:paraId="197A0523" w14:textId="77777777" w:rsidR="002A2B95" w:rsidRPr="00B70AF0" w:rsidRDefault="002A2B95" w:rsidP="002A2B95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  <w:vAlign w:val="center"/>
          </w:tcPr>
          <w:p w14:paraId="7923D3F9" w14:textId="77777777" w:rsidR="002A2B95" w:rsidRPr="00B70AF0" w:rsidRDefault="002A2B95" w:rsidP="002A2B95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B70AF0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ส่วนงานดำเนินงานและการจำแนกรายได้</w:t>
            </w:r>
          </w:p>
        </w:tc>
      </w:tr>
      <w:tr w:rsidR="002A2B95" w:rsidRPr="00B70AF0" w14:paraId="317A1A94" w14:textId="77777777" w:rsidTr="000430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6E2FA301" w14:textId="0AF3A389" w:rsidR="002A2B95" w:rsidRPr="00B70AF0" w:rsidRDefault="000B0741" w:rsidP="002A2B95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B70AF0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8</w:t>
            </w:r>
          </w:p>
        </w:tc>
        <w:tc>
          <w:tcPr>
            <w:tcW w:w="270" w:type="dxa"/>
          </w:tcPr>
          <w:p w14:paraId="348D40CB" w14:textId="77777777" w:rsidR="002A2B95" w:rsidRPr="00B70AF0" w:rsidRDefault="002A2B95" w:rsidP="002A2B95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  <w:vAlign w:val="center"/>
          </w:tcPr>
          <w:p w14:paraId="29FB8716" w14:textId="77777777" w:rsidR="002A2B95" w:rsidRPr="00B70AF0" w:rsidRDefault="002A2B95" w:rsidP="002A2B95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B70AF0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ภาษีเงินได้</w:t>
            </w:r>
          </w:p>
        </w:tc>
      </w:tr>
      <w:tr w:rsidR="00724D33" w:rsidRPr="00B70AF0" w14:paraId="37308DA6" w14:textId="77777777" w:rsidTr="0090384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079B2D40" w14:textId="15AE33CE" w:rsidR="00724D33" w:rsidRPr="00B70AF0" w:rsidRDefault="000B0741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B70AF0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9</w:t>
            </w:r>
          </w:p>
        </w:tc>
        <w:tc>
          <w:tcPr>
            <w:tcW w:w="270" w:type="dxa"/>
          </w:tcPr>
          <w:p w14:paraId="6723A6A5" w14:textId="77777777" w:rsidR="00724D33" w:rsidRPr="00B70AF0" w:rsidRDefault="00724D33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</w:tcPr>
          <w:p w14:paraId="5DBD0332" w14:textId="531121E3" w:rsidR="00724D33" w:rsidRPr="00B70AF0" w:rsidRDefault="00724D33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B70AF0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กำไรต่อหุ้นขั้นพื้นฐาน</w:t>
            </w:r>
          </w:p>
        </w:tc>
      </w:tr>
      <w:tr w:rsidR="00724D33" w:rsidRPr="00B70AF0" w14:paraId="7B4202FF" w14:textId="77777777" w:rsidTr="000430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345A7376" w14:textId="71F59D21" w:rsidR="00724D33" w:rsidRPr="00B70AF0" w:rsidRDefault="000B0741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B70AF0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10</w:t>
            </w:r>
          </w:p>
        </w:tc>
        <w:tc>
          <w:tcPr>
            <w:tcW w:w="270" w:type="dxa"/>
          </w:tcPr>
          <w:p w14:paraId="0D0C4B97" w14:textId="77777777" w:rsidR="00724D33" w:rsidRPr="00B70AF0" w:rsidRDefault="00724D33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</w:tcPr>
          <w:p w14:paraId="2BBC8B8A" w14:textId="77777777" w:rsidR="00724D33" w:rsidRPr="00B70AF0" w:rsidRDefault="00724D33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B70AF0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เงินปันผล</w:t>
            </w:r>
          </w:p>
        </w:tc>
      </w:tr>
      <w:tr w:rsidR="00724D33" w:rsidRPr="00B70AF0" w14:paraId="14A40252" w14:textId="77777777" w:rsidTr="000430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2E79F6FC" w14:textId="517C36F1" w:rsidR="00724D33" w:rsidRPr="00B70AF0" w:rsidRDefault="000B0741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B70AF0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11</w:t>
            </w:r>
          </w:p>
        </w:tc>
        <w:tc>
          <w:tcPr>
            <w:tcW w:w="270" w:type="dxa"/>
          </w:tcPr>
          <w:p w14:paraId="1804EF40" w14:textId="77777777" w:rsidR="00724D33" w:rsidRPr="00B70AF0" w:rsidRDefault="00724D33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</w:tcPr>
          <w:p w14:paraId="105B2B97" w14:textId="77777777" w:rsidR="00724D33" w:rsidRPr="00B70AF0" w:rsidRDefault="00724D33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B70AF0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เครื่องมือทางการเงิน</w:t>
            </w:r>
          </w:p>
        </w:tc>
      </w:tr>
      <w:tr w:rsidR="00724D33" w:rsidRPr="00B70AF0" w14:paraId="2BE04BD7" w14:textId="77777777" w:rsidTr="000430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72F9BBAF" w14:textId="370DACD1" w:rsidR="00724D33" w:rsidRPr="00B70AF0" w:rsidRDefault="000B0741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B70AF0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12</w:t>
            </w:r>
          </w:p>
        </w:tc>
        <w:tc>
          <w:tcPr>
            <w:tcW w:w="270" w:type="dxa"/>
          </w:tcPr>
          <w:p w14:paraId="71A215BE" w14:textId="77777777" w:rsidR="00724D33" w:rsidRPr="00B70AF0" w:rsidRDefault="00724D33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</w:tcPr>
          <w:p w14:paraId="72290CE3" w14:textId="77777777" w:rsidR="00724D33" w:rsidRPr="00B70AF0" w:rsidRDefault="00724D33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B70AF0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สัญญาเกี่ยวกับการซื้อธุรกิจ</w:t>
            </w:r>
          </w:p>
        </w:tc>
      </w:tr>
      <w:tr w:rsidR="00724D33" w:rsidRPr="00B70AF0" w14:paraId="7CEA76EC" w14:textId="77777777" w:rsidTr="000430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56CA35D2" w14:textId="262BE53A" w:rsidR="00724D33" w:rsidRPr="00B70AF0" w:rsidRDefault="000B0741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B70AF0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13</w:t>
            </w:r>
          </w:p>
        </w:tc>
        <w:tc>
          <w:tcPr>
            <w:tcW w:w="270" w:type="dxa"/>
          </w:tcPr>
          <w:p w14:paraId="267F9467" w14:textId="77777777" w:rsidR="00724D33" w:rsidRPr="00B70AF0" w:rsidRDefault="00724D33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</w:tcPr>
          <w:p w14:paraId="076D0877" w14:textId="77777777" w:rsidR="00724D33" w:rsidRPr="00B70AF0" w:rsidRDefault="00724D33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B70AF0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724D33" w:rsidRPr="00B70AF0" w14:paraId="6C9F62FB" w14:textId="77777777" w:rsidTr="000430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49E136B1" w14:textId="727A1B1B" w:rsidR="00724D33" w:rsidRPr="00B70AF0" w:rsidRDefault="000B0741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B70AF0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14</w:t>
            </w:r>
          </w:p>
        </w:tc>
        <w:tc>
          <w:tcPr>
            <w:tcW w:w="270" w:type="dxa"/>
          </w:tcPr>
          <w:p w14:paraId="5FFC00FC" w14:textId="77777777" w:rsidR="00724D33" w:rsidRPr="00B70AF0" w:rsidRDefault="00724D33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</w:tcPr>
          <w:p w14:paraId="61BEB7D5" w14:textId="77777777" w:rsidR="00724D33" w:rsidRPr="00B70AF0" w:rsidRDefault="00724D33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B70AF0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หนี้สินที่อาจเกิดขึ้น</w:t>
            </w:r>
          </w:p>
        </w:tc>
      </w:tr>
      <w:tr w:rsidR="00724D33" w:rsidRPr="00B70AF0" w14:paraId="0938DBA4" w14:textId="77777777" w:rsidTr="000430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5985E76F" w14:textId="26A682E9" w:rsidR="00724D33" w:rsidRPr="00B70AF0" w:rsidRDefault="000B0741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  <w:r w:rsidRPr="00B70AF0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15</w:t>
            </w:r>
          </w:p>
        </w:tc>
        <w:tc>
          <w:tcPr>
            <w:tcW w:w="270" w:type="dxa"/>
          </w:tcPr>
          <w:p w14:paraId="010C6C1D" w14:textId="77777777" w:rsidR="00724D33" w:rsidRPr="00B70AF0" w:rsidRDefault="00724D33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</w:tcPr>
          <w:p w14:paraId="549C3F65" w14:textId="412ECAC1" w:rsidR="00724D33" w:rsidRPr="00B70AF0" w:rsidRDefault="00724D33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B70AF0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เหตุการณ์ภายหลังรอบระยะเวลารายงาน</w:t>
            </w:r>
          </w:p>
        </w:tc>
      </w:tr>
      <w:tr w:rsidR="00724D33" w:rsidRPr="00B70AF0" w14:paraId="53AF73A5" w14:textId="77777777" w:rsidTr="000430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68"/>
        </w:trPr>
        <w:tc>
          <w:tcPr>
            <w:tcW w:w="1274" w:type="dxa"/>
          </w:tcPr>
          <w:p w14:paraId="793C38E8" w14:textId="3E221851" w:rsidR="00724D33" w:rsidRPr="00B70AF0" w:rsidRDefault="000B0741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B70AF0"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  <w:t>16</w:t>
            </w:r>
          </w:p>
        </w:tc>
        <w:tc>
          <w:tcPr>
            <w:tcW w:w="270" w:type="dxa"/>
          </w:tcPr>
          <w:p w14:paraId="16601CB6" w14:textId="77777777" w:rsidR="00724D33" w:rsidRPr="00B70AF0" w:rsidRDefault="00724D33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</w:rPr>
            </w:pPr>
          </w:p>
        </w:tc>
        <w:tc>
          <w:tcPr>
            <w:tcW w:w="7832" w:type="dxa"/>
          </w:tcPr>
          <w:p w14:paraId="003A327C" w14:textId="42AD7C79" w:rsidR="00724D33" w:rsidRPr="00B70AF0" w:rsidRDefault="00724D33" w:rsidP="00724D33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ind w:right="-135"/>
              <w:jc w:val="thaiDistribute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</w:rPr>
            </w:pPr>
            <w:r w:rsidRPr="00B70AF0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การจัดประเภทรายการใหม่</w:t>
            </w:r>
          </w:p>
        </w:tc>
      </w:tr>
      <w:bookmarkEnd w:id="0"/>
    </w:tbl>
    <w:p w14:paraId="58D9453C" w14:textId="77777777" w:rsidR="001A021D" w:rsidRPr="00B70AF0" w:rsidRDefault="001A021D" w:rsidP="00C4658D">
      <w:pPr>
        <w:rPr>
          <w:rFonts w:ascii="Angsana New" w:hAnsi="Angsana New"/>
          <w:b/>
          <w:bCs/>
          <w:sz w:val="28"/>
          <w:szCs w:val="28"/>
        </w:rPr>
      </w:pPr>
    </w:p>
    <w:p w14:paraId="2242039D" w14:textId="77777777" w:rsidR="0009267B" w:rsidRPr="00B70AF0" w:rsidRDefault="0009267B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50"/>
        <w:rPr>
          <w:rFonts w:ascii="Angsana New" w:hAnsi="Angsana New"/>
          <w:sz w:val="28"/>
          <w:szCs w:val="28"/>
        </w:rPr>
      </w:pPr>
      <w:r w:rsidRPr="00B70AF0">
        <w:rPr>
          <w:rFonts w:ascii="Angsana New" w:hAnsi="Angsana New" w:hint="cs"/>
          <w:b/>
          <w:bCs/>
          <w:sz w:val="28"/>
          <w:szCs w:val="28"/>
        </w:rPr>
        <w:br w:type="page"/>
      </w:r>
      <w:r w:rsidRPr="00B70AF0">
        <w:rPr>
          <w:rFonts w:ascii="Angsana New" w:hAnsi="Angsana New" w:hint="cs"/>
          <w:sz w:val="28"/>
          <w:szCs w:val="28"/>
          <w:cs/>
        </w:rPr>
        <w:lastRenderedPageBreak/>
        <w:t>หมายเหตุประกอบงบการเงินเป็นส่วนหนึ่งของงบการเงินระหว่างกาลนี้</w:t>
      </w:r>
    </w:p>
    <w:p w14:paraId="59915854" w14:textId="77777777" w:rsidR="0009267B" w:rsidRPr="00B70AF0" w:rsidRDefault="0009267B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</w:pPr>
    </w:p>
    <w:p w14:paraId="37F6747E" w14:textId="24452345" w:rsidR="0009267B" w:rsidRPr="00B70AF0" w:rsidRDefault="0009267B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50"/>
        <w:rPr>
          <w:rFonts w:ascii="Angsana New" w:hAnsi="Angsana New"/>
          <w:sz w:val="28"/>
          <w:szCs w:val="28"/>
        </w:rPr>
      </w:pPr>
      <w:r w:rsidRPr="00B70AF0">
        <w:rPr>
          <w:rFonts w:ascii="Angsana New" w:hAnsi="Angsana New" w:hint="cs"/>
          <w:sz w:val="28"/>
          <w:szCs w:val="28"/>
          <w:cs/>
        </w:rPr>
        <w:t>งบการเงินระหว่างกาลนี้ได้รับอนุมัติให้ออกงบการเงินจากคณะกรรมการ</w:t>
      </w:r>
      <w:r w:rsidR="00C1686A" w:rsidRPr="00B70AF0">
        <w:rPr>
          <w:rFonts w:ascii="Angsana New" w:hAnsi="Angsana New" w:hint="cs"/>
          <w:sz w:val="28"/>
          <w:szCs w:val="28"/>
          <w:cs/>
        </w:rPr>
        <w:t>เมื่อวันที่</w:t>
      </w:r>
      <w:r w:rsidR="0056347E" w:rsidRPr="00B70AF0">
        <w:rPr>
          <w:rFonts w:ascii="Angsana New" w:hAnsi="Angsana New" w:hint="cs"/>
          <w:sz w:val="28"/>
          <w:szCs w:val="28"/>
        </w:rPr>
        <w:t xml:space="preserve"> </w:t>
      </w:r>
      <w:r w:rsidR="000B0741" w:rsidRPr="00B70AF0">
        <w:rPr>
          <w:rFonts w:ascii="Angsana New" w:hAnsi="Angsana New"/>
          <w:sz w:val="28"/>
          <w:szCs w:val="28"/>
        </w:rPr>
        <w:t>1</w:t>
      </w:r>
      <w:r w:rsidR="0090384A" w:rsidRPr="00B70AF0">
        <w:rPr>
          <w:rFonts w:ascii="Angsana New" w:hAnsi="Angsana New"/>
          <w:sz w:val="28"/>
          <w:szCs w:val="28"/>
        </w:rPr>
        <w:t>2</w:t>
      </w:r>
      <w:r w:rsidR="00A70847" w:rsidRPr="00B70AF0">
        <w:rPr>
          <w:rFonts w:ascii="Angsana New" w:hAnsi="Angsana New"/>
          <w:sz w:val="28"/>
          <w:szCs w:val="28"/>
        </w:rPr>
        <w:t xml:space="preserve"> </w:t>
      </w:r>
      <w:r w:rsidR="0090384A" w:rsidRPr="00B70AF0">
        <w:rPr>
          <w:rFonts w:ascii="Angsana New" w:hAnsi="Angsana New" w:hint="cs"/>
          <w:sz w:val="28"/>
          <w:szCs w:val="28"/>
          <w:cs/>
        </w:rPr>
        <w:t>พฤศจิกายน</w:t>
      </w:r>
      <w:r w:rsidR="00A70847" w:rsidRPr="00B70AF0">
        <w:rPr>
          <w:rFonts w:ascii="Angsana New" w:hAnsi="Angsana New" w:hint="cs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/>
          <w:sz w:val="28"/>
          <w:szCs w:val="28"/>
        </w:rPr>
        <w:t>2564</w:t>
      </w:r>
    </w:p>
    <w:p w14:paraId="04DFE7C9" w14:textId="77777777" w:rsidR="0009267B" w:rsidRPr="00B70AF0" w:rsidRDefault="0009267B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sz w:val="28"/>
          <w:szCs w:val="28"/>
        </w:rPr>
      </w:pPr>
    </w:p>
    <w:p w14:paraId="7615C227" w14:textId="77777777" w:rsidR="0009267B" w:rsidRPr="00B70AF0" w:rsidRDefault="005756D0" w:rsidP="0071372C">
      <w:pPr>
        <w:pStyle w:val="Heading6"/>
        <w:numPr>
          <w:ilvl w:val="0"/>
          <w:numId w:val="16"/>
        </w:numPr>
        <w:tabs>
          <w:tab w:val="left" w:pos="540"/>
        </w:tabs>
        <w:ind w:hanging="900"/>
        <w:jc w:val="both"/>
        <w:rPr>
          <w:rFonts w:ascii="Angsana New" w:hAnsi="Angsana New"/>
          <w:sz w:val="28"/>
          <w:szCs w:val="28"/>
          <w:lang w:val="en-US"/>
        </w:rPr>
      </w:pPr>
      <w:r w:rsidRPr="00B70AF0">
        <w:rPr>
          <w:rFonts w:ascii="Angsana New" w:hAnsi="Angsana New" w:hint="cs"/>
          <w:sz w:val="28"/>
          <w:szCs w:val="28"/>
          <w:cs/>
        </w:rPr>
        <w:t>เกณฑ์</w:t>
      </w:r>
      <w:r w:rsidR="00C714EB" w:rsidRPr="00B70AF0">
        <w:rPr>
          <w:rFonts w:ascii="Angsana New" w:hAnsi="Angsana New" w:hint="cs"/>
          <w:sz w:val="28"/>
          <w:szCs w:val="28"/>
          <w:cs/>
        </w:rPr>
        <w:t>การจัดทำ</w:t>
      </w:r>
      <w:r w:rsidR="00120E21" w:rsidRPr="00B70AF0">
        <w:rPr>
          <w:rFonts w:ascii="Angsana New" w:hAnsi="Angsana New" w:hint="cs"/>
          <w:sz w:val="28"/>
          <w:szCs w:val="28"/>
          <w:cs/>
        </w:rPr>
        <w:t>งบการเงิน</w:t>
      </w:r>
      <w:r w:rsidR="00C714EB" w:rsidRPr="00B70AF0">
        <w:rPr>
          <w:rFonts w:ascii="Angsana New" w:hAnsi="Angsana New" w:hint="cs"/>
          <w:sz w:val="28"/>
          <w:szCs w:val="28"/>
          <w:cs/>
          <w:lang w:val="en-US"/>
        </w:rPr>
        <w:t>ระหว่างกาล</w:t>
      </w:r>
    </w:p>
    <w:p w14:paraId="3BC63F7D" w14:textId="77777777" w:rsidR="0098009E" w:rsidRPr="00B70AF0" w:rsidRDefault="0098009E" w:rsidP="00C4658D">
      <w:pPr>
        <w:spacing w:line="240" w:lineRule="auto"/>
        <w:rPr>
          <w:rFonts w:ascii="Angsana New" w:hAnsi="Angsana New"/>
          <w:sz w:val="24"/>
          <w:szCs w:val="24"/>
          <w:lang w:eastAsia="x-none"/>
        </w:rPr>
      </w:pPr>
    </w:p>
    <w:p w14:paraId="78DB863F" w14:textId="628B2853" w:rsidR="00C714EB" w:rsidRPr="00B70AF0" w:rsidRDefault="00C714EB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28"/>
          <w:szCs w:val="28"/>
        </w:rPr>
      </w:pPr>
      <w:r w:rsidRPr="00B70AF0">
        <w:rPr>
          <w:rFonts w:ascii="Angsana New" w:hAnsi="Angsana New" w:hint="cs"/>
          <w:sz w:val="28"/>
          <w:szCs w:val="28"/>
          <w:cs/>
        </w:rPr>
        <w:t>งบการเงินระหว่างกาล</w:t>
      </w:r>
      <w:r w:rsidR="003213FB" w:rsidRPr="00B70AF0">
        <w:rPr>
          <w:rFonts w:ascii="Angsana New" w:hAnsi="Angsana New" w:hint="cs"/>
          <w:sz w:val="28"/>
          <w:szCs w:val="28"/>
          <w:cs/>
        </w:rPr>
        <w:t>แบบย่อ</w:t>
      </w:r>
      <w:r w:rsidRPr="00B70AF0">
        <w:rPr>
          <w:rFonts w:ascii="Angsana New" w:hAnsi="Angsana New" w:hint="cs"/>
          <w:sz w:val="28"/>
          <w:szCs w:val="28"/>
          <w:cs/>
        </w:rPr>
        <w:t>นี้</w:t>
      </w:r>
      <w:r w:rsidR="00046D70" w:rsidRPr="00B70AF0">
        <w:rPr>
          <w:rFonts w:ascii="Angsana New" w:hAnsi="Angsana New" w:hint="cs"/>
          <w:sz w:val="28"/>
          <w:szCs w:val="28"/>
          <w:cs/>
        </w:rPr>
        <w:t>นำเสนอรายการในงบการเงินในรูปแบบเดียวกับงบการเงินประจำปี และจัดทำหมายเหตุประกอบงบการเงินระหว่างกาลในรูปแบบย่อ</w:t>
      </w:r>
      <w:r w:rsidR="003213FB" w:rsidRPr="00B70AF0">
        <w:rPr>
          <w:rFonts w:ascii="Angsana New" w:hAnsi="Angsana New" w:hint="cs"/>
          <w:sz w:val="28"/>
          <w:szCs w:val="28"/>
          <w:cs/>
        </w:rPr>
        <w:t xml:space="preserve"> </w:t>
      </w:r>
      <w:r w:rsidR="003213FB" w:rsidRPr="00B70AF0">
        <w:rPr>
          <w:rFonts w:ascii="Angsana New" w:hAnsi="Angsana New" w:hint="cs"/>
          <w:sz w:val="28"/>
          <w:szCs w:val="28"/>
        </w:rPr>
        <w:t>(“</w:t>
      </w:r>
      <w:r w:rsidR="003213FB" w:rsidRPr="00B70AF0">
        <w:rPr>
          <w:rFonts w:ascii="Angsana New" w:hAnsi="Angsana New" w:hint="cs"/>
          <w:sz w:val="28"/>
          <w:szCs w:val="28"/>
          <w:cs/>
        </w:rPr>
        <w:t>งบการเงินระหว่างกาล</w:t>
      </w:r>
      <w:r w:rsidR="003213FB" w:rsidRPr="00B70AF0">
        <w:rPr>
          <w:rFonts w:ascii="Angsana New" w:hAnsi="Angsana New" w:hint="cs"/>
          <w:sz w:val="28"/>
          <w:szCs w:val="28"/>
        </w:rPr>
        <w:t xml:space="preserve">”) </w:t>
      </w:r>
      <w:r w:rsidRPr="00B70AF0">
        <w:rPr>
          <w:rFonts w:ascii="Angsana New" w:hAnsi="Angsana New" w:hint="cs"/>
          <w:sz w:val="28"/>
          <w:szCs w:val="28"/>
          <w:cs/>
        </w:rPr>
        <w:t xml:space="preserve">ตามมาตรฐานการบัญชี ฉบับที่ </w:t>
      </w:r>
      <w:r w:rsidR="000B0741" w:rsidRPr="00B70AF0">
        <w:rPr>
          <w:rFonts w:ascii="Angsana New" w:hAnsi="Angsana New" w:hint="cs"/>
          <w:sz w:val="28"/>
          <w:szCs w:val="28"/>
        </w:rPr>
        <w:t>34</w:t>
      </w:r>
      <w:r w:rsidR="00046D70" w:rsidRPr="00B70AF0">
        <w:rPr>
          <w:rFonts w:ascii="Angsana New" w:hAnsi="Angsana New" w:hint="cs"/>
          <w:sz w:val="28"/>
          <w:szCs w:val="28"/>
          <w:cs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เรื่อง</w:t>
      </w:r>
      <w:r w:rsidR="002E1778" w:rsidRPr="00B70AF0">
        <w:rPr>
          <w:rFonts w:ascii="Angsana New" w:hAnsi="Angsana New"/>
          <w:sz w:val="28"/>
          <w:szCs w:val="28"/>
        </w:rPr>
        <w:br/>
      </w:r>
      <w:r w:rsidR="008439C8" w:rsidRPr="00B70AF0">
        <w:rPr>
          <w:rFonts w:ascii="Angsana New" w:hAnsi="Angsana New" w:hint="cs"/>
          <w:i/>
          <w:iCs/>
          <w:sz w:val="28"/>
          <w:szCs w:val="28"/>
          <w:cs/>
        </w:rPr>
        <w:t>การรายงานทาง</w:t>
      </w:r>
      <w:r w:rsidRPr="00B70AF0">
        <w:rPr>
          <w:rFonts w:ascii="Angsana New" w:hAnsi="Angsana New" w:hint="cs"/>
          <w:i/>
          <w:iCs/>
          <w:sz w:val="28"/>
          <w:szCs w:val="28"/>
          <w:cs/>
        </w:rPr>
        <w:t>การเงินระหว่างกาล</w:t>
      </w:r>
      <w:r w:rsidRPr="00B70AF0">
        <w:rPr>
          <w:rFonts w:ascii="Angsana New" w:hAnsi="Angsana New" w:hint="cs"/>
          <w:sz w:val="28"/>
          <w:szCs w:val="28"/>
          <w:cs/>
        </w:rPr>
        <w:t xml:space="preserve"> </w:t>
      </w:r>
      <w:r w:rsidRPr="00B70AF0">
        <w:rPr>
          <w:rFonts w:ascii="Angsana New" w:hAnsi="Angsana New" w:hint="cs"/>
          <w:sz w:val="28"/>
          <w:szCs w:val="28"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รวมถึงแนวปฏิบัติทางการบัญชี</w:t>
      </w:r>
      <w:r w:rsidR="00783848" w:rsidRPr="00B70AF0">
        <w:rPr>
          <w:rFonts w:ascii="Angsana New" w:hAnsi="Angsana New" w:hint="cs"/>
          <w:sz w:val="28"/>
          <w:szCs w:val="28"/>
          <w:cs/>
        </w:rPr>
        <w:t>ที่ประกาศใช้โดยสภาวิชาชีพบัญชีฯ</w:t>
      </w:r>
      <w:r w:rsidR="002F2DFC" w:rsidRPr="00B70AF0">
        <w:rPr>
          <w:rFonts w:ascii="Angsana New" w:hAnsi="Angsana New" w:hint="cs"/>
          <w:sz w:val="28"/>
          <w:szCs w:val="28"/>
        </w:rPr>
        <w:t xml:space="preserve"> </w:t>
      </w:r>
      <w:r w:rsidR="00674F01" w:rsidRPr="00B70AF0">
        <w:rPr>
          <w:rFonts w:ascii="Angsana New" w:hAnsi="Angsana New" w:hint="cs"/>
          <w:sz w:val="28"/>
          <w:szCs w:val="28"/>
          <w:cs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="0071372C" w:rsidRPr="00B70AF0">
        <w:rPr>
          <w:rFonts w:ascii="Angsana New" w:hAnsi="Angsana New" w:hint="cs"/>
          <w:sz w:val="28"/>
          <w:szCs w:val="28"/>
          <w:cs/>
        </w:rPr>
        <w:t xml:space="preserve"> โดยงบการเงินระหว่างกาลนี้เน้นการให้ข้อมูลที่เกี่ยวกับกิจกรรม</w:t>
      </w:r>
      <w:r w:rsidR="0071372C" w:rsidRPr="00B70AF0">
        <w:rPr>
          <w:rFonts w:ascii="Angsana New" w:hAnsi="Angsana New"/>
          <w:sz w:val="28"/>
          <w:szCs w:val="28"/>
          <w:cs/>
        </w:rPr>
        <w:t xml:space="preserve"> </w:t>
      </w:r>
      <w:r w:rsidR="0071372C" w:rsidRPr="00B70AF0">
        <w:rPr>
          <w:rFonts w:ascii="Angsana New" w:hAnsi="Angsana New" w:hint="cs"/>
          <w:sz w:val="28"/>
          <w:szCs w:val="28"/>
          <w:cs/>
        </w:rPr>
        <w:t>เหตุการณ์และสถานการณ์ใหม่ๆ</w:t>
      </w:r>
      <w:r w:rsidR="0071372C" w:rsidRPr="00B70AF0">
        <w:rPr>
          <w:rFonts w:ascii="Angsana New" w:hAnsi="Angsana New"/>
          <w:sz w:val="28"/>
          <w:szCs w:val="28"/>
          <w:cs/>
        </w:rPr>
        <w:t xml:space="preserve"> </w:t>
      </w:r>
      <w:r w:rsidR="0071372C" w:rsidRPr="00B70AF0">
        <w:rPr>
          <w:rFonts w:ascii="Angsana New" w:hAnsi="Angsana New" w:hint="cs"/>
          <w:sz w:val="28"/>
          <w:szCs w:val="28"/>
          <w:cs/>
        </w:rPr>
        <w:t>เพื่อไม่ให้ซ้ำซ้อนกับข้อมูลที่ได้นำเสนอไปแล้วในงบการเงินประจำปี</w:t>
      </w:r>
      <w:r w:rsidR="0071372C" w:rsidRPr="00B70AF0">
        <w:rPr>
          <w:rFonts w:ascii="Angsana New" w:hAnsi="Angsana New"/>
          <w:sz w:val="28"/>
          <w:szCs w:val="28"/>
          <w:cs/>
        </w:rPr>
        <w:t xml:space="preserve"> </w:t>
      </w:r>
      <w:r w:rsidR="0071372C" w:rsidRPr="00B70AF0">
        <w:rPr>
          <w:rFonts w:ascii="Angsana New" w:hAnsi="Angsana New" w:hint="cs"/>
          <w:sz w:val="28"/>
          <w:szCs w:val="28"/>
          <w:cs/>
        </w:rPr>
        <w:t>ดังนั้นการอ่านงบการเงินระหว่างกาลนี้จึงควรอ่านควบคู่กับงบการเงินของบริษัทและบริษัทย่อยสำหรับปีสิ้นสุดวันที่</w:t>
      </w:r>
      <w:r w:rsidR="0071372C" w:rsidRPr="00B70AF0">
        <w:rPr>
          <w:rFonts w:ascii="Angsana New" w:hAnsi="Angsana New"/>
          <w:sz w:val="28"/>
          <w:szCs w:val="28"/>
          <w:cs/>
        </w:rPr>
        <w:t xml:space="preserve"> </w:t>
      </w:r>
      <w:r w:rsidR="0071372C" w:rsidRPr="00B70AF0">
        <w:rPr>
          <w:rFonts w:ascii="Angsana New" w:hAnsi="Angsana New"/>
          <w:sz w:val="28"/>
          <w:szCs w:val="28"/>
        </w:rPr>
        <w:br/>
      </w:r>
      <w:r w:rsidR="000B0741" w:rsidRPr="00B70AF0">
        <w:rPr>
          <w:rFonts w:ascii="Angsana New" w:hAnsi="Angsana New"/>
          <w:sz w:val="28"/>
          <w:szCs w:val="28"/>
        </w:rPr>
        <w:t>31</w:t>
      </w:r>
      <w:r w:rsidR="0071372C" w:rsidRPr="00B70AF0">
        <w:rPr>
          <w:rFonts w:ascii="Angsana New" w:hAnsi="Angsana New"/>
          <w:sz w:val="28"/>
          <w:szCs w:val="28"/>
          <w:cs/>
        </w:rPr>
        <w:t xml:space="preserve"> </w:t>
      </w:r>
      <w:r w:rsidR="0071372C" w:rsidRPr="00B70AF0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0B0741" w:rsidRPr="00B70AF0">
        <w:rPr>
          <w:rFonts w:ascii="Angsana New" w:hAnsi="Angsana New"/>
          <w:sz w:val="28"/>
          <w:szCs w:val="28"/>
        </w:rPr>
        <w:t>2563</w:t>
      </w:r>
    </w:p>
    <w:p w14:paraId="18BA168D" w14:textId="77777777" w:rsidR="005F61F1" w:rsidRPr="00B70AF0" w:rsidRDefault="005F61F1" w:rsidP="00C4658D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p w14:paraId="19669237" w14:textId="28368C9F" w:rsidR="005F61F1" w:rsidRPr="00B70AF0" w:rsidRDefault="00D61065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  <w:r w:rsidRPr="00B70AF0">
        <w:rPr>
          <w:rFonts w:ascii="Angsana New" w:hAnsi="Angsana New" w:hint="cs"/>
          <w:sz w:val="28"/>
          <w:szCs w:val="28"/>
          <w:cs/>
        </w:rPr>
        <w:t>ในการจัดทำงบการเงินระหว่างกาล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 ซึ่งผลที่เกิดขึ้นจริงอาจแตกต่างจากที่ประมาณการไว้ ทั้งนี้ นโยบายการบัญชี วิธีการคำนวณและแหล่งข้อมูลสำคัญที่ใช้ในการประมาณการซึ่งอาจมีความไม่แน่นอนนั้น</w:t>
      </w:r>
      <w:r w:rsidR="00C26A01" w:rsidRPr="00B70AF0">
        <w:rPr>
          <w:rFonts w:ascii="Angsana New" w:hAnsi="Angsana New" w:hint="cs"/>
          <w:sz w:val="28"/>
          <w:szCs w:val="28"/>
          <w:cs/>
        </w:rPr>
        <w:t>ไม่แตกต่างจากที่ได้อธิบายไว้ในงบการเงินสำหรับปีสิ้นสุดวันที่</w:t>
      </w:r>
      <w:r w:rsidR="00C26A01" w:rsidRPr="00B70AF0">
        <w:rPr>
          <w:rFonts w:ascii="Angsana New" w:hAnsi="Angsana New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/>
          <w:sz w:val="28"/>
          <w:szCs w:val="28"/>
        </w:rPr>
        <w:t>31</w:t>
      </w:r>
      <w:r w:rsidR="00C26A01" w:rsidRPr="00B70AF0">
        <w:rPr>
          <w:rFonts w:ascii="Angsana New" w:hAnsi="Angsana New"/>
          <w:sz w:val="28"/>
          <w:szCs w:val="28"/>
          <w:cs/>
        </w:rPr>
        <w:t xml:space="preserve"> </w:t>
      </w:r>
      <w:r w:rsidR="00C26A01" w:rsidRPr="00B70AF0">
        <w:rPr>
          <w:rFonts w:ascii="Angsana New" w:hAnsi="Angsana New" w:hint="cs"/>
          <w:sz w:val="28"/>
          <w:szCs w:val="28"/>
          <w:cs/>
        </w:rPr>
        <w:t>ธันวาคม</w:t>
      </w:r>
      <w:r w:rsidR="00C26A01" w:rsidRPr="00B70AF0">
        <w:rPr>
          <w:rFonts w:ascii="Angsana New" w:hAnsi="Angsana New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/>
          <w:sz w:val="28"/>
          <w:szCs w:val="28"/>
        </w:rPr>
        <w:t>2563</w:t>
      </w:r>
      <w:r w:rsidR="005A5A69" w:rsidRPr="00B70AF0">
        <w:rPr>
          <w:rFonts w:ascii="Angsana New" w:hAnsi="Angsana New" w:hint="cs"/>
          <w:sz w:val="28"/>
          <w:szCs w:val="28"/>
          <w:cs/>
        </w:rPr>
        <w:t xml:space="preserve"> </w:t>
      </w:r>
    </w:p>
    <w:p w14:paraId="2A2E0282" w14:textId="45EE5443" w:rsidR="002E1778" w:rsidRPr="00B70AF0" w:rsidRDefault="002E1778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8"/>
          <w:szCs w:val="28"/>
          <w:cs/>
        </w:rPr>
      </w:pPr>
    </w:p>
    <w:p w14:paraId="42230A0C" w14:textId="49FEE133" w:rsidR="009D5893" w:rsidRPr="00B70AF0" w:rsidRDefault="009D5893" w:rsidP="00C4658D">
      <w:pPr>
        <w:pStyle w:val="Heading6"/>
        <w:numPr>
          <w:ilvl w:val="0"/>
          <w:numId w:val="16"/>
        </w:numPr>
        <w:tabs>
          <w:tab w:val="left" w:pos="540"/>
        </w:tabs>
        <w:ind w:hanging="900"/>
        <w:jc w:val="both"/>
        <w:rPr>
          <w:rFonts w:ascii="Angsana New" w:hAnsi="Angsana New"/>
          <w:sz w:val="28"/>
          <w:szCs w:val="28"/>
        </w:rPr>
      </w:pPr>
      <w:r w:rsidRPr="00B70AF0">
        <w:rPr>
          <w:rFonts w:ascii="Angsana New" w:hAnsi="Angsana New" w:hint="cs"/>
          <w:sz w:val="28"/>
          <w:szCs w:val="28"/>
          <w:cs/>
        </w:rPr>
        <w:t>บุคคลหรือกิจการที่เกี่ยวข้องกัน</w:t>
      </w:r>
    </w:p>
    <w:p w14:paraId="72ABE102" w14:textId="08679745" w:rsidR="00EB7364" w:rsidRPr="00B70AF0" w:rsidRDefault="009D5893" w:rsidP="0028386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sz w:val="24"/>
          <w:szCs w:val="24"/>
        </w:rPr>
      </w:pPr>
      <w:r w:rsidRPr="00B70AF0">
        <w:rPr>
          <w:rFonts w:ascii="Angsana New" w:hAnsi="Angsana New" w:hint="cs"/>
          <w:sz w:val="28"/>
          <w:szCs w:val="28"/>
          <w:cs/>
        </w:rPr>
        <w:tab/>
      </w: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410"/>
        <w:gridCol w:w="990"/>
        <w:gridCol w:w="262"/>
        <w:gridCol w:w="998"/>
        <w:gridCol w:w="262"/>
        <w:gridCol w:w="998"/>
        <w:gridCol w:w="270"/>
        <w:gridCol w:w="990"/>
      </w:tblGrid>
      <w:tr w:rsidR="00EB7364" w:rsidRPr="00B70AF0" w14:paraId="16E18FA0" w14:textId="77777777" w:rsidTr="26BA0649">
        <w:trPr>
          <w:tblHeader/>
        </w:trPr>
        <w:tc>
          <w:tcPr>
            <w:tcW w:w="4410" w:type="dxa"/>
            <w:shd w:val="clear" w:color="auto" w:fill="auto"/>
          </w:tcPr>
          <w:p w14:paraId="46E4068F" w14:textId="77777777" w:rsidR="00EB7364" w:rsidRPr="00B70AF0" w:rsidRDefault="0006104A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i/>
                <w:i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Cs/>
                <w:i/>
                <w:iCs/>
                <w:sz w:val="28"/>
                <w:szCs w:val="28"/>
                <w:cs/>
              </w:rPr>
              <w:t>รายการที่สำคัญกับบุคคลหรือกิจการที่เกี่ยวข้องกัน</w:t>
            </w:r>
          </w:p>
        </w:tc>
        <w:tc>
          <w:tcPr>
            <w:tcW w:w="2250" w:type="dxa"/>
            <w:gridSpan w:val="3"/>
            <w:shd w:val="clear" w:color="auto" w:fill="auto"/>
          </w:tcPr>
          <w:p w14:paraId="34DC727E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62" w:type="dxa"/>
            <w:shd w:val="clear" w:color="auto" w:fill="auto"/>
          </w:tcPr>
          <w:p w14:paraId="08211DC0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258" w:type="dxa"/>
            <w:gridSpan w:val="3"/>
            <w:shd w:val="clear" w:color="auto" w:fill="auto"/>
          </w:tcPr>
          <w:p w14:paraId="797EF748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B7364" w:rsidRPr="00B70AF0" w14:paraId="2DFF7FBB" w14:textId="77777777" w:rsidTr="26BA0649">
        <w:trPr>
          <w:tblHeader/>
        </w:trPr>
        <w:tc>
          <w:tcPr>
            <w:tcW w:w="4410" w:type="dxa"/>
            <w:shd w:val="clear" w:color="auto" w:fill="auto"/>
          </w:tcPr>
          <w:p w14:paraId="664FBA60" w14:textId="29DAEF4F" w:rsidR="00EB7364" w:rsidRPr="00B70AF0" w:rsidRDefault="00EB7364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 w:rsidR="00C81A97" w:rsidRPr="00B70AF0">
              <w:rPr>
                <w:rFonts w:ascii="Angsana New" w:hAnsi="Angsana New" w:hint="cs"/>
                <w:bCs/>
                <w:i/>
                <w:iCs/>
                <w:sz w:val="28"/>
                <w:szCs w:val="28"/>
                <w:cs/>
              </w:rPr>
              <w:t>เก้า</w:t>
            </w:r>
            <w:r w:rsidRPr="00B70AF0">
              <w:rPr>
                <w:rFonts w:ascii="Angsana New" w:hAnsi="Angsana New" w:hint="cs"/>
                <w:bCs/>
                <w:i/>
                <w:iCs/>
                <w:sz w:val="28"/>
                <w:szCs w:val="28"/>
                <w:cs/>
              </w:rPr>
              <w:t>เดือนสิ้นสุดวันที่</w:t>
            </w:r>
            <w:r w:rsidRPr="00B70AF0">
              <w:rPr>
                <w:rFonts w:ascii="Angsana New" w:hAnsi="Angsana New" w:hint="cs"/>
                <w:bCs/>
                <w:i/>
                <w:iCs/>
                <w:sz w:val="28"/>
                <w:szCs w:val="28"/>
              </w:rPr>
              <w:t xml:space="preserve"> </w:t>
            </w:r>
            <w:r w:rsidR="000B0741" w:rsidRPr="00B70AF0">
              <w:rPr>
                <w:rFonts w:ascii="Angsana New" w:hAnsi="Angsana New" w:hint="cs"/>
                <w:b/>
                <w:i/>
                <w:iCs/>
                <w:sz w:val="28"/>
                <w:szCs w:val="28"/>
              </w:rPr>
              <w:t>3</w:t>
            </w:r>
            <w:r w:rsidR="000B0741" w:rsidRPr="00B70AF0">
              <w:rPr>
                <w:rFonts w:ascii="Angsana New" w:hAnsi="Angsana New"/>
                <w:b/>
                <w:i/>
                <w:iCs/>
                <w:sz w:val="28"/>
                <w:szCs w:val="28"/>
              </w:rPr>
              <w:t>0</w:t>
            </w:r>
            <w:r w:rsidR="0028386C" w:rsidRPr="00B70AF0">
              <w:rPr>
                <w:rFonts w:ascii="Angsana New" w:hAnsi="Angsana New"/>
                <w:b/>
                <w:i/>
                <w:iCs/>
                <w:sz w:val="28"/>
                <w:szCs w:val="28"/>
              </w:rPr>
              <w:t xml:space="preserve"> </w:t>
            </w:r>
            <w:r w:rsidR="00C81A97" w:rsidRPr="00B70AF0">
              <w:rPr>
                <w:rFonts w:ascii="Angsana New" w:hAnsi="Angsana New" w:hint="cs"/>
                <w:bCs/>
                <w:i/>
                <w:iCs/>
                <w:sz w:val="28"/>
                <w:szCs w:val="28"/>
                <w:cs/>
              </w:rPr>
              <w:t>กันยา</w:t>
            </w:r>
            <w:r w:rsidR="0028386C" w:rsidRPr="00B70AF0">
              <w:rPr>
                <w:rFonts w:ascii="Angsana New" w:hAnsi="Angsana New" w:hint="cs"/>
                <w:bCs/>
                <w:i/>
                <w:iCs/>
                <w:sz w:val="28"/>
                <w:szCs w:val="28"/>
                <w:cs/>
              </w:rPr>
              <w:t>ยน</w:t>
            </w:r>
          </w:p>
        </w:tc>
        <w:tc>
          <w:tcPr>
            <w:tcW w:w="990" w:type="dxa"/>
            <w:shd w:val="clear" w:color="auto" w:fill="auto"/>
          </w:tcPr>
          <w:p w14:paraId="1BADD922" w14:textId="2FE56936" w:rsidR="00EB7364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62" w:type="dxa"/>
            <w:shd w:val="clear" w:color="auto" w:fill="auto"/>
          </w:tcPr>
          <w:p w14:paraId="776FA22C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10AD745D" w14:textId="5E079978" w:rsidR="00EB7364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  <w:tc>
          <w:tcPr>
            <w:tcW w:w="262" w:type="dxa"/>
            <w:shd w:val="clear" w:color="auto" w:fill="auto"/>
          </w:tcPr>
          <w:p w14:paraId="6955C95B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1B1AA365" w14:textId="2036F1DC" w:rsidR="00EB7364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67FB0C6A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25183D97" w14:textId="6F500E41" w:rsidR="00EB7364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</w:tr>
      <w:tr w:rsidR="00EB7364" w:rsidRPr="00B70AF0" w14:paraId="08AE1CC1" w14:textId="77777777" w:rsidTr="26BA0649">
        <w:trPr>
          <w:tblHeader/>
        </w:trPr>
        <w:tc>
          <w:tcPr>
            <w:tcW w:w="4410" w:type="dxa"/>
            <w:shd w:val="clear" w:color="auto" w:fill="auto"/>
          </w:tcPr>
          <w:p w14:paraId="3DD3F36A" w14:textId="77777777" w:rsidR="00EB7364" w:rsidRPr="00B70AF0" w:rsidRDefault="00EB7364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4770" w:type="dxa"/>
            <w:gridSpan w:val="7"/>
            <w:shd w:val="clear" w:color="auto" w:fill="auto"/>
          </w:tcPr>
          <w:p w14:paraId="072DF21E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EB7364" w:rsidRPr="00B70AF0" w14:paraId="5F662DED" w14:textId="77777777" w:rsidTr="26BA0649">
        <w:tc>
          <w:tcPr>
            <w:tcW w:w="4410" w:type="dxa"/>
            <w:shd w:val="clear" w:color="auto" w:fill="auto"/>
          </w:tcPr>
          <w:p w14:paraId="1A91BFE7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47BC5B3" w14:textId="77777777" w:rsidR="00EB7364" w:rsidRPr="00B70AF0" w:rsidRDefault="00EB7364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7B5C5A7C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1084DEC" w14:textId="77777777" w:rsidR="00EB7364" w:rsidRPr="00B70AF0" w:rsidRDefault="00EB7364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6A20869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1298E65" w14:textId="77777777" w:rsidR="00EB7364" w:rsidRPr="00B70AF0" w:rsidRDefault="00EB7364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24881E5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2AC19CA" w14:textId="77777777" w:rsidR="00EB7364" w:rsidRPr="00B70AF0" w:rsidRDefault="00EB7364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ind w:right="-79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</w:tr>
      <w:tr w:rsidR="00F4429B" w:rsidRPr="00B70AF0" w14:paraId="467CA4EE" w14:textId="77777777" w:rsidTr="26BA0649">
        <w:tc>
          <w:tcPr>
            <w:tcW w:w="4410" w:type="dxa"/>
            <w:shd w:val="clear" w:color="auto" w:fill="auto"/>
          </w:tcPr>
          <w:p w14:paraId="6DFCCB3D" w14:textId="77777777" w:rsidR="00F4429B" w:rsidRPr="00B70AF0" w:rsidRDefault="00F4429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ขายสินค้าหรือการให้บริการ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60DE3D1" w14:textId="494F08AE" w:rsidR="00F4429B" w:rsidRPr="00B70AF0" w:rsidRDefault="00B904C3" w:rsidP="00C4658D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2DE977C2" w14:textId="77777777" w:rsidR="00F4429B" w:rsidRPr="00B70AF0" w:rsidRDefault="00F4429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70A4151B" w14:textId="0FA95C33" w:rsidR="00F4429B" w:rsidRPr="00B70AF0" w:rsidRDefault="000B0741" w:rsidP="006104B7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24</w:t>
            </w:r>
          </w:p>
        </w:tc>
        <w:tc>
          <w:tcPr>
            <w:tcW w:w="262" w:type="dxa"/>
            <w:shd w:val="clear" w:color="auto" w:fill="auto"/>
          </w:tcPr>
          <w:p w14:paraId="61CA9F86" w14:textId="77777777" w:rsidR="00F4429B" w:rsidRPr="00B70AF0" w:rsidRDefault="00F4429B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3556B51E" w14:textId="7971EF77" w:rsidR="00F4429B" w:rsidRPr="00B70AF0" w:rsidRDefault="00547900" w:rsidP="00C4658D">
            <w:pPr>
              <w:pStyle w:val="acctfourfigures"/>
              <w:tabs>
                <w:tab w:val="clear" w:pos="765"/>
                <w:tab w:val="decimal" w:pos="534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A6F06C8" w14:textId="77777777" w:rsidR="00F4429B" w:rsidRPr="00B70AF0" w:rsidRDefault="00F4429B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7063FA0C" w14:textId="6F07504D" w:rsidR="00F4429B" w:rsidRPr="00B70AF0" w:rsidRDefault="000B0741" w:rsidP="006104B7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24</w:t>
            </w:r>
          </w:p>
        </w:tc>
      </w:tr>
      <w:tr w:rsidR="00F4429B" w:rsidRPr="00B70AF0" w14:paraId="05429FE2" w14:textId="77777777" w:rsidTr="26BA0649">
        <w:tc>
          <w:tcPr>
            <w:tcW w:w="4410" w:type="dxa"/>
            <w:shd w:val="clear" w:color="auto" w:fill="auto"/>
          </w:tcPr>
          <w:p w14:paraId="1EE19DE0" w14:textId="546C58D3" w:rsidR="00F4429B" w:rsidRPr="00B70AF0" w:rsidRDefault="00F4429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90" w:type="dxa"/>
            <w:shd w:val="clear" w:color="auto" w:fill="auto"/>
          </w:tcPr>
          <w:p w14:paraId="507253D8" w14:textId="62DC2639" w:rsidR="00F4429B" w:rsidRPr="00B70AF0" w:rsidRDefault="00B904C3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171</w:t>
            </w:r>
          </w:p>
        </w:tc>
        <w:tc>
          <w:tcPr>
            <w:tcW w:w="262" w:type="dxa"/>
            <w:shd w:val="clear" w:color="auto" w:fill="auto"/>
          </w:tcPr>
          <w:p w14:paraId="4D076B85" w14:textId="77777777" w:rsidR="00F4429B" w:rsidRPr="00B70AF0" w:rsidRDefault="00F4429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30B4B64B" w14:textId="04A8BB09" w:rsidR="00F4429B" w:rsidRPr="00B70AF0" w:rsidRDefault="006104B7" w:rsidP="00C4658D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1FC22115" w14:textId="77777777" w:rsidR="00F4429B" w:rsidRPr="00B70AF0" w:rsidRDefault="00F4429B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757BE131" w14:textId="5C380C5A" w:rsidR="00F4429B" w:rsidRPr="00B70AF0" w:rsidRDefault="00547900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171</w:t>
            </w:r>
          </w:p>
        </w:tc>
        <w:tc>
          <w:tcPr>
            <w:tcW w:w="270" w:type="dxa"/>
            <w:shd w:val="clear" w:color="auto" w:fill="auto"/>
          </w:tcPr>
          <w:p w14:paraId="2C7B0857" w14:textId="77777777" w:rsidR="00F4429B" w:rsidRPr="00B70AF0" w:rsidRDefault="00F4429B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06FBCF0B" w14:textId="581BF2E7" w:rsidR="00F4429B" w:rsidRPr="00B70AF0" w:rsidRDefault="006104B7" w:rsidP="006104B7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</w:tr>
      <w:tr w:rsidR="006104B7" w:rsidRPr="00B70AF0" w14:paraId="4EBA9DB2" w14:textId="77777777" w:rsidTr="26BA0649">
        <w:tc>
          <w:tcPr>
            <w:tcW w:w="4410" w:type="dxa"/>
            <w:shd w:val="clear" w:color="auto" w:fill="auto"/>
          </w:tcPr>
          <w:p w14:paraId="36D020FE" w14:textId="77777777" w:rsidR="006104B7" w:rsidRPr="00B70AF0" w:rsidRDefault="006104B7" w:rsidP="006104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ค่าเช่าสถานที่</w:t>
            </w:r>
          </w:p>
        </w:tc>
        <w:tc>
          <w:tcPr>
            <w:tcW w:w="990" w:type="dxa"/>
            <w:shd w:val="clear" w:color="auto" w:fill="auto"/>
          </w:tcPr>
          <w:p w14:paraId="698E84A4" w14:textId="608BE8FB" w:rsidR="006104B7" w:rsidRPr="00B70AF0" w:rsidRDefault="00B904C3" w:rsidP="006104B7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249</w:t>
            </w:r>
          </w:p>
        </w:tc>
        <w:tc>
          <w:tcPr>
            <w:tcW w:w="262" w:type="dxa"/>
            <w:shd w:val="clear" w:color="auto" w:fill="auto"/>
          </w:tcPr>
          <w:p w14:paraId="1B8375A6" w14:textId="77777777" w:rsidR="006104B7" w:rsidRPr="00B70AF0" w:rsidRDefault="006104B7" w:rsidP="006104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1D4534A1" w14:textId="251CEC76" w:rsidR="006104B7" w:rsidRPr="00B70AF0" w:rsidRDefault="00E66A91" w:rsidP="006104B7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267</w:t>
            </w:r>
          </w:p>
        </w:tc>
        <w:tc>
          <w:tcPr>
            <w:tcW w:w="262" w:type="dxa"/>
            <w:shd w:val="clear" w:color="auto" w:fill="auto"/>
          </w:tcPr>
          <w:p w14:paraId="0300B75E" w14:textId="77777777" w:rsidR="006104B7" w:rsidRPr="00B70AF0" w:rsidRDefault="006104B7" w:rsidP="006104B7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4D875170" w14:textId="7EA2FE77" w:rsidR="006104B7" w:rsidRPr="00B70AF0" w:rsidRDefault="00547900" w:rsidP="006104B7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249 </w:t>
            </w:r>
          </w:p>
        </w:tc>
        <w:tc>
          <w:tcPr>
            <w:tcW w:w="270" w:type="dxa"/>
            <w:shd w:val="clear" w:color="auto" w:fill="auto"/>
          </w:tcPr>
          <w:p w14:paraId="5B4C09AF" w14:textId="77777777" w:rsidR="006104B7" w:rsidRPr="00B70AF0" w:rsidRDefault="006104B7" w:rsidP="006104B7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0F1C60CF" w14:textId="0C4FE8BC" w:rsidR="006104B7" w:rsidRPr="00B70AF0" w:rsidRDefault="00E66A91" w:rsidP="006104B7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0B0741"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67</w:t>
            </w:r>
          </w:p>
        </w:tc>
      </w:tr>
      <w:tr w:rsidR="006104B7" w:rsidRPr="00B70AF0" w14:paraId="4C659FAB" w14:textId="77777777" w:rsidTr="26BA0649">
        <w:tc>
          <w:tcPr>
            <w:tcW w:w="4410" w:type="dxa"/>
            <w:shd w:val="clear" w:color="auto" w:fill="auto"/>
          </w:tcPr>
          <w:p w14:paraId="68408DDA" w14:textId="77777777" w:rsidR="006104B7" w:rsidRPr="00B70AF0" w:rsidRDefault="006104B7" w:rsidP="006104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990" w:type="dxa"/>
            <w:shd w:val="clear" w:color="auto" w:fill="auto"/>
          </w:tcPr>
          <w:p w14:paraId="0F8EDC62" w14:textId="2C46D538" w:rsidR="006104B7" w:rsidRPr="00B70AF0" w:rsidRDefault="00716A4F" w:rsidP="006104B7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240</w:t>
            </w:r>
          </w:p>
        </w:tc>
        <w:tc>
          <w:tcPr>
            <w:tcW w:w="262" w:type="dxa"/>
            <w:shd w:val="clear" w:color="auto" w:fill="auto"/>
          </w:tcPr>
          <w:p w14:paraId="76A95C90" w14:textId="77777777" w:rsidR="006104B7" w:rsidRPr="00B70AF0" w:rsidRDefault="006104B7" w:rsidP="006104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5A50ECA8" w14:textId="3A8A2B78" w:rsidR="006104B7" w:rsidRPr="00B70AF0" w:rsidRDefault="000B0741" w:rsidP="006104B7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E66A91"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</w:t>
            </w: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0</w:t>
            </w:r>
          </w:p>
        </w:tc>
        <w:tc>
          <w:tcPr>
            <w:tcW w:w="262" w:type="dxa"/>
            <w:shd w:val="clear" w:color="auto" w:fill="auto"/>
          </w:tcPr>
          <w:p w14:paraId="6D93DC0B" w14:textId="77777777" w:rsidR="006104B7" w:rsidRPr="00B70AF0" w:rsidRDefault="006104B7" w:rsidP="006104B7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5C6D8B3B" w14:textId="33F75997" w:rsidR="006104B7" w:rsidRPr="00B70AF0" w:rsidRDefault="00547900" w:rsidP="006104B7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180</w:t>
            </w:r>
          </w:p>
        </w:tc>
        <w:tc>
          <w:tcPr>
            <w:tcW w:w="270" w:type="dxa"/>
            <w:shd w:val="clear" w:color="auto" w:fill="auto"/>
          </w:tcPr>
          <w:p w14:paraId="71832C60" w14:textId="77777777" w:rsidR="006104B7" w:rsidRPr="00B70AF0" w:rsidRDefault="006104B7" w:rsidP="006104B7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504A45D3" w14:textId="2C537AD2" w:rsidR="006104B7" w:rsidRPr="00B70AF0" w:rsidRDefault="00E66A91" w:rsidP="006104B7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180</w:t>
            </w:r>
          </w:p>
        </w:tc>
      </w:tr>
      <w:tr w:rsidR="006104B7" w:rsidRPr="00B70AF0" w14:paraId="4B787413" w14:textId="77777777" w:rsidTr="26BA0649">
        <w:tc>
          <w:tcPr>
            <w:tcW w:w="4410" w:type="dxa"/>
            <w:shd w:val="clear" w:color="auto" w:fill="auto"/>
          </w:tcPr>
          <w:p w14:paraId="71AB522A" w14:textId="77777777" w:rsidR="006104B7" w:rsidRPr="00B70AF0" w:rsidRDefault="006104B7" w:rsidP="006104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990" w:type="dxa"/>
            <w:shd w:val="clear" w:color="auto" w:fill="auto"/>
          </w:tcPr>
          <w:p w14:paraId="547BF670" w14:textId="77777777" w:rsidR="006104B7" w:rsidRPr="00B70AF0" w:rsidRDefault="006104B7" w:rsidP="006104B7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32AA1728" w14:textId="77777777" w:rsidR="006104B7" w:rsidRPr="00B70AF0" w:rsidRDefault="006104B7" w:rsidP="006104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424725A9" w14:textId="77777777" w:rsidR="006104B7" w:rsidRPr="00B70AF0" w:rsidRDefault="006104B7" w:rsidP="006104B7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3E7C8CDA" w14:textId="77777777" w:rsidR="006104B7" w:rsidRPr="00B70AF0" w:rsidRDefault="006104B7" w:rsidP="006104B7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4B345379" w14:textId="77777777" w:rsidR="006104B7" w:rsidRPr="00B70AF0" w:rsidRDefault="006104B7" w:rsidP="006104B7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1731F5A" w14:textId="77777777" w:rsidR="006104B7" w:rsidRPr="00B70AF0" w:rsidRDefault="006104B7" w:rsidP="006104B7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288683BB" w14:textId="77777777" w:rsidR="006104B7" w:rsidRPr="00B70AF0" w:rsidRDefault="006104B7" w:rsidP="006104B7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B904C3" w:rsidRPr="00B70AF0" w14:paraId="4200456B" w14:textId="77777777" w:rsidTr="26BA0649">
        <w:tc>
          <w:tcPr>
            <w:tcW w:w="4410" w:type="dxa"/>
            <w:shd w:val="clear" w:color="auto" w:fill="auto"/>
          </w:tcPr>
          <w:p w14:paraId="6709E041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ขายสินค้าหรือการให้บริการ</w:t>
            </w:r>
          </w:p>
        </w:tc>
        <w:tc>
          <w:tcPr>
            <w:tcW w:w="990" w:type="dxa"/>
            <w:shd w:val="clear" w:color="auto" w:fill="auto"/>
          </w:tcPr>
          <w:p w14:paraId="00ED1846" w14:textId="38430A93" w:rsidR="00B904C3" w:rsidRPr="00B70AF0" w:rsidRDefault="00B904C3" w:rsidP="00B904C3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22C8F62B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1298A711" w14:textId="1196A632" w:rsidR="00B904C3" w:rsidRPr="00B70AF0" w:rsidRDefault="00B904C3" w:rsidP="00B904C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054DF52F" w14:textId="77777777" w:rsidR="00B904C3" w:rsidRPr="00B70AF0" w:rsidRDefault="00B904C3" w:rsidP="00B904C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AC3B82C" w14:textId="322592CB" w:rsidR="00B904C3" w:rsidRPr="00B70AF0" w:rsidRDefault="00B904C3" w:rsidP="00B904C3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11,932</w:t>
            </w:r>
          </w:p>
        </w:tc>
        <w:tc>
          <w:tcPr>
            <w:tcW w:w="270" w:type="dxa"/>
            <w:shd w:val="clear" w:color="auto" w:fill="auto"/>
          </w:tcPr>
          <w:p w14:paraId="617D32A2" w14:textId="77777777" w:rsidR="00B904C3" w:rsidRPr="00B70AF0" w:rsidRDefault="00B904C3" w:rsidP="00B904C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1B0C4D5A" w14:textId="12755732" w:rsidR="00B904C3" w:rsidRPr="00B70AF0" w:rsidRDefault="00B904C3" w:rsidP="00B904C3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29,450</w:t>
            </w:r>
          </w:p>
        </w:tc>
      </w:tr>
      <w:tr w:rsidR="00B904C3" w:rsidRPr="00B70AF0" w14:paraId="413B8E56" w14:textId="77777777" w:rsidTr="26BA0649">
        <w:tc>
          <w:tcPr>
            <w:tcW w:w="4410" w:type="dxa"/>
            <w:shd w:val="clear" w:color="auto" w:fill="auto"/>
          </w:tcPr>
          <w:p w14:paraId="1F73FDE7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ซื้อสินค้าหรือบริการ</w:t>
            </w:r>
          </w:p>
        </w:tc>
        <w:tc>
          <w:tcPr>
            <w:tcW w:w="990" w:type="dxa"/>
            <w:shd w:val="clear" w:color="auto" w:fill="auto"/>
          </w:tcPr>
          <w:p w14:paraId="3FE04D33" w14:textId="7EF98689" w:rsidR="00B904C3" w:rsidRPr="00B70AF0" w:rsidRDefault="00B904C3" w:rsidP="00B904C3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1AFE85E8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3163C9BB" w14:textId="5B7274B3" w:rsidR="00B904C3" w:rsidRPr="00B70AF0" w:rsidRDefault="00B904C3" w:rsidP="00B904C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5C3EEA77" w14:textId="77777777" w:rsidR="00B904C3" w:rsidRPr="00B70AF0" w:rsidRDefault="00B904C3" w:rsidP="00B904C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74B5C7C5" w14:textId="68469483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288</w:t>
            </w:r>
          </w:p>
        </w:tc>
        <w:tc>
          <w:tcPr>
            <w:tcW w:w="270" w:type="dxa"/>
            <w:shd w:val="clear" w:color="auto" w:fill="auto"/>
          </w:tcPr>
          <w:p w14:paraId="7CBDCA06" w14:textId="77777777" w:rsidR="00B904C3" w:rsidRPr="00B70AF0" w:rsidRDefault="00B904C3" w:rsidP="00B904C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17FC32F5" w14:textId="3CC0BCAE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396</w:t>
            </w:r>
          </w:p>
        </w:tc>
      </w:tr>
      <w:tr w:rsidR="00B904C3" w:rsidRPr="00B70AF0" w14:paraId="19C0687B" w14:textId="77777777" w:rsidTr="26BA0649">
        <w:tc>
          <w:tcPr>
            <w:tcW w:w="4410" w:type="dxa"/>
            <w:shd w:val="clear" w:color="auto" w:fill="auto"/>
          </w:tcPr>
          <w:p w14:paraId="611FFDCA" w14:textId="557669AE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เงินปันผลรับ</w:t>
            </w:r>
          </w:p>
        </w:tc>
        <w:tc>
          <w:tcPr>
            <w:tcW w:w="990" w:type="dxa"/>
            <w:shd w:val="clear" w:color="auto" w:fill="auto"/>
          </w:tcPr>
          <w:p w14:paraId="235829F1" w14:textId="45AB2D81" w:rsidR="00B904C3" w:rsidRPr="00B70AF0" w:rsidRDefault="00B904C3" w:rsidP="00B904C3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084DCA30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2B52396E" w14:textId="50F3DB21" w:rsidR="00B904C3" w:rsidRPr="00B70AF0" w:rsidRDefault="00B904C3" w:rsidP="00B904C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0C71E7F6" w14:textId="77777777" w:rsidR="00B904C3" w:rsidRPr="00B70AF0" w:rsidRDefault="00B904C3" w:rsidP="00B904C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08DC8849" w14:textId="1BBFAA1E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45,500</w:t>
            </w:r>
          </w:p>
        </w:tc>
        <w:tc>
          <w:tcPr>
            <w:tcW w:w="270" w:type="dxa"/>
            <w:shd w:val="clear" w:color="auto" w:fill="auto"/>
          </w:tcPr>
          <w:p w14:paraId="0F6509AD" w14:textId="77777777" w:rsidR="00B904C3" w:rsidRPr="00B70AF0" w:rsidRDefault="00B904C3" w:rsidP="00B904C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3230EB52" w14:textId="2A73FF05" w:rsidR="00B904C3" w:rsidRPr="00B70AF0" w:rsidRDefault="00A45763" w:rsidP="00A4576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30,600</w:t>
            </w:r>
          </w:p>
        </w:tc>
      </w:tr>
      <w:tr w:rsidR="00B904C3" w:rsidRPr="00B70AF0" w14:paraId="7AC6C7CA" w14:textId="77777777" w:rsidTr="26BA0649">
        <w:tc>
          <w:tcPr>
            <w:tcW w:w="4410" w:type="dxa"/>
            <w:shd w:val="clear" w:color="auto" w:fill="auto"/>
          </w:tcPr>
          <w:p w14:paraId="24D04EF6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ดอกเบี้ยรับ</w:t>
            </w:r>
          </w:p>
        </w:tc>
        <w:tc>
          <w:tcPr>
            <w:tcW w:w="990" w:type="dxa"/>
            <w:shd w:val="clear" w:color="auto" w:fill="auto"/>
          </w:tcPr>
          <w:p w14:paraId="66720569" w14:textId="52FD91E4" w:rsidR="00B904C3" w:rsidRPr="00B70AF0" w:rsidRDefault="00B904C3" w:rsidP="00B904C3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3F468960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101107DD" w14:textId="362A749B" w:rsidR="00B904C3" w:rsidRPr="00B70AF0" w:rsidRDefault="00B904C3" w:rsidP="00B904C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7867508B" w14:textId="77777777" w:rsidR="00B904C3" w:rsidRPr="00B70AF0" w:rsidRDefault="00B904C3" w:rsidP="00B904C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2E89EB98" w14:textId="3C795623" w:rsidR="00B904C3" w:rsidRPr="00B70AF0" w:rsidRDefault="000446E6" w:rsidP="00B904C3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943</w:t>
            </w:r>
          </w:p>
        </w:tc>
        <w:tc>
          <w:tcPr>
            <w:tcW w:w="270" w:type="dxa"/>
            <w:shd w:val="clear" w:color="auto" w:fill="auto"/>
          </w:tcPr>
          <w:p w14:paraId="7C1FECDF" w14:textId="77777777" w:rsidR="00B904C3" w:rsidRPr="00B70AF0" w:rsidRDefault="00B904C3" w:rsidP="00B904C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6FCF323A" w14:textId="0DE864AA" w:rsidR="00B904C3" w:rsidRPr="00B70AF0" w:rsidRDefault="00B904C3" w:rsidP="00B904C3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2,339</w:t>
            </w:r>
          </w:p>
        </w:tc>
      </w:tr>
      <w:tr w:rsidR="00B904C3" w:rsidRPr="00B70AF0" w14:paraId="221BDCF9" w14:textId="77777777" w:rsidTr="26BA0649">
        <w:tc>
          <w:tcPr>
            <w:tcW w:w="4410" w:type="dxa"/>
            <w:shd w:val="clear" w:color="auto" w:fill="auto"/>
          </w:tcPr>
          <w:p w14:paraId="36EB7FCD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990" w:type="dxa"/>
            <w:shd w:val="clear" w:color="auto" w:fill="auto"/>
          </w:tcPr>
          <w:p w14:paraId="0392B936" w14:textId="64D2C479" w:rsidR="00B904C3" w:rsidRPr="00B70AF0" w:rsidRDefault="00B904C3" w:rsidP="00B904C3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2ED80903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30DE7B01" w14:textId="15C81C34" w:rsidR="00B904C3" w:rsidRPr="00B70AF0" w:rsidRDefault="00B904C3" w:rsidP="00B904C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622190B4" w14:textId="77777777" w:rsidR="00B904C3" w:rsidRPr="00B70AF0" w:rsidRDefault="00B904C3" w:rsidP="00B904C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3CB94433" w14:textId="1C6664BE" w:rsidR="00B904C3" w:rsidRPr="00B70AF0" w:rsidRDefault="000446E6" w:rsidP="00B904C3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2</w:t>
            </w:r>
            <w:r w:rsidR="00B904C3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196</w:t>
            </w:r>
          </w:p>
        </w:tc>
        <w:tc>
          <w:tcPr>
            <w:tcW w:w="270" w:type="dxa"/>
            <w:shd w:val="clear" w:color="auto" w:fill="auto"/>
          </w:tcPr>
          <w:p w14:paraId="2A7A2734" w14:textId="77777777" w:rsidR="00B904C3" w:rsidRPr="00B70AF0" w:rsidRDefault="00B904C3" w:rsidP="00B904C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2B3EC517" w14:textId="34FE0F1A" w:rsidR="00B904C3" w:rsidRPr="00B70AF0" w:rsidRDefault="00B904C3" w:rsidP="00B904C3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1,602</w:t>
            </w:r>
          </w:p>
        </w:tc>
      </w:tr>
      <w:tr w:rsidR="00B904C3" w:rsidRPr="00B70AF0" w14:paraId="453BD476" w14:textId="77777777" w:rsidTr="26BA0649">
        <w:trPr>
          <w:trHeight w:val="68"/>
        </w:trPr>
        <w:tc>
          <w:tcPr>
            <w:tcW w:w="4410" w:type="dxa"/>
            <w:shd w:val="clear" w:color="auto" w:fill="auto"/>
          </w:tcPr>
          <w:p w14:paraId="356591F2" w14:textId="00F95A7B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lastRenderedPageBreak/>
              <w:t>ผู้บริหารสำคัญ</w:t>
            </w:r>
          </w:p>
        </w:tc>
        <w:tc>
          <w:tcPr>
            <w:tcW w:w="990" w:type="dxa"/>
            <w:shd w:val="clear" w:color="auto" w:fill="auto"/>
          </w:tcPr>
          <w:p w14:paraId="149CB52D" w14:textId="77777777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ADF4508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42681AE6" w14:textId="77777777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2EDCBEF9" w14:textId="77777777" w:rsidR="00B904C3" w:rsidRPr="00B70AF0" w:rsidRDefault="00B904C3" w:rsidP="00B904C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659732FE" w14:textId="77777777" w:rsidR="00B904C3" w:rsidRPr="00B70AF0" w:rsidRDefault="00B904C3" w:rsidP="00B904C3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48C209F" w14:textId="77777777" w:rsidR="00B904C3" w:rsidRPr="00B70AF0" w:rsidRDefault="00B904C3" w:rsidP="00B904C3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14:paraId="3ECC789C" w14:textId="77777777" w:rsidR="00B904C3" w:rsidRPr="00B70AF0" w:rsidRDefault="00B904C3" w:rsidP="00B904C3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B904C3" w:rsidRPr="00B70AF0" w14:paraId="60A2EC8B" w14:textId="77777777" w:rsidTr="26BA0649">
        <w:tc>
          <w:tcPr>
            <w:tcW w:w="4410" w:type="dxa"/>
            <w:shd w:val="clear" w:color="auto" w:fill="auto"/>
          </w:tcPr>
          <w:p w14:paraId="258CE4A5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ค่าตอบแทนผู้บริหารสำคัญ</w:t>
            </w:r>
          </w:p>
        </w:tc>
        <w:tc>
          <w:tcPr>
            <w:tcW w:w="990" w:type="dxa"/>
            <w:shd w:val="clear" w:color="auto" w:fill="auto"/>
          </w:tcPr>
          <w:p w14:paraId="292C6024" w14:textId="08BEB87A" w:rsidR="00B904C3" w:rsidRPr="00B70AF0" w:rsidRDefault="00B904C3" w:rsidP="00B904C3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26710285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587A800E" w14:textId="66488FBA" w:rsidR="00B904C3" w:rsidRPr="00B70AF0" w:rsidRDefault="00B904C3" w:rsidP="00B904C3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E8F8DD2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1440B158" w14:textId="17E9254C" w:rsidR="00B904C3" w:rsidRPr="00B70AF0" w:rsidRDefault="00B904C3" w:rsidP="00B904C3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0E040C8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0621FAE6" w14:textId="147CEEFD" w:rsidR="00B904C3" w:rsidRPr="00B70AF0" w:rsidRDefault="00B904C3" w:rsidP="00B904C3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B904C3" w:rsidRPr="00B70AF0" w14:paraId="2B96BD11" w14:textId="77777777" w:rsidTr="26BA0649">
        <w:tc>
          <w:tcPr>
            <w:tcW w:w="4410" w:type="dxa"/>
            <w:shd w:val="clear" w:color="auto" w:fill="auto"/>
          </w:tcPr>
          <w:p w14:paraId="5CA37418" w14:textId="7BC8CB39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 xml:space="preserve">ผลประโยชน์ระยะสั้นของผู้บริหาร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5A9AB18" w14:textId="62BEBFA5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9155A2F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331AC32" w14:textId="0C02CEA8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43A7BBF4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4E2458D" w14:textId="456342B4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792F7C2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C379687" w14:textId="036E9BFF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B904C3" w:rsidRPr="00B70AF0" w14:paraId="5B5A065C" w14:textId="77777777" w:rsidTr="26BA0649">
        <w:tc>
          <w:tcPr>
            <w:tcW w:w="4410" w:type="dxa"/>
            <w:shd w:val="clear" w:color="auto" w:fill="auto"/>
          </w:tcPr>
          <w:p w14:paraId="45805E58" w14:textId="6316B51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B70AF0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 xml:space="preserve"> </w:t>
            </w:r>
            <w:r w:rsidRPr="00B70AF0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 xml:space="preserve">   </w:t>
            </w:r>
            <w:r w:rsidRPr="00B70AF0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</w:t>
            </w:r>
            <w:r w:rsidRPr="00B70AF0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รวมค่าตอบแทนกรรมการ</w:t>
            </w:r>
            <w:r w:rsidRPr="00B70AF0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)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8B038DF" w14:textId="5AEC0212" w:rsidR="00B904C3" w:rsidRPr="00B70AF0" w:rsidRDefault="47F5DD3B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20</w:t>
            </w:r>
            <w:r w:rsidR="61B24997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="68776C0D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287</w:t>
            </w:r>
          </w:p>
        </w:tc>
        <w:tc>
          <w:tcPr>
            <w:tcW w:w="262" w:type="dxa"/>
            <w:shd w:val="clear" w:color="auto" w:fill="auto"/>
          </w:tcPr>
          <w:p w14:paraId="4B82BA39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12EF62B" w14:textId="58858A11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19</w:t>
            </w:r>
            <w:r w:rsidRPr="00B70AF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70AF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462</w:t>
            </w:r>
          </w:p>
        </w:tc>
        <w:tc>
          <w:tcPr>
            <w:tcW w:w="262" w:type="dxa"/>
            <w:shd w:val="clear" w:color="auto" w:fill="auto"/>
          </w:tcPr>
          <w:p w14:paraId="31A6CB2E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66CD6B6A" w14:textId="1C36DB19" w:rsidR="00B904C3" w:rsidRPr="00B70AF0" w:rsidRDefault="2962A580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17,</w:t>
            </w:r>
            <w:r w:rsidR="0E19DF5C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587</w:t>
            </w:r>
          </w:p>
        </w:tc>
        <w:tc>
          <w:tcPr>
            <w:tcW w:w="270" w:type="dxa"/>
            <w:shd w:val="clear" w:color="auto" w:fill="auto"/>
          </w:tcPr>
          <w:p w14:paraId="719EBB30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180200A" w14:textId="43E48903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16</w:t>
            </w:r>
            <w:r w:rsidRPr="00B70AF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70AF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762</w:t>
            </w:r>
          </w:p>
        </w:tc>
      </w:tr>
      <w:tr w:rsidR="00B904C3" w:rsidRPr="00B70AF0" w14:paraId="362F9827" w14:textId="77777777" w:rsidTr="26BA0649">
        <w:tc>
          <w:tcPr>
            <w:tcW w:w="4410" w:type="dxa"/>
            <w:shd w:val="clear" w:color="auto" w:fill="auto"/>
          </w:tcPr>
          <w:p w14:paraId="50E0111D" w14:textId="5C0DB245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โครงการผลประโยชน์ที่กำหนดไว้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EFD5A81" w14:textId="66CEA623" w:rsidR="00B904C3" w:rsidRPr="00B70AF0" w:rsidRDefault="007F1EDB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804</w:t>
            </w:r>
          </w:p>
        </w:tc>
        <w:tc>
          <w:tcPr>
            <w:tcW w:w="262" w:type="dxa"/>
            <w:shd w:val="clear" w:color="auto" w:fill="auto"/>
          </w:tcPr>
          <w:p w14:paraId="1885DFF5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62ED6C5B" w14:textId="4099709F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738</w:t>
            </w:r>
          </w:p>
        </w:tc>
        <w:tc>
          <w:tcPr>
            <w:tcW w:w="262" w:type="dxa"/>
            <w:shd w:val="clear" w:color="auto" w:fill="auto"/>
          </w:tcPr>
          <w:p w14:paraId="4962BB4C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6BB81D16" w14:textId="6158FDC2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804</w:t>
            </w:r>
          </w:p>
        </w:tc>
        <w:tc>
          <w:tcPr>
            <w:tcW w:w="270" w:type="dxa"/>
            <w:shd w:val="clear" w:color="auto" w:fill="auto"/>
          </w:tcPr>
          <w:p w14:paraId="1140C3F7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CAA8EA7" w14:textId="0D19F41C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738</w:t>
            </w:r>
          </w:p>
        </w:tc>
      </w:tr>
      <w:tr w:rsidR="00B904C3" w:rsidRPr="00B70AF0" w14:paraId="13AA365B" w14:textId="77777777" w:rsidTr="26BA0649">
        <w:tc>
          <w:tcPr>
            <w:tcW w:w="4410" w:type="dxa"/>
            <w:shd w:val="clear" w:color="auto" w:fill="auto"/>
          </w:tcPr>
          <w:p w14:paraId="464AA228" w14:textId="4464981B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990" w:type="dxa"/>
            <w:shd w:val="clear" w:color="auto" w:fill="auto"/>
          </w:tcPr>
          <w:p w14:paraId="383BB046" w14:textId="77777777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4E63BCE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6F912786" w14:textId="77777777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</w:tcPr>
          <w:p w14:paraId="2EA629C8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379D98ED" w14:textId="77777777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4008993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13AA9F33" w14:textId="77777777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</w:tr>
      <w:tr w:rsidR="00B904C3" w:rsidRPr="00B70AF0" w14:paraId="5654B7E4" w14:textId="77777777" w:rsidTr="26BA0649">
        <w:tc>
          <w:tcPr>
            <w:tcW w:w="4410" w:type="dxa"/>
            <w:shd w:val="clear" w:color="auto" w:fill="auto"/>
          </w:tcPr>
          <w:p w14:paraId="7157D50B" w14:textId="622C24EA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ขายสินค้าหรือการให้บริการ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194F19E" w14:textId="43316E3B" w:rsidR="00B904C3" w:rsidRPr="00B70AF0" w:rsidRDefault="00756E29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18</w:t>
            </w:r>
          </w:p>
        </w:tc>
        <w:tc>
          <w:tcPr>
            <w:tcW w:w="262" w:type="dxa"/>
            <w:shd w:val="clear" w:color="auto" w:fill="auto"/>
          </w:tcPr>
          <w:p w14:paraId="5A062685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9009A47" w14:textId="7174663E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199</w:t>
            </w:r>
          </w:p>
        </w:tc>
        <w:tc>
          <w:tcPr>
            <w:tcW w:w="262" w:type="dxa"/>
            <w:shd w:val="clear" w:color="auto" w:fill="auto"/>
          </w:tcPr>
          <w:p w14:paraId="672B6717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71EBA45" w14:textId="2E0BEB7F" w:rsidR="00B904C3" w:rsidRPr="00B70AF0" w:rsidRDefault="00B904C3" w:rsidP="00B904C3">
            <w:pPr>
              <w:pStyle w:val="acctfourfigures"/>
              <w:tabs>
                <w:tab w:val="clear" w:pos="765"/>
                <w:tab w:val="decimal" w:pos="534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0DCA589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6BC742A5" w14:textId="20F7E804" w:rsidR="00B904C3" w:rsidRPr="00B70AF0" w:rsidRDefault="00B904C3" w:rsidP="00B904C3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B904C3" w:rsidRPr="00B70AF0" w14:paraId="5C69335C" w14:textId="77777777" w:rsidTr="26BA0649">
        <w:tc>
          <w:tcPr>
            <w:tcW w:w="4410" w:type="dxa"/>
            <w:shd w:val="clear" w:color="auto" w:fill="auto"/>
          </w:tcPr>
          <w:p w14:paraId="6A1D3867" w14:textId="618CA99B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รายได้อื่น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ab/>
            </w:r>
          </w:p>
        </w:tc>
        <w:tc>
          <w:tcPr>
            <w:tcW w:w="990" w:type="dxa"/>
            <w:shd w:val="clear" w:color="auto" w:fill="auto"/>
          </w:tcPr>
          <w:p w14:paraId="7E09AD64" w14:textId="3CA70996" w:rsidR="00B904C3" w:rsidRPr="00B70AF0" w:rsidRDefault="00716A4F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1,131</w:t>
            </w:r>
          </w:p>
        </w:tc>
        <w:tc>
          <w:tcPr>
            <w:tcW w:w="262" w:type="dxa"/>
            <w:shd w:val="clear" w:color="auto" w:fill="auto"/>
          </w:tcPr>
          <w:p w14:paraId="544DDDB2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4A3EE5FB" w14:textId="64FEF7D6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</w:rPr>
              <w:t>986</w:t>
            </w:r>
          </w:p>
        </w:tc>
        <w:tc>
          <w:tcPr>
            <w:tcW w:w="262" w:type="dxa"/>
            <w:shd w:val="clear" w:color="auto" w:fill="auto"/>
          </w:tcPr>
          <w:p w14:paraId="6A09B2BC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11ACD5C" w14:textId="1A562FD2" w:rsidR="00B904C3" w:rsidRPr="00B70AF0" w:rsidRDefault="00B904C3" w:rsidP="00B904C3">
            <w:pPr>
              <w:pStyle w:val="acctfourfigures"/>
              <w:tabs>
                <w:tab w:val="clear" w:pos="765"/>
                <w:tab w:val="decimal" w:pos="534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C450DF3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103500B7" w14:textId="76A6E130" w:rsidR="00B904C3" w:rsidRPr="00B70AF0" w:rsidRDefault="00B904C3" w:rsidP="00B904C3">
            <w:pPr>
              <w:pStyle w:val="acctfourfigures"/>
              <w:tabs>
                <w:tab w:val="clear" w:pos="765"/>
                <w:tab w:val="decimal" w:pos="780"/>
              </w:tabs>
              <w:spacing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19</w:t>
            </w:r>
          </w:p>
        </w:tc>
      </w:tr>
      <w:tr w:rsidR="00B904C3" w:rsidRPr="00B70AF0" w14:paraId="6A62AC04" w14:textId="77777777" w:rsidTr="26BA0649">
        <w:tc>
          <w:tcPr>
            <w:tcW w:w="4410" w:type="dxa"/>
            <w:shd w:val="clear" w:color="auto" w:fill="auto"/>
          </w:tcPr>
          <w:p w14:paraId="508D2D92" w14:textId="0E2B296A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ซื้อสินค้าหรือบริการ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31A14B4" w14:textId="34012ED8" w:rsidR="00B904C3" w:rsidRPr="00B70AF0" w:rsidRDefault="00716A4F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1,345</w:t>
            </w:r>
          </w:p>
        </w:tc>
        <w:tc>
          <w:tcPr>
            <w:tcW w:w="262" w:type="dxa"/>
            <w:shd w:val="clear" w:color="auto" w:fill="auto"/>
          </w:tcPr>
          <w:p w14:paraId="2A990EFD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CE0D255" w14:textId="0EA73754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1,678</w:t>
            </w:r>
          </w:p>
        </w:tc>
        <w:tc>
          <w:tcPr>
            <w:tcW w:w="262" w:type="dxa"/>
            <w:shd w:val="clear" w:color="auto" w:fill="auto"/>
          </w:tcPr>
          <w:p w14:paraId="67F1D939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4275173" w14:textId="0F6A120D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265</w:t>
            </w:r>
          </w:p>
        </w:tc>
        <w:tc>
          <w:tcPr>
            <w:tcW w:w="270" w:type="dxa"/>
            <w:shd w:val="clear" w:color="auto" w:fill="auto"/>
          </w:tcPr>
          <w:p w14:paraId="336C7847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634F0AEA" w14:textId="6EC6708E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</w:rPr>
              <w:t>379</w:t>
            </w:r>
          </w:p>
        </w:tc>
      </w:tr>
      <w:tr w:rsidR="00B904C3" w:rsidRPr="00B70AF0" w14:paraId="1BAEBEAC" w14:textId="77777777" w:rsidTr="26BA0649">
        <w:tc>
          <w:tcPr>
            <w:tcW w:w="4410" w:type="dxa"/>
            <w:shd w:val="clear" w:color="auto" w:fill="auto"/>
          </w:tcPr>
          <w:p w14:paraId="0B63A5B1" w14:textId="6E65ED12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ซื้อสินทรัพย์</w:t>
            </w:r>
            <w:r w:rsidRPr="00B70AF0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8D8387E" w14:textId="1BA92C29" w:rsidR="00B904C3" w:rsidRPr="00B70AF0" w:rsidRDefault="007F1EDB" w:rsidP="007F1EDB">
            <w:pPr>
              <w:pStyle w:val="acctfourfigures"/>
              <w:tabs>
                <w:tab w:val="clear" w:pos="765"/>
                <w:tab w:val="decimal" w:pos="52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- </w:t>
            </w:r>
          </w:p>
        </w:tc>
        <w:tc>
          <w:tcPr>
            <w:tcW w:w="262" w:type="dxa"/>
            <w:shd w:val="clear" w:color="auto" w:fill="auto"/>
          </w:tcPr>
          <w:p w14:paraId="69FBEE4C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00F1C01E" w14:textId="4E46AD59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294</w:t>
            </w:r>
          </w:p>
        </w:tc>
        <w:tc>
          <w:tcPr>
            <w:tcW w:w="262" w:type="dxa"/>
            <w:shd w:val="clear" w:color="auto" w:fill="auto"/>
          </w:tcPr>
          <w:p w14:paraId="5563DE98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735F40B0" w14:textId="7343494C" w:rsidR="00B904C3" w:rsidRPr="00B70AF0" w:rsidRDefault="00B904C3" w:rsidP="00B904C3">
            <w:pPr>
              <w:pStyle w:val="acctfourfigures"/>
              <w:tabs>
                <w:tab w:val="clear" w:pos="765"/>
                <w:tab w:val="decimal" w:pos="534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28419294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76A10E4E" w14:textId="3E8A2C41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20</w:t>
            </w:r>
          </w:p>
        </w:tc>
      </w:tr>
      <w:tr w:rsidR="00B904C3" w:rsidRPr="00B70AF0" w14:paraId="37268683" w14:textId="77777777" w:rsidTr="26BA0649">
        <w:tc>
          <w:tcPr>
            <w:tcW w:w="4410" w:type="dxa"/>
            <w:shd w:val="clear" w:color="auto" w:fill="auto"/>
          </w:tcPr>
          <w:p w14:paraId="20B957A4" w14:textId="5C031B5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ค่าใช้จ่ายอื่น</w:t>
            </w:r>
          </w:p>
        </w:tc>
        <w:tc>
          <w:tcPr>
            <w:tcW w:w="990" w:type="dxa"/>
            <w:shd w:val="clear" w:color="auto" w:fill="auto"/>
          </w:tcPr>
          <w:p w14:paraId="0163EFC5" w14:textId="13D7642E" w:rsidR="00B904C3" w:rsidRPr="00B70AF0" w:rsidRDefault="00716A4F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807</w:t>
            </w:r>
          </w:p>
        </w:tc>
        <w:tc>
          <w:tcPr>
            <w:tcW w:w="262" w:type="dxa"/>
            <w:shd w:val="clear" w:color="auto" w:fill="auto"/>
          </w:tcPr>
          <w:p w14:paraId="71F20D17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6DED11DB" w14:textId="66BC065A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1,230</w:t>
            </w:r>
          </w:p>
        </w:tc>
        <w:tc>
          <w:tcPr>
            <w:tcW w:w="262" w:type="dxa"/>
            <w:shd w:val="clear" w:color="auto" w:fill="auto"/>
          </w:tcPr>
          <w:p w14:paraId="3AD2F685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4A481ED0" w14:textId="335C9D5D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 xml:space="preserve">71 </w:t>
            </w:r>
          </w:p>
        </w:tc>
        <w:tc>
          <w:tcPr>
            <w:tcW w:w="270" w:type="dxa"/>
            <w:shd w:val="clear" w:color="auto" w:fill="auto"/>
          </w:tcPr>
          <w:p w14:paraId="4BD2EAE0" w14:textId="77777777" w:rsidR="00B904C3" w:rsidRPr="00B70AF0" w:rsidRDefault="00B904C3" w:rsidP="00B904C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758980FE" w14:textId="3BE8B2BC" w:rsidR="00B904C3" w:rsidRPr="00B70AF0" w:rsidRDefault="00B904C3" w:rsidP="00B904C3">
            <w:pPr>
              <w:pStyle w:val="acctfourfigures"/>
              <w:spacing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496</w:t>
            </w:r>
          </w:p>
        </w:tc>
      </w:tr>
    </w:tbl>
    <w:p w14:paraId="36700852" w14:textId="77777777" w:rsidR="00EB7364" w:rsidRPr="00B70AF0" w:rsidRDefault="00EB7364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630" w:hanging="90"/>
        <w:jc w:val="both"/>
        <w:rPr>
          <w:rFonts w:ascii="Angsana New" w:hAnsi="Angsana New"/>
          <w:b/>
          <w:bCs/>
          <w:sz w:val="24"/>
          <w:szCs w:val="24"/>
        </w:rPr>
      </w:pPr>
    </w:p>
    <w:p w14:paraId="02FC0856" w14:textId="354FA18A" w:rsidR="00B01A1A" w:rsidRPr="00B70AF0" w:rsidRDefault="00B07C5C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sz w:val="28"/>
          <w:szCs w:val="28"/>
        </w:rPr>
      </w:pPr>
      <w:r w:rsidRPr="00B70AF0">
        <w:rPr>
          <w:rFonts w:ascii="Angsana New" w:hAnsi="Angsana New" w:hint="cs"/>
          <w:sz w:val="28"/>
          <w:szCs w:val="28"/>
          <w:cs/>
        </w:rPr>
        <w:t>ยอดคงเหลือกับ</w:t>
      </w:r>
      <w:r w:rsidR="00B01A1A" w:rsidRPr="00B70AF0">
        <w:rPr>
          <w:rFonts w:ascii="Angsana New" w:hAnsi="Angsana New" w:hint="cs"/>
          <w:sz w:val="28"/>
          <w:szCs w:val="28"/>
          <w:cs/>
        </w:rPr>
        <w:t>กิจการที่เ</w:t>
      </w:r>
      <w:r w:rsidR="00FA0689" w:rsidRPr="00B70AF0">
        <w:rPr>
          <w:rFonts w:ascii="Angsana New" w:hAnsi="Angsana New" w:hint="cs"/>
          <w:sz w:val="28"/>
          <w:szCs w:val="28"/>
          <w:cs/>
        </w:rPr>
        <w:t xml:space="preserve">กี่ยวข้องกัน ณ วันที่ </w:t>
      </w:r>
      <w:r w:rsidR="000B0741" w:rsidRPr="00B70AF0">
        <w:rPr>
          <w:rFonts w:ascii="Angsana New" w:hAnsi="Angsana New" w:hint="cs"/>
          <w:sz w:val="28"/>
          <w:szCs w:val="28"/>
        </w:rPr>
        <w:t>3</w:t>
      </w:r>
      <w:r w:rsidR="000B0741" w:rsidRPr="00B70AF0">
        <w:rPr>
          <w:rFonts w:ascii="Angsana New" w:hAnsi="Angsana New"/>
          <w:sz w:val="28"/>
          <w:szCs w:val="28"/>
        </w:rPr>
        <w:t>0</w:t>
      </w:r>
      <w:r w:rsidR="000B532A" w:rsidRPr="00B70AF0">
        <w:rPr>
          <w:rFonts w:ascii="Angsana New" w:hAnsi="Angsana New" w:hint="cs"/>
          <w:sz w:val="28"/>
          <w:szCs w:val="28"/>
          <w:cs/>
        </w:rPr>
        <w:t xml:space="preserve"> </w:t>
      </w:r>
      <w:r w:rsidR="008770A8" w:rsidRPr="00B70AF0">
        <w:rPr>
          <w:rFonts w:ascii="Angsana New" w:hAnsi="Angsana New" w:hint="cs"/>
          <w:sz w:val="28"/>
          <w:szCs w:val="28"/>
          <w:cs/>
        </w:rPr>
        <w:t>กันยา</w:t>
      </w:r>
      <w:r w:rsidR="000B532A" w:rsidRPr="00B70AF0">
        <w:rPr>
          <w:rFonts w:ascii="Angsana New" w:hAnsi="Angsana New" w:hint="cs"/>
          <w:sz w:val="28"/>
          <w:szCs w:val="28"/>
          <w:cs/>
        </w:rPr>
        <w:t>ยน</w:t>
      </w:r>
      <w:r w:rsidR="00EB7364" w:rsidRPr="00B70AF0">
        <w:rPr>
          <w:rFonts w:ascii="Angsana New" w:hAnsi="Angsana New" w:hint="cs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 w:hint="cs"/>
          <w:sz w:val="28"/>
          <w:szCs w:val="28"/>
        </w:rPr>
        <w:t>256</w:t>
      </w:r>
      <w:r w:rsidR="000B0741" w:rsidRPr="00B70AF0">
        <w:rPr>
          <w:rFonts w:ascii="Angsana New" w:hAnsi="Angsana New"/>
          <w:sz w:val="28"/>
          <w:szCs w:val="28"/>
        </w:rPr>
        <w:t>4</w:t>
      </w:r>
      <w:r w:rsidR="00B01A1A" w:rsidRPr="00B70AF0">
        <w:rPr>
          <w:rFonts w:ascii="Angsana New" w:hAnsi="Angsana New" w:hint="cs"/>
          <w:sz w:val="28"/>
          <w:szCs w:val="28"/>
        </w:rPr>
        <w:t xml:space="preserve"> </w:t>
      </w:r>
      <w:r w:rsidR="00B01A1A" w:rsidRPr="00B70AF0">
        <w:rPr>
          <w:rFonts w:ascii="Angsana New" w:hAnsi="Angsana New" w:hint="cs"/>
          <w:sz w:val="28"/>
          <w:szCs w:val="28"/>
          <w:cs/>
        </w:rPr>
        <w:t xml:space="preserve">และ </w:t>
      </w:r>
      <w:r w:rsidR="000B0741" w:rsidRPr="00B70AF0">
        <w:rPr>
          <w:rFonts w:ascii="Angsana New" w:hAnsi="Angsana New" w:hint="cs"/>
          <w:sz w:val="28"/>
          <w:szCs w:val="28"/>
        </w:rPr>
        <w:t>31</w:t>
      </w:r>
      <w:r w:rsidR="00B01A1A" w:rsidRPr="00B70AF0">
        <w:rPr>
          <w:rFonts w:ascii="Angsana New" w:hAnsi="Angsana New" w:hint="cs"/>
          <w:sz w:val="28"/>
          <w:szCs w:val="28"/>
        </w:rPr>
        <w:t xml:space="preserve"> </w:t>
      </w:r>
      <w:r w:rsidR="00B01A1A" w:rsidRPr="00B70AF0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0B0741" w:rsidRPr="00B70AF0">
        <w:rPr>
          <w:rFonts w:ascii="Angsana New" w:hAnsi="Angsana New" w:hint="cs"/>
          <w:sz w:val="28"/>
          <w:szCs w:val="28"/>
        </w:rPr>
        <w:t>256</w:t>
      </w:r>
      <w:r w:rsidR="000B0741" w:rsidRPr="00B70AF0">
        <w:rPr>
          <w:rFonts w:ascii="Angsana New" w:hAnsi="Angsana New"/>
          <w:sz w:val="28"/>
          <w:szCs w:val="28"/>
        </w:rPr>
        <w:t>3</w:t>
      </w:r>
      <w:r w:rsidR="00B01A1A" w:rsidRPr="00B70AF0">
        <w:rPr>
          <w:rFonts w:ascii="Angsana New" w:hAnsi="Angsana New" w:hint="cs"/>
          <w:sz w:val="28"/>
          <w:szCs w:val="28"/>
          <w:cs/>
        </w:rPr>
        <w:t xml:space="preserve"> มีดังนี้</w:t>
      </w:r>
    </w:p>
    <w:p w14:paraId="19D876DA" w14:textId="77777777" w:rsidR="00B7029E" w:rsidRPr="00B70AF0" w:rsidRDefault="00B7029E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both"/>
        <w:rPr>
          <w:rFonts w:ascii="Angsana New" w:hAnsi="Angsana New"/>
          <w:sz w:val="24"/>
          <w:szCs w:val="24"/>
        </w:rPr>
      </w:pPr>
    </w:p>
    <w:tbl>
      <w:tblPr>
        <w:tblW w:w="9183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90"/>
        <w:gridCol w:w="1170"/>
        <w:gridCol w:w="262"/>
        <w:gridCol w:w="1178"/>
        <w:gridCol w:w="270"/>
        <w:gridCol w:w="1170"/>
        <w:gridCol w:w="262"/>
        <w:gridCol w:w="1181"/>
      </w:tblGrid>
      <w:tr w:rsidR="00EB7364" w:rsidRPr="00B70AF0" w14:paraId="637B226B" w14:textId="77777777" w:rsidTr="000B532A">
        <w:trPr>
          <w:tblHeader/>
        </w:trPr>
        <w:tc>
          <w:tcPr>
            <w:tcW w:w="3690" w:type="dxa"/>
            <w:shd w:val="clear" w:color="auto" w:fill="auto"/>
          </w:tcPr>
          <w:p w14:paraId="20545819" w14:textId="77777777" w:rsidR="00EB7364" w:rsidRPr="00B70AF0" w:rsidRDefault="00EB7364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10" w:type="dxa"/>
            <w:gridSpan w:val="3"/>
            <w:shd w:val="clear" w:color="auto" w:fill="auto"/>
            <w:vAlign w:val="bottom"/>
          </w:tcPr>
          <w:p w14:paraId="5EC48BD3" w14:textId="77777777" w:rsidR="00EB7364" w:rsidRPr="00B70AF0" w:rsidRDefault="00EB7364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14:paraId="35350834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613" w:type="dxa"/>
            <w:gridSpan w:val="3"/>
            <w:shd w:val="clear" w:color="auto" w:fill="auto"/>
            <w:vAlign w:val="bottom"/>
          </w:tcPr>
          <w:p w14:paraId="4E88719B" w14:textId="77777777" w:rsidR="00EB7364" w:rsidRPr="00B70AF0" w:rsidRDefault="00EB7364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EB7364" w:rsidRPr="00B70AF0" w14:paraId="7DA6A84F" w14:textId="77777777" w:rsidTr="000B532A">
        <w:trPr>
          <w:tblHeader/>
        </w:trPr>
        <w:tc>
          <w:tcPr>
            <w:tcW w:w="3690" w:type="dxa"/>
            <w:shd w:val="clear" w:color="auto" w:fill="auto"/>
          </w:tcPr>
          <w:p w14:paraId="05E45E48" w14:textId="77777777" w:rsidR="00EB7364" w:rsidRPr="00B70AF0" w:rsidRDefault="00EB7364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2501A9DA" w14:textId="38C91718" w:rsidR="00EB7364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</w:rPr>
              <w:t>3</w:t>
            </w:r>
            <w:r w:rsidRPr="00B70AF0">
              <w:rPr>
                <w:rFonts w:ascii="Angsana New" w:hAnsi="Angsana New"/>
                <w:bCs/>
                <w:sz w:val="28"/>
                <w:szCs w:val="28"/>
              </w:rPr>
              <w:t>0</w:t>
            </w:r>
            <w:r w:rsidR="000B532A" w:rsidRPr="00B70AF0">
              <w:rPr>
                <w:rFonts w:ascii="Angsana New" w:hAnsi="Angsana New"/>
                <w:bCs/>
                <w:sz w:val="28"/>
                <w:szCs w:val="28"/>
              </w:rPr>
              <w:t xml:space="preserve"> </w:t>
            </w:r>
            <w:r w:rsidR="002C1BFB" w:rsidRPr="00B70AF0">
              <w:rPr>
                <w:rFonts w:ascii="Angsana New" w:hAnsi="Angsana New" w:hint="cs"/>
                <w:b/>
                <w:sz w:val="28"/>
                <w:szCs w:val="28"/>
                <w:cs/>
              </w:rPr>
              <w:t>กันยา</w:t>
            </w:r>
            <w:r w:rsidR="000B532A" w:rsidRPr="00B70AF0">
              <w:rPr>
                <w:rFonts w:ascii="Angsana New" w:hAnsi="Angsana New" w:hint="cs"/>
                <w:b/>
                <w:sz w:val="28"/>
                <w:szCs w:val="28"/>
                <w:cs/>
              </w:rPr>
              <w:t>ยน</w:t>
            </w:r>
          </w:p>
        </w:tc>
        <w:tc>
          <w:tcPr>
            <w:tcW w:w="262" w:type="dxa"/>
            <w:shd w:val="clear" w:color="auto" w:fill="auto"/>
          </w:tcPr>
          <w:p w14:paraId="4BDDE4CA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</w:tcPr>
          <w:p w14:paraId="1A9EF5FF" w14:textId="180C66FF" w:rsidR="00EB7364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</w:rPr>
              <w:t>31</w:t>
            </w:r>
            <w:r w:rsidR="00EB7364" w:rsidRPr="00B70AF0">
              <w:rPr>
                <w:rFonts w:ascii="Angsana New" w:hAnsi="Angsana New" w:hint="cs"/>
                <w:b/>
                <w:sz w:val="28"/>
                <w:szCs w:val="28"/>
              </w:rPr>
              <w:t xml:space="preserve"> </w:t>
            </w:r>
            <w:r w:rsidR="00EB7364" w:rsidRPr="00B70AF0">
              <w:rPr>
                <w:rFonts w:ascii="Angsana New" w:hAnsi="Angsana New" w:hint="cs"/>
                <w:b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70" w:type="dxa"/>
            <w:shd w:val="clear" w:color="auto" w:fill="auto"/>
          </w:tcPr>
          <w:p w14:paraId="5F4FFE98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1AE6E796" w14:textId="145C577C" w:rsidR="00EB7364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</w:rPr>
              <w:t>3</w:t>
            </w:r>
            <w:r w:rsidRPr="00B70AF0">
              <w:rPr>
                <w:rFonts w:ascii="Angsana New" w:hAnsi="Angsana New"/>
                <w:bCs/>
                <w:sz w:val="28"/>
                <w:szCs w:val="28"/>
              </w:rPr>
              <w:t>0</w:t>
            </w:r>
            <w:r w:rsidR="000B532A" w:rsidRPr="00B70AF0">
              <w:rPr>
                <w:rFonts w:ascii="Angsana New" w:hAnsi="Angsana New"/>
                <w:bCs/>
                <w:sz w:val="28"/>
                <w:szCs w:val="28"/>
              </w:rPr>
              <w:t xml:space="preserve"> </w:t>
            </w:r>
            <w:r w:rsidR="002C1BFB" w:rsidRPr="00B70AF0">
              <w:rPr>
                <w:rFonts w:ascii="Angsana New" w:hAnsi="Angsana New" w:hint="cs"/>
                <w:b/>
                <w:sz w:val="28"/>
                <w:szCs w:val="28"/>
                <w:cs/>
              </w:rPr>
              <w:t>กันยา</w:t>
            </w:r>
            <w:r w:rsidR="000B532A" w:rsidRPr="00B70AF0">
              <w:rPr>
                <w:rFonts w:ascii="Angsana New" w:hAnsi="Angsana New" w:hint="cs"/>
                <w:b/>
                <w:sz w:val="28"/>
                <w:szCs w:val="28"/>
                <w:cs/>
              </w:rPr>
              <w:t>ยน</w:t>
            </w:r>
          </w:p>
        </w:tc>
        <w:tc>
          <w:tcPr>
            <w:tcW w:w="262" w:type="dxa"/>
            <w:shd w:val="clear" w:color="auto" w:fill="auto"/>
          </w:tcPr>
          <w:p w14:paraId="274F1B38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81" w:type="dxa"/>
            <w:shd w:val="clear" w:color="auto" w:fill="auto"/>
          </w:tcPr>
          <w:p w14:paraId="20D3EFE3" w14:textId="67154C6C" w:rsidR="00EB7364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</w:rPr>
              <w:t>31</w:t>
            </w:r>
            <w:r w:rsidR="00EB7364" w:rsidRPr="00B70AF0">
              <w:rPr>
                <w:rFonts w:ascii="Angsana New" w:hAnsi="Angsana New" w:hint="cs"/>
                <w:b/>
                <w:sz w:val="28"/>
                <w:szCs w:val="28"/>
              </w:rPr>
              <w:t xml:space="preserve"> </w:t>
            </w:r>
            <w:r w:rsidR="00EB7364" w:rsidRPr="00B70AF0">
              <w:rPr>
                <w:rFonts w:ascii="Angsana New" w:hAnsi="Angsana New" w:hint="cs"/>
                <w:b/>
                <w:sz w:val="28"/>
                <w:szCs w:val="28"/>
                <w:cs/>
              </w:rPr>
              <w:t>ธันวาคม</w:t>
            </w:r>
          </w:p>
        </w:tc>
      </w:tr>
      <w:tr w:rsidR="00EB7364" w:rsidRPr="00B70AF0" w14:paraId="3ACF78B7" w14:textId="77777777" w:rsidTr="000B532A">
        <w:trPr>
          <w:tblHeader/>
        </w:trPr>
        <w:tc>
          <w:tcPr>
            <w:tcW w:w="3690" w:type="dxa"/>
            <w:shd w:val="clear" w:color="auto" w:fill="auto"/>
          </w:tcPr>
          <w:p w14:paraId="7D93DE86" w14:textId="10E11284" w:rsidR="00EB7364" w:rsidRPr="00B70AF0" w:rsidRDefault="00EB7364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2CCCB663" w14:textId="3ED22F09" w:rsidR="00EB7364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62" w:type="dxa"/>
            <w:shd w:val="clear" w:color="auto" w:fill="auto"/>
          </w:tcPr>
          <w:p w14:paraId="447DC99C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</w:tcPr>
          <w:p w14:paraId="28AC30C0" w14:textId="19BC6669" w:rsidR="00EB7364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  <w:tc>
          <w:tcPr>
            <w:tcW w:w="270" w:type="dxa"/>
            <w:shd w:val="clear" w:color="auto" w:fill="auto"/>
          </w:tcPr>
          <w:p w14:paraId="70D70FBC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0583A546" w14:textId="1391A9E9" w:rsidR="00EB7364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62" w:type="dxa"/>
            <w:shd w:val="clear" w:color="auto" w:fill="auto"/>
          </w:tcPr>
          <w:p w14:paraId="26681937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81" w:type="dxa"/>
            <w:shd w:val="clear" w:color="auto" w:fill="auto"/>
          </w:tcPr>
          <w:p w14:paraId="029C21F5" w14:textId="0C47BEAD" w:rsidR="00EB7364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</w:tr>
      <w:tr w:rsidR="00EB7364" w:rsidRPr="00B70AF0" w14:paraId="0D75DFF0" w14:textId="77777777" w:rsidTr="000B532A">
        <w:trPr>
          <w:trHeight w:val="80"/>
          <w:tblHeader/>
        </w:trPr>
        <w:tc>
          <w:tcPr>
            <w:tcW w:w="3690" w:type="dxa"/>
            <w:shd w:val="clear" w:color="auto" w:fill="auto"/>
          </w:tcPr>
          <w:p w14:paraId="4456CD9D" w14:textId="77777777" w:rsidR="00EB7364" w:rsidRPr="00B70AF0" w:rsidRDefault="00EB7364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493" w:type="dxa"/>
            <w:gridSpan w:val="7"/>
            <w:shd w:val="clear" w:color="auto" w:fill="auto"/>
            <w:vAlign w:val="bottom"/>
          </w:tcPr>
          <w:p w14:paraId="511AD54E" w14:textId="77777777" w:rsidR="00EB7364" w:rsidRPr="00B70AF0" w:rsidRDefault="00EB7364" w:rsidP="00C4658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70AF0">
              <w:rPr>
                <w:rFonts w:ascii="Angsana New" w:hAnsi="Angsana New" w:hint="cs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EB7364" w:rsidRPr="00B70AF0" w14:paraId="3E4ED27E" w14:textId="77777777" w:rsidTr="000B532A">
        <w:tc>
          <w:tcPr>
            <w:tcW w:w="3690" w:type="dxa"/>
            <w:shd w:val="clear" w:color="auto" w:fill="auto"/>
          </w:tcPr>
          <w:p w14:paraId="7E1CC26A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05B609C" w14:textId="77777777" w:rsidR="00EB7364" w:rsidRPr="00B70AF0" w:rsidRDefault="00EB7364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3C95FD24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611D17F5" w14:textId="77777777" w:rsidR="00EB7364" w:rsidRPr="00B70AF0" w:rsidRDefault="00EB7364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42CEF97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AF048AD" w14:textId="77777777" w:rsidR="00EB7364" w:rsidRPr="00B70AF0" w:rsidRDefault="00EB7364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2F20E001" w14:textId="77777777" w:rsidR="00EB7364" w:rsidRPr="00B70AF0" w:rsidRDefault="00EB7364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1B3E40F6" w14:textId="77777777" w:rsidR="00EB7364" w:rsidRPr="00B70AF0" w:rsidRDefault="00EB7364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</w:p>
        </w:tc>
      </w:tr>
      <w:tr w:rsidR="00E30DBE" w:rsidRPr="00B70AF0" w14:paraId="724123A9" w14:textId="77777777" w:rsidTr="000B532A">
        <w:tc>
          <w:tcPr>
            <w:tcW w:w="3690" w:type="dxa"/>
            <w:shd w:val="clear" w:color="auto" w:fill="auto"/>
          </w:tcPr>
          <w:p w14:paraId="70EDFD4B" w14:textId="1D3CC1C1" w:rsidR="00E30DBE" w:rsidRPr="00B70AF0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4014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บริษัท</w:t>
            </w:r>
            <w:r w:rsidR="00BA2F4C" w:rsidRPr="00B70AF0">
              <w:rPr>
                <w:rFonts w:ascii="Angsana New" w:hAnsi="Angsana New" w:hint="cs"/>
                <w:sz w:val="28"/>
                <w:szCs w:val="28"/>
                <w:cs/>
              </w:rPr>
              <w:t>ย่อย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51B180F" w14:textId="32CEF34C" w:rsidR="00E30DBE" w:rsidRPr="00B70AF0" w:rsidRDefault="00A85FDC" w:rsidP="00EE3315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2B76F45B" w14:textId="77777777" w:rsidR="00E30DBE" w:rsidRPr="00B70AF0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0D89191C" w14:textId="77777777" w:rsidR="00E30DBE" w:rsidRPr="00B70AF0" w:rsidRDefault="00E30DBE" w:rsidP="00EE3315">
            <w:pPr>
              <w:pStyle w:val="acctfourfigures"/>
              <w:tabs>
                <w:tab w:val="clear" w:pos="765"/>
                <w:tab w:val="decimal" w:pos="26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F94F6AD" w14:textId="77777777" w:rsidR="00E30DBE" w:rsidRPr="00B70AF0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0C82AD4" w14:textId="2D17579C" w:rsidR="00E30DBE" w:rsidRPr="00B70AF0" w:rsidRDefault="00A76323" w:rsidP="00A7632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3,43</w:t>
            </w:r>
            <w:r w:rsidR="00782FB9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62" w:type="dxa"/>
            <w:shd w:val="clear" w:color="auto" w:fill="auto"/>
          </w:tcPr>
          <w:p w14:paraId="4A1FFB01" w14:textId="77777777" w:rsidR="00E30DBE" w:rsidRPr="00B70AF0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7ED3618" w14:textId="056134F0" w:rsidR="00E30DBE" w:rsidRPr="00B70AF0" w:rsidRDefault="000B0741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778</w:t>
            </w:r>
          </w:p>
        </w:tc>
      </w:tr>
      <w:tr w:rsidR="00E30DBE" w:rsidRPr="00B70AF0" w14:paraId="151DACA8" w14:textId="77777777" w:rsidTr="000B532A">
        <w:tc>
          <w:tcPr>
            <w:tcW w:w="3690" w:type="dxa"/>
            <w:shd w:val="clear" w:color="auto" w:fill="auto"/>
          </w:tcPr>
          <w:p w14:paraId="48020EA5" w14:textId="77777777" w:rsidR="00E30DBE" w:rsidRPr="00B70AF0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4014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1F89A59" w14:textId="0330A84A" w:rsidR="00E30DBE" w:rsidRPr="00B70AF0" w:rsidRDefault="00110305" w:rsidP="00110305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122</w:t>
            </w:r>
          </w:p>
        </w:tc>
        <w:tc>
          <w:tcPr>
            <w:tcW w:w="262" w:type="dxa"/>
            <w:shd w:val="clear" w:color="auto" w:fill="auto"/>
          </w:tcPr>
          <w:p w14:paraId="094609F9" w14:textId="77777777" w:rsidR="00E30DBE" w:rsidRPr="00B70AF0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EF94D6D" w14:textId="0EE92687" w:rsidR="00E30DBE" w:rsidRPr="00B70AF0" w:rsidRDefault="000B0741" w:rsidP="0012134A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43</w:t>
            </w:r>
          </w:p>
        </w:tc>
        <w:tc>
          <w:tcPr>
            <w:tcW w:w="270" w:type="dxa"/>
            <w:shd w:val="clear" w:color="auto" w:fill="auto"/>
          </w:tcPr>
          <w:p w14:paraId="1D1C42BD" w14:textId="77777777" w:rsidR="00E30DBE" w:rsidRPr="00B70AF0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88"/>
              <w:jc w:val="right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03914F7" w14:textId="20BA7BD3" w:rsidR="00E30DBE" w:rsidRPr="00B70AF0" w:rsidRDefault="00A76323" w:rsidP="00EE3315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08E62C70" w14:textId="77777777" w:rsidR="00E30DBE" w:rsidRPr="00B70AF0" w:rsidRDefault="00E30DBE" w:rsidP="00C4658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437CF6" w14:textId="77777777" w:rsidR="00E30DBE" w:rsidRPr="00B70AF0" w:rsidRDefault="00E30DBE" w:rsidP="00C4658D">
            <w:pPr>
              <w:pStyle w:val="acctfourfigures"/>
              <w:tabs>
                <w:tab w:val="clear" w:pos="765"/>
                <w:tab w:val="decimal" w:pos="714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</w:tr>
      <w:tr w:rsidR="00E30DBE" w:rsidRPr="00B70AF0" w14:paraId="76354E23" w14:textId="77777777" w:rsidTr="0080370F">
        <w:tc>
          <w:tcPr>
            <w:tcW w:w="3690" w:type="dxa"/>
            <w:shd w:val="clear" w:color="auto" w:fill="auto"/>
          </w:tcPr>
          <w:p w14:paraId="2E7560DB" w14:textId="77777777" w:rsidR="00E30DBE" w:rsidRPr="00B70AF0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right" w:pos="4014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8117CE6" w14:textId="61FE0867" w:rsidR="00E30DBE" w:rsidRPr="00B70AF0" w:rsidRDefault="00110305" w:rsidP="00110305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122</w:t>
            </w:r>
          </w:p>
        </w:tc>
        <w:tc>
          <w:tcPr>
            <w:tcW w:w="262" w:type="dxa"/>
            <w:shd w:val="clear" w:color="auto" w:fill="auto"/>
          </w:tcPr>
          <w:p w14:paraId="01F162C1" w14:textId="77777777" w:rsidR="00E30DBE" w:rsidRPr="00B70AF0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4664428" w14:textId="0AC15DE5" w:rsidR="00E30DBE" w:rsidRPr="00B70AF0" w:rsidRDefault="000B0741" w:rsidP="00C4658D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43</w:t>
            </w:r>
          </w:p>
        </w:tc>
        <w:tc>
          <w:tcPr>
            <w:tcW w:w="270" w:type="dxa"/>
            <w:shd w:val="clear" w:color="auto" w:fill="auto"/>
          </w:tcPr>
          <w:p w14:paraId="0251754C" w14:textId="77777777" w:rsidR="00E30DBE" w:rsidRPr="00B70AF0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88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A0DA906" w14:textId="5FB97F32" w:rsidR="00E30DBE" w:rsidRPr="00B70AF0" w:rsidRDefault="00A76323" w:rsidP="00A76323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3,43</w:t>
            </w:r>
            <w:r w:rsidR="00782FB9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62" w:type="dxa"/>
            <w:shd w:val="clear" w:color="auto" w:fill="auto"/>
          </w:tcPr>
          <w:p w14:paraId="4919F870" w14:textId="77777777" w:rsidR="00E30DBE" w:rsidRPr="00B70AF0" w:rsidRDefault="00E30DBE" w:rsidP="00C4658D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45CC66F" w14:textId="7D24E8AB" w:rsidR="00E30DBE" w:rsidRPr="00B70AF0" w:rsidRDefault="000B0741" w:rsidP="00C4658D">
            <w:pPr>
              <w:pStyle w:val="acctfourfigures"/>
              <w:tabs>
                <w:tab w:val="clear" w:pos="765"/>
                <w:tab w:val="decimal" w:pos="97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778</w:t>
            </w:r>
          </w:p>
        </w:tc>
      </w:tr>
      <w:tr w:rsidR="00E30DBE" w:rsidRPr="00B70AF0" w14:paraId="7D0BE512" w14:textId="77777777" w:rsidTr="008F4E47">
        <w:tc>
          <w:tcPr>
            <w:tcW w:w="3690" w:type="dxa"/>
            <w:shd w:val="clear" w:color="auto" w:fill="auto"/>
          </w:tcPr>
          <w:p w14:paraId="76038F4B" w14:textId="77777777" w:rsidR="00E30DBE" w:rsidRPr="00B70AF0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019D36BF" w14:textId="77777777" w:rsidR="00E30DBE" w:rsidRPr="00B70AF0" w:rsidRDefault="00E30DBE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749F2AA" w14:textId="77777777" w:rsidR="00E30DBE" w:rsidRPr="00B70AF0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  <w:tab w:val="center" w:pos="452"/>
              </w:tabs>
              <w:spacing w:line="240" w:lineRule="auto"/>
              <w:ind w:left="-118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</w:tcPr>
          <w:p w14:paraId="3AEF1CDB" w14:textId="77777777" w:rsidR="00E30DBE" w:rsidRPr="00B70AF0" w:rsidRDefault="00E30DBE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232CC46" w14:textId="77777777" w:rsidR="00E30DBE" w:rsidRPr="00B70AF0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88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71D358F7" w14:textId="77777777" w:rsidR="00E30DBE" w:rsidRPr="00B70AF0" w:rsidRDefault="00E30DBE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408FD22" w14:textId="77777777" w:rsidR="00E30DBE" w:rsidRPr="00B70AF0" w:rsidRDefault="00E30DB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  <w:tab w:val="center" w:pos="452"/>
              </w:tabs>
              <w:spacing w:line="240" w:lineRule="auto"/>
              <w:ind w:left="-118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</w:tcPr>
          <w:p w14:paraId="77E3E66D" w14:textId="77777777" w:rsidR="00E30DBE" w:rsidRPr="00B70AF0" w:rsidRDefault="00E30DBE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80370F" w:rsidRPr="00B70AF0" w14:paraId="5A92A121" w14:textId="77777777" w:rsidTr="00C3073C">
        <w:tc>
          <w:tcPr>
            <w:tcW w:w="3690" w:type="dxa"/>
            <w:shd w:val="clear" w:color="auto" w:fill="auto"/>
          </w:tcPr>
          <w:p w14:paraId="5E0A3189" w14:textId="1813D87D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481B386D" w14:textId="77777777" w:rsidR="0080370F" w:rsidRPr="00B70AF0" w:rsidRDefault="0080370F" w:rsidP="0080370F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7507767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  <w:tab w:val="center" w:pos="452"/>
              </w:tabs>
              <w:spacing w:line="240" w:lineRule="auto"/>
              <w:ind w:left="-118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45018109" w14:textId="77777777" w:rsidR="0080370F" w:rsidRPr="00B70AF0" w:rsidRDefault="0080370F" w:rsidP="0080370F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5C00F35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88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4145566" w14:textId="77777777" w:rsidR="0080370F" w:rsidRPr="00B70AF0" w:rsidRDefault="0080370F" w:rsidP="0080370F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B1CE82B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  <w:tab w:val="center" w:pos="452"/>
              </w:tabs>
              <w:spacing w:line="240" w:lineRule="auto"/>
              <w:ind w:left="-118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F03A9B7" w14:textId="77777777" w:rsidR="0080370F" w:rsidRPr="00B70AF0" w:rsidRDefault="0080370F" w:rsidP="0080370F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80370F" w:rsidRPr="00B70AF0" w14:paraId="07CADCEB" w14:textId="77777777" w:rsidTr="00C3073C">
        <w:tc>
          <w:tcPr>
            <w:tcW w:w="3690" w:type="dxa"/>
            <w:shd w:val="clear" w:color="auto" w:fill="auto"/>
          </w:tcPr>
          <w:p w14:paraId="08B3017E" w14:textId="7C917C1D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64D05E1" w14:textId="1A9D54BE" w:rsidR="0080370F" w:rsidRPr="00B70AF0" w:rsidRDefault="00A85FDC" w:rsidP="00EE3315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63E77C8A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  <w:tab w:val="center" w:pos="452"/>
              </w:tabs>
              <w:spacing w:line="240" w:lineRule="auto"/>
              <w:ind w:left="-1188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42A19C97" w14:textId="7453603D" w:rsidR="0080370F" w:rsidRPr="00B70AF0" w:rsidRDefault="0080370F" w:rsidP="00433D87">
            <w:pPr>
              <w:pStyle w:val="acctfourfigures"/>
              <w:tabs>
                <w:tab w:val="clear" w:pos="765"/>
                <w:tab w:val="decimal" w:pos="26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D011A42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88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3E5921CE" w14:textId="49E8174D" w:rsidR="0080370F" w:rsidRPr="00B70AF0" w:rsidRDefault="00A76323" w:rsidP="00EE331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  <w:r w:rsidR="003C7DE5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,58</w:t>
            </w:r>
            <w:r w:rsidR="005F7DF7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262" w:type="dxa"/>
            <w:shd w:val="clear" w:color="auto" w:fill="auto"/>
          </w:tcPr>
          <w:p w14:paraId="7C72AEC7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  <w:tab w:val="center" w:pos="452"/>
              </w:tabs>
              <w:spacing w:line="240" w:lineRule="auto"/>
              <w:ind w:left="-118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shd w:val="clear" w:color="auto" w:fill="auto"/>
          </w:tcPr>
          <w:p w14:paraId="56A80B6B" w14:textId="4D2F0962" w:rsidR="0080370F" w:rsidRPr="00B70AF0" w:rsidRDefault="000B0741" w:rsidP="0080370F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  <w:r w:rsidR="0080370F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386</w:t>
            </w:r>
          </w:p>
        </w:tc>
      </w:tr>
      <w:tr w:rsidR="0080370F" w:rsidRPr="00B70AF0" w14:paraId="39ECF178" w14:textId="77777777" w:rsidTr="0080370F">
        <w:tc>
          <w:tcPr>
            <w:tcW w:w="3690" w:type="dxa"/>
            <w:shd w:val="clear" w:color="auto" w:fill="auto"/>
          </w:tcPr>
          <w:p w14:paraId="2E724844" w14:textId="3E333CC6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B70AF0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14B322A" w14:textId="3F76220B" w:rsidR="0080370F" w:rsidRPr="00B70AF0" w:rsidRDefault="00A85FDC" w:rsidP="00EE3315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320</w:t>
            </w:r>
          </w:p>
        </w:tc>
        <w:tc>
          <w:tcPr>
            <w:tcW w:w="262" w:type="dxa"/>
            <w:shd w:val="clear" w:color="auto" w:fill="auto"/>
          </w:tcPr>
          <w:p w14:paraId="6CD070D0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  <w:tab w:val="center" w:pos="452"/>
              </w:tabs>
              <w:spacing w:line="240" w:lineRule="auto"/>
              <w:ind w:left="-1188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384C9A3" w14:textId="7ACCD833" w:rsidR="0080370F" w:rsidRPr="00B70AF0" w:rsidRDefault="000B0741" w:rsidP="0012134A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320</w:t>
            </w:r>
          </w:p>
        </w:tc>
        <w:tc>
          <w:tcPr>
            <w:tcW w:w="270" w:type="dxa"/>
            <w:shd w:val="clear" w:color="auto" w:fill="auto"/>
          </w:tcPr>
          <w:p w14:paraId="68381F3F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88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C139418" w14:textId="22C362D1" w:rsidR="0080370F" w:rsidRPr="00B70AF0" w:rsidRDefault="00A76323" w:rsidP="00EE331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320</w:t>
            </w:r>
          </w:p>
        </w:tc>
        <w:tc>
          <w:tcPr>
            <w:tcW w:w="262" w:type="dxa"/>
            <w:shd w:val="clear" w:color="auto" w:fill="auto"/>
          </w:tcPr>
          <w:p w14:paraId="26253F40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  <w:tab w:val="center" w:pos="452"/>
              </w:tabs>
              <w:spacing w:line="240" w:lineRule="auto"/>
              <w:ind w:left="-118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DF84E9E" w14:textId="679FE228" w:rsidR="0080370F" w:rsidRPr="00B70AF0" w:rsidRDefault="000B0741" w:rsidP="0080370F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320</w:t>
            </w:r>
          </w:p>
        </w:tc>
      </w:tr>
      <w:tr w:rsidR="0080370F" w:rsidRPr="00B70AF0" w14:paraId="3185A891" w14:textId="77777777" w:rsidTr="0080370F">
        <w:tc>
          <w:tcPr>
            <w:tcW w:w="3690" w:type="dxa"/>
            <w:shd w:val="clear" w:color="auto" w:fill="auto"/>
          </w:tcPr>
          <w:p w14:paraId="674A4B17" w14:textId="53F67D29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82FA1C0" w14:textId="71449AEB" w:rsidR="0080370F" w:rsidRPr="00B70AF0" w:rsidRDefault="00A85FDC" w:rsidP="00EE3315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320</w:t>
            </w:r>
          </w:p>
        </w:tc>
        <w:tc>
          <w:tcPr>
            <w:tcW w:w="262" w:type="dxa"/>
            <w:shd w:val="clear" w:color="auto" w:fill="auto"/>
          </w:tcPr>
          <w:p w14:paraId="465D07E9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  <w:tab w:val="center" w:pos="452"/>
              </w:tabs>
              <w:spacing w:line="240" w:lineRule="auto"/>
              <w:ind w:left="-1188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A054238" w14:textId="3D27AA13" w:rsidR="0080370F" w:rsidRPr="00B70AF0" w:rsidRDefault="000B0741" w:rsidP="0012134A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320</w:t>
            </w:r>
          </w:p>
        </w:tc>
        <w:tc>
          <w:tcPr>
            <w:tcW w:w="270" w:type="dxa"/>
            <w:shd w:val="clear" w:color="auto" w:fill="auto"/>
          </w:tcPr>
          <w:p w14:paraId="36CA509C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88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A834AAA" w14:textId="1C9B4FF8" w:rsidR="0080370F" w:rsidRPr="00B70AF0" w:rsidRDefault="00A76323" w:rsidP="00EE331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4,</w:t>
            </w:r>
            <w:r w:rsidR="003C7DE5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90</w:t>
            </w:r>
            <w:r w:rsidR="005F7DF7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262" w:type="dxa"/>
            <w:shd w:val="clear" w:color="auto" w:fill="auto"/>
          </w:tcPr>
          <w:p w14:paraId="69D41500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  <w:tab w:val="center" w:pos="452"/>
              </w:tabs>
              <w:spacing w:line="240" w:lineRule="auto"/>
              <w:ind w:left="-118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369884" w14:textId="4BBD86FC" w:rsidR="0080370F" w:rsidRPr="00B70AF0" w:rsidRDefault="000B0741" w:rsidP="0080370F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</w:t>
            </w:r>
            <w:r w:rsidR="0080370F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706</w:t>
            </w:r>
          </w:p>
        </w:tc>
      </w:tr>
      <w:tr w:rsidR="0080370F" w:rsidRPr="00B70AF0" w14:paraId="3458D0A9" w14:textId="77777777" w:rsidTr="00EC7A38">
        <w:trPr>
          <w:trHeight w:val="199"/>
        </w:trPr>
        <w:tc>
          <w:tcPr>
            <w:tcW w:w="3690" w:type="dxa"/>
            <w:shd w:val="clear" w:color="auto" w:fill="auto"/>
          </w:tcPr>
          <w:p w14:paraId="20B5D143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7A29B72D" w14:textId="77777777" w:rsidR="0080370F" w:rsidRPr="00B70AF0" w:rsidRDefault="0080370F" w:rsidP="0080370F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2D653043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  <w:tab w:val="center" w:pos="452"/>
              </w:tabs>
              <w:spacing w:line="240" w:lineRule="auto"/>
              <w:ind w:left="-118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</w:tcPr>
          <w:p w14:paraId="1DF93802" w14:textId="77777777" w:rsidR="0080370F" w:rsidRPr="00B70AF0" w:rsidRDefault="0080370F" w:rsidP="0080370F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CE66B02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88"/>
              <w:jc w:val="right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2EA4141A" w14:textId="77777777" w:rsidR="0080370F" w:rsidRPr="00B70AF0" w:rsidRDefault="0080370F" w:rsidP="0080370F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7A40455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  <w:tab w:val="center" w:pos="452"/>
              </w:tabs>
              <w:spacing w:line="240" w:lineRule="auto"/>
              <w:ind w:left="-118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single" w:sz="4" w:space="0" w:color="auto"/>
            </w:tcBorders>
            <w:shd w:val="clear" w:color="auto" w:fill="auto"/>
          </w:tcPr>
          <w:p w14:paraId="1A471762" w14:textId="77777777" w:rsidR="0080370F" w:rsidRPr="00B70AF0" w:rsidRDefault="0080370F" w:rsidP="0080370F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80370F" w:rsidRPr="00B70AF0" w14:paraId="6E02EE5D" w14:textId="77777777" w:rsidTr="00735176">
        <w:tc>
          <w:tcPr>
            <w:tcW w:w="3690" w:type="dxa"/>
            <w:shd w:val="clear" w:color="auto" w:fill="auto"/>
          </w:tcPr>
          <w:p w14:paraId="29C449FC" w14:textId="27511419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รวมลูกหนี้การค้าและลูกหนี้อื่น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A570C21" w14:textId="69E3FED4" w:rsidR="0080370F" w:rsidRPr="00B70AF0" w:rsidRDefault="00110305" w:rsidP="00EE3315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442</w:t>
            </w:r>
          </w:p>
        </w:tc>
        <w:tc>
          <w:tcPr>
            <w:tcW w:w="262" w:type="dxa"/>
            <w:shd w:val="clear" w:color="auto" w:fill="auto"/>
          </w:tcPr>
          <w:p w14:paraId="2879480C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  <w:tab w:val="center" w:pos="452"/>
              </w:tabs>
              <w:spacing w:line="240" w:lineRule="auto"/>
              <w:ind w:left="-1188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FCDCA14" w14:textId="2D4F82EA" w:rsidR="0080370F" w:rsidRPr="00B70AF0" w:rsidRDefault="000B0741" w:rsidP="0012134A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363</w:t>
            </w:r>
          </w:p>
        </w:tc>
        <w:tc>
          <w:tcPr>
            <w:tcW w:w="270" w:type="dxa"/>
            <w:shd w:val="clear" w:color="auto" w:fill="auto"/>
          </w:tcPr>
          <w:p w14:paraId="24CE3350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88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</w:tcPr>
          <w:p w14:paraId="159359EF" w14:textId="56AE7B95" w:rsidR="0080370F" w:rsidRPr="00B70AF0" w:rsidRDefault="00F86110" w:rsidP="00EE331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8,</w:t>
            </w:r>
            <w:r w:rsidR="003C7DE5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33</w:t>
            </w:r>
            <w:r w:rsidR="00782FB9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9</w:t>
            </w:r>
          </w:p>
        </w:tc>
        <w:tc>
          <w:tcPr>
            <w:tcW w:w="262" w:type="dxa"/>
            <w:shd w:val="clear" w:color="auto" w:fill="auto"/>
          </w:tcPr>
          <w:p w14:paraId="50EDDF72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  <w:tab w:val="center" w:pos="452"/>
              </w:tabs>
              <w:spacing w:line="240" w:lineRule="auto"/>
              <w:ind w:left="-118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bottom w:val="double" w:sz="4" w:space="0" w:color="auto"/>
            </w:tcBorders>
            <w:shd w:val="clear" w:color="auto" w:fill="auto"/>
          </w:tcPr>
          <w:p w14:paraId="50A1E60A" w14:textId="138947ED" w:rsidR="0080370F" w:rsidRPr="00B70AF0" w:rsidRDefault="000B0741" w:rsidP="0080370F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</w:t>
            </w:r>
            <w:r w:rsidR="0080370F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484</w:t>
            </w:r>
          </w:p>
        </w:tc>
      </w:tr>
      <w:tr w:rsidR="00735176" w:rsidRPr="00B70AF0" w14:paraId="613E3C13" w14:textId="77777777" w:rsidTr="00735176">
        <w:tc>
          <w:tcPr>
            <w:tcW w:w="3690" w:type="dxa"/>
            <w:shd w:val="clear" w:color="auto" w:fill="auto"/>
          </w:tcPr>
          <w:p w14:paraId="24C7233D" w14:textId="77777777" w:rsidR="00735176" w:rsidRPr="00B70AF0" w:rsidRDefault="00735176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  <w:p w14:paraId="415050C3" w14:textId="2FC7F322" w:rsidR="00051581" w:rsidRPr="00B70AF0" w:rsidRDefault="00051581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1371D36" w14:textId="77777777" w:rsidR="00735176" w:rsidRPr="00B70AF0" w:rsidRDefault="00735176" w:rsidP="00EE3315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7A686852" w14:textId="77777777" w:rsidR="00735176" w:rsidRPr="00B70AF0" w:rsidRDefault="00735176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  <w:tab w:val="center" w:pos="452"/>
              </w:tabs>
              <w:spacing w:line="240" w:lineRule="auto"/>
              <w:ind w:left="-1188"/>
              <w:jc w:val="center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2770B7A" w14:textId="77777777" w:rsidR="00735176" w:rsidRPr="00B70AF0" w:rsidRDefault="00735176" w:rsidP="0080370F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BFFFA31" w14:textId="77777777" w:rsidR="00735176" w:rsidRPr="00B70AF0" w:rsidRDefault="00735176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88"/>
              <w:jc w:val="right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262E36D1" w14:textId="77777777" w:rsidR="00735176" w:rsidRPr="00B70AF0" w:rsidRDefault="00735176" w:rsidP="00EE3315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5F9C412" w14:textId="77777777" w:rsidR="00735176" w:rsidRPr="00B70AF0" w:rsidRDefault="00735176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5"/>
                <w:tab w:val="center" w:pos="452"/>
              </w:tabs>
              <w:spacing w:line="240" w:lineRule="auto"/>
              <w:ind w:left="-1188"/>
              <w:jc w:val="center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double" w:sz="4" w:space="0" w:color="auto"/>
            </w:tcBorders>
            <w:shd w:val="clear" w:color="auto" w:fill="auto"/>
          </w:tcPr>
          <w:p w14:paraId="69E3BFB4" w14:textId="77777777" w:rsidR="00735176" w:rsidRPr="00B70AF0" w:rsidRDefault="00735176" w:rsidP="0080370F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</w:tr>
      <w:tr w:rsidR="0080370F" w:rsidRPr="00B70AF0" w14:paraId="416B4885" w14:textId="77777777" w:rsidTr="00735176">
        <w:tc>
          <w:tcPr>
            <w:tcW w:w="3690" w:type="dxa"/>
            <w:shd w:val="clear" w:color="auto" w:fill="auto"/>
          </w:tcPr>
          <w:p w14:paraId="4C5FDEF2" w14:textId="4F97EEFF" w:rsidR="0080370F" w:rsidRPr="00B70AF0" w:rsidRDefault="00BD1931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สินทรัพย์ที่เกิดจากสัญญา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4F8CA0D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ind w:left="-36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62" w:type="dxa"/>
            <w:shd w:val="clear" w:color="auto" w:fill="auto"/>
          </w:tcPr>
          <w:p w14:paraId="276C09EC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76C57B39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ind w:left="-360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14:paraId="11152768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73957142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</w:tcPr>
          <w:p w14:paraId="4726DED2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  <w:lang w:val="en-GB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393F0338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</w:tr>
      <w:tr w:rsidR="0080370F" w:rsidRPr="00B70AF0" w14:paraId="3492287C" w14:textId="77777777" w:rsidTr="000B532A">
        <w:tc>
          <w:tcPr>
            <w:tcW w:w="3690" w:type="dxa"/>
            <w:shd w:val="clear" w:color="auto" w:fill="auto"/>
          </w:tcPr>
          <w:p w14:paraId="4BC9F39A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D933A42" w14:textId="115C8F7D" w:rsidR="0080370F" w:rsidRPr="00B70AF0" w:rsidRDefault="00971032" w:rsidP="0012134A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342EAB40" w14:textId="77777777" w:rsidR="0080370F" w:rsidRPr="00B70AF0" w:rsidRDefault="0080370F" w:rsidP="0080370F">
            <w:pPr>
              <w:pStyle w:val="acctfourfigures"/>
              <w:tabs>
                <w:tab w:val="clear" w:pos="765"/>
                <w:tab w:val="decimal" w:pos="43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7D6C95B5" w14:textId="77777777" w:rsidR="0080370F" w:rsidRPr="00B70AF0" w:rsidRDefault="0080370F" w:rsidP="0080370F">
            <w:pPr>
              <w:pStyle w:val="acctfourfigures"/>
              <w:tabs>
                <w:tab w:val="clear" w:pos="765"/>
                <w:tab w:val="decimal" w:pos="26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9B82A54" w14:textId="77777777" w:rsidR="0080370F" w:rsidRPr="00B70AF0" w:rsidRDefault="0080370F" w:rsidP="0080370F">
            <w:pPr>
              <w:pStyle w:val="acctfourfigures"/>
              <w:tabs>
                <w:tab w:val="clear" w:pos="765"/>
                <w:tab w:val="decimal" w:pos="43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393CAFCF" w14:textId="7B04E911" w:rsidR="0080370F" w:rsidRPr="00B70AF0" w:rsidRDefault="00A76323" w:rsidP="0012134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660</w:t>
            </w:r>
          </w:p>
        </w:tc>
        <w:tc>
          <w:tcPr>
            <w:tcW w:w="262" w:type="dxa"/>
            <w:shd w:val="clear" w:color="auto" w:fill="auto"/>
          </w:tcPr>
          <w:p w14:paraId="68316320" w14:textId="77777777" w:rsidR="0080370F" w:rsidRPr="00B70AF0" w:rsidRDefault="0080370F" w:rsidP="0080370F">
            <w:pPr>
              <w:pStyle w:val="acctfourfigures"/>
              <w:tabs>
                <w:tab w:val="clear" w:pos="765"/>
                <w:tab w:val="decimal" w:pos="435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1181" w:type="dxa"/>
            <w:shd w:val="clear" w:color="auto" w:fill="auto"/>
            <w:vAlign w:val="bottom"/>
          </w:tcPr>
          <w:p w14:paraId="49B4B50A" w14:textId="29BC9F87" w:rsidR="0080370F" w:rsidRPr="00B70AF0" w:rsidRDefault="000B0741" w:rsidP="0012134A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142</w:t>
            </w:r>
          </w:p>
        </w:tc>
      </w:tr>
      <w:tr w:rsidR="0080370F" w:rsidRPr="00B70AF0" w14:paraId="39AE76A9" w14:textId="77777777" w:rsidTr="0080370F">
        <w:tc>
          <w:tcPr>
            <w:tcW w:w="3690" w:type="dxa"/>
            <w:shd w:val="clear" w:color="auto" w:fill="auto"/>
          </w:tcPr>
          <w:p w14:paraId="6627ED71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4CD046F" w14:textId="26F95779" w:rsidR="0080370F" w:rsidRPr="00B70AF0" w:rsidRDefault="00971032" w:rsidP="0012134A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682FDDE1" w14:textId="77777777" w:rsidR="0080370F" w:rsidRPr="00B70AF0" w:rsidRDefault="0080370F" w:rsidP="0080370F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F5FEC7D" w14:textId="68BB7484" w:rsidR="0080370F" w:rsidRPr="00B70AF0" w:rsidRDefault="000B0741" w:rsidP="00EE3315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270" w:type="dxa"/>
            <w:shd w:val="clear" w:color="auto" w:fill="auto"/>
          </w:tcPr>
          <w:p w14:paraId="6E003287" w14:textId="77777777" w:rsidR="0080370F" w:rsidRPr="00B70AF0" w:rsidRDefault="0080370F" w:rsidP="0080370F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89F4AF3" w14:textId="066E20E6" w:rsidR="0080370F" w:rsidRPr="00B70AF0" w:rsidRDefault="00A76323" w:rsidP="0012134A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320B00F4" w14:textId="77777777" w:rsidR="0080370F" w:rsidRPr="00B70AF0" w:rsidRDefault="0080370F" w:rsidP="0080370F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bidi="th-TH"/>
              </w:rPr>
            </w:pPr>
          </w:p>
        </w:tc>
        <w:tc>
          <w:tcPr>
            <w:tcW w:w="1181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B305EB7" w14:textId="77777777" w:rsidR="0080370F" w:rsidRPr="00B70AF0" w:rsidRDefault="0080370F" w:rsidP="0012134A">
            <w:pPr>
              <w:pStyle w:val="acctfourfigures"/>
              <w:tabs>
                <w:tab w:val="clear" w:pos="765"/>
                <w:tab w:val="decimal" w:pos="714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</w:tr>
      <w:tr w:rsidR="0080370F" w:rsidRPr="00B70AF0" w14:paraId="7C79081E" w14:textId="77777777" w:rsidTr="0080370F">
        <w:tc>
          <w:tcPr>
            <w:tcW w:w="3690" w:type="dxa"/>
            <w:shd w:val="clear" w:color="auto" w:fill="auto"/>
          </w:tcPr>
          <w:p w14:paraId="750B05B0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2E6180A" w14:textId="469D851D" w:rsidR="0080370F" w:rsidRPr="00B70AF0" w:rsidRDefault="00971032" w:rsidP="0012134A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10350F14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34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E9024C4" w14:textId="7B7B5A5E" w:rsidR="0080370F" w:rsidRPr="00B70AF0" w:rsidRDefault="000B0741" w:rsidP="0080370F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10</w:t>
            </w:r>
          </w:p>
        </w:tc>
        <w:tc>
          <w:tcPr>
            <w:tcW w:w="270" w:type="dxa"/>
            <w:shd w:val="clear" w:color="auto" w:fill="auto"/>
          </w:tcPr>
          <w:p w14:paraId="5ADF5D60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60E147A" w14:textId="40418D63" w:rsidR="0080370F" w:rsidRPr="00B70AF0" w:rsidRDefault="00A76323" w:rsidP="0012134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bidi="th-TH"/>
              </w:rPr>
              <w:t>660</w:t>
            </w:r>
          </w:p>
        </w:tc>
        <w:tc>
          <w:tcPr>
            <w:tcW w:w="262" w:type="dxa"/>
            <w:shd w:val="clear" w:color="auto" w:fill="auto"/>
          </w:tcPr>
          <w:p w14:paraId="253455AD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GB"/>
              </w:rPr>
            </w:pPr>
          </w:p>
        </w:tc>
        <w:tc>
          <w:tcPr>
            <w:tcW w:w="1181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C7A104" w14:textId="03FAA98F" w:rsidR="0080370F" w:rsidRPr="00B70AF0" w:rsidRDefault="000B0741" w:rsidP="0012134A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142</w:t>
            </w:r>
          </w:p>
        </w:tc>
      </w:tr>
      <w:tr w:rsidR="0080370F" w:rsidRPr="00B70AF0" w14:paraId="35FE5FA4" w14:textId="77777777" w:rsidTr="0080370F">
        <w:tc>
          <w:tcPr>
            <w:tcW w:w="3690" w:type="dxa"/>
            <w:shd w:val="clear" w:color="auto" w:fill="auto"/>
          </w:tcPr>
          <w:p w14:paraId="313BDD99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0B0F718" w14:textId="77777777" w:rsidR="0080370F" w:rsidRPr="00B70AF0" w:rsidRDefault="0080370F" w:rsidP="0080370F">
            <w:pPr>
              <w:pStyle w:val="acctfourfigures"/>
              <w:tabs>
                <w:tab w:val="clear" w:pos="765"/>
                <w:tab w:val="decimal" w:pos="702"/>
                <w:tab w:val="decimal" w:pos="773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0043C9F" w14:textId="77777777" w:rsidR="0080370F" w:rsidRPr="00B70AF0" w:rsidRDefault="0080370F" w:rsidP="0080370F">
            <w:pPr>
              <w:spacing w:line="240" w:lineRule="auto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D965EA1" w14:textId="77777777" w:rsidR="0080370F" w:rsidRPr="00B70AF0" w:rsidRDefault="0080370F" w:rsidP="0080370F">
            <w:pPr>
              <w:pStyle w:val="acctfourfigures"/>
              <w:tabs>
                <w:tab w:val="clear" w:pos="765"/>
                <w:tab w:val="decimal" w:pos="702"/>
                <w:tab w:val="decimal" w:pos="773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CB9092D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88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</w:tcPr>
          <w:p w14:paraId="71A1DE02" w14:textId="77777777" w:rsidR="0080370F" w:rsidRPr="00B70AF0" w:rsidRDefault="0080370F" w:rsidP="0080370F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9CEEAAF" w14:textId="77777777" w:rsidR="0080370F" w:rsidRPr="00B70AF0" w:rsidRDefault="0080370F" w:rsidP="0080370F">
            <w:pPr>
              <w:spacing w:line="240" w:lineRule="auto"/>
              <w:jc w:val="right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</w:rPr>
            </w:pPr>
          </w:p>
        </w:tc>
        <w:tc>
          <w:tcPr>
            <w:tcW w:w="1181" w:type="dxa"/>
            <w:tcBorders>
              <w:top w:val="double" w:sz="4" w:space="0" w:color="auto"/>
            </w:tcBorders>
            <w:shd w:val="clear" w:color="auto" w:fill="auto"/>
          </w:tcPr>
          <w:p w14:paraId="420E346F" w14:textId="77777777" w:rsidR="0080370F" w:rsidRPr="00B70AF0" w:rsidRDefault="0080370F" w:rsidP="0080370F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lang w:val="en-US" w:bidi="th-TH"/>
              </w:rPr>
            </w:pPr>
          </w:p>
        </w:tc>
      </w:tr>
      <w:tr w:rsidR="0080370F" w:rsidRPr="00B70AF0" w14:paraId="100292F7" w14:textId="77777777" w:rsidTr="000B532A">
        <w:tc>
          <w:tcPr>
            <w:tcW w:w="3690" w:type="dxa"/>
            <w:shd w:val="clear" w:color="auto" w:fill="auto"/>
          </w:tcPr>
          <w:p w14:paraId="6EDAAA4B" w14:textId="36DB6ACD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เงินให้กู้ยืมระยะสั้น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5C3F602" w14:textId="77777777" w:rsidR="0080370F" w:rsidRPr="00B70AF0" w:rsidRDefault="0080370F" w:rsidP="0080370F">
            <w:pPr>
              <w:pStyle w:val="acctfourfigures"/>
              <w:tabs>
                <w:tab w:val="clear" w:pos="765"/>
                <w:tab w:val="decimal" w:pos="702"/>
                <w:tab w:val="decimal" w:pos="773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9C180D1" w14:textId="77777777" w:rsidR="0080370F" w:rsidRPr="00B70AF0" w:rsidRDefault="0080370F" w:rsidP="0080370F">
            <w:pPr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6F77C6D0" w14:textId="77777777" w:rsidR="0080370F" w:rsidRPr="00B70AF0" w:rsidRDefault="0080370F" w:rsidP="0080370F">
            <w:pPr>
              <w:pStyle w:val="acctfourfigures"/>
              <w:tabs>
                <w:tab w:val="clear" w:pos="765"/>
                <w:tab w:val="decimal" w:pos="702"/>
                <w:tab w:val="decimal" w:pos="773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1130130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3121705F" w14:textId="77777777" w:rsidR="0080370F" w:rsidRPr="00B70AF0" w:rsidRDefault="0080370F" w:rsidP="0080370F">
            <w:pPr>
              <w:pStyle w:val="acctfourfigures"/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AE0AF7F" w14:textId="77777777" w:rsidR="0080370F" w:rsidRPr="00B70AF0" w:rsidRDefault="0080370F" w:rsidP="0080370F">
            <w:pPr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1181" w:type="dxa"/>
            <w:shd w:val="clear" w:color="auto" w:fill="auto"/>
          </w:tcPr>
          <w:p w14:paraId="48B983D0" w14:textId="77777777" w:rsidR="0080370F" w:rsidRPr="00B70AF0" w:rsidRDefault="0080370F" w:rsidP="0080370F">
            <w:pPr>
              <w:pStyle w:val="acctfourfigures"/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lang w:val="en-US" w:bidi="th-TH"/>
              </w:rPr>
            </w:pPr>
          </w:p>
        </w:tc>
      </w:tr>
      <w:tr w:rsidR="0080370F" w:rsidRPr="00B70AF0" w14:paraId="51A4451C" w14:textId="77777777" w:rsidTr="000B532A">
        <w:tc>
          <w:tcPr>
            <w:tcW w:w="3690" w:type="dxa"/>
            <w:shd w:val="clear" w:color="auto" w:fill="auto"/>
          </w:tcPr>
          <w:p w14:paraId="06B10F32" w14:textId="7B5AF1A5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51A0A4CA" w14:textId="2408804E" w:rsidR="0080370F" w:rsidRPr="00B70AF0" w:rsidRDefault="00971032" w:rsidP="0012134A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1ADEB8FE" w14:textId="77777777" w:rsidR="0080370F" w:rsidRPr="00B70AF0" w:rsidRDefault="0080370F" w:rsidP="0080370F">
            <w:pPr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6D6BB96B" w14:textId="199ABBB2" w:rsidR="0080370F" w:rsidRPr="00B70AF0" w:rsidRDefault="0080370F" w:rsidP="0080370F">
            <w:pPr>
              <w:pStyle w:val="acctfourfigures"/>
              <w:tabs>
                <w:tab w:val="clear" w:pos="765"/>
                <w:tab w:val="decimal" w:pos="26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8B53335" w14:textId="77777777" w:rsidR="0080370F" w:rsidRPr="00B70AF0" w:rsidRDefault="0080370F" w:rsidP="0080370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3A7A637A" w14:textId="1C88F669" w:rsidR="0080370F" w:rsidRPr="00B70AF0" w:rsidRDefault="00F86110" w:rsidP="0012134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33,754</w:t>
            </w:r>
          </w:p>
        </w:tc>
        <w:tc>
          <w:tcPr>
            <w:tcW w:w="262" w:type="dxa"/>
            <w:shd w:val="clear" w:color="auto" w:fill="auto"/>
          </w:tcPr>
          <w:p w14:paraId="04471664" w14:textId="77777777" w:rsidR="0080370F" w:rsidRPr="00B70AF0" w:rsidRDefault="0080370F" w:rsidP="0080370F">
            <w:pPr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81" w:type="dxa"/>
            <w:shd w:val="clear" w:color="auto" w:fill="auto"/>
          </w:tcPr>
          <w:p w14:paraId="3632B05A" w14:textId="72C0FE56" w:rsidR="0080370F" w:rsidRPr="00B70AF0" w:rsidRDefault="000B0741" w:rsidP="0012134A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149</w:t>
            </w:r>
            <w:r w:rsidR="0080370F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337</w:t>
            </w:r>
          </w:p>
        </w:tc>
      </w:tr>
    </w:tbl>
    <w:p w14:paraId="0840E9AC" w14:textId="4DFA7A05" w:rsidR="00E30DBE" w:rsidRPr="00B70AF0" w:rsidRDefault="00E30DBE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</w:rPr>
      </w:pPr>
    </w:p>
    <w:p w14:paraId="0DBFBA3D" w14:textId="662A09F3" w:rsidR="006863BD" w:rsidRPr="00B70AF0" w:rsidRDefault="00DC216F" w:rsidP="00C4658D">
      <w:pPr>
        <w:tabs>
          <w:tab w:val="clear" w:pos="227"/>
          <w:tab w:val="clear" w:pos="454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8"/>
          <w:szCs w:val="28"/>
          <w:cs/>
        </w:rPr>
      </w:pPr>
      <w:r w:rsidRPr="00B70AF0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0B0741" w:rsidRPr="00B70AF0">
        <w:rPr>
          <w:rFonts w:ascii="Angsana New" w:hAnsi="Angsana New" w:hint="cs"/>
          <w:sz w:val="28"/>
          <w:szCs w:val="28"/>
        </w:rPr>
        <w:t>3</w:t>
      </w:r>
      <w:r w:rsidR="000B0741" w:rsidRPr="00B70AF0">
        <w:rPr>
          <w:rFonts w:ascii="Angsana New" w:hAnsi="Angsana New"/>
          <w:sz w:val="28"/>
          <w:szCs w:val="28"/>
        </w:rPr>
        <w:t>0</w:t>
      </w:r>
      <w:r w:rsidR="008F4E47" w:rsidRPr="00B70AF0">
        <w:rPr>
          <w:rFonts w:ascii="Angsana New" w:hAnsi="Angsana New"/>
          <w:sz w:val="28"/>
          <w:szCs w:val="28"/>
        </w:rPr>
        <w:t xml:space="preserve"> </w:t>
      </w:r>
      <w:r w:rsidR="00D678E8" w:rsidRPr="00B70AF0">
        <w:rPr>
          <w:rFonts w:ascii="Angsana New" w:hAnsi="Angsana New" w:hint="cs"/>
          <w:sz w:val="28"/>
          <w:szCs w:val="28"/>
          <w:cs/>
        </w:rPr>
        <w:t>กันยา</w:t>
      </w:r>
      <w:r w:rsidR="008F4E47" w:rsidRPr="00B70AF0">
        <w:rPr>
          <w:rFonts w:ascii="Angsana New" w:hAnsi="Angsana New" w:hint="cs"/>
          <w:sz w:val="28"/>
          <w:szCs w:val="28"/>
          <w:cs/>
        </w:rPr>
        <w:t>ยน</w:t>
      </w:r>
      <w:r w:rsidR="00DC39AB" w:rsidRPr="00B70AF0">
        <w:rPr>
          <w:rFonts w:ascii="Angsana New" w:hAnsi="Angsana New"/>
          <w:sz w:val="28"/>
          <w:szCs w:val="28"/>
        </w:rPr>
        <w:t xml:space="preserve"> </w:t>
      </w:r>
      <w:r w:rsidR="000B0741" w:rsidRPr="00B70AF0">
        <w:rPr>
          <w:rFonts w:ascii="Angsana New" w:hAnsi="Angsana New"/>
          <w:sz w:val="28"/>
          <w:szCs w:val="28"/>
        </w:rPr>
        <w:t>2564</w:t>
      </w:r>
      <w:r w:rsidR="00DD06A5" w:rsidRPr="00B70AF0">
        <w:rPr>
          <w:rFonts w:ascii="Angsana New" w:hAnsi="Angsana New"/>
          <w:sz w:val="28"/>
          <w:szCs w:val="28"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บริษัทมีเงินให้กู้ยืมระยะสั้นแก่กิจการที่เกี่ยวข้องกัน ซึ่งครบกำหนดจ่ายคืนเมื่อทวงถาม เงินให้กู้ยืมดังกล่าวไม่มีหลักประกัน</w:t>
      </w:r>
    </w:p>
    <w:p w14:paraId="0F585F60" w14:textId="77777777" w:rsidR="00197C91" w:rsidRPr="00B70AF0" w:rsidRDefault="00197C91" w:rsidP="00C4658D">
      <w:pPr>
        <w:tabs>
          <w:tab w:val="clear" w:pos="227"/>
          <w:tab w:val="clear" w:pos="454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autoSpaceDE w:val="0"/>
        <w:autoSpaceDN w:val="0"/>
        <w:adjustRightInd w:val="0"/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690"/>
        <w:gridCol w:w="1170"/>
        <w:gridCol w:w="262"/>
        <w:gridCol w:w="1178"/>
        <w:gridCol w:w="270"/>
        <w:gridCol w:w="1170"/>
        <w:gridCol w:w="262"/>
        <w:gridCol w:w="1178"/>
      </w:tblGrid>
      <w:tr w:rsidR="00197C91" w:rsidRPr="00B70AF0" w14:paraId="70D9A6B9" w14:textId="77777777" w:rsidTr="005F75EF">
        <w:trPr>
          <w:trHeight w:val="384"/>
          <w:tblHeader/>
        </w:trPr>
        <w:tc>
          <w:tcPr>
            <w:tcW w:w="3690" w:type="dxa"/>
            <w:shd w:val="clear" w:color="auto" w:fill="auto"/>
          </w:tcPr>
          <w:p w14:paraId="4C4F959B" w14:textId="77777777" w:rsidR="00197C91" w:rsidRPr="00B70AF0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10" w:type="dxa"/>
            <w:gridSpan w:val="3"/>
            <w:shd w:val="clear" w:color="auto" w:fill="auto"/>
            <w:vAlign w:val="bottom"/>
          </w:tcPr>
          <w:p w14:paraId="242B29D6" w14:textId="77777777" w:rsidR="00197C91" w:rsidRPr="00B70AF0" w:rsidRDefault="00197C91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14:paraId="26F0B802" w14:textId="77777777" w:rsidR="00197C91" w:rsidRPr="00B70AF0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610" w:type="dxa"/>
            <w:gridSpan w:val="3"/>
            <w:shd w:val="clear" w:color="auto" w:fill="auto"/>
            <w:vAlign w:val="bottom"/>
          </w:tcPr>
          <w:p w14:paraId="7BCFE037" w14:textId="77777777" w:rsidR="00197C91" w:rsidRPr="00B70AF0" w:rsidRDefault="00197C91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197C91" w:rsidRPr="00B70AF0" w14:paraId="4677BAF3" w14:textId="77777777" w:rsidTr="005F75EF">
        <w:trPr>
          <w:trHeight w:val="396"/>
          <w:tblHeader/>
        </w:trPr>
        <w:tc>
          <w:tcPr>
            <w:tcW w:w="3690" w:type="dxa"/>
            <w:shd w:val="clear" w:color="auto" w:fill="auto"/>
          </w:tcPr>
          <w:p w14:paraId="68DDF413" w14:textId="77777777" w:rsidR="00197C91" w:rsidRPr="00B70AF0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25E97A42" w14:textId="75036A57" w:rsidR="00197C91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pacing w:val="-4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</w:rPr>
              <w:t>3</w:t>
            </w:r>
            <w:r w:rsidRPr="00B70AF0">
              <w:rPr>
                <w:rFonts w:ascii="Angsana New" w:hAnsi="Angsana New"/>
                <w:bCs/>
                <w:sz w:val="28"/>
                <w:szCs w:val="28"/>
              </w:rPr>
              <w:t>0</w:t>
            </w:r>
            <w:r w:rsidR="008F4E47" w:rsidRPr="00B70AF0">
              <w:rPr>
                <w:rFonts w:ascii="Angsana New" w:hAnsi="Angsana New"/>
                <w:bCs/>
                <w:sz w:val="28"/>
                <w:szCs w:val="28"/>
              </w:rPr>
              <w:t xml:space="preserve"> </w:t>
            </w:r>
            <w:r w:rsidR="00D678E8" w:rsidRPr="00B70AF0">
              <w:rPr>
                <w:rFonts w:ascii="Angsana New" w:hAnsi="Angsana New" w:hint="cs"/>
                <w:b/>
                <w:sz w:val="28"/>
                <w:szCs w:val="28"/>
                <w:cs/>
              </w:rPr>
              <w:t>กันยา</w:t>
            </w:r>
            <w:r w:rsidR="008F4E47" w:rsidRPr="00B70AF0">
              <w:rPr>
                <w:rFonts w:ascii="Angsana New" w:hAnsi="Angsana New" w:hint="cs"/>
                <w:b/>
                <w:sz w:val="28"/>
                <w:szCs w:val="28"/>
                <w:cs/>
              </w:rPr>
              <w:t>ยน</w:t>
            </w:r>
          </w:p>
        </w:tc>
        <w:tc>
          <w:tcPr>
            <w:tcW w:w="262" w:type="dxa"/>
            <w:shd w:val="clear" w:color="auto" w:fill="auto"/>
          </w:tcPr>
          <w:p w14:paraId="09040B66" w14:textId="77777777" w:rsidR="00197C91" w:rsidRPr="00B70AF0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pacing w:val="-4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</w:tcPr>
          <w:p w14:paraId="7B35FE39" w14:textId="07F86EBA" w:rsidR="00197C91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pacing w:val="-4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Cs/>
                <w:spacing w:val="-4"/>
                <w:sz w:val="28"/>
                <w:szCs w:val="28"/>
              </w:rPr>
              <w:t>31</w:t>
            </w:r>
            <w:r w:rsidR="00197C91" w:rsidRPr="00B70AF0">
              <w:rPr>
                <w:rFonts w:ascii="Angsana New" w:hAnsi="Angsana New" w:hint="cs"/>
                <w:b/>
                <w:spacing w:val="-4"/>
                <w:sz w:val="28"/>
                <w:szCs w:val="28"/>
              </w:rPr>
              <w:t xml:space="preserve"> </w:t>
            </w:r>
            <w:r w:rsidR="00197C91" w:rsidRPr="00B70AF0">
              <w:rPr>
                <w:rFonts w:ascii="Angsana New" w:hAnsi="Angsana New" w:hint="cs"/>
                <w:b/>
                <w:spacing w:val="-4"/>
                <w:sz w:val="28"/>
                <w:szCs w:val="28"/>
                <w:cs/>
              </w:rPr>
              <w:t>ธันวาคม</w:t>
            </w:r>
          </w:p>
        </w:tc>
        <w:tc>
          <w:tcPr>
            <w:tcW w:w="270" w:type="dxa"/>
            <w:shd w:val="clear" w:color="auto" w:fill="auto"/>
          </w:tcPr>
          <w:p w14:paraId="6166DD6C" w14:textId="77777777" w:rsidR="00197C91" w:rsidRPr="00B70AF0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424956DE" w14:textId="0E43EBA9" w:rsidR="00197C91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pacing w:val="-4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</w:rPr>
              <w:t>3</w:t>
            </w:r>
            <w:r w:rsidRPr="00B70AF0">
              <w:rPr>
                <w:rFonts w:ascii="Angsana New" w:hAnsi="Angsana New"/>
                <w:bCs/>
                <w:sz w:val="28"/>
                <w:szCs w:val="28"/>
              </w:rPr>
              <w:t>0</w:t>
            </w:r>
            <w:r w:rsidR="008F4E47" w:rsidRPr="00B70AF0">
              <w:rPr>
                <w:rFonts w:ascii="Angsana New" w:hAnsi="Angsana New"/>
                <w:bCs/>
                <w:sz w:val="28"/>
                <w:szCs w:val="28"/>
              </w:rPr>
              <w:t xml:space="preserve"> </w:t>
            </w:r>
            <w:r w:rsidR="00D678E8" w:rsidRPr="00B70AF0">
              <w:rPr>
                <w:rFonts w:ascii="Angsana New" w:hAnsi="Angsana New" w:hint="cs"/>
                <w:b/>
                <w:sz w:val="28"/>
                <w:szCs w:val="28"/>
                <w:cs/>
              </w:rPr>
              <w:t>กันยา</w:t>
            </w:r>
            <w:r w:rsidR="008F4E47" w:rsidRPr="00B70AF0">
              <w:rPr>
                <w:rFonts w:ascii="Angsana New" w:hAnsi="Angsana New" w:hint="cs"/>
                <w:b/>
                <w:sz w:val="28"/>
                <w:szCs w:val="28"/>
                <w:cs/>
              </w:rPr>
              <w:t>ยน</w:t>
            </w:r>
          </w:p>
        </w:tc>
        <w:tc>
          <w:tcPr>
            <w:tcW w:w="262" w:type="dxa"/>
            <w:shd w:val="clear" w:color="auto" w:fill="auto"/>
          </w:tcPr>
          <w:p w14:paraId="12966C4D" w14:textId="77777777" w:rsidR="00197C91" w:rsidRPr="00B70AF0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pacing w:val="-4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</w:tcPr>
          <w:p w14:paraId="2FC57DCC" w14:textId="4D33355E" w:rsidR="00197C91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pacing w:val="-4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Cs/>
                <w:spacing w:val="-4"/>
                <w:sz w:val="28"/>
                <w:szCs w:val="28"/>
              </w:rPr>
              <w:t>31</w:t>
            </w:r>
            <w:r w:rsidR="00197C91" w:rsidRPr="00B70AF0">
              <w:rPr>
                <w:rFonts w:ascii="Angsana New" w:hAnsi="Angsana New" w:hint="cs"/>
                <w:b/>
                <w:spacing w:val="-4"/>
                <w:sz w:val="28"/>
                <w:szCs w:val="28"/>
              </w:rPr>
              <w:t xml:space="preserve"> </w:t>
            </w:r>
            <w:r w:rsidR="00197C91" w:rsidRPr="00B70AF0">
              <w:rPr>
                <w:rFonts w:ascii="Angsana New" w:hAnsi="Angsana New" w:hint="cs"/>
                <w:b/>
                <w:spacing w:val="-4"/>
                <w:sz w:val="28"/>
                <w:szCs w:val="28"/>
                <w:cs/>
              </w:rPr>
              <w:t>ธันวาคม</w:t>
            </w:r>
          </w:p>
        </w:tc>
      </w:tr>
      <w:tr w:rsidR="00197C91" w:rsidRPr="00B70AF0" w14:paraId="0FFDEEAC" w14:textId="77777777" w:rsidTr="005F75EF">
        <w:trPr>
          <w:trHeight w:val="396"/>
          <w:tblHeader/>
        </w:trPr>
        <w:tc>
          <w:tcPr>
            <w:tcW w:w="3690" w:type="dxa"/>
            <w:shd w:val="clear" w:color="auto" w:fill="auto"/>
          </w:tcPr>
          <w:p w14:paraId="7A4BCCD2" w14:textId="1B91CB1E" w:rsidR="00197C91" w:rsidRPr="00B70AF0" w:rsidRDefault="00197C91" w:rsidP="00C4658D">
            <w:pPr>
              <w:tabs>
                <w:tab w:val="clear" w:pos="227"/>
                <w:tab w:val="clear" w:pos="454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autoSpaceDE w:val="0"/>
              <w:autoSpaceDN w:val="0"/>
              <w:adjustRightInd w:val="0"/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</w:tcPr>
          <w:p w14:paraId="48FD9E9B" w14:textId="318C9195" w:rsidR="00197C91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pacing w:val="-4"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pacing w:val="-4"/>
                <w:sz w:val="28"/>
                <w:szCs w:val="28"/>
              </w:rPr>
              <w:t>2564</w:t>
            </w:r>
          </w:p>
        </w:tc>
        <w:tc>
          <w:tcPr>
            <w:tcW w:w="262" w:type="dxa"/>
            <w:shd w:val="clear" w:color="auto" w:fill="auto"/>
          </w:tcPr>
          <w:p w14:paraId="44BA8623" w14:textId="77777777" w:rsidR="00197C91" w:rsidRPr="00B70AF0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pacing w:val="-4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</w:tcPr>
          <w:p w14:paraId="42B8C0C9" w14:textId="0ABC48AB" w:rsidR="00197C91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pacing w:val="-4"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pacing w:val="-4"/>
                <w:sz w:val="28"/>
                <w:szCs w:val="28"/>
              </w:rPr>
              <w:t>2563</w:t>
            </w:r>
          </w:p>
        </w:tc>
        <w:tc>
          <w:tcPr>
            <w:tcW w:w="270" w:type="dxa"/>
            <w:shd w:val="clear" w:color="auto" w:fill="auto"/>
          </w:tcPr>
          <w:p w14:paraId="44C8B137" w14:textId="77777777" w:rsidR="00197C91" w:rsidRPr="00B70AF0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pacing w:val="-4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62436EC8" w14:textId="514CD802" w:rsidR="00197C91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pacing w:val="-4"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pacing w:val="-4"/>
                <w:sz w:val="28"/>
                <w:szCs w:val="28"/>
              </w:rPr>
              <w:t>2564</w:t>
            </w:r>
          </w:p>
        </w:tc>
        <w:tc>
          <w:tcPr>
            <w:tcW w:w="262" w:type="dxa"/>
            <w:shd w:val="clear" w:color="auto" w:fill="auto"/>
          </w:tcPr>
          <w:p w14:paraId="4FFDECC3" w14:textId="77777777" w:rsidR="00197C91" w:rsidRPr="00B70AF0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pacing w:val="-4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</w:tcPr>
          <w:p w14:paraId="5B70C337" w14:textId="1E51D035" w:rsidR="00197C91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pacing w:val="-4"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pacing w:val="-4"/>
                <w:sz w:val="28"/>
                <w:szCs w:val="28"/>
              </w:rPr>
              <w:t>2563</w:t>
            </w:r>
          </w:p>
        </w:tc>
      </w:tr>
      <w:tr w:rsidR="00197C91" w:rsidRPr="00B70AF0" w14:paraId="3134554C" w14:textId="77777777" w:rsidTr="005F75EF">
        <w:trPr>
          <w:trHeight w:val="384"/>
          <w:tblHeader/>
        </w:trPr>
        <w:tc>
          <w:tcPr>
            <w:tcW w:w="3690" w:type="dxa"/>
            <w:shd w:val="clear" w:color="auto" w:fill="auto"/>
          </w:tcPr>
          <w:p w14:paraId="1BBA0039" w14:textId="77777777" w:rsidR="00197C91" w:rsidRPr="00B70AF0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5490" w:type="dxa"/>
            <w:gridSpan w:val="7"/>
            <w:shd w:val="clear" w:color="auto" w:fill="auto"/>
            <w:vAlign w:val="bottom"/>
          </w:tcPr>
          <w:p w14:paraId="49A745FA" w14:textId="77777777" w:rsidR="00197C91" w:rsidRPr="00B70AF0" w:rsidRDefault="00197C91" w:rsidP="00C4658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70AF0">
              <w:rPr>
                <w:rFonts w:ascii="Angsana New" w:hAnsi="Angsana New" w:hint="cs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197C91" w:rsidRPr="00B70AF0" w14:paraId="3BFD384D" w14:textId="77777777" w:rsidTr="005F75EF">
        <w:trPr>
          <w:trHeight w:val="396"/>
        </w:trPr>
        <w:tc>
          <w:tcPr>
            <w:tcW w:w="3690" w:type="dxa"/>
            <w:shd w:val="clear" w:color="auto" w:fill="auto"/>
          </w:tcPr>
          <w:p w14:paraId="3FB91768" w14:textId="77777777" w:rsidR="00197C91" w:rsidRPr="00B70AF0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เจ้าหนี้การค้า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3AC3BF9B" w14:textId="77777777" w:rsidR="00197C91" w:rsidRPr="00B70AF0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62" w:type="dxa"/>
            <w:shd w:val="clear" w:color="auto" w:fill="auto"/>
          </w:tcPr>
          <w:p w14:paraId="029A7A73" w14:textId="77777777" w:rsidR="00197C91" w:rsidRPr="00B70AF0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7B5838C8" w14:textId="77777777" w:rsidR="00197C91" w:rsidRPr="00B70AF0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  <w:tc>
          <w:tcPr>
            <w:tcW w:w="270" w:type="dxa"/>
            <w:shd w:val="clear" w:color="auto" w:fill="auto"/>
          </w:tcPr>
          <w:p w14:paraId="02875AE8" w14:textId="77777777" w:rsidR="00197C91" w:rsidRPr="00B70AF0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DB71F45" w14:textId="77777777" w:rsidR="00197C91" w:rsidRPr="00B70AF0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GB"/>
              </w:rPr>
            </w:pPr>
          </w:p>
        </w:tc>
        <w:tc>
          <w:tcPr>
            <w:tcW w:w="262" w:type="dxa"/>
            <w:shd w:val="clear" w:color="auto" w:fill="auto"/>
          </w:tcPr>
          <w:p w14:paraId="15375B42" w14:textId="77777777" w:rsidR="00197C91" w:rsidRPr="00B70AF0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07B4BE82" w14:textId="77777777" w:rsidR="00197C91" w:rsidRPr="00B70AF0" w:rsidRDefault="00197C9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2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  <w:lang w:val="en-GB"/>
              </w:rPr>
            </w:pPr>
          </w:p>
        </w:tc>
      </w:tr>
      <w:tr w:rsidR="00A00551" w:rsidRPr="00B70AF0" w14:paraId="6313078A" w14:textId="77777777" w:rsidTr="005F75EF">
        <w:trPr>
          <w:trHeight w:val="372"/>
        </w:trPr>
        <w:tc>
          <w:tcPr>
            <w:tcW w:w="3690" w:type="dxa"/>
            <w:shd w:val="clear" w:color="auto" w:fill="auto"/>
          </w:tcPr>
          <w:p w14:paraId="7C65A8DA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630BACF4" w14:textId="752EF0D9" w:rsidR="00A00551" w:rsidRPr="00B70AF0" w:rsidRDefault="00971032" w:rsidP="00C4658D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51F6ECEC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08EC033D" w14:textId="77777777" w:rsidR="00A00551" w:rsidRPr="00B70AF0" w:rsidRDefault="00A00551" w:rsidP="0012134A">
            <w:pPr>
              <w:pStyle w:val="acctfourfigures"/>
              <w:tabs>
                <w:tab w:val="clear" w:pos="765"/>
                <w:tab w:val="decimal" w:pos="26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144E50B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2B13C571" w14:textId="64CDF8FE" w:rsidR="00A00551" w:rsidRPr="00B70AF0" w:rsidRDefault="00F86110" w:rsidP="00F86110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308A4FDA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</w:tcPr>
          <w:p w14:paraId="452622D4" w14:textId="4024334A" w:rsidR="00A00551" w:rsidRPr="00B70AF0" w:rsidRDefault="000B0741" w:rsidP="0012134A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86</w:t>
            </w:r>
          </w:p>
        </w:tc>
      </w:tr>
      <w:tr w:rsidR="00A00551" w:rsidRPr="00B70AF0" w14:paraId="53AD4A98" w14:textId="77777777" w:rsidTr="005F75EF">
        <w:trPr>
          <w:trHeight w:val="384"/>
        </w:trPr>
        <w:tc>
          <w:tcPr>
            <w:tcW w:w="3690" w:type="dxa"/>
            <w:shd w:val="clear" w:color="auto" w:fill="auto"/>
          </w:tcPr>
          <w:p w14:paraId="6C1521E1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C1B266" w14:textId="24DA9DBC" w:rsidR="00A00551" w:rsidRPr="00B70AF0" w:rsidRDefault="00971032" w:rsidP="00C4658D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7EE597B1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8F95AB0" w14:textId="15EDDC13" w:rsidR="00A00551" w:rsidRPr="00B70AF0" w:rsidRDefault="000B0741" w:rsidP="0012134A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2118E662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534B0C47" w14:textId="4CD6119F" w:rsidR="00A00551" w:rsidRPr="00B70AF0" w:rsidRDefault="00F86110" w:rsidP="0012134A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0122CEFF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2F6BBFE4" w14:textId="77777777" w:rsidR="00A00551" w:rsidRPr="00B70AF0" w:rsidRDefault="00A00551" w:rsidP="0012134A">
            <w:pPr>
              <w:pStyle w:val="acctfourfigures"/>
              <w:tabs>
                <w:tab w:val="clear" w:pos="765"/>
                <w:tab w:val="decimal" w:pos="714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</w:tr>
      <w:tr w:rsidR="00A00551" w:rsidRPr="00B70AF0" w14:paraId="2746D66C" w14:textId="77777777" w:rsidTr="005F75EF">
        <w:trPr>
          <w:trHeight w:val="384"/>
        </w:trPr>
        <w:tc>
          <w:tcPr>
            <w:tcW w:w="3690" w:type="dxa"/>
            <w:shd w:val="clear" w:color="auto" w:fill="auto"/>
          </w:tcPr>
          <w:p w14:paraId="3A139A79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19EFAC" w14:textId="71E1F429" w:rsidR="00A00551" w:rsidRPr="00B70AF0" w:rsidRDefault="00971032" w:rsidP="00C4658D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070C598D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FD4354F" w14:textId="37C4FB3F" w:rsidR="00A00551" w:rsidRPr="00B70AF0" w:rsidRDefault="000B0741" w:rsidP="0012134A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  <w:shd w:val="clear" w:color="auto" w:fill="auto"/>
          </w:tcPr>
          <w:p w14:paraId="0B0E15A8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  <w:shd w:val="clear" w:color="auto" w:fill="auto"/>
          </w:tcPr>
          <w:p w14:paraId="36618E8C" w14:textId="4B6EE970" w:rsidR="00A00551" w:rsidRPr="00B70AF0" w:rsidRDefault="00F86110" w:rsidP="00F86110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57A65365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8" w:type="dxa"/>
            <w:tcBorders>
              <w:bottom w:val="single" w:sz="4" w:space="0" w:color="auto"/>
            </w:tcBorders>
            <w:shd w:val="clear" w:color="auto" w:fill="auto"/>
          </w:tcPr>
          <w:p w14:paraId="22DA2EEC" w14:textId="233A69A2" w:rsidR="00A00551" w:rsidRPr="00B70AF0" w:rsidRDefault="000B0741" w:rsidP="0012134A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86</w:t>
            </w:r>
          </w:p>
        </w:tc>
      </w:tr>
      <w:tr w:rsidR="00A00551" w:rsidRPr="00B70AF0" w14:paraId="525F1EC1" w14:textId="77777777" w:rsidTr="005F75EF">
        <w:trPr>
          <w:trHeight w:val="336"/>
        </w:trPr>
        <w:tc>
          <w:tcPr>
            <w:tcW w:w="3690" w:type="dxa"/>
            <w:shd w:val="clear" w:color="auto" w:fill="auto"/>
          </w:tcPr>
          <w:p w14:paraId="639CBA09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99CC15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62" w:type="dxa"/>
            <w:shd w:val="clear" w:color="auto" w:fill="auto"/>
          </w:tcPr>
          <w:p w14:paraId="3D36E8D1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7E8E73B0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8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39F91801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</w:tcPr>
          <w:p w14:paraId="241ABBF3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62" w:type="dxa"/>
            <w:shd w:val="clear" w:color="auto" w:fill="auto"/>
          </w:tcPr>
          <w:p w14:paraId="30A92E19" w14:textId="77777777" w:rsidR="00A00551" w:rsidRPr="00B70AF0" w:rsidRDefault="00A00551" w:rsidP="00C4658D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</w:tcPr>
          <w:p w14:paraId="655A403C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A00551" w:rsidRPr="00B70AF0" w14:paraId="7CCDCB55" w14:textId="77777777" w:rsidTr="005F75EF">
        <w:trPr>
          <w:trHeight w:val="396"/>
        </w:trPr>
        <w:tc>
          <w:tcPr>
            <w:tcW w:w="3690" w:type="dxa"/>
            <w:shd w:val="clear" w:color="auto" w:fill="auto"/>
          </w:tcPr>
          <w:p w14:paraId="262BAD9A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เจ้าหนี้อื่น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74AFBE77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</w:tcPr>
          <w:p w14:paraId="152ACD0D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26091BE7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28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70" w:type="dxa"/>
            <w:shd w:val="clear" w:color="auto" w:fill="auto"/>
          </w:tcPr>
          <w:p w14:paraId="46803EE4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40F97FBA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</w:tcPr>
          <w:p w14:paraId="3EA5E6AD" w14:textId="77777777" w:rsidR="00A00551" w:rsidRPr="00B70AF0" w:rsidRDefault="00A00551" w:rsidP="00C4658D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</w:tcPr>
          <w:p w14:paraId="7D8F4818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A00551" w:rsidRPr="00B70AF0" w14:paraId="3F7BE6AA" w14:textId="77777777" w:rsidTr="005F75EF">
        <w:trPr>
          <w:trHeight w:val="384"/>
        </w:trPr>
        <w:tc>
          <w:tcPr>
            <w:tcW w:w="3690" w:type="dxa"/>
            <w:shd w:val="clear" w:color="auto" w:fill="auto"/>
          </w:tcPr>
          <w:p w14:paraId="7DFE7D94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บริษัทใหญ่</w:t>
            </w:r>
          </w:p>
        </w:tc>
        <w:tc>
          <w:tcPr>
            <w:tcW w:w="1170" w:type="dxa"/>
            <w:shd w:val="clear" w:color="auto" w:fill="auto"/>
          </w:tcPr>
          <w:p w14:paraId="272480CA" w14:textId="0460B1F3" w:rsidR="00A00551" w:rsidRPr="00B70AF0" w:rsidRDefault="00971032" w:rsidP="00457D9B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3E6DA01F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88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</w:tcPr>
          <w:p w14:paraId="0EA49DD5" w14:textId="1A294201" w:rsidR="00A00551" w:rsidRPr="00B70AF0" w:rsidRDefault="000B0741" w:rsidP="0012134A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270" w:type="dxa"/>
            <w:shd w:val="clear" w:color="auto" w:fill="auto"/>
          </w:tcPr>
          <w:p w14:paraId="5C479C50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4244A226" w14:textId="0392B905" w:rsidR="00A00551" w:rsidRPr="00B70AF0" w:rsidRDefault="00F86110" w:rsidP="0012134A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5E0D53A9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</w:tcPr>
          <w:p w14:paraId="404F5BA7" w14:textId="14A2B6FD" w:rsidR="00A00551" w:rsidRPr="00B70AF0" w:rsidRDefault="000B0741" w:rsidP="0012134A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6</w:t>
            </w:r>
          </w:p>
        </w:tc>
      </w:tr>
      <w:tr w:rsidR="00A00551" w:rsidRPr="00B70AF0" w14:paraId="1A9D370E" w14:textId="77777777" w:rsidTr="005F75EF">
        <w:trPr>
          <w:trHeight w:val="372"/>
        </w:trPr>
        <w:tc>
          <w:tcPr>
            <w:tcW w:w="3690" w:type="dxa"/>
            <w:shd w:val="clear" w:color="auto" w:fill="auto"/>
          </w:tcPr>
          <w:p w14:paraId="0F4CEF2A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170" w:type="dxa"/>
            <w:shd w:val="clear" w:color="auto" w:fill="auto"/>
            <w:vAlign w:val="bottom"/>
          </w:tcPr>
          <w:p w14:paraId="157FC4D9" w14:textId="0C975DDE" w:rsidR="00A00551" w:rsidRPr="00B70AF0" w:rsidRDefault="00971032" w:rsidP="00C4658D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61AF8136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88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24FCE04B" w14:textId="77777777" w:rsidR="00A00551" w:rsidRPr="00B70AF0" w:rsidRDefault="00A00551" w:rsidP="0012134A">
            <w:pPr>
              <w:pStyle w:val="acctfourfigures"/>
              <w:tabs>
                <w:tab w:val="clear" w:pos="765"/>
                <w:tab w:val="decimal" w:pos="260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4355166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5C8079B7" w14:textId="3DBD0610" w:rsidR="00A00551" w:rsidRPr="00B70AF0" w:rsidRDefault="00F86110" w:rsidP="0012134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3,405</w:t>
            </w:r>
          </w:p>
        </w:tc>
        <w:tc>
          <w:tcPr>
            <w:tcW w:w="262" w:type="dxa"/>
            <w:shd w:val="clear" w:color="auto" w:fill="auto"/>
          </w:tcPr>
          <w:p w14:paraId="47CA3C25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88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</w:tcPr>
          <w:p w14:paraId="3472290A" w14:textId="5F1FF05F" w:rsidR="00A00551" w:rsidRPr="00B70AF0" w:rsidRDefault="000B0741" w:rsidP="0012134A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90</w:t>
            </w:r>
          </w:p>
        </w:tc>
      </w:tr>
      <w:tr w:rsidR="00A00551" w:rsidRPr="00B70AF0" w14:paraId="2A3CEAE6" w14:textId="77777777" w:rsidTr="005F75EF">
        <w:trPr>
          <w:trHeight w:val="396"/>
        </w:trPr>
        <w:tc>
          <w:tcPr>
            <w:tcW w:w="3690" w:type="dxa"/>
            <w:shd w:val="clear" w:color="auto" w:fill="auto"/>
          </w:tcPr>
          <w:p w14:paraId="1C55E66F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กิจการอื่นที่เกี่ยวข้องกัน</w:t>
            </w:r>
          </w:p>
        </w:tc>
        <w:tc>
          <w:tcPr>
            <w:tcW w:w="1170" w:type="dxa"/>
            <w:shd w:val="clear" w:color="auto" w:fill="auto"/>
          </w:tcPr>
          <w:p w14:paraId="2675FBB4" w14:textId="344C7E89" w:rsidR="00A00551" w:rsidRPr="00B70AF0" w:rsidRDefault="00110305" w:rsidP="00971032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450</w:t>
            </w:r>
          </w:p>
        </w:tc>
        <w:tc>
          <w:tcPr>
            <w:tcW w:w="262" w:type="dxa"/>
            <w:shd w:val="clear" w:color="auto" w:fill="auto"/>
          </w:tcPr>
          <w:p w14:paraId="1745F7E4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ind w:left="-1188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</w:tcPr>
          <w:p w14:paraId="7243B4F3" w14:textId="4EE8ABD0" w:rsidR="00A00551" w:rsidRPr="00B70AF0" w:rsidRDefault="000B0741" w:rsidP="0012134A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439</w:t>
            </w:r>
          </w:p>
        </w:tc>
        <w:tc>
          <w:tcPr>
            <w:tcW w:w="270" w:type="dxa"/>
            <w:shd w:val="clear" w:color="auto" w:fill="auto"/>
          </w:tcPr>
          <w:p w14:paraId="2A81C74A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</w:tcPr>
          <w:p w14:paraId="4FC722D8" w14:textId="35937DD0" w:rsidR="00A00551" w:rsidRPr="00B70AF0" w:rsidRDefault="00F86110" w:rsidP="0012134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55</w:t>
            </w:r>
          </w:p>
        </w:tc>
        <w:tc>
          <w:tcPr>
            <w:tcW w:w="262" w:type="dxa"/>
            <w:shd w:val="clear" w:color="auto" w:fill="auto"/>
          </w:tcPr>
          <w:p w14:paraId="2590A4D1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</w:tcPr>
          <w:p w14:paraId="390FB26E" w14:textId="16CB7839" w:rsidR="00A00551" w:rsidRPr="00B70AF0" w:rsidRDefault="000B0741" w:rsidP="0012134A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78</w:t>
            </w:r>
          </w:p>
        </w:tc>
      </w:tr>
      <w:tr w:rsidR="00A00551" w:rsidRPr="00B70AF0" w14:paraId="63F5A9D4" w14:textId="77777777" w:rsidTr="005F75EF">
        <w:trPr>
          <w:trHeight w:val="384"/>
        </w:trPr>
        <w:tc>
          <w:tcPr>
            <w:tcW w:w="3690" w:type="dxa"/>
            <w:shd w:val="clear" w:color="auto" w:fill="auto"/>
          </w:tcPr>
          <w:p w14:paraId="7E0C3139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4C95656" w14:textId="1994F5C5" w:rsidR="00A00551" w:rsidRPr="00B70AF0" w:rsidRDefault="00110305" w:rsidP="0012134A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450</w:t>
            </w:r>
          </w:p>
        </w:tc>
        <w:tc>
          <w:tcPr>
            <w:tcW w:w="262" w:type="dxa"/>
            <w:shd w:val="clear" w:color="auto" w:fill="auto"/>
          </w:tcPr>
          <w:p w14:paraId="2B01FA2F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5E7A7DB" w14:textId="611C6368" w:rsidR="00A00551" w:rsidRPr="00B70AF0" w:rsidRDefault="000B0741" w:rsidP="0012134A">
            <w:pPr>
              <w:pStyle w:val="acctfourfigures"/>
              <w:tabs>
                <w:tab w:val="clear" w:pos="765"/>
                <w:tab w:val="decimal" w:pos="89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445</w:t>
            </w:r>
          </w:p>
        </w:tc>
        <w:tc>
          <w:tcPr>
            <w:tcW w:w="270" w:type="dxa"/>
            <w:shd w:val="clear" w:color="auto" w:fill="auto"/>
          </w:tcPr>
          <w:p w14:paraId="231F3AAD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01AC895" w14:textId="46AA2EC5" w:rsidR="00A00551" w:rsidRPr="00B70AF0" w:rsidRDefault="00F86110" w:rsidP="0012134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3,460</w:t>
            </w:r>
          </w:p>
        </w:tc>
        <w:tc>
          <w:tcPr>
            <w:tcW w:w="262" w:type="dxa"/>
            <w:shd w:val="clear" w:color="auto" w:fill="auto"/>
          </w:tcPr>
          <w:p w14:paraId="1E8DA56B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B0FB092" w14:textId="21D89B48" w:rsidR="00A00551" w:rsidRPr="00B70AF0" w:rsidRDefault="000B0741" w:rsidP="0012134A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174</w:t>
            </w:r>
          </w:p>
        </w:tc>
      </w:tr>
      <w:tr w:rsidR="00A00551" w:rsidRPr="00B70AF0" w14:paraId="048F0542" w14:textId="77777777" w:rsidTr="005F75EF">
        <w:trPr>
          <w:trHeight w:val="324"/>
        </w:trPr>
        <w:tc>
          <w:tcPr>
            <w:tcW w:w="3690" w:type="dxa"/>
            <w:shd w:val="clear" w:color="auto" w:fill="auto"/>
          </w:tcPr>
          <w:p w14:paraId="62810D38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BE50A11" w14:textId="77777777" w:rsidR="00A00551" w:rsidRPr="00B70AF0" w:rsidRDefault="00A00551" w:rsidP="00C4658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62" w:type="dxa"/>
            <w:shd w:val="clear" w:color="auto" w:fill="auto"/>
          </w:tcPr>
          <w:p w14:paraId="6CBFF727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B79903A" w14:textId="77777777" w:rsidR="00A00551" w:rsidRPr="00B70AF0" w:rsidRDefault="00A00551" w:rsidP="00C4658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0" w:type="dxa"/>
            <w:shd w:val="clear" w:color="auto" w:fill="auto"/>
          </w:tcPr>
          <w:p w14:paraId="219EBAB1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16CE5ED" w14:textId="77777777" w:rsidR="00A00551" w:rsidRPr="00B70AF0" w:rsidRDefault="00A00551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29BD95D5" w14:textId="77777777" w:rsidR="00A00551" w:rsidRPr="00B70AF0" w:rsidRDefault="00A00551" w:rsidP="00C4658D">
            <w:pPr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17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6929D2F6" w14:textId="77777777" w:rsidR="00A00551" w:rsidRPr="00B70AF0" w:rsidRDefault="00A00551" w:rsidP="00C4658D">
            <w:pPr>
              <w:pStyle w:val="acctfourfigures"/>
              <w:spacing w:line="240" w:lineRule="auto"/>
              <w:jc w:val="center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A00551" w:rsidRPr="00B70AF0" w14:paraId="3D5AC390" w14:textId="77777777" w:rsidTr="005F75EF">
        <w:trPr>
          <w:trHeight w:val="384"/>
        </w:trPr>
        <w:tc>
          <w:tcPr>
            <w:tcW w:w="3690" w:type="dxa"/>
            <w:shd w:val="clear" w:color="auto" w:fill="auto"/>
          </w:tcPr>
          <w:p w14:paraId="7DC958F0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รวมเจ้าหนี้การค้าและเจ้าหนี้อื่น</w:t>
            </w: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065F696" w14:textId="3F66F3B2" w:rsidR="00A00551" w:rsidRPr="00B70AF0" w:rsidRDefault="00110305" w:rsidP="0012134A">
            <w:pPr>
              <w:pStyle w:val="acctfourfigures"/>
              <w:tabs>
                <w:tab w:val="clear" w:pos="765"/>
                <w:tab w:val="decimal" w:pos="96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450</w:t>
            </w:r>
          </w:p>
        </w:tc>
        <w:tc>
          <w:tcPr>
            <w:tcW w:w="262" w:type="dxa"/>
            <w:shd w:val="clear" w:color="auto" w:fill="auto"/>
          </w:tcPr>
          <w:p w14:paraId="52B194A9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1A0EBC5" w14:textId="54240550" w:rsidR="00A00551" w:rsidRPr="00B70AF0" w:rsidRDefault="000B0741" w:rsidP="0012134A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449</w:t>
            </w:r>
          </w:p>
        </w:tc>
        <w:tc>
          <w:tcPr>
            <w:tcW w:w="270" w:type="dxa"/>
            <w:shd w:val="clear" w:color="auto" w:fill="auto"/>
          </w:tcPr>
          <w:p w14:paraId="158185EA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24FB0EF8" w14:textId="1E880552" w:rsidR="00A00551" w:rsidRPr="00B70AF0" w:rsidRDefault="00F86110" w:rsidP="0012134A">
            <w:pPr>
              <w:pStyle w:val="acctfourfigures"/>
              <w:tabs>
                <w:tab w:val="clear" w:pos="765"/>
                <w:tab w:val="decimal" w:pos="8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3,460</w:t>
            </w:r>
          </w:p>
        </w:tc>
        <w:tc>
          <w:tcPr>
            <w:tcW w:w="262" w:type="dxa"/>
            <w:shd w:val="clear" w:color="auto" w:fill="auto"/>
          </w:tcPr>
          <w:p w14:paraId="4E79FE79" w14:textId="77777777" w:rsidR="00A00551" w:rsidRPr="00B70AF0" w:rsidRDefault="00A0055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92436E5" w14:textId="06697ABD" w:rsidR="00A00551" w:rsidRPr="00B70AF0" w:rsidRDefault="000B0741" w:rsidP="0012134A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260</w:t>
            </w:r>
          </w:p>
        </w:tc>
      </w:tr>
      <w:tr w:rsidR="005F75EF" w:rsidRPr="00B70AF0" w14:paraId="70CB413F" w14:textId="77777777" w:rsidTr="005F75EF">
        <w:trPr>
          <w:trHeight w:val="384"/>
        </w:trPr>
        <w:tc>
          <w:tcPr>
            <w:tcW w:w="3690" w:type="dxa"/>
            <w:shd w:val="clear" w:color="auto" w:fill="auto"/>
          </w:tcPr>
          <w:p w14:paraId="38950881" w14:textId="77777777" w:rsidR="005F75EF" w:rsidRPr="00B70AF0" w:rsidRDefault="005F75EF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874198D" w14:textId="77777777" w:rsidR="005F75EF" w:rsidRPr="00B70AF0" w:rsidRDefault="005F75EF" w:rsidP="00C465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</w:tcPr>
          <w:p w14:paraId="29050426" w14:textId="77777777" w:rsidR="005F75EF" w:rsidRPr="00B70AF0" w:rsidRDefault="005F75EF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07CFC0C" w14:textId="77777777" w:rsidR="005F75EF" w:rsidRPr="00B70AF0" w:rsidRDefault="005F75EF" w:rsidP="00C4658D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15DE34D3" w14:textId="77777777" w:rsidR="005F75EF" w:rsidRPr="00B70AF0" w:rsidRDefault="005F75EF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89D3BAD" w14:textId="77777777" w:rsidR="005F75EF" w:rsidRPr="00B70AF0" w:rsidRDefault="005F75EF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3071818" w14:textId="77777777" w:rsidR="005F75EF" w:rsidRPr="00B70AF0" w:rsidRDefault="005F75EF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23405B2" w14:textId="77777777" w:rsidR="005F75EF" w:rsidRPr="00B70AF0" w:rsidRDefault="005F75EF" w:rsidP="00C4658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5F75EF" w:rsidRPr="00B70AF0" w14:paraId="0F7220EF" w14:textId="77777777" w:rsidTr="005F75EF">
        <w:trPr>
          <w:trHeight w:val="384"/>
        </w:trPr>
        <w:tc>
          <w:tcPr>
            <w:tcW w:w="3690" w:type="dxa"/>
            <w:shd w:val="clear" w:color="auto" w:fill="auto"/>
          </w:tcPr>
          <w:p w14:paraId="737AFB0F" w14:textId="77777777" w:rsidR="005F75EF" w:rsidRPr="00B70AF0" w:rsidRDefault="005F75EF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4FFE6788" w14:textId="77777777" w:rsidR="005F75EF" w:rsidRPr="00B70AF0" w:rsidRDefault="005F75EF" w:rsidP="00C465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</w:tcPr>
          <w:p w14:paraId="6DD6BAA0" w14:textId="77777777" w:rsidR="005F75EF" w:rsidRPr="00B70AF0" w:rsidRDefault="005F75EF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61C26D61" w14:textId="77777777" w:rsidR="005F75EF" w:rsidRPr="00B70AF0" w:rsidRDefault="005F75EF" w:rsidP="00C4658D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7AEB19BF" w14:textId="77777777" w:rsidR="005F75EF" w:rsidRPr="00B70AF0" w:rsidRDefault="005F75EF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2847A9BA" w14:textId="77777777" w:rsidR="005F75EF" w:rsidRPr="00B70AF0" w:rsidRDefault="005F75EF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047096E" w14:textId="77777777" w:rsidR="005F75EF" w:rsidRPr="00B70AF0" w:rsidRDefault="005F75EF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20419808" w14:textId="77777777" w:rsidR="005F75EF" w:rsidRPr="00B70AF0" w:rsidRDefault="005F75EF" w:rsidP="00C4658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201F05" w:rsidRPr="00B70AF0" w14:paraId="669AF001" w14:textId="77777777" w:rsidTr="005F75EF">
        <w:trPr>
          <w:trHeight w:val="384"/>
        </w:trPr>
        <w:tc>
          <w:tcPr>
            <w:tcW w:w="3690" w:type="dxa"/>
            <w:shd w:val="clear" w:color="auto" w:fill="auto"/>
          </w:tcPr>
          <w:p w14:paraId="7F26E785" w14:textId="77777777" w:rsidR="00201F05" w:rsidRPr="00B70AF0" w:rsidRDefault="00201F0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28CD15B" w14:textId="77777777" w:rsidR="00201F05" w:rsidRPr="00B70AF0" w:rsidRDefault="00201F05" w:rsidP="00C4658D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</w:tcPr>
          <w:p w14:paraId="3F48433C" w14:textId="77777777" w:rsidR="00201F05" w:rsidRPr="00B70AF0" w:rsidRDefault="00201F0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524830F5" w14:textId="77777777" w:rsidR="00201F05" w:rsidRPr="00B70AF0" w:rsidRDefault="00201F05" w:rsidP="00C4658D">
            <w:pPr>
              <w:pStyle w:val="acctfourfigures"/>
              <w:tabs>
                <w:tab w:val="clear" w:pos="765"/>
                <w:tab w:val="decimal" w:pos="87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  <w:shd w:val="clear" w:color="auto" w:fill="auto"/>
          </w:tcPr>
          <w:p w14:paraId="368B10E1" w14:textId="77777777" w:rsidR="00201F05" w:rsidRPr="00B70AF0" w:rsidRDefault="00201F0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shd w:val="clear" w:color="auto" w:fill="auto"/>
            <w:vAlign w:val="bottom"/>
          </w:tcPr>
          <w:p w14:paraId="10135478" w14:textId="77777777" w:rsidR="00201F05" w:rsidRPr="00B70AF0" w:rsidRDefault="00201F05" w:rsidP="00C4658D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09C3312" w14:textId="77777777" w:rsidR="00201F05" w:rsidRPr="00B70AF0" w:rsidRDefault="00201F05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0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178" w:type="dxa"/>
            <w:shd w:val="clear" w:color="auto" w:fill="auto"/>
            <w:vAlign w:val="bottom"/>
          </w:tcPr>
          <w:p w14:paraId="13600B37" w14:textId="77777777" w:rsidR="00201F05" w:rsidRPr="00B70AF0" w:rsidRDefault="00201F05" w:rsidP="00C4658D">
            <w:pPr>
              <w:pStyle w:val="acctfourfigures"/>
              <w:tabs>
                <w:tab w:val="clear" w:pos="765"/>
                <w:tab w:val="decimal" w:pos="86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</w:tbl>
    <w:p w14:paraId="691A69AE" w14:textId="463360F4" w:rsidR="00046B08" w:rsidRPr="00B70AF0" w:rsidRDefault="00046B08" w:rsidP="00C4658D">
      <w:pPr>
        <w:pStyle w:val="Heading6"/>
        <w:numPr>
          <w:ilvl w:val="0"/>
          <w:numId w:val="16"/>
        </w:numPr>
        <w:tabs>
          <w:tab w:val="left" w:pos="540"/>
        </w:tabs>
        <w:ind w:hanging="900"/>
        <w:jc w:val="both"/>
        <w:rPr>
          <w:rFonts w:ascii="Angsana New" w:hAnsi="Angsana New"/>
          <w:sz w:val="28"/>
          <w:szCs w:val="28"/>
        </w:rPr>
      </w:pPr>
      <w:r w:rsidRPr="00B70AF0">
        <w:rPr>
          <w:rFonts w:ascii="Angsana New" w:hAnsi="Angsana New" w:hint="cs"/>
          <w:sz w:val="28"/>
          <w:szCs w:val="28"/>
          <w:cs/>
        </w:rPr>
        <w:lastRenderedPageBreak/>
        <w:t>ลูกหนี้การค้า</w:t>
      </w:r>
      <w:r w:rsidR="008E62C8" w:rsidRPr="00B70AF0">
        <w:rPr>
          <w:rFonts w:ascii="Angsana New" w:hAnsi="Angsana New" w:hint="cs"/>
          <w:sz w:val="28"/>
          <w:szCs w:val="28"/>
          <w:cs/>
        </w:rPr>
        <w:t>และ</w:t>
      </w:r>
      <w:r w:rsidRPr="00B70AF0">
        <w:rPr>
          <w:rFonts w:ascii="Angsana New" w:hAnsi="Angsana New" w:hint="cs"/>
          <w:sz w:val="28"/>
          <w:szCs w:val="28"/>
          <w:cs/>
        </w:rPr>
        <w:t>ลูกหนี้อื่น</w:t>
      </w:r>
      <w:r w:rsidR="0069380E" w:rsidRPr="00B70AF0">
        <w:rPr>
          <w:rFonts w:ascii="Angsana New" w:hAnsi="Angsana New" w:hint="cs"/>
          <w:sz w:val="28"/>
          <w:szCs w:val="28"/>
          <w:cs/>
        </w:rPr>
        <w:t xml:space="preserve"> </w:t>
      </w:r>
      <w:r w:rsidR="0069380E" w:rsidRPr="00B70AF0">
        <w:rPr>
          <w:rFonts w:ascii="Angsana New" w:hAnsi="Angsana New" w:hint="cs"/>
          <w:sz w:val="28"/>
          <w:szCs w:val="28"/>
          <w:cs/>
          <w:lang w:val="en-US"/>
        </w:rPr>
        <w:t>และ</w:t>
      </w:r>
      <w:r w:rsidR="00B81D27" w:rsidRPr="00B70AF0">
        <w:rPr>
          <w:rFonts w:ascii="Angsana New" w:hAnsi="Angsana New" w:hint="cs"/>
          <w:sz w:val="28"/>
          <w:szCs w:val="28"/>
          <w:cs/>
          <w:lang w:val="en-US"/>
        </w:rPr>
        <w:t>สินทรัพย์ที่เกิดจากสัญญา</w:t>
      </w:r>
    </w:p>
    <w:p w14:paraId="7990DC06" w14:textId="4555D947" w:rsidR="00046B08" w:rsidRPr="00B70AF0" w:rsidRDefault="00046B08" w:rsidP="00046B08">
      <w:pPr>
        <w:rPr>
          <w:rFonts w:ascii="Angsana New" w:hAnsi="Angsana New"/>
          <w:sz w:val="24"/>
          <w:szCs w:val="24"/>
          <w:lang w:eastAsia="x-none"/>
        </w:rPr>
      </w:pPr>
    </w:p>
    <w:tbl>
      <w:tblPr>
        <w:tblW w:w="9090" w:type="dxa"/>
        <w:tblInd w:w="540" w:type="dxa"/>
        <w:tblLayout w:type="fixed"/>
        <w:tblCellMar>
          <w:left w:w="79" w:type="dxa"/>
          <w:right w:w="79" w:type="dxa"/>
        </w:tblCellMar>
        <w:tblLook w:val="04A0" w:firstRow="1" w:lastRow="0" w:firstColumn="1" w:lastColumn="0" w:noHBand="0" w:noVBand="1"/>
      </w:tblPr>
      <w:tblGrid>
        <w:gridCol w:w="3870"/>
        <w:gridCol w:w="1170"/>
        <w:gridCol w:w="180"/>
        <w:gridCol w:w="1170"/>
        <w:gridCol w:w="184"/>
        <w:gridCol w:w="1166"/>
        <w:gridCol w:w="180"/>
        <w:gridCol w:w="1170"/>
      </w:tblGrid>
      <w:tr w:rsidR="00046B08" w:rsidRPr="00B70AF0" w14:paraId="1BDA4387" w14:textId="77777777" w:rsidTr="001677E6">
        <w:trPr>
          <w:cantSplit/>
        </w:trPr>
        <w:tc>
          <w:tcPr>
            <w:tcW w:w="3870" w:type="dxa"/>
            <w:vAlign w:val="bottom"/>
            <w:hideMark/>
          </w:tcPr>
          <w:p w14:paraId="73F9857C" w14:textId="77777777" w:rsidR="00046B08" w:rsidRPr="00B70AF0" w:rsidRDefault="00046B08" w:rsidP="00046B0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2520" w:type="dxa"/>
            <w:gridSpan w:val="3"/>
            <w:vAlign w:val="bottom"/>
          </w:tcPr>
          <w:p w14:paraId="4682E5CD" w14:textId="77777777" w:rsidR="00046B08" w:rsidRPr="00B70AF0" w:rsidRDefault="00046B08" w:rsidP="00046B08">
            <w:pPr>
              <w:pStyle w:val="acctmergecolhdg"/>
              <w:spacing w:line="240" w:lineRule="auto"/>
              <w:ind w:left="-83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  <w:lang w:bidi="th-TH"/>
              </w:rPr>
            </w:pPr>
            <w:r w:rsidRPr="00B70AF0">
              <w:rPr>
                <w:rFonts w:asciiTheme="majorBidi" w:hAnsiTheme="majorBidi" w:cstheme="majorBidi" w:hint="cs"/>
                <w:b w:val="0"/>
                <w:bCs/>
                <w:sz w:val="28"/>
                <w:szCs w:val="28"/>
                <w:cs/>
              </w:rPr>
              <w:t xml:space="preserve">งบการเงินรวม </w:t>
            </w:r>
          </w:p>
        </w:tc>
        <w:tc>
          <w:tcPr>
            <w:tcW w:w="184" w:type="dxa"/>
          </w:tcPr>
          <w:p w14:paraId="26B6B7C6" w14:textId="77777777" w:rsidR="00046B08" w:rsidRPr="00B70AF0" w:rsidRDefault="00046B08" w:rsidP="00046B0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</w:p>
        </w:tc>
        <w:tc>
          <w:tcPr>
            <w:tcW w:w="2516" w:type="dxa"/>
            <w:gridSpan w:val="3"/>
            <w:vAlign w:val="bottom"/>
          </w:tcPr>
          <w:p w14:paraId="4AB4F9A6" w14:textId="77777777" w:rsidR="00046B08" w:rsidRPr="00B70AF0" w:rsidRDefault="00046B08" w:rsidP="00046B0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b w:val="0"/>
                <w:bCs/>
                <w:sz w:val="28"/>
                <w:szCs w:val="28"/>
                <w:cs/>
              </w:rPr>
              <w:t xml:space="preserve">งบการเงินเฉพาะกิจการ </w:t>
            </w:r>
          </w:p>
        </w:tc>
      </w:tr>
      <w:tr w:rsidR="00046B08" w:rsidRPr="00B70AF0" w14:paraId="40CA3926" w14:textId="77777777" w:rsidTr="001677E6">
        <w:trPr>
          <w:cantSplit/>
        </w:trPr>
        <w:tc>
          <w:tcPr>
            <w:tcW w:w="3870" w:type="dxa"/>
            <w:vAlign w:val="bottom"/>
          </w:tcPr>
          <w:p w14:paraId="1F5D4CF0" w14:textId="77777777" w:rsidR="00046B08" w:rsidRPr="00B70AF0" w:rsidRDefault="00046B08" w:rsidP="00046B0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color w:val="0000FF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595D642F" w14:textId="57379C8C" w:rsidR="00046B08" w:rsidRPr="00B70AF0" w:rsidRDefault="000B0741" w:rsidP="00046B08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B70AF0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30</w:t>
            </w:r>
            <w:r w:rsidR="00046B08" w:rsidRPr="00B70AF0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="00D678E8" w:rsidRPr="00B70AF0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กันยา</w:t>
            </w:r>
            <w:r w:rsidR="00046B08" w:rsidRPr="00B70AF0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ยน</w:t>
            </w:r>
          </w:p>
          <w:p w14:paraId="6ED94679" w14:textId="6E06A14B" w:rsidR="00046B08" w:rsidRPr="00B70AF0" w:rsidRDefault="000B0741" w:rsidP="00046B08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B70AF0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2564</w:t>
            </w:r>
          </w:p>
        </w:tc>
        <w:tc>
          <w:tcPr>
            <w:tcW w:w="180" w:type="dxa"/>
            <w:vAlign w:val="bottom"/>
          </w:tcPr>
          <w:p w14:paraId="20718346" w14:textId="77777777" w:rsidR="00046B08" w:rsidRPr="00B70AF0" w:rsidRDefault="00046B08" w:rsidP="00046B08">
            <w:pPr>
              <w:pStyle w:val="acctmergecolhdg"/>
              <w:spacing w:line="240" w:lineRule="auto"/>
              <w:ind w:left="-83" w:firstLine="4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3DC5DCE3" w14:textId="71429402" w:rsidR="00046B08" w:rsidRPr="00B70AF0" w:rsidRDefault="000B0741" w:rsidP="00046B08">
            <w:pPr>
              <w:pStyle w:val="acctmergecolhdg"/>
              <w:spacing w:line="240" w:lineRule="auto"/>
              <w:ind w:left="-77" w:right="-77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B70AF0">
              <w:rPr>
                <w:rFonts w:ascii="Angsana New" w:hAnsi="Angsana New" w:cs="Angsana New" w:hint="cs"/>
                <w:b w:val="0"/>
                <w:sz w:val="28"/>
                <w:szCs w:val="28"/>
                <w:lang w:val="en-US"/>
              </w:rPr>
              <w:t>31</w:t>
            </w:r>
            <w:r w:rsidR="00046B08" w:rsidRPr="00B70AF0">
              <w:rPr>
                <w:rFonts w:ascii="Angsana New" w:hAnsi="Angsana New" w:cs="Angsana New" w:hint="cs"/>
                <w:b w:val="0"/>
                <w:sz w:val="28"/>
                <w:szCs w:val="28"/>
              </w:rPr>
              <w:t xml:space="preserve"> </w:t>
            </w:r>
            <w:r w:rsidR="00046B08" w:rsidRPr="00B70AF0">
              <w:rPr>
                <w:rFonts w:ascii="Angsana New" w:hAnsi="Angsana New" w:cs="Angsana New" w:hint="cs"/>
                <w:b w:val="0"/>
                <w:sz w:val="28"/>
                <w:szCs w:val="28"/>
                <w:cs/>
              </w:rPr>
              <w:t>ธันวาคม</w:t>
            </w:r>
            <w:r w:rsidR="00046B08" w:rsidRPr="00B70AF0">
              <w:rPr>
                <w:rFonts w:ascii="Angsana New" w:hAnsi="Angsana New" w:cs="Angsana New" w:hint="cs"/>
                <w:b w:val="0"/>
                <w:sz w:val="28"/>
                <w:szCs w:val="28"/>
              </w:rPr>
              <w:t xml:space="preserve"> </w:t>
            </w:r>
            <w:r w:rsidRPr="00B70AF0">
              <w:rPr>
                <w:rFonts w:ascii="Angsana New" w:hAnsi="Angsana New" w:cs="Angsana New" w:hint="cs"/>
                <w:b w:val="0"/>
                <w:sz w:val="28"/>
                <w:szCs w:val="28"/>
                <w:lang w:val="en-US"/>
              </w:rPr>
              <w:t>2563</w:t>
            </w:r>
          </w:p>
        </w:tc>
        <w:tc>
          <w:tcPr>
            <w:tcW w:w="184" w:type="dxa"/>
          </w:tcPr>
          <w:p w14:paraId="6AB7BCBD" w14:textId="77777777" w:rsidR="00046B08" w:rsidRPr="00B70AF0" w:rsidRDefault="00046B08" w:rsidP="00046B08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166" w:type="dxa"/>
            <w:vAlign w:val="bottom"/>
          </w:tcPr>
          <w:p w14:paraId="49201898" w14:textId="33F210C1" w:rsidR="00046B08" w:rsidRPr="00B70AF0" w:rsidRDefault="000B0741" w:rsidP="00046B08">
            <w:pPr>
              <w:pStyle w:val="acctmergecolhdg"/>
              <w:spacing w:line="240" w:lineRule="auto"/>
              <w:ind w:left="-83" w:right="-79"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val="en-US" w:bidi="th-TH"/>
              </w:rPr>
            </w:pPr>
            <w:r w:rsidRPr="00B70AF0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>30</w:t>
            </w:r>
            <w:r w:rsidR="00046B08" w:rsidRPr="00B70AF0">
              <w:rPr>
                <w:rFonts w:ascii="Angsana New" w:hAnsi="Angsana New" w:cs="Angsana New"/>
                <w:b w:val="0"/>
                <w:sz w:val="28"/>
                <w:szCs w:val="28"/>
                <w:lang w:val="en-US" w:bidi="th-TH"/>
              </w:rPr>
              <w:t xml:space="preserve"> </w:t>
            </w:r>
            <w:r w:rsidR="00D678E8" w:rsidRPr="00B70AF0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กันยา</w:t>
            </w:r>
            <w:r w:rsidR="00046B08" w:rsidRPr="00B70AF0">
              <w:rPr>
                <w:rFonts w:ascii="Angsana New" w:hAnsi="Angsana New" w:cs="Angsana New" w:hint="cs"/>
                <w:b w:val="0"/>
                <w:sz w:val="28"/>
                <w:szCs w:val="28"/>
                <w:cs/>
                <w:lang w:val="en-US" w:bidi="th-TH"/>
              </w:rPr>
              <w:t>ยน</w:t>
            </w:r>
          </w:p>
          <w:p w14:paraId="4EE71BE8" w14:textId="693BE7C1" w:rsidR="00046B08" w:rsidRPr="00B70AF0" w:rsidRDefault="000B0741" w:rsidP="00046B08">
            <w:pPr>
              <w:spacing w:line="240" w:lineRule="auto"/>
              <w:ind w:left="-53" w:right="-5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180" w:type="dxa"/>
            <w:vAlign w:val="bottom"/>
          </w:tcPr>
          <w:p w14:paraId="13266A6D" w14:textId="77777777" w:rsidR="00046B08" w:rsidRPr="00B70AF0" w:rsidRDefault="00046B08" w:rsidP="00046B08">
            <w:pPr>
              <w:pStyle w:val="acctmergecolhdg"/>
              <w:spacing w:line="240" w:lineRule="auto"/>
              <w:rPr>
                <w:rFonts w:ascii="Angsana New" w:hAnsi="Angsana New" w:cs="Angsana New"/>
                <w:b w:val="0"/>
                <w:sz w:val="28"/>
                <w:szCs w:val="28"/>
              </w:rPr>
            </w:pPr>
          </w:p>
        </w:tc>
        <w:tc>
          <w:tcPr>
            <w:tcW w:w="1170" w:type="dxa"/>
            <w:vAlign w:val="bottom"/>
          </w:tcPr>
          <w:p w14:paraId="43CD9497" w14:textId="62964B20" w:rsidR="00046B08" w:rsidRPr="00B70AF0" w:rsidRDefault="000B0741" w:rsidP="00046B08">
            <w:pPr>
              <w:pStyle w:val="acctmergecolhdg"/>
              <w:spacing w:line="240" w:lineRule="auto"/>
              <w:ind w:firstLine="4"/>
              <w:rPr>
                <w:rFonts w:ascii="Angsana New" w:hAnsi="Angsana New" w:cs="Angsana New"/>
                <w:b w:val="0"/>
                <w:sz w:val="28"/>
                <w:szCs w:val="28"/>
                <w:cs/>
                <w:lang w:bidi="th-TH"/>
              </w:rPr>
            </w:pPr>
            <w:r w:rsidRPr="00B70AF0">
              <w:rPr>
                <w:rFonts w:ascii="Angsana New" w:hAnsi="Angsana New" w:cs="Angsana New" w:hint="cs"/>
                <w:b w:val="0"/>
                <w:sz w:val="28"/>
                <w:szCs w:val="28"/>
                <w:lang w:val="en-US"/>
              </w:rPr>
              <w:t>31</w:t>
            </w:r>
            <w:r w:rsidR="00046B08" w:rsidRPr="00B70AF0">
              <w:rPr>
                <w:rFonts w:ascii="Angsana New" w:hAnsi="Angsana New" w:cs="Angsana New" w:hint="cs"/>
                <w:b w:val="0"/>
                <w:sz w:val="28"/>
                <w:szCs w:val="28"/>
              </w:rPr>
              <w:t xml:space="preserve"> </w:t>
            </w:r>
            <w:r w:rsidR="00046B08" w:rsidRPr="00B70AF0">
              <w:rPr>
                <w:rFonts w:ascii="Angsana New" w:hAnsi="Angsana New" w:cs="Angsana New" w:hint="cs"/>
                <w:b w:val="0"/>
                <w:sz w:val="28"/>
                <w:szCs w:val="28"/>
                <w:cs/>
              </w:rPr>
              <w:t>ธันวาคม</w:t>
            </w:r>
            <w:r w:rsidR="00046B08" w:rsidRPr="00B70AF0">
              <w:rPr>
                <w:rFonts w:ascii="Angsana New" w:hAnsi="Angsana New" w:cs="Angsana New" w:hint="cs"/>
                <w:b w:val="0"/>
                <w:sz w:val="28"/>
                <w:szCs w:val="28"/>
              </w:rPr>
              <w:t xml:space="preserve"> </w:t>
            </w:r>
            <w:r w:rsidRPr="00B70AF0">
              <w:rPr>
                <w:rFonts w:ascii="Angsana New" w:hAnsi="Angsana New" w:cs="Angsana New" w:hint="cs"/>
                <w:b w:val="0"/>
                <w:sz w:val="28"/>
                <w:szCs w:val="28"/>
                <w:lang w:val="en-US"/>
              </w:rPr>
              <w:t>2563</w:t>
            </w:r>
          </w:p>
        </w:tc>
      </w:tr>
      <w:tr w:rsidR="00046B08" w:rsidRPr="00B70AF0" w14:paraId="2BC25613" w14:textId="77777777" w:rsidTr="001677E6">
        <w:trPr>
          <w:cantSplit/>
        </w:trPr>
        <w:tc>
          <w:tcPr>
            <w:tcW w:w="3870" w:type="dxa"/>
            <w:vAlign w:val="bottom"/>
            <w:hideMark/>
          </w:tcPr>
          <w:p w14:paraId="28FF4DE8" w14:textId="77777777" w:rsidR="00046B08" w:rsidRPr="00B70AF0" w:rsidRDefault="00046B08" w:rsidP="00046B0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th-TH"/>
              </w:rPr>
            </w:pPr>
          </w:p>
        </w:tc>
        <w:tc>
          <w:tcPr>
            <w:tcW w:w="5220" w:type="dxa"/>
            <w:gridSpan w:val="7"/>
            <w:vAlign w:val="bottom"/>
            <w:hideMark/>
          </w:tcPr>
          <w:p w14:paraId="655C94B8" w14:textId="77777777" w:rsidR="00046B08" w:rsidRPr="00B70AF0" w:rsidRDefault="00046B08" w:rsidP="00046B0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b w:val="0"/>
                <w:bCs/>
                <w:sz w:val="28"/>
                <w:szCs w:val="28"/>
              </w:rPr>
            </w:pPr>
            <w:r w:rsidRPr="00B70AF0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bidi="th-TH"/>
              </w:rPr>
              <w:t>(</w:t>
            </w:r>
            <w:r w:rsidRPr="00B70AF0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val="en-US" w:bidi="th-TH"/>
              </w:rPr>
              <w:t>พัน</w:t>
            </w:r>
            <w:r w:rsidRPr="00B70AF0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  <w:lang w:bidi="th-TH"/>
              </w:rPr>
              <w:t>บาท)</w:t>
            </w:r>
          </w:p>
        </w:tc>
      </w:tr>
      <w:tr w:rsidR="00046B08" w:rsidRPr="00B70AF0" w14:paraId="28FE3C33" w14:textId="77777777" w:rsidTr="001677E6">
        <w:trPr>
          <w:cantSplit/>
        </w:trPr>
        <w:tc>
          <w:tcPr>
            <w:tcW w:w="3870" w:type="dxa"/>
          </w:tcPr>
          <w:p w14:paraId="596CDAB6" w14:textId="77777777" w:rsidR="00046B08" w:rsidRPr="00B70AF0" w:rsidRDefault="00046B08" w:rsidP="00046B08">
            <w:pPr>
              <w:pStyle w:val="acctfourfigures"/>
              <w:tabs>
                <w:tab w:val="left" w:pos="720"/>
              </w:tabs>
              <w:spacing w:line="240" w:lineRule="auto"/>
              <w:ind w:left="188" w:hanging="174"/>
              <w:rPr>
                <w:rFonts w:asciiTheme="majorBidi" w:hAnsiTheme="majorBidi" w:cstheme="majorBidi"/>
                <w:b/>
                <w:bCs/>
                <w:i/>
                <w:iCs/>
                <w:sz w:val="28"/>
                <w:szCs w:val="28"/>
                <w:lang w:bidi="th-TH"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5220" w:type="dxa"/>
            <w:gridSpan w:val="7"/>
            <w:vAlign w:val="bottom"/>
          </w:tcPr>
          <w:p w14:paraId="400F60B8" w14:textId="77777777" w:rsidR="00046B08" w:rsidRPr="00B70AF0" w:rsidRDefault="00046B08" w:rsidP="00046B08">
            <w:pPr>
              <w:pStyle w:val="acctmergecolhdg"/>
              <w:spacing w:line="240" w:lineRule="auto"/>
              <w:ind w:left="-83" w:right="-79" w:firstLine="4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  <w:lang w:bidi="th-TH"/>
              </w:rPr>
            </w:pPr>
          </w:p>
        </w:tc>
      </w:tr>
      <w:tr w:rsidR="00046B08" w:rsidRPr="00B70AF0" w14:paraId="0222607A" w14:textId="77777777" w:rsidTr="00051581">
        <w:trPr>
          <w:cantSplit/>
          <w:trHeight w:val="335"/>
        </w:trPr>
        <w:tc>
          <w:tcPr>
            <w:tcW w:w="3870" w:type="dxa"/>
            <w:hideMark/>
          </w:tcPr>
          <w:p w14:paraId="1B39B4B7" w14:textId="7F4B61A2" w:rsidR="00046B08" w:rsidRPr="00B70AF0" w:rsidRDefault="00151181" w:rsidP="00046B08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hint="cs"/>
                <w:sz w:val="28"/>
                <w:szCs w:val="28"/>
                <w:cs/>
              </w:rPr>
              <w:t>ลูกหนี้การค้า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0FD68CA7" w14:textId="7389F7A3" w:rsidR="00046B08" w:rsidRPr="00B70AF0" w:rsidRDefault="00971032" w:rsidP="008E62C8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</w:rPr>
              <w:t>389,</w:t>
            </w:r>
            <w:r w:rsidR="00C52BD6"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865</w:t>
            </w:r>
          </w:p>
        </w:tc>
        <w:tc>
          <w:tcPr>
            <w:tcW w:w="180" w:type="dxa"/>
          </w:tcPr>
          <w:p w14:paraId="34DE90AD" w14:textId="77777777" w:rsidR="00046B08" w:rsidRPr="00B70AF0" w:rsidRDefault="00046B08" w:rsidP="00046B0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961048E" w14:textId="39DA3EDA" w:rsidR="00046B08" w:rsidRPr="00B70AF0" w:rsidRDefault="000B0741" w:rsidP="008E62C8">
            <w:pPr>
              <w:pStyle w:val="acctfourfigures"/>
              <w:tabs>
                <w:tab w:val="clear" w:pos="765"/>
                <w:tab w:val="decimal" w:pos="906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535</w:t>
            </w:r>
            <w:r w:rsidR="00046B08" w:rsidRPr="00B70AF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70AF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945</w:t>
            </w:r>
          </w:p>
        </w:tc>
        <w:tc>
          <w:tcPr>
            <w:tcW w:w="184" w:type="dxa"/>
          </w:tcPr>
          <w:p w14:paraId="79F88EE7" w14:textId="77777777" w:rsidR="00046B08" w:rsidRPr="00B70AF0" w:rsidRDefault="00046B08" w:rsidP="00046B0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6" w:type="dxa"/>
            <w:tcBorders>
              <w:left w:val="nil"/>
              <w:right w:val="nil"/>
            </w:tcBorders>
            <w:shd w:val="clear" w:color="auto" w:fill="auto"/>
          </w:tcPr>
          <w:p w14:paraId="4F8F3385" w14:textId="76397B26" w:rsidR="00046B08" w:rsidRPr="00B70AF0" w:rsidRDefault="00971032" w:rsidP="008E62C8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268,921</w:t>
            </w:r>
          </w:p>
        </w:tc>
        <w:tc>
          <w:tcPr>
            <w:tcW w:w="180" w:type="dxa"/>
            <w:shd w:val="clear" w:color="auto" w:fill="auto"/>
          </w:tcPr>
          <w:p w14:paraId="43B85C0B" w14:textId="77777777" w:rsidR="00046B08" w:rsidRPr="00B70AF0" w:rsidRDefault="00046B08" w:rsidP="00046B0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2AFECF6" w14:textId="0B08C359" w:rsidR="00046B08" w:rsidRPr="00B70AF0" w:rsidRDefault="000B0741" w:rsidP="001677E6">
            <w:pPr>
              <w:pStyle w:val="acctfourfigures"/>
              <w:tabs>
                <w:tab w:val="clear" w:pos="765"/>
                <w:tab w:val="decimal" w:pos="906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389</w:t>
            </w:r>
            <w:r w:rsidR="00046B08" w:rsidRPr="00B70A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172</w:t>
            </w:r>
          </w:p>
        </w:tc>
      </w:tr>
      <w:tr w:rsidR="008E62C8" w:rsidRPr="00B70AF0" w14:paraId="6C6DE4EA" w14:textId="77777777" w:rsidTr="001677E6">
        <w:trPr>
          <w:cantSplit/>
          <w:trHeight w:val="71"/>
        </w:trPr>
        <w:tc>
          <w:tcPr>
            <w:tcW w:w="3870" w:type="dxa"/>
            <w:hideMark/>
          </w:tcPr>
          <w:p w14:paraId="3EB6B9D3" w14:textId="5F53A1EC" w:rsidR="008E62C8" w:rsidRPr="00B70AF0" w:rsidRDefault="008E62C8" w:rsidP="008E62C8">
            <w:pPr>
              <w:spacing w:line="240" w:lineRule="auto"/>
              <w:ind w:left="190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B70AF0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303A7F3" w14:textId="70E7C111" w:rsidR="008E62C8" w:rsidRPr="00B70AF0" w:rsidRDefault="00971032" w:rsidP="008E62C8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</w:rPr>
              <w:t>(5</w:t>
            </w:r>
            <w:r w:rsidR="00C52BD6" w:rsidRPr="00B70AF0">
              <w:rPr>
                <w:rFonts w:asciiTheme="majorBidi" w:hAnsiTheme="majorBidi" w:cstheme="majorBidi"/>
                <w:sz w:val="28"/>
                <w:szCs w:val="28"/>
              </w:rPr>
              <w:t>29</w:t>
            </w:r>
            <w:r w:rsidRPr="00B70AF0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0" w:type="dxa"/>
            <w:vAlign w:val="bottom"/>
          </w:tcPr>
          <w:p w14:paraId="3E4ED604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1752EE5" w14:textId="4A6AA436" w:rsidR="008E62C8" w:rsidRPr="00B70AF0" w:rsidRDefault="008E62C8" w:rsidP="008E62C8">
            <w:pPr>
              <w:pStyle w:val="acctfourfigures"/>
              <w:tabs>
                <w:tab w:val="clear" w:pos="765"/>
                <w:tab w:val="decimal" w:pos="906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B0741" w:rsidRPr="00B70AF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6</w:t>
            </w:r>
            <w:r w:rsidRPr="00B70AF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B0741" w:rsidRPr="00B70AF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760</w:t>
            </w:r>
            <w:r w:rsidRPr="00B70AF0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4" w:type="dxa"/>
            <w:vAlign w:val="bottom"/>
          </w:tcPr>
          <w:p w14:paraId="3794F70F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68D6DBA1" w14:textId="244F037E" w:rsidR="008E62C8" w:rsidRPr="00B70AF0" w:rsidRDefault="00971032" w:rsidP="008E62C8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  <w:vAlign w:val="bottom"/>
          </w:tcPr>
          <w:p w14:paraId="15B49FE2" w14:textId="77777777" w:rsidR="008E62C8" w:rsidRPr="00B70AF0" w:rsidRDefault="008E62C8" w:rsidP="008E62C8">
            <w:pPr>
              <w:pStyle w:val="acctfourfigures"/>
              <w:spacing w:line="240" w:lineRule="auto"/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single" w:sz="2" w:space="0" w:color="auto"/>
              <w:right w:val="nil"/>
            </w:tcBorders>
            <w:vAlign w:val="bottom"/>
          </w:tcPr>
          <w:p w14:paraId="4D666643" w14:textId="05408CE3" w:rsidR="008E62C8" w:rsidRPr="00B70AF0" w:rsidRDefault="008E62C8" w:rsidP="001677E6">
            <w:pPr>
              <w:pStyle w:val="acctfourfigures"/>
              <w:tabs>
                <w:tab w:val="clear" w:pos="765"/>
                <w:tab w:val="decimal" w:pos="906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B0741"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Pr="00B70AF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B0741" w:rsidRPr="00B70AF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865</w:t>
            </w:r>
            <w:r w:rsidRPr="00B70AF0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</w:tr>
      <w:tr w:rsidR="00046B08" w:rsidRPr="00B70AF0" w14:paraId="302A31EA" w14:textId="77777777" w:rsidTr="001677E6">
        <w:trPr>
          <w:cantSplit/>
        </w:trPr>
        <w:tc>
          <w:tcPr>
            <w:tcW w:w="3870" w:type="dxa"/>
            <w:hideMark/>
          </w:tcPr>
          <w:p w14:paraId="4EF3D746" w14:textId="77777777" w:rsidR="00046B08" w:rsidRPr="00B70AF0" w:rsidRDefault="00046B08" w:rsidP="00046B0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B96726A" w14:textId="31C4C81F" w:rsidR="00046B08" w:rsidRPr="00B70AF0" w:rsidRDefault="00971032" w:rsidP="008E62C8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389,</w:t>
            </w:r>
            <w:r w:rsidR="00C52BD6" w:rsidRPr="00B70AF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336</w:t>
            </w:r>
          </w:p>
        </w:tc>
        <w:tc>
          <w:tcPr>
            <w:tcW w:w="180" w:type="dxa"/>
          </w:tcPr>
          <w:p w14:paraId="55B0527B" w14:textId="77777777" w:rsidR="00046B08" w:rsidRPr="00B70AF0" w:rsidRDefault="00046B08" w:rsidP="00046B0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85909D4" w14:textId="44601CB7" w:rsidR="00046B08" w:rsidRPr="00B70AF0" w:rsidRDefault="000B0741" w:rsidP="008E62C8">
            <w:pPr>
              <w:pStyle w:val="acctfourfigures"/>
              <w:tabs>
                <w:tab w:val="clear" w:pos="765"/>
                <w:tab w:val="decimal" w:pos="90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529</w:t>
            </w:r>
            <w:r w:rsidR="00046B08" w:rsidRPr="00B70AF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185</w:t>
            </w:r>
          </w:p>
        </w:tc>
        <w:tc>
          <w:tcPr>
            <w:tcW w:w="184" w:type="dxa"/>
          </w:tcPr>
          <w:p w14:paraId="3ADAFF5B" w14:textId="77777777" w:rsidR="00046B08" w:rsidRPr="00B70AF0" w:rsidRDefault="00046B08" w:rsidP="00046B0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E830AC4" w14:textId="5A6E747E" w:rsidR="00046B08" w:rsidRPr="00B70AF0" w:rsidRDefault="00971032" w:rsidP="008E62C8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268,921</w:t>
            </w:r>
          </w:p>
        </w:tc>
        <w:tc>
          <w:tcPr>
            <w:tcW w:w="180" w:type="dxa"/>
            <w:shd w:val="clear" w:color="auto" w:fill="auto"/>
          </w:tcPr>
          <w:p w14:paraId="0440F0B3" w14:textId="77777777" w:rsidR="00046B08" w:rsidRPr="00B70AF0" w:rsidRDefault="00046B08" w:rsidP="00046B0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2" w:space="0" w:color="auto"/>
              <w:bottom w:val="single" w:sz="4" w:space="0" w:color="auto"/>
            </w:tcBorders>
          </w:tcPr>
          <w:p w14:paraId="4A5EC14B" w14:textId="41610D14" w:rsidR="00046B08" w:rsidRPr="00B70AF0" w:rsidRDefault="000B0741" w:rsidP="001677E6">
            <w:pPr>
              <w:pStyle w:val="acctfourfigures"/>
              <w:tabs>
                <w:tab w:val="clear" w:pos="765"/>
                <w:tab w:val="decimal" w:pos="90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386</w:t>
            </w:r>
            <w:r w:rsidR="00046B08" w:rsidRPr="00B70AF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307</w:t>
            </w:r>
          </w:p>
        </w:tc>
      </w:tr>
      <w:tr w:rsidR="00046B08" w:rsidRPr="00B70AF0" w14:paraId="6CD2C162" w14:textId="77777777" w:rsidTr="001677E6">
        <w:trPr>
          <w:cantSplit/>
        </w:trPr>
        <w:tc>
          <w:tcPr>
            <w:tcW w:w="3870" w:type="dxa"/>
          </w:tcPr>
          <w:p w14:paraId="373EBA04" w14:textId="77777777" w:rsidR="00046B08" w:rsidRPr="00B70AF0" w:rsidRDefault="00046B08" w:rsidP="00046B0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7C72F7BA" w14:textId="77777777" w:rsidR="00046B08" w:rsidRPr="00B70AF0" w:rsidRDefault="00046B08" w:rsidP="00046B0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61969753" w14:textId="77777777" w:rsidR="00046B08" w:rsidRPr="00B70AF0" w:rsidRDefault="00046B08" w:rsidP="00046B0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693835A0" w14:textId="77777777" w:rsidR="00046B08" w:rsidRPr="00B70AF0" w:rsidRDefault="00046B08" w:rsidP="00046B0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4" w:type="dxa"/>
          </w:tcPr>
          <w:p w14:paraId="2C6E193D" w14:textId="77777777" w:rsidR="00046B08" w:rsidRPr="00B70AF0" w:rsidRDefault="00046B08" w:rsidP="00046B0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</w:tcPr>
          <w:p w14:paraId="16CAF209" w14:textId="77777777" w:rsidR="00046B08" w:rsidRPr="00B70AF0" w:rsidRDefault="00046B08" w:rsidP="00046B0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02B3F194" w14:textId="77777777" w:rsidR="00046B08" w:rsidRPr="00B70AF0" w:rsidRDefault="00046B08" w:rsidP="00046B0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2" w:space="0" w:color="auto"/>
            </w:tcBorders>
          </w:tcPr>
          <w:p w14:paraId="4C4777FB" w14:textId="77777777" w:rsidR="00046B08" w:rsidRPr="00B70AF0" w:rsidRDefault="00046B08" w:rsidP="00046B08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</w:tr>
      <w:tr w:rsidR="00046B08" w:rsidRPr="00B70AF0" w14:paraId="2BD16ADF" w14:textId="77777777" w:rsidTr="001677E6">
        <w:trPr>
          <w:cantSplit/>
        </w:trPr>
        <w:tc>
          <w:tcPr>
            <w:tcW w:w="3870" w:type="dxa"/>
            <w:hideMark/>
          </w:tcPr>
          <w:p w14:paraId="1FD7F732" w14:textId="77777777" w:rsidR="00046B08" w:rsidRPr="00B70AF0" w:rsidRDefault="00046B08" w:rsidP="00046B08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ลูกหนี้ตามสัญญาเช่าการเงิน</w:t>
            </w:r>
          </w:p>
        </w:tc>
        <w:tc>
          <w:tcPr>
            <w:tcW w:w="1170" w:type="dxa"/>
          </w:tcPr>
          <w:p w14:paraId="3B330AD6" w14:textId="77777777" w:rsidR="00046B08" w:rsidRPr="00B70AF0" w:rsidRDefault="00046B08" w:rsidP="00046B0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</w:tcPr>
          <w:p w14:paraId="30338D22" w14:textId="77777777" w:rsidR="00046B08" w:rsidRPr="00B70AF0" w:rsidRDefault="00046B08" w:rsidP="00046B0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44BA1F94" w14:textId="77777777" w:rsidR="00046B08" w:rsidRPr="00B70AF0" w:rsidRDefault="00046B08" w:rsidP="00046B0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4" w:type="dxa"/>
          </w:tcPr>
          <w:p w14:paraId="335A3C85" w14:textId="77777777" w:rsidR="00046B08" w:rsidRPr="00B70AF0" w:rsidRDefault="00046B08" w:rsidP="00046B0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6" w:type="dxa"/>
          </w:tcPr>
          <w:p w14:paraId="27D0864C" w14:textId="77777777" w:rsidR="00046B08" w:rsidRPr="00B70AF0" w:rsidRDefault="00046B08" w:rsidP="00046B0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0" w:type="dxa"/>
          </w:tcPr>
          <w:p w14:paraId="05BCCC22" w14:textId="77777777" w:rsidR="00046B08" w:rsidRPr="00B70AF0" w:rsidRDefault="00046B08" w:rsidP="00046B0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36EFE282" w14:textId="77777777" w:rsidR="00046B08" w:rsidRPr="00B70AF0" w:rsidRDefault="00046B08" w:rsidP="00046B08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046B08" w:rsidRPr="00B70AF0" w14:paraId="775DA497" w14:textId="77777777" w:rsidTr="001677E6">
        <w:trPr>
          <w:cantSplit/>
        </w:trPr>
        <w:tc>
          <w:tcPr>
            <w:tcW w:w="3870" w:type="dxa"/>
            <w:hideMark/>
          </w:tcPr>
          <w:p w14:paraId="1BFDB818" w14:textId="272A6F88" w:rsidR="00046B08" w:rsidRPr="00B70AF0" w:rsidRDefault="00151181" w:rsidP="00046B08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hint="cs"/>
                <w:sz w:val="28"/>
                <w:szCs w:val="28"/>
                <w:cs/>
              </w:rPr>
              <w:t>ลูกหนี้ตามสัญญาเช่าการเงิน</w:t>
            </w:r>
          </w:p>
        </w:tc>
        <w:tc>
          <w:tcPr>
            <w:tcW w:w="1170" w:type="dxa"/>
          </w:tcPr>
          <w:p w14:paraId="6F8C2457" w14:textId="35F7121B" w:rsidR="00046B08" w:rsidRPr="00B70AF0" w:rsidRDefault="00EC252D" w:rsidP="008E62C8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</w:rPr>
              <w:t>39</w:t>
            </w:r>
            <w:r w:rsidR="00971032" w:rsidRPr="00B70AF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70AF0">
              <w:rPr>
                <w:rFonts w:asciiTheme="majorBidi" w:hAnsiTheme="majorBidi" w:cstheme="majorBidi"/>
                <w:sz w:val="28"/>
                <w:szCs w:val="28"/>
              </w:rPr>
              <w:t>893</w:t>
            </w:r>
          </w:p>
        </w:tc>
        <w:tc>
          <w:tcPr>
            <w:tcW w:w="180" w:type="dxa"/>
          </w:tcPr>
          <w:p w14:paraId="6E5B2393" w14:textId="77777777" w:rsidR="00046B08" w:rsidRPr="00B70AF0" w:rsidRDefault="00046B08" w:rsidP="00046B0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3970B5EA" w14:textId="64F1F29E" w:rsidR="00046B08" w:rsidRPr="00B70AF0" w:rsidRDefault="000B0741" w:rsidP="008E62C8">
            <w:pPr>
              <w:pStyle w:val="acctfourfigures"/>
              <w:tabs>
                <w:tab w:val="clear" w:pos="765"/>
                <w:tab w:val="decimal" w:pos="906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46</w:t>
            </w:r>
            <w:r w:rsidR="00046B08" w:rsidRPr="00B70AF0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232</w:t>
            </w:r>
          </w:p>
        </w:tc>
        <w:tc>
          <w:tcPr>
            <w:tcW w:w="184" w:type="dxa"/>
          </w:tcPr>
          <w:p w14:paraId="33FFA10F" w14:textId="77777777" w:rsidR="00046B08" w:rsidRPr="00B70AF0" w:rsidRDefault="00046B08" w:rsidP="00046B0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6" w:type="dxa"/>
          </w:tcPr>
          <w:p w14:paraId="70D28820" w14:textId="3A4995AE" w:rsidR="00971032" w:rsidRPr="00B70AF0" w:rsidRDefault="00971032" w:rsidP="008E62C8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0" w:type="dxa"/>
          </w:tcPr>
          <w:p w14:paraId="57BD1EFF" w14:textId="77777777" w:rsidR="00046B08" w:rsidRPr="00B70AF0" w:rsidRDefault="00046B08" w:rsidP="00046B0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</w:tcPr>
          <w:p w14:paraId="0D5B01B8" w14:textId="77777777" w:rsidR="00046B08" w:rsidRPr="00B70AF0" w:rsidRDefault="00046B08" w:rsidP="001677E6">
            <w:pPr>
              <w:pStyle w:val="acctfourfigures"/>
              <w:tabs>
                <w:tab w:val="clear" w:pos="765"/>
                <w:tab w:val="decimal" w:pos="636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046B08" w:rsidRPr="00B70AF0" w14:paraId="194EE2B3" w14:textId="77777777" w:rsidTr="001677E6">
        <w:trPr>
          <w:cantSplit/>
        </w:trPr>
        <w:tc>
          <w:tcPr>
            <w:tcW w:w="3870" w:type="dxa"/>
          </w:tcPr>
          <w:p w14:paraId="76C85A78" w14:textId="4EEB1C4D" w:rsidR="00046B08" w:rsidRPr="00B70AF0" w:rsidRDefault="00046B08" w:rsidP="008E62C8">
            <w:pPr>
              <w:spacing w:line="240" w:lineRule="auto"/>
              <w:ind w:left="190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70AF0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B70AF0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</w:t>
            </w:r>
            <w:r w:rsidR="008E62C8" w:rsidRPr="00B70AF0">
              <w:rPr>
                <w:rFonts w:asciiTheme="majorBidi" w:hAnsiTheme="majorBidi" w:cstheme="majorBidi"/>
                <w:sz w:val="28"/>
                <w:szCs w:val="28"/>
                <w:cs/>
              </w:rPr>
              <w:t>ที่คาดว่าจะเกิดขึ้น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62B159F4" w14:textId="7CCC689B" w:rsidR="0092570A" w:rsidRPr="00B70AF0" w:rsidRDefault="00971032" w:rsidP="008E62C8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180" w:type="dxa"/>
          </w:tcPr>
          <w:p w14:paraId="48D4E159" w14:textId="77777777" w:rsidR="00046B08" w:rsidRPr="00B70AF0" w:rsidRDefault="00046B08" w:rsidP="00046B0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0E54AA08" w14:textId="561C544E" w:rsidR="00046B08" w:rsidRPr="00B70AF0" w:rsidRDefault="00046B08" w:rsidP="008E62C8">
            <w:pPr>
              <w:pStyle w:val="acctfourfigures"/>
              <w:tabs>
                <w:tab w:val="clear" w:pos="765"/>
                <w:tab w:val="decimal" w:pos="906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lang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(</w:t>
            </w:r>
            <w:r w:rsidR="000B0741"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Pr="00B70AF0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,</w:t>
            </w:r>
            <w:r w:rsidR="000B0741"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282</w:t>
            </w:r>
            <w:r w:rsidRPr="00B70AF0">
              <w:rPr>
                <w:rFonts w:asciiTheme="majorBidi" w:hAnsiTheme="majorBidi" w:cstheme="majorBidi"/>
                <w:sz w:val="28"/>
                <w:szCs w:val="28"/>
                <w:lang w:bidi="th-TH"/>
              </w:rPr>
              <w:t>)</w:t>
            </w:r>
          </w:p>
        </w:tc>
        <w:tc>
          <w:tcPr>
            <w:tcW w:w="184" w:type="dxa"/>
          </w:tcPr>
          <w:p w14:paraId="610BACA7" w14:textId="77777777" w:rsidR="00046B08" w:rsidRPr="00B70AF0" w:rsidRDefault="00046B08" w:rsidP="00046B0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6" w:type="dxa"/>
            <w:tcBorders>
              <w:bottom w:val="single" w:sz="4" w:space="0" w:color="auto"/>
            </w:tcBorders>
          </w:tcPr>
          <w:p w14:paraId="3C17AF96" w14:textId="340011A6" w:rsidR="00046B08" w:rsidRPr="00B70AF0" w:rsidRDefault="00971032" w:rsidP="008E62C8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0" w:type="dxa"/>
          </w:tcPr>
          <w:p w14:paraId="73B7F112" w14:textId="77777777" w:rsidR="00046B08" w:rsidRPr="00B70AF0" w:rsidRDefault="00046B08" w:rsidP="00046B0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14:paraId="382FB566" w14:textId="77777777" w:rsidR="00046B08" w:rsidRPr="00B70AF0" w:rsidRDefault="00046B08" w:rsidP="001677E6">
            <w:pPr>
              <w:pStyle w:val="acctfourfigures"/>
              <w:tabs>
                <w:tab w:val="clear" w:pos="765"/>
                <w:tab w:val="decimal" w:pos="636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046B08" w:rsidRPr="00B70AF0" w14:paraId="2970082A" w14:textId="77777777" w:rsidTr="001677E6">
        <w:trPr>
          <w:cantSplit/>
        </w:trPr>
        <w:tc>
          <w:tcPr>
            <w:tcW w:w="3870" w:type="dxa"/>
          </w:tcPr>
          <w:p w14:paraId="025B9BF0" w14:textId="77777777" w:rsidR="00046B08" w:rsidRPr="00B70AF0" w:rsidRDefault="00046B08" w:rsidP="00046B08">
            <w:pPr>
              <w:spacing w:line="240" w:lineRule="auto"/>
              <w:rPr>
                <w:rFonts w:asciiTheme="majorBidi" w:hAnsiTheme="majorBidi"/>
                <w:sz w:val="28"/>
                <w:szCs w:val="28"/>
                <w:cs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0F79EE6D" w14:textId="78112663" w:rsidR="00046B08" w:rsidRPr="00B70AF0" w:rsidRDefault="00EC252D" w:rsidP="008E62C8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39,893</w:t>
            </w:r>
          </w:p>
        </w:tc>
        <w:tc>
          <w:tcPr>
            <w:tcW w:w="180" w:type="dxa"/>
          </w:tcPr>
          <w:p w14:paraId="53BC93D4" w14:textId="77777777" w:rsidR="00046B08" w:rsidRPr="00B70AF0" w:rsidRDefault="00046B08" w:rsidP="00046B0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048020C2" w14:textId="7B772300" w:rsidR="00046B08" w:rsidRPr="00B70AF0" w:rsidRDefault="000B0741" w:rsidP="008E62C8">
            <w:pPr>
              <w:pStyle w:val="acctfourfigures"/>
              <w:tabs>
                <w:tab w:val="clear" w:pos="765"/>
                <w:tab w:val="decimal" w:pos="90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44</w:t>
            </w:r>
            <w:r w:rsidR="00046B08"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,</w:t>
            </w: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950</w:t>
            </w:r>
          </w:p>
        </w:tc>
        <w:tc>
          <w:tcPr>
            <w:tcW w:w="184" w:type="dxa"/>
          </w:tcPr>
          <w:p w14:paraId="427565CD" w14:textId="77777777" w:rsidR="00046B08" w:rsidRPr="00B70AF0" w:rsidRDefault="00046B08" w:rsidP="00046B0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bottom w:val="single" w:sz="4" w:space="0" w:color="auto"/>
            </w:tcBorders>
          </w:tcPr>
          <w:p w14:paraId="2CCF5393" w14:textId="342DB397" w:rsidR="00046B08" w:rsidRPr="00B70AF0" w:rsidRDefault="00971032" w:rsidP="008E62C8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80" w:type="dxa"/>
          </w:tcPr>
          <w:p w14:paraId="28C5E9AC" w14:textId="77777777" w:rsidR="00046B08" w:rsidRPr="00B70AF0" w:rsidRDefault="00046B08" w:rsidP="00046B08">
            <w:pPr>
              <w:pStyle w:val="acctfourfigures"/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single" w:sz="4" w:space="0" w:color="auto"/>
            </w:tcBorders>
          </w:tcPr>
          <w:p w14:paraId="4BA238F6" w14:textId="77777777" w:rsidR="00046B08" w:rsidRPr="00B70AF0" w:rsidRDefault="00046B08" w:rsidP="001677E6">
            <w:pPr>
              <w:pStyle w:val="acctfourfigures"/>
              <w:tabs>
                <w:tab w:val="clear" w:pos="765"/>
                <w:tab w:val="decimal" w:pos="6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</w:tr>
      <w:tr w:rsidR="00046B08" w:rsidRPr="00B70AF0" w14:paraId="3B9C820C" w14:textId="77777777" w:rsidTr="001677E6">
        <w:trPr>
          <w:cantSplit/>
        </w:trPr>
        <w:tc>
          <w:tcPr>
            <w:tcW w:w="3870" w:type="dxa"/>
            <w:hideMark/>
          </w:tcPr>
          <w:p w14:paraId="49F60215" w14:textId="77777777" w:rsidR="00046B08" w:rsidRPr="00B70AF0" w:rsidRDefault="00046B08" w:rsidP="00046B0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7DBABCC3" w14:textId="77777777" w:rsidR="00046B08" w:rsidRPr="00B70AF0" w:rsidRDefault="00046B08" w:rsidP="00046B0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7FE87C92" w14:textId="77777777" w:rsidR="00046B08" w:rsidRPr="00B70AF0" w:rsidRDefault="00046B08" w:rsidP="00046B0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14FFF76F" w14:textId="77777777" w:rsidR="00046B08" w:rsidRPr="00B70AF0" w:rsidRDefault="00046B08" w:rsidP="00046B0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4" w:type="dxa"/>
          </w:tcPr>
          <w:p w14:paraId="3AC423AF" w14:textId="77777777" w:rsidR="00046B08" w:rsidRPr="00B70AF0" w:rsidRDefault="00046B08" w:rsidP="00046B0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</w:tcPr>
          <w:p w14:paraId="1199B98F" w14:textId="77777777" w:rsidR="00046B08" w:rsidRPr="00B70AF0" w:rsidRDefault="00046B08" w:rsidP="00046B0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14:paraId="51705347" w14:textId="77777777" w:rsidR="00046B08" w:rsidRPr="00B70AF0" w:rsidRDefault="00046B08" w:rsidP="00046B0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5D37AAB3" w14:textId="77777777" w:rsidR="00046B08" w:rsidRPr="00B70AF0" w:rsidRDefault="00046B08" w:rsidP="001677E6">
            <w:pPr>
              <w:pStyle w:val="acctfourfigures"/>
              <w:tabs>
                <w:tab w:val="clear" w:pos="765"/>
                <w:tab w:val="decimal" w:pos="636"/>
                <w:tab w:val="decimal" w:pos="1092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</w:tr>
      <w:tr w:rsidR="008E62C8" w:rsidRPr="00B70AF0" w14:paraId="1F925737" w14:textId="77777777" w:rsidTr="001677E6">
        <w:trPr>
          <w:cantSplit/>
        </w:trPr>
        <w:tc>
          <w:tcPr>
            <w:tcW w:w="3870" w:type="dxa"/>
          </w:tcPr>
          <w:p w14:paraId="63A7D802" w14:textId="651EE523" w:rsidR="008E62C8" w:rsidRPr="00B70AF0" w:rsidRDefault="008E62C8" w:rsidP="008E62C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70AF0">
              <w:rPr>
                <w:rFonts w:asciiTheme="majorBidi" w:hAnsiTheme="majorBidi" w:hint="cs"/>
                <w:b/>
                <w:bCs/>
                <w:sz w:val="28"/>
                <w:szCs w:val="28"/>
                <w:cs/>
              </w:rPr>
              <w:t>ลูกหนี้ตามสัญญาปรับโครงสร้างหนี้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916A0E4" w14:textId="77777777" w:rsidR="008E62C8" w:rsidRPr="00B70AF0" w:rsidRDefault="008E62C8" w:rsidP="008E62C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0" w:type="dxa"/>
          </w:tcPr>
          <w:p w14:paraId="34270E57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95DEC55" w14:textId="77777777" w:rsidR="008E62C8" w:rsidRPr="00B70AF0" w:rsidRDefault="008E62C8" w:rsidP="008E62C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184" w:type="dxa"/>
          </w:tcPr>
          <w:p w14:paraId="034052B9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66" w:type="dxa"/>
            <w:tcBorders>
              <w:left w:val="nil"/>
              <w:right w:val="nil"/>
            </w:tcBorders>
          </w:tcPr>
          <w:p w14:paraId="55B22E84" w14:textId="77777777" w:rsidR="008E62C8" w:rsidRPr="00B70AF0" w:rsidRDefault="008E62C8" w:rsidP="008E62C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14:paraId="2FAF5759" w14:textId="77777777" w:rsidR="008E62C8" w:rsidRPr="00B70AF0" w:rsidRDefault="008E62C8" w:rsidP="008E62C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74B6B032" w14:textId="77777777" w:rsidR="008E62C8" w:rsidRPr="00B70AF0" w:rsidRDefault="008E62C8" w:rsidP="001677E6">
            <w:pPr>
              <w:pStyle w:val="acctfourfigures"/>
              <w:tabs>
                <w:tab w:val="clear" w:pos="765"/>
                <w:tab w:val="decimal" w:pos="636"/>
                <w:tab w:val="decimal" w:pos="1092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</w:tr>
      <w:tr w:rsidR="008E62C8" w:rsidRPr="00B70AF0" w14:paraId="0E0B3675" w14:textId="77777777" w:rsidTr="001677E6">
        <w:trPr>
          <w:cantSplit/>
        </w:trPr>
        <w:tc>
          <w:tcPr>
            <w:tcW w:w="3870" w:type="dxa"/>
          </w:tcPr>
          <w:p w14:paraId="21B30245" w14:textId="6F04BAB7" w:rsidR="008E62C8" w:rsidRPr="00B70AF0" w:rsidRDefault="008E62C8" w:rsidP="008E62C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Theme="majorBidi" w:hAnsiTheme="majorBidi" w:hint="cs"/>
                <w:sz w:val="28"/>
                <w:szCs w:val="28"/>
                <w:cs/>
              </w:rPr>
              <w:t>ลูกหนี้ตามสัญญาปรับโครงสร้างหนี้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6B6ACB35" w14:textId="75E2F708" w:rsidR="008E62C8" w:rsidRPr="00B70AF0" w:rsidRDefault="00A238DC" w:rsidP="008E62C8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</w:rPr>
              <w:t>21,</w:t>
            </w:r>
            <w:r w:rsidR="00C52BD6" w:rsidRPr="00B70AF0">
              <w:rPr>
                <w:rFonts w:asciiTheme="majorBidi" w:hAnsiTheme="majorBidi" w:cstheme="majorBidi"/>
                <w:sz w:val="28"/>
                <w:szCs w:val="28"/>
              </w:rPr>
              <w:t>326</w:t>
            </w:r>
          </w:p>
        </w:tc>
        <w:tc>
          <w:tcPr>
            <w:tcW w:w="180" w:type="dxa"/>
          </w:tcPr>
          <w:p w14:paraId="7B02AEA8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0F34D5B" w14:textId="4A217C10" w:rsidR="008E62C8" w:rsidRPr="00B70AF0" w:rsidRDefault="008E62C8" w:rsidP="008E62C8">
            <w:pPr>
              <w:pStyle w:val="acctfourfigures"/>
              <w:tabs>
                <w:tab w:val="clear" w:pos="765"/>
                <w:tab w:val="decimal" w:pos="636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" w:type="dxa"/>
          </w:tcPr>
          <w:p w14:paraId="00EB6C50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left w:val="nil"/>
              <w:right w:val="nil"/>
            </w:tcBorders>
          </w:tcPr>
          <w:p w14:paraId="62A6DAC7" w14:textId="552D7DCD" w:rsidR="008E62C8" w:rsidRPr="00B70AF0" w:rsidRDefault="007B3BF4" w:rsidP="008E62C8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8,745</w:t>
            </w:r>
          </w:p>
        </w:tc>
        <w:tc>
          <w:tcPr>
            <w:tcW w:w="180" w:type="dxa"/>
          </w:tcPr>
          <w:p w14:paraId="3623FA75" w14:textId="77777777" w:rsidR="008E62C8" w:rsidRPr="00B70AF0" w:rsidRDefault="008E62C8" w:rsidP="008E62C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D4C2A9B" w14:textId="6D495D55" w:rsidR="008E62C8" w:rsidRPr="00B70AF0" w:rsidRDefault="008E62C8" w:rsidP="001677E6">
            <w:pPr>
              <w:pStyle w:val="acctfourfigures"/>
              <w:tabs>
                <w:tab w:val="clear" w:pos="765"/>
                <w:tab w:val="decimal" w:pos="636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E62C8" w:rsidRPr="00B70AF0" w14:paraId="7B510E80" w14:textId="77777777" w:rsidTr="001677E6">
        <w:trPr>
          <w:cantSplit/>
        </w:trPr>
        <w:tc>
          <w:tcPr>
            <w:tcW w:w="3870" w:type="dxa"/>
          </w:tcPr>
          <w:p w14:paraId="6E88950B" w14:textId="2B208365" w:rsidR="008E62C8" w:rsidRPr="00B70AF0" w:rsidRDefault="008E62C8" w:rsidP="008E62C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B70AF0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08CAAC01" w14:textId="4A9A2A11" w:rsidR="008E62C8" w:rsidRPr="00B70AF0" w:rsidRDefault="00A238DC" w:rsidP="008E62C8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</w:rPr>
              <w:t>(11,</w:t>
            </w:r>
            <w:r w:rsidR="00C52BD6" w:rsidRPr="00B70AF0">
              <w:rPr>
                <w:rFonts w:asciiTheme="majorBidi" w:hAnsiTheme="majorBidi" w:cstheme="majorBidi"/>
                <w:sz w:val="28"/>
                <w:szCs w:val="28"/>
              </w:rPr>
              <w:t>42</w:t>
            </w:r>
            <w:r w:rsidR="00EC252D" w:rsidRPr="00B70AF0">
              <w:rPr>
                <w:rFonts w:asciiTheme="majorBidi" w:hAnsiTheme="majorBidi" w:cstheme="majorBidi"/>
                <w:sz w:val="28"/>
                <w:szCs w:val="28"/>
              </w:rPr>
              <w:t>0</w:t>
            </w:r>
            <w:r w:rsidRPr="00B70AF0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0" w:type="dxa"/>
          </w:tcPr>
          <w:p w14:paraId="62355025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3250749B" w14:textId="003D653D" w:rsidR="008E62C8" w:rsidRPr="00B70AF0" w:rsidRDefault="008E62C8" w:rsidP="008E62C8">
            <w:pPr>
              <w:pStyle w:val="acctfourfigures"/>
              <w:tabs>
                <w:tab w:val="clear" w:pos="765"/>
                <w:tab w:val="decimal" w:pos="636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4" w:type="dxa"/>
          </w:tcPr>
          <w:p w14:paraId="53963DFE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</w:tcPr>
          <w:p w14:paraId="45D51164" w14:textId="52351B8B" w:rsidR="008E62C8" w:rsidRPr="00B70AF0" w:rsidRDefault="007B3BF4" w:rsidP="008E62C8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(4,372)</w:t>
            </w:r>
          </w:p>
        </w:tc>
        <w:tc>
          <w:tcPr>
            <w:tcW w:w="180" w:type="dxa"/>
          </w:tcPr>
          <w:p w14:paraId="1A08F42F" w14:textId="77777777" w:rsidR="008E62C8" w:rsidRPr="00B70AF0" w:rsidRDefault="008E62C8" w:rsidP="008E62C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648C7428" w14:textId="0F142345" w:rsidR="008E62C8" w:rsidRPr="00B70AF0" w:rsidRDefault="008E62C8" w:rsidP="001677E6">
            <w:pPr>
              <w:pStyle w:val="acctfourfigures"/>
              <w:tabs>
                <w:tab w:val="clear" w:pos="765"/>
                <w:tab w:val="decimal" w:pos="636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E62C8" w:rsidRPr="00B70AF0" w14:paraId="7C035F3E" w14:textId="77777777" w:rsidTr="001677E6">
        <w:trPr>
          <w:cantSplit/>
        </w:trPr>
        <w:tc>
          <w:tcPr>
            <w:tcW w:w="3870" w:type="dxa"/>
          </w:tcPr>
          <w:p w14:paraId="398CD34E" w14:textId="183463CA" w:rsidR="008E62C8" w:rsidRPr="00B70AF0" w:rsidRDefault="008E62C8" w:rsidP="008E62C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A932556" w14:textId="1D6DB9FF" w:rsidR="008E62C8" w:rsidRPr="00B70AF0" w:rsidRDefault="00A238DC" w:rsidP="008E62C8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9,</w:t>
            </w:r>
            <w:r w:rsidR="00C52BD6" w:rsidRPr="00B70AF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906</w:t>
            </w:r>
          </w:p>
        </w:tc>
        <w:tc>
          <w:tcPr>
            <w:tcW w:w="180" w:type="dxa"/>
          </w:tcPr>
          <w:p w14:paraId="2A0C3174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D2077B" w14:textId="253627F4" w:rsidR="008E62C8" w:rsidRPr="00B70AF0" w:rsidRDefault="008E62C8" w:rsidP="008E62C8">
            <w:pPr>
              <w:pStyle w:val="acctfourfigures"/>
              <w:tabs>
                <w:tab w:val="clear" w:pos="765"/>
                <w:tab w:val="decimal" w:pos="6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  <w:tc>
          <w:tcPr>
            <w:tcW w:w="184" w:type="dxa"/>
          </w:tcPr>
          <w:p w14:paraId="0475D972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23A323" w14:textId="725E5791" w:rsidR="008E62C8" w:rsidRPr="00B70AF0" w:rsidRDefault="007B3BF4" w:rsidP="008E62C8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4,373</w:t>
            </w:r>
          </w:p>
        </w:tc>
        <w:tc>
          <w:tcPr>
            <w:tcW w:w="180" w:type="dxa"/>
          </w:tcPr>
          <w:p w14:paraId="4A363C72" w14:textId="77777777" w:rsidR="008E62C8" w:rsidRPr="00B70AF0" w:rsidRDefault="008E62C8" w:rsidP="008E62C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B9CD3D" w14:textId="1F3C56A7" w:rsidR="008E62C8" w:rsidRPr="00B70AF0" w:rsidRDefault="008E62C8" w:rsidP="001677E6">
            <w:pPr>
              <w:pStyle w:val="acctfourfigures"/>
              <w:tabs>
                <w:tab w:val="clear" w:pos="765"/>
                <w:tab w:val="decimal" w:pos="63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-</w:t>
            </w:r>
          </w:p>
        </w:tc>
      </w:tr>
      <w:tr w:rsidR="008E62C8" w:rsidRPr="00B70AF0" w14:paraId="38009EBF" w14:textId="77777777" w:rsidTr="001677E6">
        <w:trPr>
          <w:cantSplit/>
        </w:trPr>
        <w:tc>
          <w:tcPr>
            <w:tcW w:w="3870" w:type="dxa"/>
          </w:tcPr>
          <w:p w14:paraId="72CDD0F4" w14:textId="77777777" w:rsidR="008E62C8" w:rsidRPr="00B70AF0" w:rsidRDefault="008E62C8" w:rsidP="008E62C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5CD60BB6" w14:textId="77777777" w:rsidR="008E62C8" w:rsidRPr="00B70AF0" w:rsidRDefault="008E62C8" w:rsidP="008E62C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1A8C34B0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0FCE092D" w14:textId="77777777" w:rsidR="008E62C8" w:rsidRPr="00B70AF0" w:rsidRDefault="008E62C8" w:rsidP="008E62C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4" w:type="dxa"/>
          </w:tcPr>
          <w:p w14:paraId="6E42B087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</w:tcPr>
          <w:p w14:paraId="0F7B1931" w14:textId="77777777" w:rsidR="008E62C8" w:rsidRPr="00B70AF0" w:rsidRDefault="008E62C8" w:rsidP="008E62C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80" w:type="dxa"/>
          </w:tcPr>
          <w:p w14:paraId="008220E1" w14:textId="77777777" w:rsidR="008E62C8" w:rsidRPr="00B70AF0" w:rsidRDefault="008E62C8" w:rsidP="008E62C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1B34146F" w14:textId="77777777" w:rsidR="008E62C8" w:rsidRPr="00B70AF0" w:rsidRDefault="008E62C8" w:rsidP="008E62C8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</w:tr>
      <w:tr w:rsidR="008E62C8" w:rsidRPr="00B70AF0" w14:paraId="32B2DE5C" w14:textId="77777777" w:rsidTr="001677E6">
        <w:trPr>
          <w:cantSplit/>
        </w:trPr>
        <w:tc>
          <w:tcPr>
            <w:tcW w:w="3870" w:type="dxa"/>
          </w:tcPr>
          <w:p w14:paraId="4710FDE1" w14:textId="67F2D9D9" w:rsidR="008E62C8" w:rsidRPr="00B70AF0" w:rsidRDefault="008E62C8" w:rsidP="008E62C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70AF0">
              <w:rPr>
                <w:rFonts w:ascii="Angsana New" w:eastAsia="Batang" w:hAnsi="Angsana New" w:hint="cs"/>
                <w:b/>
                <w:bCs/>
                <w:sz w:val="28"/>
                <w:szCs w:val="28"/>
                <w:cs/>
              </w:rPr>
              <w:t>ลูกหนี้อื่น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71E86A77" w14:textId="2AD3EB0B" w:rsidR="008E62C8" w:rsidRPr="00B70AF0" w:rsidRDefault="00AD65E7" w:rsidP="008E62C8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114,633</w:t>
            </w:r>
          </w:p>
        </w:tc>
        <w:tc>
          <w:tcPr>
            <w:tcW w:w="180" w:type="dxa"/>
          </w:tcPr>
          <w:p w14:paraId="7C494D3D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232520A9" w14:textId="01BDDEBC" w:rsidR="008E62C8" w:rsidRPr="00B70AF0" w:rsidRDefault="000B0741" w:rsidP="008E62C8">
            <w:pPr>
              <w:pStyle w:val="acctfourfigures"/>
              <w:tabs>
                <w:tab w:val="clear" w:pos="765"/>
                <w:tab w:val="decimal" w:pos="90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166</w:t>
            </w:r>
            <w:r w:rsidR="008E62C8"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238</w:t>
            </w:r>
          </w:p>
        </w:tc>
        <w:tc>
          <w:tcPr>
            <w:tcW w:w="184" w:type="dxa"/>
          </w:tcPr>
          <w:p w14:paraId="6262C4D7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</w:tcPr>
          <w:p w14:paraId="022656F5" w14:textId="3290B140" w:rsidR="008E62C8" w:rsidRPr="00B70AF0" w:rsidRDefault="00AD65E7" w:rsidP="008E62C8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73,359</w:t>
            </w:r>
          </w:p>
        </w:tc>
        <w:tc>
          <w:tcPr>
            <w:tcW w:w="180" w:type="dxa"/>
          </w:tcPr>
          <w:p w14:paraId="13E2A93B" w14:textId="77777777" w:rsidR="008E62C8" w:rsidRPr="00B70AF0" w:rsidRDefault="008E62C8" w:rsidP="008E62C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79830710" w14:textId="6EDF03BF" w:rsidR="008E62C8" w:rsidRPr="00B70AF0" w:rsidRDefault="000B0741" w:rsidP="001677E6">
            <w:pPr>
              <w:pStyle w:val="acctfourfigures"/>
              <w:tabs>
                <w:tab w:val="clear" w:pos="765"/>
                <w:tab w:val="decimal" w:pos="90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127</w:t>
            </w:r>
            <w:r w:rsidR="008E62C8"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079</w:t>
            </w:r>
          </w:p>
        </w:tc>
      </w:tr>
      <w:tr w:rsidR="008E62C8" w:rsidRPr="00B70AF0" w14:paraId="30799C02" w14:textId="77777777" w:rsidTr="001677E6">
        <w:trPr>
          <w:cantSplit/>
        </w:trPr>
        <w:tc>
          <w:tcPr>
            <w:tcW w:w="3870" w:type="dxa"/>
          </w:tcPr>
          <w:p w14:paraId="2711F5ED" w14:textId="77777777" w:rsidR="008E62C8" w:rsidRPr="00B70AF0" w:rsidRDefault="008E62C8" w:rsidP="008E62C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771444B5" w14:textId="77777777" w:rsidR="008E62C8" w:rsidRPr="00B70AF0" w:rsidRDefault="008E62C8" w:rsidP="008E62C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</w:tcPr>
          <w:p w14:paraId="5F9CDC1F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1FB58195" w14:textId="77777777" w:rsidR="008E62C8" w:rsidRPr="00B70AF0" w:rsidRDefault="008E62C8" w:rsidP="008E62C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4" w:type="dxa"/>
          </w:tcPr>
          <w:p w14:paraId="1138EF53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right w:val="nil"/>
            </w:tcBorders>
          </w:tcPr>
          <w:p w14:paraId="5041ED7C" w14:textId="77777777" w:rsidR="008E62C8" w:rsidRPr="00B70AF0" w:rsidRDefault="008E62C8" w:rsidP="008E62C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</w:tcPr>
          <w:p w14:paraId="0C409FF1" w14:textId="77777777" w:rsidR="008E62C8" w:rsidRPr="00B70AF0" w:rsidRDefault="008E62C8" w:rsidP="008E62C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right w:val="nil"/>
            </w:tcBorders>
          </w:tcPr>
          <w:p w14:paraId="264497A0" w14:textId="77777777" w:rsidR="008E62C8" w:rsidRPr="00B70AF0" w:rsidRDefault="008E62C8" w:rsidP="008E62C8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8E62C8" w:rsidRPr="00B70AF0" w14:paraId="2F0E3C86" w14:textId="77777777" w:rsidTr="001677E6">
        <w:trPr>
          <w:cantSplit/>
        </w:trPr>
        <w:tc>
          <w:tcPr>
            <w:tcW w:w="3870" w:type="dxa"/>
          </w:tcPr>
          <w:p w14:paraId="529A8234" w14:textId="07F26B6B" w:rsidR="008E62C8" w:rsidRPr="00B70AF0" w:rsidRDefault="008E62C8" w:rsidP="008E62C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  <w:r w:rsidRPr="00B70AF0">
              <w:rPr>
                <w:rFonts w:asciiTheme="majorBidi" w:hAnsiTheme="majorBidi" w:cstheme="majorBidi" w:hint="cs"/>
                <w:b/>
                <w:bCs/>
                <w:sz w:val="28"/>
                <w:szCs w:val="28"/>
                <w:cs/>
              </w:rPr>
              <w:t>รวมลูกหนี้การค้าและลูกหนี้อื่น</w:t>
            </w: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0C81D957" w14:textId="6E1D5B30" w:rsidR="008E62C8" w:rsidRPr="00B70AF0" w:rsidRDefault="00AD65E7" w:rsidP="008E62C8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  <w:lang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bidi="th-TH"/>
              </w:rPr>
              <w:t>553,768</w:t>
            </w:r>
          </w:p>
        </w:tc>
        <w:tc>
          <w:tcPr>
            <w:tcW w:w="180" w:type="dxa"/>
          </w:tcPr>
          <w:p w14:paraId="6C7B86EA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59F3B492" w14:textId="0618D587" w:rsidR="008E62C8" w:rsidRPr="00B70AF0" w:rsidRDefault="000B0741" w:rsidP="008E62C8">
            <w:pPr>
              <w:pStyle w:val="acctfourfigures"/>
              <w:tabs>
                <w:tab w:val="clear" w:pos="765"/>
                <w:tab w:val="decimal" w:pos="90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740</w:t>
            </w:r>
            <w:r w:rsidR="006C217B"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373</w:t>
            </w:r>
          </w:p>
        </w:tc>
        <w:tc>
          <w:tcPr>
            <w:tcW w:w="184" w:type="dxa"/>
          </w:tcPr>
          <w:p w14:paraId="75631EBA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left w:val="nil"/>
              <w:bottom w:val="double" w:sz="4" w:space="0" w:color="auto"/>
              <w:right w:val="nil"/>
            </w:tcBorders>
          </w:tcPr>
          <w:p w14:paraId="769EAFAA" w14:textId="06A46DA0" w:rsidR="008E62C8" w:rsidRPr="00B70AF0" w:rsidRDefault="00AD65E7" w:rsidP="008E62C8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346,653</w:t>
            </w:r>
          </w:p>
        </w:tc>
        <w:tc>
          <w:tcPr>
            <w:tcW w:w="180" w:type="dxa"/>
          </w:tcPr>
          <w:p w14:paraId="40C614C1" w14:textId="77777777" w:rsidR="008E62C8" w:rsidRPr="00B70AF0" w:rsidRDefault="008E62C8" w:rsidP="008E62C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double" w:sz="4" w:space="0" w:color="auto"/>
              <w:right w:val="nil"/>
            </w:tcBorders>
          </w:tcPr>
          <w:p w14:paraId="0A16FDAB" w14:textId="76B78774" w:rsidR="008E62C8" w:rsidRPr="00B70AF0" w:rsidRDefault="000B0741" w:rsidP="001677E6">
            <w:pPr>
              <w:pStyle w:val="acctfourfigures"/>
              <w:tabs>
                <w:tab w:val="clear" w:pos="765"/>
                <w:tab w:val="decimal" w:pos="90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513</w:t>
            </w:r>
            <w:r w:rsidR="006C217B"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386</w:t>
            </w:r>
          </w:p>
        </w:tc>
      </w:tr>
      <w:tr w:rsidR="008E62C8" w:rsidRPr="00B70AF0" w14:paraId="519A4DD8" w14:textId="77777777" w:rsidTr="001677E6">
        <w:trPr>
          <w:cantSplit/>
        </w:trPr>
        <w:tc>
          <w:tcPr>
            <w:tcW w:w="3870" w:type="dxa"/>
          </w:tcPr>
          <w:p w14:paraId="5E522CDA" w14:textId="77777777" w:rsidR="008E62C8" w:rsidRPr="00B70AF0" w:rsidRDefault="008E62C8" w:rsidP="008E62C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18F92DF" w14:textId="77777777" w:rsidR="008E62C8" w:rsidRPr="00B70AF0" w:rsidRDefault="008E62C8" w:rsidP="008E62C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4C022929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09F1F3EC" w14:textId="77777777" w:rsidR="008E62C8" w:rsidRPr="00B70AF0" w:rsidRDefault="008E62C8" w:rsidP="008E62C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  <w:tc>
          <w:tcPr>
            <w:tcW w:w="184" w:type="dxa"/>
          </w:tcPr>
          <w:p w14:paraId="22275909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66" w:type="dxa"/>
            <w:tcBorders>
              <w:left w:val="nil"/>
              <w:right w:val="nil"/>
            </w:tcBorders>
          </w:tcPr>
          <w:p w14:paraId="5A8F7FDD" w14:textId="77777777" w:rsidR="008E62C8" w:rsidRPr="00B70AF0" w:rsidRDefault="008E62C8" w:rsidP="008E62C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80" w:type="dxa"/>
          </w:tcPr>
          <w:p w14:paraId="4E293A12" w14:textId="77777777" w:rsidR="008E62C8" w:rsidRPr="00B70AF0" w:rsidRDefault="008E62C8" w:rsidP="008E62C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4"/>
                <w:szCs w:val="24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1EA596E3" w14:textId="77777777" w:rsidR="008E62C8" w:rsidRPr="00B70AF0" w:rsidRDefault="008E62C8" w:rsidP="008E62C8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lang w:val="en-US"/>
              </w:rPr>
            </w:pPr>
          </w:p>
        </w:tc>
      </w:tr>
      <w:tr w:rsidR="008E62C8" w:rsidRPr="00B70AF0" w14:paraId="22042586" w14:textId="77777777" w:rsidTr="001677E6">
        <w:trPr>
          <w:cantSplit/>
        </w:trPr>
        <w:tc>
          <w:tcPr>
            <w:tcW w:w="3870" w:type="dxa"/>
          </w:tcPr>
          <w:p w14:paraId="7CC5785C" w14:textId="16BFCC38" w:rsidR="008E62C8" w:rsidRPr="00B70AF0" w:rsidRDefault="008E62C8" w:rsidP="008E62C8">
            <w:pPr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สินทรัพย์ที่เกิดจากสัญญา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EA74BAC" w14:textId="77777777" w:rsidR="008E62C8" w:rsidRPr="00B70AF0" w:rsidRDefault="008E62C8" w:rsidP="008E62C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0" w:type="dxa"/>
          </w:tcPr>
          <w:p w14:paraId="330ECED7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A21E146" w14:textId="77777777" w:rsidR="008E62C8" w:rsidRPr="00B70AF0" w:rsidRDefault="008E62C8" w:rsidP="008E62C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4" w:type="dxa"/>
          </w:tcPr>
          <w:p w14:paraId="60CC2C18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left w:val="nil"/>
              <w:right w:val="nil"/>
            </w:tcBorders>
          </w:tcPr>
          <w:p w14:paraId="13C4839E" w14:textId="77777777" w:rsidR="008E62C8" w:rsidRPr="00B70AF0" w:rsidRDefault="008E62C8" w:rsidP="008E62C8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80" w:type="dxa"/>
          </w:tcPr>
          <w:p w14:paraId="74F9F147" w14:textId="77777777" w:rsidR="008E62C8" w:rsidRPr="00B70AF0" w:rsidRDefault="008E62C8" w:rsidP="008E62C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33AA296E" w14:textId="77777777" w:rsidR="008E62C8" w:rsidRPr="00B70AF0" w:rsidRDefault="008E62C8" w:rsidP="008E62C8">
            <w:pPr>
              <w:pStyle w:val="acctfourfigures"/>
              <w:tabs>
                <w:tab w:val="clear" w:pos="765"/>
                <w:tab w:val="decimal" w:pos="1092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</w:tr>
      <w:tr w:rsidR="008E62C8" w:rsidRPr="00B70AF0" w14:paraId="7B9AF165" w14:textId="77777777" w:rsidTr="001677E6">
        <w:trPr>
          <w:cantSplit/>
        </w:trPr>
        <w:tc>
          <w:tcPr>
            <w:tcW w:w="3870" w:type="dxa"/>
          </w:tcPr>
          <w:p w14:paraId="35ACEFD6" w14:textId="7C673C95" w:rsidR="008E62C8" w:rsidRPr="00B70AF0" w:rsidRDefault="00151181" w:rsidP="008E62C8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hint="cs"/>
                <w:sz w:val="28"/>
                <w:szCs w:val="28"/>
                <w:cs/>
              </w:rPr>
              <w:t>สินทรัพย์ที่เกิดจากสัญญา</w:t>
            </w: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4679C2B4" w14:textId="048928FC" w:rsidR="008E62C8" w:rsidRPr="00B70AF0" w:rsidRDefault="00AD65E7" w:rsidP="008E62C8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</w:rPr>
              <w:t>178,183</w:t>
            </w:r>
          </w:p>
        </w:tc>
        <w:tc>
          <w:tcPr>
            <w:tcW w:w="180" w:type="dxa"/>
          </w:tcPr>
          <w:p w14:paraId="482F44B0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586AF0D9" w14:textId="0D8825AA" w:rsidR="008E62C8" w:rsidRPr="00B70AF0" w:rsidRDefault="000B0741" w:rsidP="008E62C8">
            <w:pPr>
              <w:pStyle w:val="acctfourfigures"/>
              <w:tabs>
                <w:tab w:val="clear" w:pos="765"/>
                <w:tab w:val="decimal" w:pos="906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33</w:t>
            </w:r>
            <w:r w:rsidR="008E62C8" w:rsidRPr="00B70AF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Pr="00B70AF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456</w:t>
            </w:r>
          </w:p>
        </w:tc>
        <w:tc>
          <w:tcPr>
            <w:tcW w:w="184" w:type="dxa"/>
          </w:tcPr>
          <w:p w14:paraId="19A697AA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6" w:type="dxa"/>
            <w:tcBorders>
              <w:left w:val="nil"/>
              <w:right w:val="nil"/>
            </w:tcBorders>
          </w:tcPr>
          <w:p w14:paraId="27151EA4" w14:textId="3D9DD274" w:rsidR="008E62C8" w:rsidRPr="00B70AF0" w:rsidRDefault="00AD65E7" w:rsidP="008E62C8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140,857</w:t>
            </w:r>
          </w:p>
        </w:tc>
        <w:tc>
          <w:tcPr>
            <w:tcW w:w="180" w:type="dxa"/>
          </w:tcPr>
          <w:p w14:paraId="704530CC" w14:textId="77777777" w:rsidR="008E62C8" w:rsidRPr="00B70AF0" w:rsidRDefault="008E62C8" w:rsidP="008E62C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right w:val="nil"/>
            </w:tcBorders>
          </w:tcPr>
          <w:p w14:paraId="296DFD4B" w14:textId="4AD2C538" w:rsidR="008E62C8" w:rsidRPr="00B70AF0" w:rsidRDefault="000B0741" w:rsidP="001677E6">
            <w:pPr>
              <w:pStyle w:val="acctfourfigures"/>
              <w:tabs>
                <w:tab w:val="clear" w:pos="765"/>
                <w:tab w:val="decimal" w:pos="906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7</w:t>
            </w:r>
            <w:r w:rsidR="008E62C8" w:rsidRPr="00B70A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725</w:t>
            </w:r>
          </w:p>
        </w:tc>
      </w:tr>
      <w:tr w:rsidR="008E62C8" w:rsidRPr="00B70AF0" w14:paraId="1F14FE1B" w14:textId="77777777" w:rsidTr="001677E6">
        <w:trPr>
          <w:cantSplit/>
        </w:trPr>
        <w:tc>
          <w:tcPr>
            <w:tcW w:w="3870" w:type="dxa"/>
          </w:tcPr>
          <w:p w14:paraId="278DEDBD" w14:textId="7C00A35F" w:rsidR="008E62C8" w:rsidRPr="00B70AF0" w:rsidRDefault="008E62C8" w:rsidP="008E62C8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หัก</w:t>
            </w:r>
            <w:r w:rsidRPr="00B70AF0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ค่าเผื่อผลขาดทุนด้านเครดิตที่คาดว่าจะเกิดขึ้น</w:t>
            </w: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0AE639E4" w14:textId="5B8B914C" w:rsidR="008E62C8" w:rsidRPr="00B70AF0" w:rsidRDefault="00A661F9" w:rsidP="008E62C8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180" w:type="dxa"/>
          </w:tcPr>
          <w:p w14:paraId="3D478538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7BCE8151" w14:textId="57372C2D" w:rsidR="008E62C8" w:rsidRPr="00B70AF0" w:rsidRDefault="008E62C8" w:rsidP="008E62C8">
            <w:pPr>
              <w:pStyle w:val="acctfourfigures"/>
              <w:tabs>
                <w:tab w:val="clear" w:pos="765"/>
                <w:tab w:val="decimal" w:pos="906"/>
              </w:tabs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</w:rPr>
              <w:t>(</w:t>
            </w:r>
            <w:r w:rsidR="000B0741" w:rsidRPr="00B70AF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</w:t>
            </w:r>
            <w:r w:rsidRPr="00B70AF0">
              <w:rPr>
                <w:rFonts w:asciiTheme="majorBidi" w:hAnsiTheme="majorBidi" w:cstheme="majorBidi"/>
                <w:sz w:val="28"/>
                <w:szCs w:val="28"/>
              </w:rPr>
              <w:t>,</w:t>
            </w:r>
            <w:r w:rsidR="000B0741" w:rsidRPr="00B70AF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804</w:t>
            </w:r>
            <w:r w:rsidRPr="00B70AF0">
              <w:rPr>
                <w:rFonts w:asciiTheme="majorBidi" w:hAnsiTheme="majorBidi" w:cstheme="majorBidi"/>
                <w:sz w:val="28"/>
                <w:szCs w:val="28"/>
              </w:rPr>
              <w:t>)</w:t>
            </w:r>
          </w:p>
        </w:tc>
        <w:tc>
          <w:tcPr>
            <w:tcW w:w="184" w:type="dxa"/>
          </w:tcPr>
          <w:p w14:paraId="3C4407AC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66" w:type="dxa"/>
            <w:tcBorders>
              <w:left w:val="nil"/>
              <w:bottom w:val="single" w:sz="4" w:space="0" w:color="auto"/>
              <w:right w:val="nil"/>
            </w:tcBorders>
          </w:tcPr>
          <w:p w14:paraId="18E72615" w14:textId="14520128" w:rsidR="008E62C8" w:rsidRPr="00B70AF0" w:rsidRDefault="00A661F9" w:rsidP="008E62C8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180" w:type="dxa"/>
          </w:tcPr>
          <w:p w14:paraId="76ACA9E0" w14:textId="77777777" w:rsidR="008E62C8" w:rsidRPr="00B70AF0" w:rsidRDefault="008E62C8" w:rsidP="008E62C8">
            <w:pPr>
              <w:pStyle w:val="acctfourfigures"/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170" w:type="dxa"/>
            <w:tcBorders>
              <w:left w:val="nil"/>
              <w:bottom w:val="single" w:sz="4" w:space="0" w:color="auto"/>
              <w:right w:val="nil"/>
            </w:tcBorders>
          </w:tcPr>
          <w:p w14:paraId="58FDE3B2" w14:textId="6CC5340A" w:rsidR="008E62C8" w:rsidRPr="00B70AF0" w:rsidRDefault="008E62C8" w:rsidP="001677E6">
            <w:pPr>
              <w:pStyle w:val="acctfourfigures"/>
              <w:tabs>
                <w:tab w:val="clear" w:pos="765"/>
                <w:tab w:val="decimal" w:pos="906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(</w:t>
            </w:r>
            <w:r w:rsidR="000B0741" w:rsidRPr="00B70AF0">
              <w:rPr>
                <w:rFonts w:ascii="Angsana New" w:hAnsi="Angsana New"/>
                <w:sz w:val="28"/>
                <w:szCs w:val="28"/>
                <w:lang w:val="en-US"/>
              </w:rPr>
              <w:t>1</w:t>
            </w: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="000B0741" w:rsidRPr="00B70AF0">
              <w:rPr>
                <w:rFonts w:ascii="Angsana New" w:hAnsi="Angsana New"/>
                <w:sz w:val="28"/>
                <w:szCs w:val="28"/>
                <w:lang w:val="en-US"/>
              </w:rPr>
              <w:t>507</w:t>
            </w: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)</w:t>
            </w:r>
          </w:p>
        </w:tc>
      </w:tr>
      <w:tr w:rsidR="008E62C8" w:rsidRPr="00B70AF0" w14:paraId="5A8B5CC9" w14:textId="77777777" w:rsidTr="001677E6">
        <w:trPr>
          <w:cantSplit/>
        </w:trPr>
        <w:tc>
          <w:tcPr>
            <w:tcW w:w="3870" w:type="dxa"/>
          </w:tcPr>
          <w:p w14:paraId="1502D5A1" w14:textId="556E75D7" w:rsidR="008E62C8" w:rsidRPr="00B70AF0" w:rsidRDefault="008E62C8" w:rsidP="008E62C8">
            <w:pPr>
              <w:spacing w:line="240" w:lineRule="auto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สุทธิ</w:t>
            </w: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8CA2EBF" w14:textId="0D7929D7" w:rsidR="008E62C8" w:rsidRPr="00B70AF0" w:rsidRDefault="00AD65E7" w:rsidP="008E62C8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178,183</w:t>
            </w:r>
          </w:p>
        </w:tc>
        <w:tc>
          <w:tcPr>
            <w:tcW w:w="180" w:type="dxa"/>
          </w:tcPr>
          <w:p w14:paraId="6F702422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83" w:right="11" w:firstLine="4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C2728E2" w14:textId="1B7CA44F" w:rsidR="008E62C8" w:rsidRPr="00B70AF0" w:rsidRDefault="000B0741" w:rsidP="008E62C8">
            <w:pPr>
              <w:pStyle w:val="acctfourfigures"/>
              <w:tabs>
                <w:tab w:val="clear" w:pos="765"/>
                <w:tab w:val="decimal" w:pos="906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29</w:t>
            </w:r>
            <w:r w:rsidR="008E62C8" w:rsidRPr="00B70AF0">
              <w:rPr>
                <w:rFonts w:asciiTheme="majorBidi" w:hAnsiTheme="majorBidi" w:cstheme="majorBidi"/>
                <w:b/>
                <w:bCs/>
                <w:sz w:val="28"/>
                <w:szCs w:val="28"/>
              </w:rPr>
              <w:t>,</w:t>
            </w: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652</w:t>
            </w:r>
          </w:p>
        </w:tc>
        <w:tc>
          <w:tcPr>
            <w:tcW w:w="184" w:type="dxa"/>
          </w:tcPr>
          <w:p w14:paraId="45583BBF" w14:textId="77777777" w:rsidR="008E62C8" w:rsidRPr="00B70AF0" w:rsidRDefault="008E62C8" w:rsidP="008E62C8">
            <w:pPr>
              <w:pStyle w:val="acctfourfigures"/>
              <w:tabs>
                <w:tab w:val="decimal" w:pos="731"/>
              </w:tabs>
              <w:spacing w:line="240" w:lineRule="auto"/>
              <w:ind w:left="-79" w:right="-72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4F8D977" w14:textId="76D22E70" w:rsidR="008E62C8" w:rsidRPr="00B70AF0" w:rsidRDefault="00AD65E7" w:rsidP="008E62C8">
            <w:pPr>
              <w:pStyle w:val="acctfourfigures"/>
              <w:tabs>
                <w:tab w:val="clear" w:pos="765"/>
                <w:tab w:val="decimal" w:pos="912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140,857</w:t>
            </w:r>
          </w:p>
        </w:tc>
        <w:tc>
          <w:tcPr>
            <w:tcW w:w="180" w:type="dxa"/>
          </w:tcPr>
          <w:p w14:paraId="39BB8438" w14:textId="77777777" w:rsidR="008E62C8" w:rsidRPr="00B70AF0" w:rsidRDefault="008E62C8" w:rsidP="008E62C8">
            <w:pPr>
              <w:pStyle w:val="acctfourfigures"/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CC37F3" w14:textId="47B7308B" w:rsidR="008E62C8" w:rsidRPr="00B70AF0" w:rsidRDefault="000B0741" w:rsidP="001677E6">
            <w:pPr>
              <w:pStyle w:val="acctfourfigures"/>
              <w:tabs>
                <w:tab w:val="clear" w:pos="765"/>
                <w:tab w:val="decimal" w:pos="906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6</w:t>
            </w:r>
            <w:r w:rsidR="008E62C8"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218</w:t>
            </w:r>
          </w:p>
        </w:tc>
      </w:tr>
    </w:tbl>
    <w:p w14:paraId="6A095469" w14:textId="77777777" w:rsidR="00151181" w:rsidRPr="00B70AF0" w:rsidRDefault="00151181" w:rsidP="00046B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firstLine="2"/>
        <w:jc w:val="thaiDistribute"/>
        <w:rPr>
          <w:rFonts w:asciiTheme="majorBidi" w:hAnsiTheme="majorBidi" w:cstheme="majorBidi"/>
          <w:sz w:val="24"/>
          <w:szCs w:val="24"/>
          <w:lang w:eastAsia="x-none"/>
        </w:rPr>
      </w:pPr>
    </w:p>
    <w:p w14:paraId="4F7E8D9A" w14:textId="0FBA9B62" w:rsidR="003D59B8" w:rsidRPr="00B70AF0" w:rsidRDefault="00046B08" w:rsidP="00046B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firstLine="2"/>
        <w:jc w:val="thaiDistribute"/>
        <w:rPr>
          <w:rFonts w:ascii="Angsana New" w:hAnsi="Angsana New"/>
          <w:sz w:val="28"/>
          <w:szCs w:val="28"/>
        </w:rPr>
      </w:pPr>
      <w:r w:rsidRPr="00B70AF0">
        <w:rPr>
          <w:rFonts w:hint="cs"/>
          <w:sz w:val="28"/>
          <w:szCs w:val="28"/>
          <w:cs/>
          <w:lang w:eastAsia="x-none"/>
        </w:rPr>
        <w:t>โดย</w:t>
      </w:r>
      <w:r w:rsidRPr="00B70AF0">
        <w:rPr>
          <w:rFonts w:ascii="Angsana New" w:hAnsi="Angsana New" w:hint="cs"/>
          <w:sz w:val="28"/>
          <w:szCs w:val="28"/>
          <w:cs/>
          <w:lang w:val="th-TH"/>
        </w:rPr>
        <w:t>ปกติระยะเวลาการให้สินเชื่อแก่ลูกค้าของกลุ่มบริษัท</w:t>
      </w:r>
      <w:r w:rsidRPr="00B70AF0">
        <w:rPr>
          <w:rFonts w:ascii="Angsana New" w:hAnsi="Angsana New" w:hint="cs"/>
          <w:sz w:val="28"/>
          <w:szCs w:val="28"/>
          <w:cs/>
        </w:rPr>
        <w:t>มีระยะเวลาตั้งแต่</w:t>
      </w:r>
      <w:r w:rsidRPr="00B70AF0">
        <w:rPr>
          <w:rFonts w:ascii="Angsana New" w:hAnsi="Angsana New" w:hint="cs"/>
          <w:sz w:val="28"/>
          <w:szCs w:val="28"/>
        </w:rPr>
        <w:t xml:space="preserve"> </w:t>
      </w:r>
      <w:r w:rsidR="000B0741" w:rsidRPr="00B70AF0">
        <w:rPr>
          <w:rFonts w:ascii="Angsana New" w:hAnsi="Angsana New" w:hint="cs"/>
          <w:sz w:val="28"/>
          <w:szCs w:val="28"/>
        </w:rPr>
        <w:t>30</w:t>
      </w:r>
      <w:r w:rsidRPr="00B70AF0">
        <w:rPr>
          <w:rFonts w:ascii="Angsana New" w:hAnsi="Angsana New" w:hint="cs"/>
          <w:sz w:val="28"/>
          <w:szCs w:val="28"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วัน</w:t>
      </w:r>
      <w:r w:rsidRPr="00B70AF0">
        <w:rPr>
          <w:rFonts w:ascii="Angsana New" w:hAnsi="Angsana New" w:hint="cs"/>
          <w:sz w:val="28"/>
          <w:szCs w:val="28"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ถึง</w:t>
      </w:r>
      <w:r w:rsidRPr="00B70AF0">
        <w:rPr>
          <w:rFonts w:ascii="Angsana New" w:hAnsi="Angsana New" w:hint="cs"/>
          <w:sz w:val="28"/>
          <w:szCs w:val="28"/>
        </w:rPr>
        <w:t xml:space="preserve"> </w:t>
      </w:r>
      <w:r w:rsidR="000B0741" w:rsidRPr="00B70AF0">
        <w:rPr>
          <w:rFonts w:ascii="Angsana New" w:hAnsi="Angsana New" w:hint="cs"/>
          <w:sz w:val="28"/>
          <w:szCs w:val="28"/>
        </w:rPr>
        <w:t>90</w:t>
      </w:r>
      <w:r w:rsidRPr="00B70AF0">
        <w:rPr>
          <w:rFonts w:ascii="Angsana New" w:hAnsi="Angsana New" w:hint="cs"/>
          <w:sz w:val="28"/>
          <w:szCs w:val="28"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วัน</w:t>
      </w:r>
    </w:p>
    <w:p w14:paraId="57F61DE5" w14:textId="17E5BFA6" w:rsidR="008A23CE" w:rsidRPr="00B70AF0" w:rsidRDefault="008A23CE" w:rsidP="00046B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firstLine="2"/>
        <w:jc w:val="thaiDistribute"/>
        <w:rPr>
          <w:rFonts w:ascii="Angsana New" w:hAnsi="Angsana New"/>
          <w:sz w:val="24"/>
          <w:szCs w:val="24"/>
        </w:rPr>
      </w:pPr>
    </w:p>
    <w:p w14:paraId="252B23B2" w14:textId="77777777" w:rsidR="00151181" w:rsidRPr="00B70AF0" w:rsidRDefault="001511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28"/>
          <w:szCs w:val="28"/>
          <w:cs/>
        </w:rPr>
      </w:pPr>
      <w:r w:rsidRPr="00B70AF0">
        <w:rPr>
          <w:rFonts w:ascii="Angsana New" w:hAnsi="Angsana New"/>
          <w:b/>
          <w:bCs/>
          <w:i/>
          <w:iCs/>
          <w:sz w:val="28"/>
          <w:szCs w:val="28"/>
          <w:cs/>
        </w:rPr>
        <w:br w:type="page"/>
      </w:r>
    </w:p>
    <w:p w14:paraId="63F5F488" w14:textId="1C0FCCA9" w:rsidR="008A23CE" w:rsidRPr="00B70AF0" w:rsidRDefault="00EE5040" w:rsidP="00046B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firstLine="2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  <w:r w:rsidRPr="00B70AF0">
        <w:rPr>
          <w:rFonts w:ascii="Angsana New" w:hAnsi="Angsana New" w:hint="cs"/>
          <w:b/>
          <w:bCs/>
          <w:i/>
          <w:iCs/>
          <w:sz w:val="28"/>
          <w:szCs w:val="28"/>
          <w:cs/>
        </w:rPr>
        <w:lastRenderedPageBreak/>
        <w:t>ลูกหนี้ตามสัญญาปรับโครงสร้างหนี้</w:t>
      </w:r>
    </w:p>
    <w:p w14:paraId="2371233C" w14:textId="70C9DF90" w:rsidR="00EE5040" w:rsidRPr="00B70AF0" w:rsidRDefault="00EE5040" w:rsidP="00046B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firstLine="2"/>
        <w:jc w:val="thaiDistribute"/>
        <w:rPr>
          <w:rFonts w:ascii="Angsana New" w:hAnsi="Angsana New"/>
          <w:sz w:val="24"/>
          <w:szCs w:val="24"/>
        </w:rPr>
      </w:pPr>
    </w:p>
    <w:p w14:paraId="0B929BF0" w14:textId="720B9965" w:rsidR="00EE5040" w:rsidRPr="00B70AF0" w:rsidRDefault="00EE5040" w:rsidP="00046B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firstLine="2"/>
        <w:jc w:val="thaiDistribute"/>
        <w:rPr>
          <w:rFonts w:ascii="Angsana New" w:hAnsi="Angsana New"/>
          <w:sz w:val="28"/>
          <w:szCs w:val="28"/>
        </w:rPr>
      </w:pPr>
      <w:r w:rsidRPr="00B70AF0">
        <w:rPr>
          <w:rFonts w:ascii="Angsana New" w:hAnsi="Angsana New" w:hint="cs"/>
          <w:sz w:val="28"/>
          <w:szCs w:val="28"/>
          <w:cs/>
        </w:rPr>
        <w:t>ลูกหนี้</w:t>
      </w:r>
      <w:r w:rsidR="00FA48E2" w:rsidRPr="00B70AF0">
        <w:rPr>
          <w:rFonts w:ascii="Angsana New" w:hAnsi="Angsana New" w:hint="cs"/>
          <w:sz w:val="28"/>
          <w:szCs w:val="28"/>
          <w:cs/>
        </w:rPr>
        <w:t xml:space="preserve">ของกลุ่มบริษัทแห่งหนึ่ง ได้เข้าสู่กระบวนการฟื้นฟูกิจการภายใต้คำสั่งศาลล้มละลายกลางตามกฎหมายล้มละลาย </w:t>
      </w:r>
      <w:r w:rsidR="00F52EFB" w:rsidRPr="00B70AF0">
        <w:rPr>
          <w:rFonts w:ascii="Angsana New" w:hAnsi="Angsana New"/>
          <w:sz w:val="28"/>
          <w:szCs w:val="28"/>
        </w:rPr>
        <w:br/>
      </w:r>
      <w:r w:rsidR="00FA48E2" w:rsidRPr="00B70AF0">
        <w:rPr>
          <w:rFonts w:ascii="Angsana New" w:hAnsi="Angsana New" w:hint="cs"/>
          <w:sz w:val="28"/>
          <w:szCs w:val="28"/>
          <w:cs/>
        </w:rPr>
        <w:t xml:space="preserve">ในเดือนมิถุนายน </w:t>
      </w:r>
      <w:r w:rsidR="000B0741" w:rsidRPr="00B70AF0">
        <w:rPr>
          <w:rFonts w:ascii="Angsana New" w:hAnsi="Angsana New"/>
          <w:sz w:val="28"/>
          <w:szCs w:val="28"/>
        </w:rPr>
        <w:t>2564</w:t>
      </w:r>
      <w:r w:rsidR="00FA48E2" w:rsidRPr="00B70AF0">
        <w:rPr>
          <w:rFonts w:ascii="Angsana New" w:hAnsi="Angsana New"/>
          <w:sz w:val="28"/>
          <w:szCs w:val="28"/>
        </w:rPr>
        <w:t xml:space="preserve"> </w:t>
      </w:r>
      <w:r w:rsidR="00FA48E2" w:rsidRPr="00B70AF0">
        <w:rPr>
          <w:rFonts w:ascii="Angsana New" w:hAnsi="Angsana New" w:hint="cs"/>
          <w:sz w:val="28"/>
          <w:szCs w:val="28"/>
          <w:cs/>
        </w:rPr>
        <w:t>ศาลล้มละลายกลางได้มีคำสั่งเห็นชอบด้วยแผน</w:t>
      </w:r>
      <w:r w:rsidR="00BD15C4" w:rsidRPr="00B70AF0">
        <w:rPr>
          <w:rFonts w:ascii="Angsana New" w:hAnsi="Angsana New" w:hint="cs"/>
          <w:sz w:val="28"/>
          <w:szCs w:val="28"/>
          <w:cs/>
        </w:rPr>
        <w:t>ฟื้นฟูกิจการ โดยลูกหนี้ดังกล่าวตกลงจะชำระหนี้</w:t>
      </w:r>
      <w:r w:rsidR="005A6707" w:rsidRPr="00B70AF0">
        <w:rPr>
          <w:rFonts w:ascii="Angsana New" w:hAnsi="Angsana New" w:hint="cs"/>
          <w:sz w:val="28"/>
          <w:szCs w:val="28"/>
          <w:cs/>
        </w:rPr>
        <w:t xml:space="preserve">ตามแผนฟื้นฟูกิจการ โดยชำระหนี้ร้อยละ </w:t>
      </w:r>
      <w:r w:rsidR="000B0741" w:rsidRPr="00B70AF0">
        <w:rPr>
          <w:rFonts w:ascii="Angsana New" w:hAnsi="Angsana New"/>
          <w:sz w:val="28"/>
          <w:szCs w:val="28"/>
        </w:rPr>
        <w:t>100</w:t>
      </w:r>
      <w:r w:rsidR="005A6707" w:rsidRPr="00B70AF0">
        <w:rPr>
          <w:rFonts w:ascii="Angsana New" w:hAnsi="Angsana New"/>
          <w:sz w:val="28"/>
          <w:szCs w:val="28"/>
        </w:rPr>
        <w:t xml:space="preserve"> </w:t>
      </w:r>
      <w:r w:rsidR="005A6707" w:rsidRPr="00B70AF0">
        <w:rPr>
          <w:rFonts w:ascii="Angsana New" w:hAnsi="Angsana New" w:hint="cs"/>
          <w:sz w:val="28"/>
          <w:szCs w:val="28"/>
          <w:cs/>
        </w:rPr>
        <w:t>ของภาระหนี้เงินต้นคงค้าง</w:t>
      </w:r>
      <w:r w:rsidR="00B2414C" w:rsidRPr="00B70AF0">
        <w:rPr>
          <w:rFonts w:ascii="Angsana New" w:hAnsi="Angsana New" w:hint="cs"/>
          <w:sz w:val="28"/>
          <w:szCs w:val="28"/>
          <w:cs/>
        </w:rPr>
        <w:t xml:space="preserve"> ทั้งนี้กลุ่มบริษัทจะได้รับ</w:t>
      </w:r>
      <w:r w:rsidR="00B41664" w:rsidRPr="00B70AF0">
        <w:rPr>
          <w:rFonts w:ascii="Angsana New" w:hAnsi="Angsana New" w:hint="cs"/>
          <w:sz w:val="28"/>
          <w:szCs w:val="28"/>
          <w:cs/>
        </w:rPr>
        <w:t>เป็นรายครึ่งปี ตั้งแต่วันที่</w:t>
      </w:r>
      <w:r w:rsidR="00D975AA" w:rsidRPr="00B70AF0">
        <w:rPr>
          <w:rFonts w:ascii="Angsana New" w:hAnsi="Angsana New"/>
          <w:sz w:val="28"/>
          <w:szCs w:val="28"/>
        </w:rPr>
        <w:t xml:space="preserve"> </w:t>
      </w:r>
      <w:r w:rsidR="00D975AA" w:rsidRPr="00B70AF0">
        <w:rPr>
          <w:rFonts w:ascii="Angsana New" w:hAnsi="Angsana New"/>
          <w:sz w:val="28"/>
          <w:szCs w:val="28"/>
        </w:rPr>
        <w:br/>
      </w:r>
      <w:r w:rsidR="000B0741" w:rsidRPr="00B70AF0">
        <w:rPr>
          <w:rFonts w:ascii="Angsana New" w:hAnsi="Angsana New"/>
          <w:sz w:val="28"/>
          <w:szCs w:val="28"/>
        </w:rPr>
        <w:t>1</w:t>
      </w:r>
      <w:r w:rsidR="00F52EFB" w:rsidRPr="00B70AF0">
        <w:rPr>
          <w:rFonts w:ascii="Angsana New" w:hAnsi="Angsana New"/>
          <w:sz w:val="28"/>
          <w:szCs w:val="28"/>
        </w:rPr>
        <w:t xml:space="preserve"> </w:t>
      </w:r>
      <w:r w:rsidR="00B41664" w:rsidRPr="00B70AF0">
        <w:rPr>
          <w:rFonts w:ascii="Angsana New" w:hAnsi="Angsana New" w:hint="cs"/>
          <w:sz w:val="28"/>
          <w:szCs w:val="28"/>
          <w:cs/>
        </w:rPr>
        <w:t xml:space="preserve">มกราคม </w:t>
      </w:r>
      <w:r w:rsidR="000B0741" w:rsidRPr="00B70AF0">
        <w:rPr>
          <w:rFonts w:ascii="Angsana New" w:hAnsi="Angsana New"/>
          <w:sz w:val="28"/>
          <w:szCs w:val="28"/>
        </w:rPr>
        <w:t>2567</w:t>
      </w:r>
      <w:r w:rsidR="00D975AA" w:rsidRPr="00B70AF0">
        <w:rPr>
          <w:rFonts w:ascii="Angsana New" w:hAnsi="Angsana New"/>
          <w:sz w:val="28"/>
          <w:szCs w:val="28"/>
        </w:rPr>
        <w:t xml:space="preserve"> </w:t>
      </w:r>
      <w:r w:rsidR="00B41664" w:rsidRPr="00B70AF0">
        <w:rPr>
          <w:rFonts w:ascii="Angsana New" w:hAnsi="Angsana New" w:hint="cs"/>
          <w:sz w:val="28"/>
          <w:szCs w:val="28"/>
          <w:cs/>
        </w:rPr>
        <w:t xml:space="preserve">ถึง </w:t>
      </w:r>
      <w:r w:rsidR="000B0741" w:rsidRPr="00B70AF0">
        <w:rPr>
          <w:rFonts w:ascii="Angsana New" w:hAnsi="Angsana New"/>
          <w:sz w:val="28"/>
          <w:szCs w:val="28"/>
        </w:rPr>
        <w:t>31</w:t>
      </w:r>
      <w:r w:rsidR="00B41664" w:rsidRPr="00B70AF0">
        <w:rPr>
          <w:rFonts w:ascii="Angsana New" w:hAnsi="Angsana New"/>
          <w:sz w:val="28"/>
          <w:szCs w:val="28"/>
        </w:rPr>
        <w:t xml:space="preserve"> </w:t>
      </w:r>
      <w:r w:rsidR="00B41664" w:rsidRPr="00B70AF0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0B0741" w:rsidRPr="00B70AF0">
        <w:rPr>
          <w:rFonts w:ascii="Angsana New" w:hAnsi="Angsana New"/>
          <w:sz w:val="28"/>
          <w:szCs w:val="28"/>
        </w:rPr>
        <w:t>2570</w:t>
      </w:r>
    </w:p>
    <w:p w14:paraId="6EAE1CF6" w14:textId="289A00F4" w:rsidR="00F52EFB" w:rsidRPr="00B70AF0" w:rsidRDefault="00F52EFB" w:rsidP="00046B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firstLine="2"/>
        <w:jc w:val="thaiDistribute"/>
        <w:rPr>
          <w:rFonts w:ascii="Angsana New" w:hAnsi="Angsana New"/>
          <w:sz w:val="24"/>
          <w:szCs w:val="24"/>
          <w:cs/>
        </w:rPr>
      </w:pPr>
    </w:p>
    <w:p w14:paraId="37236696" w14:textId="28B360CC" w:rsidR="00F52EFB" w:rsidRPr="00B70AF0" w:rsidRDefault="00170AC9" w:rsidP="00046B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firstLine="2"/>
        <w:jc w:val="thaiDistribute"/>
        <w:rPr>
          <w:rFonts w:ascii="Angsana New" w:hAnsi="Angsana New"/>
          <w:sz w:val="28"/>
          <w:szCs w:val="28"/>
        </w:rPr>
      </w:pPr>
      <w:r w:rsidRPr="00B70AF0">
        <w:rPr>
          <w:rFonts w:ascii="Angsana New" w:hAnsi="Angsana New" w:hint="cs"/>
          <w:sz w:val="28"/>
          <w:szCs w:val="28"/>
          <w:cs/>
        </w:rPr>
        <w:t>กลุ่มบริษัทได้ประเมินผลกระทบที่อาจเกิ</w:t>
      </w:r>
      <w:r w:rsidR="00832A73" w:rsidRPr="00B70AF0">
        <w:rPr>
          <w:rFonts w:ascii="Angsana New" w:hAnsi="Angsana New" w:hint="cs"/>
          <w:sz w:val="28"/>
          <w:szCs w:val="28"/>
          <w:cs/>
        </w:rPr>
        <w:t>ด</w:t>
      </w:r>
      <w:r w:rsidRPr="00B70AF0">
        <w:rPr>
          <w:rFonts w:ascii="Angsana New" w:hAnsi="Angsana New" w:hint="cs"/>
          <w:sz w:val="28"/>
          <w:szCs w:val="28"/>
          <w:cs/>
        </w:rPr>
        <w:t>ขึ้นต่อผลขาดทุนด้านเครดิต</w:t>
      </w:r>
      <w:r w:rsidR="008033C7" w:rsidRPr="00B70AF0">
        <w:rPr>
          <w:rFonts w:ascii="Angsana New" w:hAnsi="Angsana New" w:hint="cs"/>
          <w:sz w:val="28"/>
          <w:szCs w:val="28"/>
          <w:cs/>
        </w:rPr>
        <w:t>ท</w:t>
      </w:r>
      <w:r w:rsidR="00611C8B">
        <w:rPr>
          <w:rFonts w:ascii="Angsana New" w:hAnsi="Angsana New" w:hint="cs"/>
          <w:sz w:val="28"/>
          <w:szCs w:val="28"/>
          <w:cs/>
        </w:rPr>
        <w:t>ี่คา</w:t>
      </w:r>
      <w:r w:rsidR="008033C7" w:rsidRPr="00B70AF0">
        <w:rPr>
          <w:rFonts w:ascii="Angsana New" w:hAnsi="Angsana New" w:hint="cs"/>
          <w:sz w:val="28"/>
          <w:szCs w:val="28"/>
          <w:cs/>
        </w:rPr>
        <w:t>ดว่าจะเกิดขึ้น ซึ่งพบว่าไม่มีผลกระทบอย่างมีสาระสำคัญต่อค่าเผื่อผลขาดทุน</w:t>
      </w:r>
      <w:r w:rsidR="009E4061" w:rsidRPr="00B70AF0">
        <w:rPr>
          <w:rFonts w:ascii="Angsana New" w:hAnsi="Angsana New" w:hint="cs"/>
          <w:sz w:val="28"/>
          <w:szCs w:val="28"/>
          <w:cs/>
        </w:rPr>
        <w:t xml:space="preserve">ด้านเครดิตที่คาดว่าจะเกิดขึ้นที่ตั้งไว้แล้ว ณ </w:t>
      </w:r>
      <w:r w:rsidR="000B0741" w:rsidRPr="00B70AF0">
        <w:rPr>
          <w:rFonts w:ascii="Angsana New" w:hAnsi="Angsana New"/>
          <w:sz w:val="28"/>
          <w:szCs w:val="28"/>
        </w:rPr>
        <w:t>31</w:t>
      </w:r>
      <w:r w:rsidR="009E4061" w:rsidRPr="00B70AF0">
        <w:rPr>
          <w:rFonts w:ascii="Angsana New" w:hAnsi="Angsana New"/>
          <w:sz w:val="28"/>
          <w:szCs w:val="28"/>
        </w:rPr>
        <w:t xml:space="preserve"> </w:t>
      </w:r>
      <w:r w:rsidR="009E4061" w:rsidRPr="00B70AF0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0B0741" w:rsidRPr="00B70AF0">
        <w:rPr>
          <w:rFonts w:ascii="Angsana New" w:hAnsi="Angsana New"/>
          <w:sz w:val="28"/>
          <w:szCs w:val="28"/>
        </w:rPr>
        <w:t>2563</w:t>
      </w:r>
    </w:p>
    <w:p w14:paraId="34D96693" w14:textId="1340DE3C" w:rsidR="00B64729" w:rsidRPr="00B70AF0" w:rsidRDefault="00B64729" w:rsidP="00046B0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firstLine="2"/>
        <w:jc w:val="thaiDistribute"/>
        <w:rPr>
          <w:rFonts w:ascii="Angsana New" w:hAnsi="Angsana New"/>
          <w:sz w:val="28"/>
          <w:szCs w:val="28"/>
        </w:rPr>
      </w:pPr>
    </w:p>
    <w:p w14:paraId="6FB25A84" w14:textId="57B9FE4A" w:rsidR="0000465C" w:rsidRPr="00B70AF0" w:rsidRDefault="008F4E47" w:rsidP="00C4658D">
      <w:pPr>
        <w:pStyle w:val="Heading6"/>
        <w:numPr>
          <w:ilvl w:val="0"/>
          <w:numId w:val="16"/>
        </w:numPr>
        <w:tabs>
          <w:tab w:val="left" w:pos="540"/>
        </w:tabs>
        <w:ind w:hanging="900"/>
        <w:jc w:val="both"/>
        <w:rPr>
          <w:rFonts w:ascii="Angsana New" w:hAnsi="Angsana New"/>
          <w:sz w:val="28"/>
          <w:szCs w:val="28"/>
          <w:cs/>
        </w:rPr>
      </w:pPr>
      <w:r w:rsidRPr="00B70AF0">
        <w:rPr>
          <w:rFonts w:ascii="Angsana New" w:hAnsi="Angsana New" w:hint="cs"/>
          <w:sz w:val="28"/>
          <w:szCs w:val="28"/>
          <w:cs/>
        </w:rPr>
        <w:t>เงินลงทุนในบริษัทย่อยและบริษัทร่วม</w:t>
      </w:r>
    </w:p>
    <w:p w14:paraId="28477177" w14:textId="61E4A3BB" w:rsidR="0000465C" w:rsidRPr="00B70AF0" w:rsidRDefault="0000465C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firstLine="2"/>
        <w:jc w:val="thaiDistribute"/>
        <w:rPr>
          <w:rFonts w:ascii="Angsana New" w:hAnsi="Angsana New"/>
          <w:b/>
          <w:bCs/>
          <w:sz w:val="24"/>
          <w:szCs w:val="24"/>
        </w:rPr>
      </w:pPr>
    </w:p>
    <w:tbl>
      <w:tblPr>
        <w:tblW w:w="918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500"/>
        <w:gridCol w:w="810"/>
        <w:gridCol w:w="270"/>
        <w:gridCol w:w="1620"/>
        <w:gridCol w:w="270"/>
        <w:gridCol w:w="1710"/>
      </w:tblGrid>
      <w:tr w:rsidR="00B20B0B" w:rsidRPr="00B70AF0" w14:paraId="69485FCB" w14:textId="77777777" w:rsidTr="001677E6">
        <w:trPr>
          <w:trHeight w:val="68"/>
        </w:trPr>
        <w:tc>
          <w:tcPr>
            <w:tcW w:w="4500" w:type="dxa"/>
            <w:shd w:val="clear" w:color="auto" w:fill="auto"/>
          </w:tcPr>
          <w:p w14:paraId="0309D05D" w14:textId="77777777" w:rsidR="00533E9D" w:rsidRPr="00B70AF0" w:rsidRDefault="00533E9D" w:rsidP="00533E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bCs/>
                <w:i/>
                <w:i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Cs/>
                <w:i/>
                <w:iCs/>
                <w:sz w:val="28"/>
                <w:szCs w:val="28"/>
                <w:cs/>
              </w:rPr>
              <w:t>รายการเคลื่อนไหวที่มีสาระสำคัญ</w:t>
            </w:r>
          </w:p>
          <w:p w14:paraId="20941406" w14:textId="77EA0CB8" w:rsidR="00B20B0B" w:rsidRPr="00B70AF0" w:rsidRDefault="00533E9D" w:rsidP="00533E9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  <w:t xml:space="preserve">   </w:t>
            </w:r>
            <w:r w:rsidRPr="00B70AF0">
              <w:rPr>
                <w:rFonts w:ascii="Angsana New" w:hAnsi="Angsana New" w:hint="cs"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 w:rsidR="00F86110" w:rsidRPr="00B70AF0">
              <w:rPr>
                <w:rFonts w:ascii="Angsana New" w:hAnsi="Angsana New" w:hint="cs"/>
                <w:bCs/>
                <w:i/>
                <w:iCs/>
                <w:sz w:val="28"/>
                <w:szCs w:val="28"/>
                <w:cs/>
              </w:rPr>
              <w:t>เก้า</w:t>
            </w:r>
            <w:r w:rsidRPr="00B70AF0">
              <w:rPr>
                <w:rFonts w:ascii="Angsana New" w:hAnsi="Angsana New" w:hint="cs"/>
                <w:bCs/>
                <w:i/>
                <w:iCs/>
                <w:sz w:val="28"/>
                <w:szCs w:val="28"/>
                <w:cs/>
              </w:rPr>
              <w:t>เดือนสิ้นสุดวันที่</w:t>
            </w:r>
            <w:r w:rsidRPr="00B70AF0"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="000B0741" w:rsidRPr="00B70AF0">
              <w:rPr>
                <w:rFonts w:ascii="Angsana New" w:hAnsi="Angsana New"/>
                <w:b/>
                <w:i/>
                <w:iCs/>
                <w:sz w:val="28"/>
                <w:szCs w:val="28"/>
              </w:rPr>
              <w:t>30</w:t>
            </w:r>
            <w:r w:rsidRPr="00B70AF0"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="009D2191" w:rsidRPr="00B70AF0">
              <w:rPr>
                <w:rFonts w:ascii="Angsana New" w:hAnsi="Angsana New" w:hint="cs"/>
                <w:bCs/>
                <w:i/>
                <w:iCs/>
                <w:sz w:val="28"/>
                <w:szCs w:val="28"/>
                <w:cs/>
              </w:rPr>
              <w:t>กันยา</w:t>
            </w:r>
            <w:r w:rsidRPr="00B70AF0">
              <w:rPr>
                <w:rFonts w:ascii="Angsana New" w:hAnsi="Angsana New" w:hint="cs"/>
                <w:bCs/>
                <w:i/>
                <w:iCs/>
                <w:sz w:val="28"/>
                <w:szCs w:val="28"/>
                <w:cs/>
              </w:rPr>
              <w:t>ยน</w:t>
            </w:r>
            <w:r w:rsidRPr="00B70AF0"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="000B0741" w:rsidRPr="00B70AF0">
              <w:rPr>
                <w:rFonts w:ascii="Angsana New" w:hAnsi="Angsana New"/>
                <w:b/>
                <w:i/>
                <w:iCs/>
                <w:sz w:val="28"/>
                <w:szCs w:val="28"/>
              </w:rPr>
              <w:t>2564</w:t>
            </w:r>
          </w:p>
        </w:tc>
        <w:tc>
          <w:tcPr>
            <w:tcW w:w="810" w:type="dxa"/>
            <w:shd w:val="clear" w:color="auto" w:fill="auto"/>
          </w:tcPr>
          <w:p w14:paraId="6BD0FA47" w14:textId="77777777" w:rsidR="00B20B0B" w:rsidRPr="00B70AF0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4B1E564D" w14:textId="77777777" w:rsidR="00B20B0B" w:rsidRPr="00B70AF0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2824BE0D" w14:textId="77777777" w:rsidR="00533E9D" w:rsidRPr="00B70AF0" w:rsidRDefault="00533E9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  <w:p w14:paraId="65E1A003" w14:textId="6775AAC2" w:rsidR="00B20B0B" w:rsidRPr="00B70AF0" w:rsidRDefault="00533E9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" w:type="dxa"/>
            <w:shd w:val="clear" w:color="auto" w:fill="auto"/>
          </w:tcPr>
          <w:p w14:paraId="1BC47D57" w14:textId="77777777" w:rsidR="00B20B0B" w:rsidRPr="00B70AF0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14:paraId="79DECD44" w14:textId="77777777" w:rsidR="00934D59" w:rsidRPr="00B70AF0" w:rsidRDefault="00533E9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</w:t>
            </w:r>
          </w:p>
          <w:p w14:paraId="5C093BCF" w14:textId="108C8534" w:rsidR="00B20B0B" w:rsidRPr="00B70AF0" w:rsidRDefault="00533E9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  <w:cs/>
              </w:rPr>
              <w:t>เฉพาะกิจการ</w:t>
            </w:r>
          </w:p>
        </w:tc>
      </w:tr>
      <w:tr w:rsidR="00B20B0B" w:rsidRPr="00B70AF0" w14:paraId="0A137D18" w14:textId="77777777" w:rsidTr="001677E6">
        <w:trPr>
          <w:trHeight w:val="68"/>
        </w:trPr>
        <w:tc>
          <w:tcPr>
            <w:tcW w:w="4500" w:type="dxa"/>
            <w:shd w:val="clear" w:color="auto" w:fill="auto"/>
          </w:tcPr>
          <w:p w14:paraId="188FE8A8" w14:textId="77777777" w:rsidR="00B20B0B" w:rsidRPr="00B70AF0" w:rsidRDefault="00B20B0B" w:rsidP="00C4658D">
            <w:pPr>
              <w:pStyle w:val="acctfourfigures"/>
              <w:tabs>
                <w:tab w:val="clear" w:pos="765"/>
                <w:tab w:val="decimal" w:pos="710"/>
              </w:tabs>
              <w:spacing w:line="380" w:lineRule="exact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</w:tcPr>
          <w:p w14:paraId="63DD3CD0" w14:textId="77777777" w:rsidR="00B20B0B" w:rsidRPr="00B70AF0" w:rsidRDefault="00B20B0B" w:rsidP="00C4658D">
            <w:pPr>
              <w:pStyle w:val="acctfourfigures"/>
              <w:tabs>
                <w:tab w:val="clear" w:pos="765"/>
                <w:tab w:val="decimal" w:pos="774"/>
              </w:tabs>
              <w:spacing w:line="380" w:lineRule="exact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972D1DA" w14:textId="77777777" w:rsidR="00B20B0B" w:rsidRPr="00B70AF0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3600" w:type="dxa"/>
            <w:gridSpan w:val="3"/>
            <w:shd w:val="clear" w:color="auto" w:fill="auto"/>
          </w:tcPr>
          <w:p w14:paraId="04E96D51" w14:textId="77777777" w:rsidR="00B20B0B" w:rsidRPr="00B70AF0" w:rsidRDefault="00B20B0B" w:rsidP="00C4658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28"/>
                <w:szCs w:val="28"/>
                <w:lang w:bidi="th-TH"/>
              </w:rPr>
            </w:pPr>
            <w:r w:rsidRPr="00B70AF0">
              <w:rPr>
                <w:rFonts w:ascii="Angsana New" w:hAnsi="Angsana New" w:hint="cs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B20B0B" w:rsidRPr="00B70AF0" w14:paraId="3A5786E6" w14:textId="77777777" w:rsidTr="001677E6">
        <w:tc>
          <w:tcPr>
            <w:tcW w:w="4500" w:type="dxa"/>
            <w:shd w:val="clear" w:color="auto" w:fill="auto"/>
          </w:tcPr>
          <w:p w14:paraId="28B2ABD5" w14:textId="4FE6B83F" w:rsidR="00B20B0B" w:rsidRPr="00B70AF0" w:rsidRDefault="00533E9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810" w:type="dxa"/>
            <w:shd w:val="clear" w:color="auto" w:fill="auto"/>
          </w:tcPr>
          <w:p w14:paraId="6976C100" w14:textId="77777777" w:rsidR="00B20B0B" w:rsidRPr="00B70AF0" w:rsidRDefault="00B20B0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BD706CD" w14:textId="77777777" w:rsidR="00B20B0B" w:rsidRPr="00B70AF0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532CAC3B" w14:textId="1C04334B" w:rsidR="00B20B0B" w:rsidRPr="00B70AF0" w:rsidRDefault="00B20B0B" w:rsidP="00641705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3D83164" w14:textId="77777777" w:rsidR="00B20B0B" w:rsidRPr="00B70AF0" w:rsidRDefault="00B20B0B" w:rsidP="00C4658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14:paraId="47EBC0FD" w14:textId="387C84EC" w:rsidR="00B20B0B" w:rsidRPr="00B70AF0" w:rsidRDefault="00B20B0B" w:rsidP="00641705">
            <w:pPr>
              <w:pStyle w:val="acctfourfigures"/>
              <w:tabs>
                <w:tab w:val="clear" w:pos="765"/>
                <w:tab w:val="decimal" w:pos="730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533E9D" w:rsidRPr="00B70AF0" w14:paraId="5DC06200" w14:textId="77777777" w:rsidTr="001677E6">
        <w:tc>
          <w:tcPr>
            <w:tcW w:w="4500" w:type="dxa"/>
            <w:shd w:val="clear" w:color="auto" w:fill="auto"/>
          </w:tcPr>
          <w:p w14:paraId="5D94509A" w14:textId="6ED59157" w:rsidR="00533E9D" w:rsidRPr="00B70AF0" w:rsidRDefault="00533E9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ส่วนแบ่งกำไรสุทธิ</w:t>
            </w:r>
          </w:p>
        </w:tc>
        <w:tc>
          <w:tcPr>
            <w:tcW w:w="810" w:type="dxa"/>
            <w:shd w:val="clear" w:color="auto" w:fill="auto"/>
          </w:tcPr>
          <w:p w14:paraId="1DE50761" w14:textId="77777777" w:rsidR="00533E9D" w:rsidRPr="00B70AF0" w:rsidRDefault="00533E9D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658C922" w14:textId="77777777" w:rsidR="00533E9D" w:rsidRPr="00B70AF0" w:rsidRDefault="00533E9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472926B2" w14:textId="001B1ACD" w:rsidR="00533E9D" w:rsidRPr="00B70AF0" w:rsidRDefault="00FB2DE5" w:rsidP="00C27BAC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10BE528F" w14:textId="77777777" w:rsidR="00533E9D" w:rsidRPr="00B70AF0" w:rsidRDefault="00533E9D" w:rsidP="00C4658D">
            <w:pPr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14:paraId="7071EDE5" w14:textId="2C96B673" w:rsidR="00533E9D" w:rsidRPr="00B70AF0" w:rsidRDefault="00FB2DE5" w:rsidP="006751E5">
            <w:pPr>
              <w:pStyle w:val="acctfourfigures"/>
              <w:tabs>
                <w:tab w:val="clear" w:pos="765"/>
                <w:tab w:val="decimal" w:pos="1416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42</w:t>
            </w:r>
            <w:r w:rsidR="009B64E5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63</w:t>
            </w:r>
            <w:r w:rsidR="00044118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</w:p>
        </w:tc>
      </w:tr>
      <w:tr w:rsidR="00B20B0B" w:rsidRPr="00B70AF0" w14:paraId="039F04D2" w14:textId="77777777" w:rsidTr="001677E6">
        <w:tc>
          <w:tcPr>
            <w:tcW w:w="4500" w:type="dxa"/>
            <w:shd w:val="clear" w:color="auto" w:fill="auto"/>
          </w:tcPr>
          <w:p w14:paraId="4ADEE8FD" w14:textId="124AD975" w:rsidR="00B20B0B" w:rsidRPr="00B70AF0" w:rsidRDefault="00533E9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องค์ประกอบอื่นของส่วนของผู้ถือหุ้น</w:t>
            </w:r>
          </w:p>
        </w:tc>
        <w:tc>
          <w:tcPr>
            <w:tcW w:w="810" w:type="dxa"/>
            <w:shd w:val="clear" w:color="auto" w:fill="auto"/>
          </w:tcPr>
          <w:p w14:paraId="649D1E08" w14:textId="77777777" w:rsidR="00B20B0B" w:rsidRPr="00B70AF0" w:rsidRDefault="00B20B0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A95F6DD" w14:textId="77777777" w:rsidR="00B20B0B" w:rsidRPr="00B70AF0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662C73F2" w14:textId="2ADFD808" w:rsidR="00B20B0B" w:rsidRPr="00B70AF0" w:rsidRDefault="00FB2DE5" w:rsidP="00C27BAC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5268E7E6" w14:textId="77777777" w:rsidR="00B20B0B" w:rsidRPr="00B70AF0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14:paraId="1D954C5B" w14:textId="31D027BE" w:rsidR="00B20B0B" w:rsidRPr="00B70AF0" w:rsidRDefault="00FB2DE5" w:rsidP="004D3B29">
            <w:pPr>
              <w:pStyle w:val="acctfourfigures"/>
              <w:tabs>
                <w:tab w:val="clear" w:pos="765"/>
                <w:tab w:val="decimal" w:pos="1416"/>
              </w:tabs>
              <w:spacing w:line="240" w:lineRule="auto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4,911</w:t>
            </w:r>
          </w:p>
        </w:tc>
      </w:tr>
      <w:tr w:rsidR="00B20B0B" w:rsidRPr="00B70AF0" w14:paraId="064A121D" w14:textId="77777777" w:rsidTr="001677E6">
        <w:tc>
          <w:tcPr>
            <w:tcW w:w="4500" w:type="dxa"/>
            <w:shd w:val="clear" w:color="auto" w:fill="auto"/>
          </w:tcPr>
          <w:p w14:paraId="23CEE0AD" w14:textId="527B2452" w:rsidR="00B20B0B" w:rsidRPr="00B70AF0" w:rsidRDefault="00533E9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รายได้เงินปันผล</w:t>
            </w:r>
          </w:p>
        </w:tc>
        <w:tc>
          <w:tcPr>
            <w:tcW w:w="810" w:type="dxa"/>
            <w:shd w:val="clear" w:color="auto" w:fill="auto"/>
          </w:tcPr>
          <w:p w14:paraId="528E19CC" w14:textId="77777777" w:rsidR="00B20B0B" w:rsidRPr="00B70AF0" w:rsidRDefault="00B20B0B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08095DB" w14:textId="77777777" w:rsidR="00B20B0B" w:rsidRPr="00B70AF0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5001B7DE" w14:textId="686F6F2A" w:rsidR="00B20B0B" w:rsidRPr="00B70AF0" w:rsidRDefault="00FB2DE5" w:rsidP="00C27BAC">
            <w:pPr>
              <w:pStyle w:val="acctfourfigures"/>
              <w:tabs>
                <w:tab w:val="clear" w:pos="765"/>
                <w:tab w:val="decimal" w:pos="1062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6CF79A29" w14:textId="77777777" w:rsidR="00B20B0B" w:rsidRPr="00B70AF0" w:rsidRDefault="00B20B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14:paraId="71E200EA" w14:textId="6D0968F8" w:rsidR="00B20B0B" w:rsidRPr="00B70AF0" w:rsidRDefault="009B64E5" w:rsidP="004D3B29">
            <w:pPr>
              <w:pStyle w:val="acctfourfigures"/>
              <w:tabs>
                <w:tab w:val="clear" w:pos="765"/>
                <w:tab w:val="decimal" w:pos="141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(45,500)</w:t>
            </w:r>
          </w:p>
        </w:tc>
      </w:tr>
      <w:tr w:rsidR="00533E9D" w:rsidRPr="00B70AF0" w14:paraId="731685EB" w14:textId="77777777" w:rsidTr="001677E6">
        <w:tc>
          <w:tcPr>
            <w:tcW w:w="4500" w:type="dxa"/>
            <w:shd w:val="clear" w:color="auto" w:fill="auto"/>
          </w:tcPr>
          <w:p w14:paraId="2D5736EC" w14:textId="77777777" w:rsidR="00533E9D" w:rsidRPr="00B70AF0" w:rsidRDefault="00533E9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810" w:type="dxa"/>
            <w:shd w:val="clear" w:color="auto" w:fill="auto"/>
          </w:tcPr>
          <w:p w14:paraId="05E2BDC0" w14:textId="77777777" w:rsidR="00533E9D" w:rsidRPr="00B70AF0" w:rsidRDefault="00533E9D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6962333" w14:textId="77777777" w:rsidR="00533E9D" w:rsidRPr="00B70AF0" w:rsidRDefault="00533E9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620" w:type="dxa"/>
            <w:shd w:val="clear" w:color="auto" w:fill="auto"/>
          </w:tcPr>
          <w:p w14:paraId="28D13B10" w14:textId="77777777" w:rsidR="00533E9D" w:rsidRPr="00B70AF0" w:rsidRDefault="00533E9D" w:rsidP="00641705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DD39EFD" w14:textId="77777777" w:rsidR="00533E9D" w:rsidRPr="00B70AF0" w:rsidRDefault="00533E9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710" w:type="dxa"/>
            <w:shd w:val="clear" w:color="auto" w:fill="auto"/>
          </w:tcPr>
          <w:p w14:paraId="3A87495F" w14:textId="77777777" w:rsidR="00533E9D" w:rsidRPr="00B70AF0" w:rsidRDefault="00533E9D" w:rsidP="004D3B29">
            <w:pPr>
              <w:pStyle w:val="acctfourfigures"/>
              <w:tabs>
                <w:tab w:val="clear" w:pos="765"/>
                <w:tab w:val="decimal" w:pos="1416"/>
              </w:tabs>
              <w:spacing w:line="240" w:lineRule="auto"/>
              <w:rPr>
                <w:rFonts w:ascii="Angsana New" w:hAnsi="Angsana New"/>
                <w:sz w:val="24"/>
                <w:szCs w:val="24"/>
                <w:cs/>
                <w:lang w:val="en-US" w:bidi="th-TH"/>
              </w:rPr>
            </w:pPr>
          </w:p>
        </w:tc>
      </w:tr>
      <w:tr w:rsidR="00533E9D" w:rsidRPr="00B70AF0" w14:paraId="2ED014EE" w14:textId="77777777" w:rsidTr="001677E6">
        <w:tc>
          <w:tcPr>
            <w:tcW w:w="4500" w:type="dxa"/>
            <w:shd w:val="clear" w:color="auto" w:fill="auto"/>
          </w:tcPr>
          <w:p w14:paraId="02F4FC50" w14:textId="08C42BD8" w:rsidR="00533E9D" w:rsidRPr="00B70AF0" w:rsidRDefault="00533E9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บริษัทร่วม</w:t>
            </w:r>
          </w:p>
        </w:tc>
        <w:tc>
          <w:tcPr>
            <w:tcW w:w="810" w:type="dxa"/>
            <w:shd w:val="clear" w:color="auto" w:fill="auto"/>
          </w:tcPr>
          <w:p w14:paraId="0B80466F" w14:textId="77777777" w:rsidR="00533E9D" w:rsidRPr="00B70AF0" w:rsidRDefault="00533E9D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31ABABC" w14:textId="77777777" w:rsidR="00533E9D" w:rsidRPr="00B70AF0" w:rsidRDefault="00533E9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437AA7C9" w14:textId="77777777" w:rsidR="00533E9D" w:rsidRPr="00B70AF0" w:rsidRDefault="00533E9D" w:rsidP="00641705">
            <w:pPr>
              <w:pStyle w:val="acctfourfigures"/>
              <w:tabs>
                <w:tab w:val="clear" w:pos="765"/>
                <w:tab w:val="decimal" w:pos="1002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383B158" w14:textId="77777777" w:rsidR="00533E9D" w:rsidRPr="00B70AF0" w:rsidRDefault="00533E9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14:paraId="7E376950" w14:textId="77777777" w:rsidR="00533E9D" w:rsidRPr="00B70AF0" w:rsidRDefault="00533E9D" w:rsidP="004D3B29">
            <w:pPr>
              <w:pStyle w:val="acctfourfigures"/>
              <w:tabs>
                <w:tab w:val="clear" w:pos="765"/>
                <w:tab w:val="decimal" w:pos="141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</w:tr>
      <w:tr w:rsidR="00533E9D" w:rsidRPr="00B70AF0" w14:paraId="4DB07311" w14:textId="77777777" w:rsidTr="001677E6">
        <w:tc>
          <w:tcPr>
            <w:tcW w:w="4500" w:type="dxa"/>
            <w:shd w:val="clear" w:color="auto" w:fill="auto"/>
          </w:tcPr>
          <w:p w14:paraId="4C568D13" w14:textId="16669DBD" w:rsidR="00533E9D" w:rsidRPr="00B70AF0" w:rsidRDefault="00533E9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ส่วนแบ่ง</w:t>
            </w:r>
            <w:r w:rsidR="00780A8A" w:rsidRPr="00B70AF0">
              <w:rPr>
                <w:rFonts w:ascii="Angsana New" w:hAnsi="Angsana New" w:hint="cs"/>
                <w:sz w:val="28"/>
                <w:szCs w:val="28"/>
                <w:cs/>
              </w:rPr>
              <w:t>กำไร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สุทธิ</w:t>
            </w:r>
          </w:p>
        </w:tc>
        <w:tc>
          <w:tcPr>
            <w:tcW w:w="810" w:type="dxa"/>
            <w:shd w:val="clear" w:color="auto" w:fill="auto"/>
          </w:tcPr>
          <w:p w14:paraId="2F6EEED1" w14:textId="77777777" w:rsidR="00533E9D" w:rsidRPr="00B70AF0" w:rsidRDefault="00533E9D" w:rsidP="00C4658D">
            <w:pPr>
              <w:pStyle w:val="acctfourfigures"/>
              <w:tabs>
                <w:tab w:val="clear" w:pos="765"/>
                <w:tab w:val="decimal" w:pos="7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DCC8464" w14:textId="77777777" w:rsidR="00533E9D" w:rsidRPr="00B70AF0" w:rsidRDefault="00533E9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620" w:type="dxa"/>
            <w:shd w:val="clear" w:color="auto" w:fill="auto"/>
          </w:tcPr>
          <w:p w14:paraId="39FFE092" w14:textId="663908A7" w:rsidR="00533E9D" w:rsidRPr="00B70AF0" w:rsidRDefault="00FB2DE5" w:rsidP="00C27BAC">
            <w:pPr>
              <w:pStyle w:val="acctfourfigures"/>
              <w:tabs>
                <w:tab w:val="clear" w:pos="765"/>
                <w:tab w:val="decimal" w:pos="1332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1,792</w:t>
            </w:r>
          </w:p>
        </w:tc>
        <w:tc>
          <w:tcPr>
            <w:tcW w:w="270" w:type="dxa"/>
            <w:shd w:val="clear" w:color="auto" w:fill="auto"/>
          </w:tcPr>
          <w:p w14:paraId="28571EA0" w14:textId="77777777" w:rsidR="00533E9D" w:rsidRPr="00B70AF0" w:rsidRDefault="00533E9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710" w:type="dxa"/>
            <w:shd w:val="clear" w:color="auto" w:fill="auto"/>
          </w:tcPr>
          <w:p w14:paraId="313EB4F2" w14:textId="01BD30BC" w:rsidR="00533E9D" w:rsidRPr="00B70AF0" w:rsidRDefault="00FB2DE5" w:rsidP="004D3B29">
            <w:pPr>
              <w:pStyle w:val="acctfourfigures"/>
              <w:tabs>
                <w:tab w:val="clear" w:pos="765"/>
                <w:tab w:val="decimal" w:pos="1416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1,792</w:t>
            </w:r>
          </w:p>
        </w:tc>
      </w:tr>
    </w:tbl>
    <w:p w14:paraId="24ABBBEE" w14:textId="73759E70" w:rsidR="001E602A" w:rsidRPr="00B70AF0" w:rsidRDefault="00780A8A" w:rsidP="00934D5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eastAsia="MS Mincho" w:hAnsi="Angsana New"/>
          <w:b/>
          <w:bCs/>
          <w:sz w:val="28"/>
          <w:szCs w:val="28"/>
          <w:lang w:eastAsia="x-none"/>
        </w:rPr>
      </w:pPr>
      <w:r w:rsidRPr="00B70AF0">
        <w:rPr>
          <w:rFonts w:ascii="Angsana New" w:eastAsia="MS Mincho" w:hAnsi="Angsana New"/>
          <w:sz w:val="28"/>
          <w:szCs w:val="28"/>
          <w:cs/>
        </w:rPr>
        <w:tab/>
      </w:r>
      <w:r w:rsidR="001E602A" w:rsidRPr="00B70AF0">
        <w:rPr>
          <w:rFonts w:ascii="Angsana New" w:eastAsia="MS Mincho" w:hAnsi="Angsana New"/>
          <w:sz w:val="28"/>
          <w:szCs w:val="28"/>
        </w:rPr>
        <w:br w:type="page"/>
      </w:r>
    </w:p>
    <w:p w14:paraId="09901C10" w14:textId="29C574D0" w:rsidR="00172489" w:rsidRPr="00B70AF0" w:rsidRDefault="000B0741" w:rsidP="00C4658D">
      <w:pPr>
        <w:pStyle w:val="Heading6"/>
        <w:ind w:left="540" w:right="-45" w:hanging="540"/>
        <w:jc w:val="thaiDistribute"/>
        <w:rPr>
          <w:rFonts w:ascii="Angsana New" w:eastAsia="MS Mincho" w:hAnsi="Angsana New"/>
          <w:sz w:val="28"/>
          <w:szCs w:val="28"/>
          <w:cs/>
          <w:lang w:val="en-US"/>
        </w:rPr>
      </w:pPr>
      <w:r w:rsidRPr="00B70AF0">
        <w:rPr>
          <w:rFonts w:ascii="Angsana New" w:eastAsia="MS Mincho" w:hAnsi="Angsana New"/>
          <w:sz w:val="28"/>
          <w:szCs w:val="28"/>
          <w:lang w:val="en-US"/>
        </w:rPr>
        <w:lastRenderedPageBreak/>
        <w:t>5</w:t>
      </w:r>
      <w:r w:rsidR="00172489" w:rsidRPr="00B70AF0">
        <w:rPr>
          <w:rFonts w:ascii="Angsana New" w:eastAsia="MS Mincho" w:hAnsi="Angsana New" w:hint="cs"/>
          <w:sz w:val="28"/>
          <w:szCs w:val="28"/>
          <w:lang w:val="en-US"/>
        </w:rPr>
        <w:tab/>
      </w:r>
      <w:r w:rsidR="00172489" w:rsidRPr="00B70AF0">
        <w:rPr>
          <w:rFonts w:ascii="Angsana New" w:eastAsia="MS Mincho" w:hAnsi="Angsana New" w:hint="cs"/>
          <w:sz w:val="28"/>
          <w:szCs w:val="28"/>
          <w:cs/>
          <w:lang w:val="en-US"/>
        </w:rPr>
        <w:t>หนี้สินที่มีภาระดอกเบี้ย</w:t>
      </w:r>
    </w:p>
    <w:p w14:paraId="78913ED7" w14:textId="77777777" w:rsidR="0010263C" w:rsidRPr="00B70AF0" w:rsidRDefault="0010263C" w:rsidP="00C4658D">
      <w:pPr>
        <w:rPr>
          <w:rFonts w:ascii="Angsana New" w:hAnsi="Angsana New"/>
          <w:sz w:val="24"/>
          <w:szCs w:val="24"/>
          <w:lang w:val="x-none" w:eastAsia="x-none"/>
        </w:rPr>
      </w:pP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8"/>
        <w:gridCol w:w="244"/>
        <w:gridCol w:w="938"/>
        <w:gridCol w:w="236"/>
        <w:gridCol w:w="993"/>
        <w:gridCol w:w="236"/>
        <w:gridCol w:w="875"/>
        <w:gridCol w:w="245"/>
        <w:gridCol w:w="925"/>
        <w:gridCol w:w="236"/>
        <w:gridCol w:w="934"/>
        <w:gridCol w:w="236"/>
        <w:gridCol w:w="838"/>
        <w:gridCol w:w="6"/>
      </w:tblGrid>
      <w:tr w:rsidR="004B514A" w:rsidRPr="00B70AF0" w14:paraId="06092C41" w14:textId="77777777" w:rsidTr="00DE7026">
        <w:trPr>
          <w:gridAfter w:val="1"/>
          <w:wAfter w:w="6" w:type="dxa"/>
          <w:tblHeader/>
        </w:trPr>
        <w:tc>
          <w:tcPr>
            <w:tcW w:w="2238" w:type="dxa"/>
          </w:tcPr>
          <w:p w14:paraId="7724C4AC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4" w:type="dxa"/>
          </w:tcPr>
          <w:p w14:paraId="589A0361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</w:pPr>
          </w:p>
        </w:tc>
        <w:tc>
          <w:tcPr>
            <w:tcW w:w="6692" w:type="dxa"/>
            <w:gridSpan w:val="11"/>
          </w:tcPr>
          <w:p w14:paraId="278074AF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bCs/>
                <w:sz w:val="28"/>
                <w:szCs w:val="28"/>
                <w:cs/>
              </w:rPr>
              <w:t>งบการเงินรวม</w:t>
            </w:r>
          </w:p>
        </w:tc>
      </w:tr>
      <w:tr w:rsidR="004B514A" w:rsidRPr="00B70AF0" w14:paraId="5EBDBAA8" w14:textId="77777777" w:rsidTr="00DE7026">
        <w:trPr>
          <w:gridAfter w:val="1"/>
          <w:wAfter w:w="6" w:type="dxa"/>
          <w:tblHeader/>
        </w:trPr>
        <w:tc>
          <w:tcPr>
            <w:tcW w:w="2238" w:type="dxa"/>
          </w:tcPr>
          <w:p w14:paraId="28F36273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4" w:type="dxa"/>
          </w:tcPr>
          <w:p w14:paraId="1C14AF65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278" w:type="dxa"/>
            <w:gridSpan w:val="5"/>
          </w:tcPr>
          <w:p w14:paraId="60997275" w14:textId="1EDA7B93" w:rsidR="004B514A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F15D11" w:rsidRPr="00B70AF0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9D2191" w:rsidRPr="00B70AF0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</w:t>
            </w:r>
            <w:r w:rsidR="00F15D11" w:rsidRPr="00B70AF0">
              <w:rPr>
                <w:rFonts w:asciiTheme="majorBidi" w:hAnsiTheme="majorBidi" w:cstheme="majorBidi" w:hint="cs"/>
                <w:sz w:val="28"/>
                <w:szCs w:val="28"/>
                <w:cs/>
              </w:rPr>
              <w:t>ยน</w:t>
            </w:r>
            <w:r w:rsidR="004B514A" w:rsidRPr="00B70AF0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B70AF0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245" w:type="dxa"/>
          </w:tcPr>
          <w:p w14:paraId="79C8D841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3169" w:type="dxa"/>
            <w:gridSpan w:val="5"/>
          </w:tcPr>
          <w:p w14:paraId="291D2914" w14:textId="7F30F35E" w:rsidR="004B514A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</w:rPr>
              <w:t>31</w:t>
            </w:r>
            <w:r w:rsidR="004B514A" w:rsidRPr="00B70AF0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4B514A" w:rsidRPr="00B70AF0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ธันวาคม </w:t>
            </w:r>
            <w:r w:rsidRPr="00B70AF0">
              <w:rPr>
                <w:rFonts w:asciiTheme="majorBidi" w:hAnsiTheme="majorBidi" w:cstheme="majorBidi"/>
                <w:sz w:val="28"/>
                <w:szCs w:val="28"/>
              </w:rPr>
              <w:t>2563</w:t>
            </w:r>
          </w:p>
        </w:tc>
      </w:tr>
      <w:tr w:rsidR="004B514A" w:rsidRPr="00B70AF0" w14:paraId="712EBA01" w14:textId="77777777" w:rsidTr="00DE7026">
        <w:trPr>
          <w:tblHeader/>
        </w:trPr>
        <w:tc>
          <w:tcPr>
            <w:tcW w:w="2238" w:type="dxa"/>
          </w:tcPr>
          <w:p w14:paraId="2FAEA96E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4" w:type="dxa"/>
            <w:vAlign w:val="bottom"/>
          </w:tcPr>
          <w:p w14:paraId="5AA6B81A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6" w:right="-110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38" w:type="dxa"/>
            <w:vAlign w:val="bottom"/>
          </w:tcPr>
          <w:p w14:paraId="48F1A0CD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6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36" w:type="dxa"/>
            <w:vAlign w:val="bottom"/>
          </w:tcPr>
          <w:p w14:paraId="78B2ACC4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14:paraId="799AC24D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1" w:right="-143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411D01C7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5" w:type="dxa"/>
            <w:vAlign w:val="bottom"/>
          </w:tcPr>
          <w:p w14:paraId="10DA083C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40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245" w:type="dxa"/>
            <w:vAlign w:val="center"/>
          </w:tcPr>
          <w:p w14:paraId="177AB094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5" w:type="dxa"/>
            <w:vAlign w:val="bottom"/>
          </w:tcPr>
          <w:p w14:paraId="58D4DBE1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36" w:type="dxa"/>
            <w:vAlign w:val="bottom"/>
          </w:tcPr>
          <w:p w14:paraId="790436D4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14:paraId="31B85907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083C3EAF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4" w:type="dxa"/>
            <w:gridSpan w:val="2"/>
            <w:vAlign w:val="bottom"/>
          </w:tcPr>
          <w:p w14:paraId="0A3D6A96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8" w:right="-110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4B514A" w:rsidRPr="00B70AF0" w14:paraId="036F7B9E" w14:textId="77777777" w:rsidTr="00DE7026">
        <w:trPr>
          <w:gridAfter w:val="1"/>
          <w:wAfter w:w="6" w:type="dxa"/>
          <w:tblHeader/>
        </w:trPr>
        <w:tc>
          <w:tcPr>
            <w:tcW w:w="2238" w:type="dxa"/>
          </w:tcPr>
          <w:p w14:paraId="28A2BD70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244" w:type="dxa"/>
          </w:tcPr>
          <w:p w14:paraId="064A3BF2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</w:p>
        </w:tc>
        <w:tc>
          <w:tcPr>
            <w:tcW w:w="6692" w:type="dxa"/>
            <w:gridSpan w:val="11"/>
            <w:vAlign w:val="bottom"/>
          </w:tcPr>
          <w:p w14:paraId="68EA669D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</w:pPr>
            <w:r w:rsidRPr="00B70AF0">
              <w:rPr>
                <w:rFonts w:asciiTheme="majorBidi" w:hAnsiTheme="majorBidi" w:cstheme="majorBidi"/>
                <w:i/>
                <w:iCs/>
                <w:sz w:val="28"/>
                <w:szCs w:val="28"/>
              </w:rPr>
              <w:t>(</w:t>
            </w:r>
            <w:r w:rsidRPr="00B70AF0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024803" w:rsidRPr="00B70AF0" w14:paraId="0B9A4596" w14:textId="77777777" w:rsidTr="00DE7026">
        <w:tc>
          <w:tcPr>
            <w:tcW w:w="2238" w:type="dxa"/>
          </w:tcPr>
          <w:p w14:paraId="66E6030F" w14:textId="77777777" w:rsidR="00024803" w:rsidRPr="00B70AF0" w:rsidRDefault="00024803" w:rsidP="00C4658D">
            <w:pPr>
              <w:pStyle w:val="ListParagraph"/>
              <w:ind w:left="166" w:right="-22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244" w:type="dxa"/>
          </w:tcPr>
          <w:p w14:paraId="21104C2A" w14:textId="77777777" w:rsidR="00024803" w:rsidRPr="00B70AF0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8" w:type="dxa"/>
            <w:vAlign w:val="bottom"/>
          </w:tcPr>
          <w:p w14:paraId="0946A873" w14:textId="2182E6FF" w:rsidR="00024803" w:rsidRPr="00B70AF0" w:rsidRDefault="00FB2DE5" w:rsidP="00D41477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149,899</w:t>
            </w:r>
          </w:p>
        </w:tc>
        <w:tc>
          <w:tcPr>
            <w:tcW w:w="236" w:type="dxa"/>
            <w:vAlign w:val="bottom"/>
          </w:tcPr>
          <w:p w14:paraId="76B8F84D" w14:textId="77777777" w:rsidR="00024803" w:rsidRPr="00B70AF0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</w:tcPr>
          <w:p w14:paraId="04B97B3E" w14:textId="77777777" w:rsidR="00FB2DE5" w:rsidRPr="00B70AF0" w:rsidRDefault="00FB2DE5" w:rsidP="00D41477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311A887A" w14:textId="1D55EEDE" w:rsidR="00CE2708" w:rsidRPr="00B70AF0" w:rsidRDefault="00FB2DE5" w:rsidP="00D41477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61F27660" w14:textId="77777777" w:rsidR="00024803" w:rsidRPr="00B70AF0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5" w:type="dxa"/>
            <w:vAlign w:val="bottom"/>
          </w:tcPr>
          <w:p w14:paraId="2DB43AB6" w14:textId="75DC2B71" w:rsidR="00024803" w:rsidRPr="00B70AF0" w:rsidRDefault="00FB2DE5" w:rsidP="00D41477">
            <w:pPr>
              <w:pStyle w:val="acctfourfigures"/>
              <w:tabs>
                <w:tab w:val="clear" w:pos="765"/>
                <w:tab w:val="decimal" w:pos="678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149,899</w:t>
            </w:r>
          </w:p>
        </w:tc>
        <w:tc>
          <w:tcPr>
            <w:tcW w:w="245" w:type="dxa"/>
            <w:vAlign w:val="bottom"/>
          </w:tcPr>
          <w:p w14:paraId="763D18ED" w14:textId="77777777" w:rsidR="00024803" w:rsidRPr="00B70AF0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5" w:type="dxa"/>
            <w:vAlign w:val="bottom"/>
          </w:tcPr>
          <w:p w14:paraId="20F240DF" w14:textId="121398D1" w:rsidR="00024803" w:rsidRPr="00B70AF0" w:rsidRDefault="000B0741" w:rsidP="00D41477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220</w:t>
            </w:r>
            <w:r w:rsidR="00024803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36" w:type="dxa"/>
            <w:vAlign w:val="bottom"/>
          </w:tcPr>
          <w:p w14:paraId="08AF7FC2" w14:textId="77777777" w:rsidR="00024803" w:rsidRPr="00B70AF0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14:paraId="4FC4F9A9" w14:textId="77777777" w:rsidR="00024803" w:rsidRPr="00B70AF0" w:rsidRDefault="00024803" w:rsidP="00D41477">
            <w:pPr>
              <w:pStyle w:val="acctfourfigures"/>
              <w:tabs>
                <w:tab w:val="clear" w:pos="765"/>
                <w:tab w:val="decimal" w:pos="39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52AAAD79" w14:textId="77777777" w:rsidR="00024803" w:rsidRPr="00B70AF0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4" w:type="dxa"/>
            <w:gridSpan w:val="2"/>
            <w:vAlign w:val="bottom"/>
          </w:tcPr>
          <w:p w14:paraId="78CDD611" w14:textId="26E9D5A3" w:rsidR="00024803" w:rsidRPr="00B70AF0" w:rsidRDefault="000B0741" w:rsidP="00D41477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220</w:t>
            </w:r>
            <w:r w:rsidR="00024803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</w:tr>
      <w:tr w:rsidR="0050173B" w:rsidRPr="00B70AF0" w14:paraId="64063091" w14:textId="77777777" w:rsidTr="00DE7026">
        <w:tc>
          <w:tcPr>
            <w:tcW w:w="2238" w:type="dxa"/>
          </w:tcPr>
          <w:p w14:paraId="386C4543" w14:textId="77777777" w:rsidR="0050173B" w:rsidRPr="00B70AF0" w:rsidRDefault="0050173B" w:rsidP="0050173B">
            <w:pPr>
              <w:pStyle w:val="ListParagraph"/>
              <w:ind w:left="166" w:right="-22" w:hanging="180"/>
              <w:rPr>
                <w:rFonts w:asciiTheme="majorBidi" w:hAnsiTheme="majorBidi" w:cstheme="majorBidi"/>
                <w:sz w:val="28"/>
                <w:szCs w:val="28"/>
                <w:cs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cs/>
              </w:rPr>
              <w:t>เงินกู้ยืมระยะยาวจากสถาบันการเงิน</w:t>
            </w:r>
          </w:p>
        </w:tc>
        <w:tc>
          <w:tcPr>
            <w:tcW w:w="244" w:type="dxa"/>
          </w:tcPr>
          <w:p w14:paraId="2CA9F6E7" w14:textId="77777777" w:rsidR="0050173B" w:rsidRPr="00B70AF0" w:rsidRDefault="0050173B" w:rsidP="00501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8" w:type="dxa"/>
            <w:vAlign w:val="bottom"/>
          </w:tcPr>
          <w:p w14:paraId="0F71D469" w14:textId="5ED49401" w:rsidR="0050173B" w:rsidRPr="00B70AF0" w:rsidRDefault="00FB2DE5" w:rsidP="00D41477">
            <w:pPr>
              <w:pStyle w:val="acctfourfigures"/>
              <w:tabs>
                <w:tab w:val="clear" w:pos="765"/>
                <w:tab w:val="decimal" w:pos="4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1CEE877B" w14:textId="77777777" w:rsidR="0050173B" w:rsidRPr="00B70AF0" w:rsidRDefault="0050173B" w:rsidP="00501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</w:tcPr>
          <w:p w14:paraId="0FF931C7" w14:textId="77777777" w:rsidR="0050173B" w:rsidRPr="00B70AF0" w:rsidRDefault="0050173B" w:rsidP="00D41477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05D02A2B" w14:textId="65F76546" w:rsidR="00FB2DE5" w:rsidRPr="00B70AF0" w:rsidRDefault="00FB2DE5" w:rsidP="00D41477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1DEE54BE" w14:textId="77777777" w:rsidR="0050173B" w:rsidRPr="00B70AF0" w:rsidRDefault="0050173B" w:rsidP="00501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5" w:type="dxa"/>
            <w:vAlign w:val="bottom"/>
          </w:tcPr>
          <w:p w14:paraId="5B35BB70" w14:textId="5EF5214B" w:rsidR="0050173B" w:rsidRPr="00B70AF0" w:rsidRDefault="00FB2DE5" w:rsidP="00D41477">
            <w:pPr>
              <w:pStyle w:val="acctfourfigures"/>
              <w:tabs>
                <w:tab w:val="clear" w:pos="765"/>
                <w:tab w:val="decimal" w:pos="318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45" w:type="dxa"/>
            <w:vAlign w:val="bottom"/>
          </w:tcPr>
          <w:p w14:paraId="37649D4B" w14:textId="77777777" w:rsidR="0050173B" w:rsidRPr="00B70AF0" w:rsidRDefault="0050173B" w:rsidP="00501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5" w:type="dxa"/>
            <w:vAlign w:val="bottom"/>
          </w:tcPr>
          <w:p w14:paraId="29F3056A" w14:textId="77777777" w:rsidR="0050173B" w:rsidRPr="00B70AF0" w:rsidRDefault="0050173B" w:rsidP="00D41477">
            <w:pPr>
              <w:pStyle w:val="acctfourfigures"/>
              <w:tabs>
                <w:tab w:val="clear" w:pos="765"/>
                <w:tab w:val="decimal" w:pos="46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6B236BB4" w14:textId="77777777" w:rsidR="0050173B" w:rsidRPr="00B70AF0" w:rsidRDefault="0050173B" w:rsidP="00501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14:paraId="48E7BB12" w14:textId="762AED4A" w:rsidR="0050173B" w:rsidRPr="00B70AF0" w:rsidRDefault="000B0741" w:rsidP="00D41477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620</w:t>
            </w:r>
          </w:p>
        </w:tc>
        <w:tc>
          <w:tcPr>
            <w:tcW w:w="236" w:type="dxa"/>
            <w:vAlign w:val="bottom"/>
          </w:tcPr>
          <w:p w14:paraId="7D0083EB" w14:textId="77777777" w:rsidR="0050173B" w:rsidRPr="00B70AF0" w:rsidRDefault="0050173B" w:rsidP="0050173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4" w:type="dxa"/>
            <w:gridSpan w:val="2"/>
            <w:vAlign w:val="bottom"/>
          </w:tcPr>
          <w:p w14:paraId="17D1BB2B" w14:textId="5057FFA4" w:rsidR="0050173B" w:rsidRPr="00B70AF0" w:rsidRDefault="000B0741" w:rsidP="00D41477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620</w:t>
            </w:r>
          </w:p>
        </w:tc>
      </w:tr>
      <w:tr w:rsidR="00934D59" w:rsidRPr="00B70AF0" w14:paraId="7C5E8D5D" w14:textId="77777777" w:rsidTr="00DE7026">
        <w:tc>
          <w:tcPr>
            <w:tcW w:w="2238" w:type="dxa"/>
          </w:tcPr>
          <w:p w14:paraId="5C82239C" w14:textId="77777777" w:rsidR="00934D59" w:rsidRPr="00B70AF0" w:rsidRDefault="00934D59" w:rsidP="00934D59">
            <w:pPr>
              <w:ind w:left="166" w:right="-107" w:hanging="180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244" w:type="dxa"/>
          </w:tcPr>
          <w:p w14:paraId="079CF7F5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8" w:type="dxa"/>
            <w:vAlign w:val="bottom"/>
          </w:tcPr>
          <w:p w14:paraId="2BE13524" w14:textId="7D0B258A" w:rsidR="00934D59" w:rsidRPr="00B70AF0" w:rsidRDefault="00FB2DE5" w:rsidP="00934D59">
            <w:pPr>
              <w:pStyle w:val="acctfourfigures"/>
              <w:tabs>
                <w:tab w:val="clear" w:pos="765"/>
                <w:tab w:val="decimal" w:pos="4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79C07653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93" w:type="dxa"/>
            <w:vAlign w:val="bottom"/>
          </w:tcPr>
          <w:p w14:paraId="67883C98" w14:textId="1DEA4B27" w:rsidR="00934D59" w:rsidRPr="00B70AF0" w:rsidRDefault="00FB2DE5" w:rsidP="00934D5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35,303</w:t>
            </w:r>
          </w:p>
        </w:tc>
        <w:tc>
          <w:tcPr>
            <w:tcW w:w="236" w:type="dxa"/>
            <w:vAlign w:val="bottom"/>
          </w:tcPr>
          <w:p w14:paraId="70898987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75" w:type="dxa"/>
            <w:vAlign w:val="bottom"/>
          </w:tcPr>
          <w:p w14:paraId="676DF8FA" w14:textId="1A979B80" w:rsidR="00934D59" w:rsidRPr="00B70AF0" w:rsidRDefault="00FB2DE5" w:rsidP="00934D59">
            <w:pPr>
              <w:pStyle w:val="acctfourfigures"/>
              <w:tabs>
                <w:tab w:val="clear" w:pos="765"/>
                <w:tab w:val="decimal" w:pos="678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35,303</w:t>
            </w:r>
          </w:p>
        </w:tc>
        <w:tc>
          <w:tcPr>
            <w:tcW w:w="245" w:type="dxa"/>
            <w:vAlign w:val="bottom"/>
          </w:tcPr>
          <w:p w14:paraId="00F56F42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25" w:type="dxa"/>
            <w:vAlign w:val="bottom"/>
          </w:tcPr>
          <w:p w14:paraId="62B9E1AF" w14:textId="64BF4028" w:rsidR="00934D59" w:rsidRPr="00B70AF0" w:rsidRDefault="00934D59" w:rsidP="00934D59">
            <w:pPr>
              <w:pStyle w:val="acctfourfigures"/>
              <w:tabs>
                <w:tab w:val="clear" w:pos="765"/>
                <w:tab w:val="decimal" w:pos="46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1013E4F3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934" w:type="dxa"/>
            <w:vAlign w:val="bottom"/>
          </w:tcPr>
          <w:p w14:paraId="6642EC35" w14:textId="17AAAD24" w:rsidR="00934D59" w:rsidRPr="00B70AF0" w:rsidRDefault="000B0741" w:rsidP="00934D5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40</w:t>
            </w:r>
            <w:r w:rsidR="00934D59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995</w:t>
            </w:r>
          </w:p>
        </w:tc>
        <w:tc>
          <w:tcPr>
            <w:tcW w:w="236" w:type="dxa"/>
            <w:vAlign w:val="bottom"/>
          </w:tcPr>
          <w:p w14:paraId="306C945B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844" w:type="dxa"/>
            <w:gridSpan w:val="2"/>
            <w:vAlign w:val="bottom"/>
          </w:tcPr>
          <w:p w14:paraId="50843E80" w14:textId="6BA608B8" w:rsidR="00934D59" w:rsidRPr="00B70AF0" w:rsidRDefault="000B0741" w:rsidP="00934D59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40</w:t>
            </w:r>
            <w:r w:rsidR="00934D59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995</w:t>
            </w:r>
          </w:p>
        </w:tc>
      </w:tr>
      <w:tr w:rsidR="00934D59" w:rsidRPr="00B70AF0" w14:paraId="03E9DE51" w14:textId="77777777" w:rsidTr="00DE7026">
        <w:tc>
          <w:tcPr>
            <w:tcW w:w="2238" w:type="dxa"/>
          </w:tcPr>
          <w:p w14:paraId="526212F5" w14:textId="77777777" w:rsidR="00934D59" w:rsidRPr="00B70AF0" w:rsidRDefault="00934D59" w:rsidP="00934D59">
            <w:pPr>
              <w:pStyle w:val="ListParagraph"/>
              <w:ind w:left="166" w:right="-108" w:hanging="180"/>
              <w:rPr>
                <w:rFonts w:asciiTheme="majorBidi" w:hAnsiTheme="majorBidi" w:cstheme="majorBidi"/>
                <w:i/>
                <w:iCs/>
                <w:color w:val="0000FF"/>
                <w:sz w:val="28"/>
                <w:szCs w:val="28"/>
                <w:shd w:val="clear" w:color="auto" w:fill="E6E6E6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รวมหนี้สินที่มีภาระดอกเบี้ย</w:t>
            </w:r>
          </w:p>
        </w:tc>
        <w:tc>
          <w:tcPr>
            <w:tcW w:w="244" w:type="dxa"/>
          </w:tcPr>
          <w:p w14:paraId="177E29AE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E11C888" w14:textId="7D07452C" w:rsidR="00934D59" w:rsidRPr="00B70AF0" w:rsidRDefault="00416BB0" w:rsidP="00934D59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149,899</w:t>
            </w:r>
          </w:p>
        </w:tc>
        <w:tc>
          <w:tcPr>
            <w:tcW w:w="236" w:type="dxa"/>
            <w:vAlign w:val="bottom"/>
          </w:tcPr>
          <w:p w14:paraId="6B46FED1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9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1DAA89F8" w14:textId="4A2AEE0F" w:rsidR="00934D59" w:rsidRPr="00B70AF0" w:rsidRDefault="00416BB0" w:rsidP="00934D59">
            <w:pPr>
              <w:pStyle w:val="acctfourfigures"/>
              <w:tabs>
                <w:tab w:val="clear" w:pos="765"/>
                <w:tab w:val="decimal" w:pos="73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35,303</w:t>
            </w:r>
          </w:p>
        </w:tc>
        <w:tc>
          <w:tcPr>
            <w:tcW w:w="236" w:type="dxa"/>
            <w:vAlign w:val="bottom"/>
          </w:tcPr>
          <w:p w14:paraId="327BB441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7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EBEEE30" w14:textId="4474EFC7" w:rsidR="00934D59" w:rsidRPr="00B70AF0" w:rsidRDefault="00416BB0" w:rsidP="00934D59">
            <w:pPr>
              <w:pStyle w:val="acctfourfigures"/>
              <w:tabs>
                <w:tab w:val="clear" w:pos="765"/>
                <w:tab w:val="decimal" w:pos="678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185,202</w:t>
            </w:r>
          </w:p>
        </w:tc>
        <w:tc>
          <w:tcPr>
            <w:tcW w:w="245" w:type="dxa"/>
            <w:vAlign w:val="bottom"/>
          </w:tcPr>
          <w:p w14:paraId="0DC499B5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25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49684E" w14:textId="2032C5A9" w:rsidR="00934D59" w:rsidRPr="00B70AF0" w:rsidRDefault="000B0741" w:rsidP="00934D59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220</w:t>
            </w:r>
            <w:r w:rsidR="00934D59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36" w:type="dxa"/>
            <w:vAlign w:val="bottom"/>
          </w:tcPr>
          <w:p w14:paraId="7D3350F9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934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4B65C17" w14:textId="3F7E04E6" w:rsidR="00934D59" w:rsidRPr="00B70AF0" w:rsidRDefault="000B0741" w:rsidP="00934D59">
            <w:pPr>
              <w:pStyle w:val="acctfourfigures"/>
              <w:tabs>
                <w:tab w:val="clear" w:pos="765"/>
                <w:tab w:val="decimal" w:pos="72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41</w:t>
            </w:r>
            <w:r w:rsidR="00934D59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615</w:t>
            </w:r>
          </w:p>
        </w:tc>
        <w:tc>
          <w:tcPr>
            <w:tcW w:w="236" w:type="dxa"/>
            <w:vAlign w:val="bottom"/>
          </w:tcPr>
          <w:p w14:paraId="52F7AD1B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0"/>
              </w:tabs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844" w:type="dxa"/>
            <w:gridSpan w:val="2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2B8BAFB" w14:textId="6426216E" w:rsidR="00934D59" w:rsidRPr="00B70AF0" w:rsidRDefault="000B0741" w:rsidP="00934D59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261</w:t>
            </w:r>
            <w:r w:rsidR="00934D59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615</w:t>
            </w:r>
          </w:p>
        </w:tc>
      </w:tr>
    </w:tbl>
    <w:p w14:paraId="0FFDADEF" w14:textId="6B554C7C" w:rsidR="00F15D11" w:rsidRPr="00B70AF0" w:rsidRDefault="00F15D1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24"/>
          <w:szCs w:val="24"/>
          <w:lang w:val="en-GB"/>
        </w:rPr>
      </w:pPr>
    </w:p>
    <w:tbl>
      <w:tblPr>
        <w:tblStyle w:val="TableGrid"/>
        <w:tblW w:w="919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21"/>
        <w:gridCol w:w="249"/>
        <w:gridCol w:w="950"/>
        <w:gridCol w:w="236"/>
        <w:gridCol w:w="996"/>
        <w:gridCol w:w="237"/>
        <w:gridCol w:w="876"/>
        <w:gridCol w:w="236"/>
        <w:gridCol w:w="989"/>
        <w:gridCol w:w="236"/>
        <w:gridCol w:w="887"/>
        <w:gridCol w:w="236"/>
        <w:gridCol w:w="843"/>
      </w:tblGrid>
      <w:tr w:rsidR="004B514A" w:rsidRPr="00B70AF0" w14:paraId="4241EDA0" w14:textId="77777777" w:rsidTr="00DE7026">
        <w:trPr>
          <w:tblHeader/>
        </w:trPr>
        <w:tc>
          <w:tcPr>
            <w:tcW w:w="2221" w:type="dxa"/>
          </w:tcPr>
          <w:p w14:paraId="4530F75F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9" w:type="dxa"/>
          </w:tcPr>
          <w:p w14:paraId="028EDE51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bCs/>
                <w:sz w:val="28"/>
                <w:szCs w:val="28"/>
                <w:cs/>
              </w:rPr>
            </w:pPr>
          </w:p>
        </w:tc>
        <w:tc>
          <w:tcPr>
            <w:tcW w:w="6722" w:type="dxa"/>
            <w:gridSpan w:val="11"/>
          </w:tcPr>
          <w:p w14:paraId="3DF384FF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B514A" w:rsidRPr="00B70AF0" w14:paraId="73C97F4A" w14:textId="77777777" w:rsidTr="00DE7026">
        <w:trPr>
          <w:tblHeader/>
        </w:trPr>
        <w:tc>
          <w:tcPr>
            <w:tcW w:w="2221" w:type="dxa"/>
          </w:tcPr>
          <w:p w14:paraId="7645EC70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9" w:type="dxa"/>
          </w:tcPr>
          <w:p w14:paraId="738C724E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295" w:type="dxa"/>
            <w:gridSpan w:val="5"/>
          </w:tcPr>
          <w:p w14:paraId="6E0A10A5" w14:textId="75494844" w:rsidR="004B514A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</w:rPr>
              <w:t>30</w:t>
            </w:r>
            <w:r w:rsidR="00F15D11" w:rsidRPr="00B70AF0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9D2191" w:rsidRPr="00B70AF0">
              <w:rPr>
                <w:rFonts w:asciiTheme="majorBidi" w:hAnsiTheme="majorBidi" w:cstheme="majorBidi" w:hint="cs"/>
                <w:sz w:val="28"/>
                <w:szCs w:val="28"/>
                <w:cs/>
              </w:rPr>
              <w:t>กันยา</w:t>
            </w:r>
            <w:r w:rsidR="00F15D11" w:rsidRPr="00B70AF0">
              <w:rPr>
                <w:rFonts w:asciiTheme="majorBidi" w:hAnsiTheme="majorBidi" w:cstheme="majorBidi" w:hint="cs"/>
                <w:sz w:val="28"/>
                <w:szCs w:val="28"/>
                <w:cs/>
              </w:rPr>
              <w:t>ยน</w:t>
            </w:r>
            <w:r w:rsidR="00F15D11" w:rsidRPr="00B70AF0">
              <w:rPr>
                <w:rFonts w:asciiTheme="majorBidi" w:hAnsiTheme="majorBidi" w:cstheme="majorBidi"/>
                <w:sz w:val="28"/>
                <w:szCs w:val="28"/>
                <w:cs/>
              </w:rPr>
              <w:t xml:space="preserve"> </w:t>
            </w:r>
            <w:r w:rsidRPr="00B70AF0">
              <w:rPr>
                <w:rFonts w:asciiTheme="majorBidi" w:hAnsiTheme="majorBidi" w:cstheme="majorBidi"/>
                <w:sz w:val="28"/>
                <w:szCs w:val="28"/>
              </w:rPr>
              <w:t>2564</w:t>
            </w:r>
          </w:p>
        </w:tc>
        <w:tc>
          <w:tcPr>
            <w:tcW w:w="236" w:type="dxa"/>
          </w:tcPr>
          <w:p w14:paraId="132D82F4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91" w:type="dxa"/>
            <w:gridSpan w:val="5"/>
          </w:tcPr>
          <w:p w14:paraId="54058B9A" w14:textId="78C25B89" w:rsidR="004B514A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31</w:t>
            </w:r>
            <w:r w:rsidR="004B514A" w:rsidRPr="00B70AF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4B514A" w:rsidRPr="00B70AF0">
              <w:rPr>
                <w:rFonts w:ascii="Angsana New" w:hAnsi="Angsana New" w:hint="cs"/>
                <w:sz w:val="28"/>
                <w:szCs w:val="28"/>
                <w:cs/>
              </w:rPr>
              <w:t xml:space="preserve">ธันวาคม </w:t>
            </w:r>
            <w:r w:rsidRPr="00B70AF0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4B514A" w:rsidRPr="00B70AF0" w14:paraId="49AFA855" w14:textId="77777777" w:rsidTr="00DE7026">
        <w:trPr>
          <w:tblHeader/>
        </w:trPr>
        <w:tc>
          <w:tcPr>
            <w:tcW w:w="2221" w:type="dxa"/>
          </w:tcPr>
          <w:p w14:paraId="14252CC0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9" w:type="dxa"/>
            <w:vAlign w:val="bottom"/>
          </w:tcPr>
          <w:p w14:paraId="713286C2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6" w:right="-110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50" w:type="dxa"/>
            <w:vAlign w:val="bottom"/>
          </w:tcPr>
          <w:p w14:paraId="3A68A57B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96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36" w:type="dxa"/>
            <w:vAlign w:val="bottom"/>
          </w:tcPr>
          <w:p w14:paraId="5BA133D4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6" w:type="dxa"/>
            <w:vAlign w:val="bottom"/>
          </w:tcPr>
          <w:p w14:paraId="524E252E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1" w:right="-1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37" w:type="dxa"/>
            <w:vAlign w:val="bottom"/>
          </w:tcPr>
          <w:p w14:paraId="1AF53566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3" w:type="dxa"/>
            <w:vAlign w:val="bottom"/>
          </w:tcPr>
          <w:p w14:paraId="4C0E3BCF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40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236" w:type="dxa"/>
            <w:vAlign w:val="center"/>
          </w:tcPr>
          <w:p w14:paraId="59193F0D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9" w:type="dxa"/>
            <w:vAlign w:val="bottom"/>
          </w:tcPr>
          <w:p w14:paraId="3894C12C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ส่วนที่มีหลักประกัน</w:t>
            </w:r>
          </w:p>
        </w:tc>
        <w:tc>
          <w:tcPr>
            <w:tcW w:w="236" w:type="dxa"/>
            <w:vAlign w:val="bottom"/>
          </w:tcPr>
          <w:p w14:paraId="3DC37A98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7" w:type="dxa"/>
            <w:vAlign w:val="bottom"/>
          </w:tcPr>
          <w:p w14:paraId="0F42E93F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ส่วนที่ไม่มีหลักประกัน</w:t>
            </w:r>
          </w:p>
        </w:tc>
        <w:tc>
          <w:tcPr>
            <w:tcW w:w="236" w:type="dxa"/>
            <w:vAlign w:val="bottom"/>
          </w:tcPr>
          <w:p w14:paraId="14FAC911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3" w:type="dxa"/>
            <w:vAlign w:val="bottom"/>
          </w:tcPr>
          <w:p w14:paraId="740046F9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</w:tr>
      <w:tr w:rsidR="004B514A" w:rsidRPr="00B70AF0" w14:paraId="4C3691EA" w14:textId="77777777" w:rsidTr="00DE7026">
        <w:trPr>
          <w:tblHeader/>
        </w:trPr>
        <w:tc>
          <w:tcPr>
            <w:tcW w:w="2221" w:type="dxa"/>
          </w:tcPr>
          <w:p w14:paraId="72D991AD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1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49" w:type="dxa"/>
          </w:tcPr>
          <w:p w14:paraId="1FB6A105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6722" w:type="dxa"/>
            <w:gridSpan w:val="11"/>
            <w:vAlign w:val="bottom"/>
          </w:tcPr>
          <w:p w14:paraId="3C4C0A5E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i/>
                <w:iCs/>
                <w:sz w:val="28"/>
                <w:szCs w:val="28"/>
              </w:rPr>
              <w:t>(</w:t>
            </w:r>
            <w:r w:rsidRPr="00B70AF0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พันบาท)</w:t>
            </w:r>
          </w:p>
        </w:tc>
      </w:tr>
      <w:tr w:rsidR="00024803" w:rsidRPr="00B70AF0" w14:paraId="30584609" w14:textId="77777777" w:rsidTr="00DE7026">
        <w:tc>
          <w:tcPr>
            <w:tcW w:w="2221" w:type="dxa"/>
          </w:tcPr>
          <w:p w14:paraId="648888B6" w14:textId="77777777" w:rsidR="00024803" w:rsidRPr="00B70AF0" w:rsidRDefault="00024803" w:rsidP="00C4658D">
            <w:pPr>
              <w:pStyle w:val="ListParagraph"/>
              <w:ind w:left="166" w:right="-22" w:hanging="180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เงินกู้ยืมระยะสั้นจากสถาบันการเงิน</w:t>
            </w:r>
          </w:p>
        </w:tc>
        <w:tc>
          <w:tcPr>
            <w:tcW w:w="249" w:type="dxa"/>
          </w:tcPr>
          <w:p w14:paraId="64F18BA0" w14:textId="77777777" w:rsidR="00024803" w:rsidRPr="00B70AF0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0" w:type="dxa"/>
            <w:shd w:val="clear" w:color="auto" w:fill="auto"/>
            <w:vAlign w:val="bottom"/>
          </w:tcPr>
          <w:p w14:paraId="21866D57" w14:textId="037431E6" w:rsidR="00024803" w:rsidRPr="00B70AF0" w:rsidRDefault="009B64E5" w:rsidP="00D41477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149,899</w:t>
            </w:r>
          </w:p>
        </w:tc>
        <w:tc>
          <w:tcPr>
            <w:tcW w:w="236" w:type="dxa"/>
            <w:vAlign w:val="bottom"/>
          </w:tcPr>
          <w:p w14:paraId="3D1D71E1" w14:textId="77777777" w:rsidR="00024803" w:rsidRPr="00B70AF0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6" w:type="dxa"/>
          </w:tcPr>
          <w:p w14:paraId="0AA0A992" w14:textId="77777777" w:rsidR="00780A8A" w:rsidRPr="00B70AF0" w:rsidRDefault="00780A8A" w:rsidP="00D41477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  <w:p w14:paraId="2DA6A553" w14:textId="50960115" w:rsidR="009B64E5" w:rsidRPr="00B70AF0" w:rsidRDefault="009B64E5" w:rsidP="00D41477">
            <w:pPr>
              <w:pStyle w:val="acctfourfigures"/>
              <w:tabs>
                <w:tab w:val="clear" w:pos="765"/>
                <w:tab w:val="decimal" w:pos="37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7" w:type="dxa"/>
            <w:vAlign w:val="bottom"/>
          </w:tcPr>
          <w:p w14:paraId="6D2119CC" w14:textId="77777777" w:rsidR="00024803" w:rsidRPr="00B70AF0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3" w:type="dxa"/>
            <w:vAlign w:val="bottom"/>
          </w:tcPr>
          <w:p w14:paraId="29E78D3D" w14:textId="11C47E03" w:rsidR="00024803" w:rsidRPr="00B70AF0" w:rsidRDefault="009B64E5" w:rsidP="00D41477">
            <w:pPr>
              <w:pStyle w:val="acctfourfigures"/>
              <w:tabs>
                <w:tab w:val="clear" w:pos="765"/>
                <w:tab w:val="decimal" w:pos="678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149,899</w:t>
            </w:r>
          </w:p>
        </w:tc>
        <w:tc>
          <w:tcPr>
            <w:tcW w:w="236" w:type="dxa"/>
            <w:vAlign w:val="bottom"/>
          </w:tcPr>
          <w:p w14:paraId="332226D1" w14:textId="77777777" w:rsidR="00024803" w:rsidRPr="00B70AF0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9" w:type="dxa"/>
            <w:vAlign w:val="bottom"/>
          </w:tcPr>
          <w:p w14:paraId="4037E89B" w14:textId="219D8030" w:rsidR="00024803" w:rsidRPr="00B70AF0" w:rsidRDefault="000B0741" w:rsidP="00D41477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220</w:t>
            </w:r>
            <w:r w:rsidR="00024803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36" w:type="dxa"/>
            <w:vAlign w:val="bottom"/>
          </w:tcPr>
          <w:p w14:paraId="3BE3637E" w14:textId="77777777" w:rsidR="00024803" w:rsidRPr="00B70AF0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7" w:type="dxa"/>
            <w:vAlign w:val="bottom"/>
          </w:tcPr>
          <w:p w14:paraId="1D6CA2CE" w14:textId="77777777" w:rsidR="00024803" w:rsidRPr="00B70AF0" w:rsidRDefault="00024803" w:rsidP="00AB6F56">
            <w:pPr>
              <w:pStyle w:val="acctfourfigures"/>
              <w:tabs>
                <w:tab w:val="clear" w:pos="765"/>
                <w:tab w:val="decimal" w:pos="330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  <w:vAlign w:val="bottom"/>
          </w:tcPr>
          <w:p w14:paraId="6BAE7DFE" w14:textId="77777777" w:rsidR="00024803" w:rsidRPr="00B70AF0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3" w:type="dxa"/>
            <w:vAlign w:val="bottom"/>
          </w:tcPr>
          <w:p w14:paraId="20246C37" w14:textId="2CCC4F9F" w:rsidR="00024803" w:rsidRPr="00B70AF0" w:rsidRDefault="000B0741" w:rsidP="00D41477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220</w:t>
            </w:r>
            <w:r w:rsidR="00024803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000</w:t>
            </w:r>
          </w:p>
        </w:tc>
      </w:tr>
      <w:tr w:rsidR="00934D59" w:rsidRPr="00B70AF0" w14:paraId="773C79B6" w14:textId="77777777" w:rsidTr="00DE7026">
        <w:tc>
          <w:tcPr>
            <w:tcW w:w="2221" w:type="dxa"/>
          </w:tcPr>
          <w:p w14:paraId="458388C2" w14:textId="77777777" w:rsidR="00934D59" w:rsidRPr="00B70AF0" w:rsidRDefault="00934D59" w:rsidP="00934D59">
            <w:pPr>
              <w:ind w:left="166" w:right="-107" w:hanging="180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  <w:cs/>
              </w:rPr>
              <w:t>หนี้สินตามสัญญาเช่า</w:t>
            </w:r>
          </w:p>
        </w:tc>
        <w:tc>
          <w:tcPr>
            <w:tcW w:w="249" w:type="dxa"/>
          </w:tcPr>
          <w:p w14:paraId="62224ADF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50" w:type="dxa"/>
            <w:vAlign w:val="bottom"/>
          </w:tcPr>
          <w:p w14:paraId="589F4964" w14:textId="453531A6" w:rsidR="00934D59" w:rsidRPr="00B70AF0" w:rsidRDefault="00FB2DE5" w:rsidP="00934D59">
            <w:pPr>
              <w:pStyle w:val="acctfourfigures"/>
              <w:tabs>
                <w:tab w:val="clear" w:pos="765"/>
                <w:tab w:val="decimal" w:pos="48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  <w:vAlign w:val="bottom"/>
          </w:tcPr>
          <w:p w14:paraId="71CF6F3F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6" w:type="dxa"/>
          </w:tcPr>
          <w:p w14:paraId="3DEBAFA2" w14:textId="45F775BC" w:rsidR="00934D59" w:rsidRPr="00B70AF0" w:rsidRDefault="009B64E5" w:rsidP="00934D59">
            <w:pPr>
              <w:pStyle w:val="acctfourfigures"/>
              <w:tabs>
                <w:tab w:val="clear" w:pos="765"/>
                <w:tab w:val="decimal" w:pos="74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9,396</w:t>
            </w:r>
          </w:p>
        </w:tc>
        <w:tc>
          <w:tcPr>
            <w:tcW w:w="237" w:type="dxa"/>
            <w:vAlign w:val="bottom"/>
          </w:tcPr>
          <w:p w14:paraId="15BDBB7C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73" w:type="dxa"/>
            <w:vAlign w:val="bottom"/>
          </w:tcPr>
          <w:p w14:paraId="2ACE5186" w14:textId="4450E9BF" w:rsidR="00934D59" w:rsidRPr="00B70AF0" w:rsidRDefault="009B64E5" w:rsidP="00934D59">
            <w:pPr>
              <w:pStyle w:val="acctfourfigures"/>
              <w:tabs>
                <w:tab w:val="clear" w:pos="765"/>
                <w:tab w:val="decimal" w:pos="678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9,396</w:t>
            </w:r>
          </w:p>
        </w:tc>
        <w:tc>
          <w:tcPr>
            <w:tcW w:w="236" w:type="dxa"/>
            <w:vAlign w:val="bottom"/>
          </w:tcPr>
          <w:p w14:paraId="481A547A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9" w:type="dxa"/>
            <w:vAlign w:val="bottom"/>
          </w:tcPr>
          <w:p w14:paraId="35279B25" w14:textId="50680BE6" w:rsidR="00934D59" w:rsidRPr="00B70AF0" w:rsidRDefault="00934D59" w:rsidP="00934D59">
            <w:pPr>
              <w:pStyle w:val="acctfourfigures"/>
              <w:tabs>
                <w:tab w:val="clear" w:pos="765"/>
                <w:tab w:val="decimal" w:pos="474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36" w:type="dxa"/>
            <w:vAlign w:val="bottom"/>
          </w:tcPr>
          <w:p w14:paraId="4B77B794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87" w:type="dxa"/>
            <w:vAlign w:val="bottom"/>
          </w:tcPr>
          <w:p w14:paraId="4ACA7A23" w14:textId="3CE34486" w:rsidR="00934D59" w:rsidRPr="00B70AF0" w:rsidRDefault="000B0741" w:rsidP="00934D59">
            <w:pPr>
              <w:pStyle w:val="acctfourfigures"/>
              <w:tabs>
                <w:tab w:val="clear" w:pos="765"/>
                <w:tab w:val="decimal" w:pos="67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9</w:t>
            </w:r>
            <w:r w:rsidR="00934D59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099</w:t>
            </w:r>
          </w:p>
        </w:tc>
        <w:tc>
          <w:tcPr>
            <w:tcW w:w="236" w:type="dxa"/>
            <w:vAlign w:val="bottom"/>
          </w:tcPr>
          <w:p w14:paraId="54BC7498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0"/>
              </w:tabs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843" w:type="dxa"/>
            <w:vAlign w:val="bottom"/>
          </w:tcPr>
          <w:p w14:paraId="5CD1C9ED" w14:textId="57592F0E" w:rsidR="00934D59" w:rsidRPr="00B70AF0" w:rsidRDefault="000B0741" w:rsidP="00934D59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9</w:t>
            </w:r>
            <w:r w:rsidR="00934D59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099</w:t>
            </w:r>
          </w:p>
        </w:tc>
      </w:tr>
      <w:tr w:rsidR="00934D59" w:rsidRPr="00B70AF0" w14:paraId="3127CDBB" w14:textId="77777777" w:rsidTr="00DE7026">
        <w:tc>
          <w:tcPr>
            <w:tcW w:w="2221" w:type="dxa"/>
          </w:tcPr>
          <w:p w14:paraId="66163B8B" w14:textId="77777777" w:rsidR="00934D59" w:rsidRPr="00B70AF0" w:rsidRDefault="00934D59" w:rsidP="00934D59">
            <w:pPr>
              <w:pStyle w:val="ListParagraph"/>
              <w:ind w:left="166" w:right="-108" w:hanging="180"/>
              <w:rPr>
                <w:rFonts w:ascii="Angsana New" w:hAnsi="Angsana New"/>
                <w:i/>
                <w:iCs/>
                <w:color w:val="0000FF"/>
                <w:sz w:val="28"/>
                <w:szCs w:val="28"/>
                <w:shd w:val="clear" w:color="auto" w:fill="E6E6E6"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รวมหนี้สินที่มีภาระดอกเบี้ย</w:t>
            </w:r>
          </w:p>
        </w:tc>
        <w:tc>
          <w:tcPr>
            <w:tcW w:w="249" w:type="dxa"/>
          </w:tcPr>
          <w:p w14:paraId="7DF72A38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5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E1BA7AC" w14:textId="085EAA6D" w:rsidR="00934D59" w:rsidRPr="00B70AF0" w:rsidRDefault="000B7EAC" w:rsidP="00934D59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149,899</w:t>
            </w:r>
          </w:p>
        </w:tc>
        <w:tc>
          <w:tcPr>
            <w:tcW w:w="236" w:type="dxa"/>
            <w:vAlign w:val="bottom"/>
          </w:tcPr>
          <w:p w14:paraId="55FC38BD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single" w:sz="4" w:space="0" w:color="auto"/>
              <w:bottom w:val="double" w:sz="4" w:space="0" w:color="auto"/>
            </w:tcBorders>
          </w:tcPr>
          <w:p w14:paraId="4819A0E6" w14:textId="610B59F7" w:rsidR="00934D59" w:rsidRPr="00B70AF0" w:rsidRDefault="000B7EAC" w:rsidP="00934D59">
            <w:pPr>
              <w:pStyle w:val="acctfourfigures"/>
              <w:tabs>
                <w:tab w:val="clear" w:pos="765"/>
                <w:tab w:val="decimal" w:pos="744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9,396</w:t>
            </w:r>
          </w:p>
        </w:tc>
        <w:tc>
          <w:tcPr>
            <w:tcW w:w="237" w:type="dxa"/>
            <w:vAlign w:val="bottom"/>
          </w:tcPr>
          <w:p w14:paraId="1A3E6329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7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6ED9EF" w14:textId="33E7C946" w:rsidR="00934D59" w:rsidRPr="00B70AF0" w:rsidRDefault="000B7EAC" w:rsidP="00934D59">
            <w:pPr>
              <w:pStyle w:val="acctfourfigures"/>
              <w:tabs>
                <w:tab w:val="clear" w:pos="765"/>
                <w:tab w:val="decimal" w:pos="678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159,295</w:t>
            </w:r>
          </w:p>
        </w:tc>
        <w:tc>
          <w:tcPr>
            <w:tcW w:w="236" w:type="dxa"/>
            <w:vAlign w:val="bottom"/>
          </w:tcPr>
          <w:p w14:paraId="45AB8EF3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89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197D40C" w14:textId="68ED81EB" w:rsidR="00934D59" w:rsidRPr="00B70AF0" w:rsidRDefault="000B0741" w:rsidP="00934D59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220</w:t>
            </w:r>
            <w:r w:rsidR="00934D59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000</w:t>
            </w:r>
          </w:p>
        </w:tc>
        <w:tc>
          <w:tcPr>
            <w:tcW w:w="236" w:type="dxa"/>
            <w:vAlign w:val="bottom"/>
          </w:tcPr>
          <w:p w14:paraId="18AEAD0C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0"/>
              </w:tabs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87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0031734A" w14:textId="65D83577" w:rsidR="00934D59" w:rsidRPr="00B70AF0" w:rsidRDefault="000B0741" w:rsidP="00934D59">
            <w:pPr>
              <w:pStyle w:val="acctfourfigures"/>
              <w:tabs>
                <w:tab w:val="clear" w:pos="765"/>
                <w:tab w:val="decimal" w:pos="67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9</w:t>
            </w:r>
            <w:r w:rsidR="00934D59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099</w:t>
            </w:r>
          </w:p>
        </w:tc>
        <w:tc>
          <w:tcPr>
            <w:tcW w:w="236" w:type="dxa"/>
            <w:vAlign w:val="bottom"/>
          </w:tcPr>
          <w:p w14:paraId="04208DC4" w14:textId="77777777" w:rsidR="00934D59" w:rsidRPr="00B70AF0" w:rsidRDefault="00934D59" w:rsidP="00934D5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0"/>
              </w:tabs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843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FEB4E4D" w14:textId="7BAC6781" w:rsidR="00934D59" w:rsidRPr="00B70AF0" w:rsidRDefault="000B0741" w:rsidP="00934D59">
            <w:pPr>
              <w:pStyle w:val="acctfourfigures"/>
              <w:tabs>
                <w:tab w:val="clear" w:pos="765"/>
                <w:tab w:val="decimal" w:pos="64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229</w:t>
            </w:r>
            <w:r w:rsidR="00934D59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099</w:t>
            </w:r>
          </w:p>
        </w:tc>
      </w:tr>
    </w:tbl>
    <w:p w14:paraId="5F0C45E4" w14:textId="53606394" w:rsidR="004B514A" w:rsidRPr="00B70AF0" w:rsidRDefault="004B514A" w:rsidP="00C4658D">
      <w:pPr>
        <w:rPr>
          <w:rFonts w:ascii="Angsana New" w:hAnsi="Angsana New"/>
          <w:sz w:val="24"/>
          <w:szCs w:val="24"/>
          <w:lang w:val="x-none" w:eastAsia="x-none"/>
        </w:rPr>
      </w:pPr>
    </w:p>
    <w:p w14:paraId="1DA3C62E" w14:textId="30E37424" w:rsidR="00D41477" w:rsidRPr="00B70AF0" w:rsidRDefault="00D41477" w:rsidP="00D41477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sz w:val="28"/>
          <w:szCs w:val="28"/>
          <w:lang w:bidi="th-TH"/>
        </w:rPr>
      </w:pPr>
      <w:r w:rsidRPr="00B70AF0">
        <w:rPr>
          <w:rFonts w:ascii="Angsana New" w:hAnsi="Angsana New" w:hint="cs"/>
          <w:sz w:val="28"/>
          <w:szCs w:val="28"/>
          <w:cs/>
          <w:lang w:val="en-US" w:bidi="th-TH"/>
        </w:rPr>
        <w:t xml:space="preserve">ณ วันที่ </w:t>
      </w:r>
      <w:r w:rsidR="000B0741" w:rsidRPr="00B70AF0">
        <w:rPr>
          <w:rFonts w:ascii="Angsana New" w:hAnsi="Angsana New"/>
          <w:sz w:val="28"/>
          <w:szCs w:val="28"/>
          <w:lang w:val="en-US" w:bidi="th-TH"/>
        </w:rPr>
        <w:t>30</w:t>
      </w:r>
      <w:r w:rsidR="00F15D11" w:rsidRPr="00B70AF0">
        <w:rPr>
          <w:rFonts w:ascii="Angsana New" w:hAnsi="Angsana New"/>
          <w:sz w:val="28"/>
          <w:szCs w:val="28"/>
          <w:lang w:val="en-US" w:bidi="th-TH"/>
        </w:rPr>
        <w:t xml:space="preserve"> </w:t>
      </w:r>
      <w:r w:rsidR="009D2191" w:rsidRPr="00B70AF0">
        <w:rPr>
          <w:rFonts w:ascii="Angsana New" w:hAnsi="Angsana New" w:hint="cs"/>
          <w:sz w:val="28"/>
          <w:szCs w:val="28"/>
          <w:cs/>
          <w:lang w:val="en-US" w:bidi="th-TH"/>
        </w:rPr>
        <w:t>กันยา</w:t>
      </w:r>
      <w:r w:rsidR="00F15D11" w:rsidRPr="00B70AF0">
        <w:rPr>
          <w:rFonts w:ascii="Angsana New" w:hAnsi="Angsana New" w:hint="cs"/>
          <w:sz w:val="28"/>
          <w:szCs w:val="28"/>
          <w:cs/>
          <w:lang w:val="en-US" w:bidi="th-TH"/>
        </w:rPr>
        <w:t>ยน</w:t>
      </w:r>
      <w:r w:rsidRPr="00B70AF0">
        <w:rPr>
          <w:rFonts w:ascii="Angsana New" w:hAnsi="Angsana New" w:hint="cs"/>
          <w:sz w:val="28"/>
          <w:szCs w:val="28"/>
          <w:cs/>
          <w:lang w:val="en-US" w:bidi="th-TH"/>
        </w:rPr>
        <w:t xml:space="preserve"> </w:t>
      </w:r>
      <w:r w:rsidR="000B0741" w:rsidRPr="00B70AF0">
        <w:rPr>
          <w:rFonts w:ascii="Angsana New" w:hAnsi="Angsana New"/>
          <w:sz w:val="28"/>
          <w:szCs w:val="28"/>
          <w:lang w:val="en-US" w:bidi="th-TH"/>
        </w:rPr>
        <w:t>2564</w:t>
      </w:r>
      <w:r w:rsidRPr="00B70AF0">
        <w:rPr>
          <w:rFonts w:ascii="Angsana New" w:hAnsi="Angsana New"/>
          <w:sz w:val="28"/>
          <w:szCs w:val="28"/>
          <w:lang w:val="en-US" w:bidi="th-TH"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  <w:lang w:bidi="th-TH"/>
        </w:rPr>
        <w:t>บริษัทมีเงินกู้ยืมระยะสั้นจากสถาบันการเงิน</w:t>
      </w:r>
      <w:r w:rsidRPr="00B70AF0">
        <w:rPr>
          <w:rFonts w:ascii="Angsana New" w:hAnsi="Angsana New"/>
          <w:sz w:val="28"/>
          <w:szCs w:val="28"/>
          <w:rtl/>
          <w:cs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  <w:lang w:bidi="th-TH"/>
        </w:rPr>
        <w:t>โดยมีอัตราดอกเบี้ยคงที่ต่อปี</w:t>
      </w:r>
      <w:r w:rsidRPr="00B70AF0">
        <w:rPr>
          <w:rFonts w:ascii="Angsana New" w:hAnsi="Angsana New"/>
          <w:sz w:val="28"/>
          <w:szCs w:val="28"/>
          <w:rtl/>
          <w:cs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  <w:lang w:bidi="th-TH"/>
        </w:rPr>
        <w:t>และอัตราดอกเบี้ย</w:t>
      </w:r>
      <w:r w:rsidRPr="00B70AF0">
        <w:rPr>
          <w:rFonts w:ascii="Angsana New" w:hAnsi="Angsana New"/>
          <w:sz w:val="28"/>
          <w:szCs w:val="28"/>
          <w:cs/>
          <w:lang w:bidi="th-TH"/>
        </w:rPr>
        <w:br/>
      </w:r>
      <w:r w:rsidRPr="00B70AF0">
        <w:rPr>
          <w:rFonts w:ascii="Angsana New" w:hAnsi="Angsana New" w:hint="cs"/>
          <w:sz w:val="28"/>
          <w:szCs w:val="28"/>
          <w:cs/>
          <w:lang w:bidi="th-TH"/>
        </w:rPr>
        <w:t xml:space="preserve">ร้อยละ </w:t>
      </w:r>
      <w:r w:rsidRPr="00B70AF0">
        <w:rPr>
          <w:rFonts w:ascii="Angsana New" w:hAnsi="Angsana New"/>
          <w:sz w:val="28"/>
          <w:szCs w:val="28"/>
          <w:lang w:val="en-US" w:bidi="th-TH"/>
        </w:rPr>
        <w:t xml:space="preserve">MMR </w:t>
      </w:r>
      <w:r w:rsidRPr="00B70AF0">
        <w:rPr>
          <w:rFonts w:ascii="Angsana New" w:hAnsi="Angsana New" w:hint="cs"/>
          <w:sz w:val="28"/>
          <w:szCs w:val="28"/>
          <w:cs/>
          <w:lang w:val="en-US" w:bidi="th-TH"/>
        </w:rPr>
        <w:t xml:space="preserve">ต่อปี </w:t>
      </w:r>
      <w:r w:rsidRPr="00B70AF0">
        <w:rPr>
          <w:rFonts w:ascii="Angsana New" w:hAnsi="Angsana New" w:hint="cs"/>
          <w:sz w:val="28"/>
          <w:szCs w:val="28"/>
          <w:cs/>
          <w:lang w:bidi="th-TH"/>
        </w:rPr>
        <w:t>เงื่อนไขการเรียกชำระคืนเงินกู้เมื่อทวงถาม</w:t>
      </w:r>
    </w:p>
    <w:p w14:paraId="2EF688BD" w14:textId="77777777" w:rsidR="00D41477" w:rsidRPr="00B70AF0" w:rsidRDefault="00D41477" w:rsidP="00D41477">
      <w:pPr>
        <w:ind w:left="540"/>
        <w:rPr>
          <w:rFonts w:ascii="Angsana New" w:hAnsi="Angsana New"/>
          <w:sz w:val="24"/>
          <w:szCs w:val="24"/>
          <w:lang w:bidi="ar-SA"/>
        </w:rPr>
      </w:pPr>
    </w:p>
    <w:p w14:paraId="42E883B7" w14:textId="7DA26683" w:rsidR="00D41477" w:rsidRPr="00B70AF0" w:rsidRDefault="00D41477" w:rsidP="00D41477">
      <w:pPr>
        <w:ind w:left="540"/>
        <w:jc w:val="thaiDistribute"/>
        <w:rPr>
          <w:rFonts w:ascii="Angsana New" w:hAnsi="Angsana New"/>
          <w:sz w:val="20"/>
          <w:szCs w:val="20"/>
        </w:rPr>
      </w:pPr>
      <w:r w:rsidRPr="00B70AF0">
        <w:rPr>
          <w:rFonts w:ascii="Angsana New" w:hAnsi="Angsana New" w:hint="cs"/>
          <w:sz w:val="28"/>
          <w:szCs w:val="28"/>
          <w:cs/>
        </w:rPr>
        <w:t xml:space="preserve">ณ วันที่ </w:t>
      </w:r>
      <w:r w:rsidR="000B0741" w:rsidRPr="00B70AF0">
        <w:rPr>
          <w:rFonts w:ascii="Angsana New" w:hAnsi="Angsana New"/>
          <w:sz w:val="28"/>
          <w:szCs w:val="28"/>
        </w:rPr>
        <w:t>30</w:t>
      </w:r>
      <w:r w:rsidR="00F15D11" w:rsidRPr="00B70AF0">
        <w:rPr>
          <w:rFonts w:ascii="Angsana New" w:hAnsi="Angsana New"/>
          <w:sz w:val="28"/>
          <w:szCs w:val="28"/>
        </w:rPr>
        <w:t xml:space="preserve"> </w:t>
      </w:r>
      <w:r w:rsidR="009D2191" w:rsidRPr="00B70AF0">
        <w:rPr>
          <w:rFonts w:ascii="Angsana New" w:hAnsi="Angsana New" w:hint="cs"/>
          <w:sz w:val="28"/>
          <w:szCs w:val="28"/>
          <w:cs/>
        </w:rPr>
        <w:t>กันยา</w:t>
      </w:r>
      <w:r w:rsidR="00F15D11" w:rsidRPr="00B70AF0">
        <w:rPr>
          <w:rFonts w:ascii="Angsana New" w:hAnsi="Angsana New" w:hint="cs"/>
          <w:sz w:val="28"/>
          <w:szCs w:val="28"/>
          <w:cs/>
        </w:rPr>
        <w:t>ยน</w:t>
      </w:r>
      <w:r w:rsidRPr="00B70AF0">
        <w:rPr>
          <w:rFonts w:ascii="Angsana New" w:hAnsi="Angsana New" w:hint="cs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/>
          <w:sz w:val="28"/>
          <w:szCs w:val="28"/>
        </w:rPr>
        <w:t>2564</w:t>
      </w:r>
      <w:r w:rsidRPr="00B70AF0">
        <w:rPr>
          <w:rFonts w:ascii="Angsana New" w:hAnsi="Angsana New"/>
          <w:sz w:val="28"/>
          <w:szCs w:val="28"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บริษัทมีเงินกู้ยืมระยะสั้นจากสถาบันการเงินเป็นทรัสต์รีซีทจำนวนเงิ</w:t>
      </w:r>
      <w:r w:rsidR="00F15D11" w:rsidRPr="00B70AF0">
        <w:rPr>
          <w:rFonts w:ascii="Angsana New" w:hAnsi="Angsana New" w:hint="cs"/>
          <w:sz w:val="28"/>
          <w:szCs w:val="28"/>
          <w:cs/>
        </w:rPr>
        <w:t>น</w:t>
      </w:r>
      <w:r w:rsidR="00F15D11" w:rsidRPr="00B70AF0">
        <w:rPr>
          <w:rFonts w:ascii="Angsana New" w:hAnsi="Angsana New"/>
          <w:sz w:val="28"/>
          <w:szCs w:val="28"/>
        </w:rPr>
        <w:t xml:space="preserve"> </w:t>
      </w:r>
      <w:r w:rsidR="000B7EAC" w:rsidRPr="00B70AF0">
        <w:rPr>
          <w:rFonts w:ascii="Angsana New" w:hAnsi="Angsana New"/>
          <w:sz w:val="28"/>
          <w:szCs w:val="28"/>
        </w:rPr>
        <w:t>64.90</w:t>
      </w:r>
      <w:r w:rsidRPr="00B70AF0">
        <w:rPr>
          <w:rFonts w:ascii="Angsana New" w:hAnsi="Angsana New"/>
          <w:sz w:val="28"/>
          <w:szCs w:val="28"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 xml:space="preserve">ล้านบาทเพื่อชำระเงินค่าสินค้า โดยมีอัตราดอกเบี้ยร้อยละ </w:t>
      </w:r>
      <w:r w:rsidR="000B7EAC" w:rsidRPr="00B70AF0">
        <w:rPr>
          <w:rFonts w:ascii="Angsana New" w:hAnsi="Angsana New"/>
          <w:sz w:val="28"/>
          <w:szCs w:val="28"/>
        </w:rPr>
        <w:t>1.05</w:t>
      </w:r>
      <w:r w:rsidR="009D2191" w:rsidRPr="00B70AF0">
        <w:rPr>
          <w:rFonts w:ascii="Angsana New" w:hAnsi="Angsana New"/>
          <w:sz w:val="28"/>
          <w:szCs w:val="28"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ต่อปี และมีกำหนดชำระคืนในเดือ</w:t>
      </w:r>
      <w:r w:rsidR="000B7EAC" w:rsidRPr="00B70AF0">
        <w:rPr>
          <w:rFonts w:ascii="Angsana New" w:hAnsi="Angsana New" w:hint="cs"/>
          <w:sz w:val="28"/>
          <w:szCs w:val="28"/>
          <w:cs/>
        </w:rPr>
        <w:t xml:space="preserve">นธันวาคม </w:t>
      </w:r>
      <w:r w:rsidR="000B7EAC" w:rsidRPr="00B70AF0">
        <w:rPr>
          <w:rFonts w:ascii="Angsana New" w:hAnsi="Angsana New"/>
          <w:sz w:val="28"/>
          <w:szCs w:val="28"/>
        </w:rPr>
        <w:t>2564</w:t>
      </w:r>
    </w:p>
    <w:p w14:paraId="6D11E123" w14:textId="77777777" w:rsidR="00D41477" w:rsidRPr="00B70AF0" w:rsidRDefault="00D41477" w:rsidP="00D41477">
      <w:pPr>
        <w:ind w:left="540"/>
        <w:rPr>
          <w:rFonts w:ascii="Angsana New" w:hAnsi="Angsana New"/>
          <w:sz w:val="24"/>
          <w:szCs w:val="24"/>
          <w:lang w:bidi="ar-SA"/>
        </w:rPr>
      </w:pPr>
    </w:p>
    <w:p w14:paraId="61F6FDDD" w14:textId="7CCD1C96" w:rsidR="00D41477" w:rsidRPr="00B70AF0" w:rsidRDefault="00D41477" w:rsidP="00D41477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sz w:val="28"/>
          <w:szCs w:val="28"/>
          <w:lang w:val="en-US" w:bidi="th-TH"/>
        </w:rPr>
      </w:pPr>
      <w:r w:rsidRPr="00B70AF0">
        <w:rPr>
          <w:rFonts w:ascii="Angsana New" w:hAnsi="Angsana New" w:hint="cs"/>
          <w:sz w:val="28"/>
          <w:szCs w:val="28"/>
          <w:cs/>
          <w:lang w:val="en-US" w:bidi="th-TH"/>
        </w:rPr>
        <w:t xml:space="preserve">ณ วันที่ </w:t>
      </w:r>
      <w:r w:rsidR="000B0741" w:rsidRPr="00B70AF0">
        <w:rPr>
          <w:rFonts w:ascii="Angsana New" w:hAnsi="Angsana New"/>
          <w:sz w:val="28"/>
          <w:szCs w:val="28"/>
          <w:lang w:val="en-US" w:bidi="th-TH"/>
        </w:rPr>
        <w:t>31</w:t>
      </w:r>
      <w:r w:rsidRPr="00B70AF0">
        <w:rPr>
          <w:rFonts w:ascii="Angsana New" w:hAnsi="Angsana New"/>
          <w:sz w:val="28"/>
          <w:szCs w:val="28"/>
          <w:lang w:val="en-US" w:bidi="th-TH"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  <w:lang w:val="en-US" w:bidi="th-TH"/>
        </w:rPr>
        <w:t xml:space="preserve">ธันวาคม </w:t>
      </w:r>
      <w:r w:rsidR="000B0741" w:rsidRPr="00B70AF0">
        <w:rPr>
          <w:rFonts w:ascii="Angsana New" w:hAnsi="Angsana New"/>
          <w:sz w:val="28"/>
          <w:szCs w:val="28"/>
          <w:lang w:val="en-US" w:bidi="th-TH"/>
        </w:rPr>
        <w:t>2563</w:t>
      </w:r>
      <w:r w:rsidRPr="00B70AF0">
        <w:rPr>
          <w:rFonts w:ascii="Angsana New" w:hAnsi="Angsana New"/>
          <w:sz w:val="28"/>
          <w:szCs w:val="28"/>
          <w:lang w:val="en-US" w:bidi="th-TH"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  <w:lang w:val="en-US" w:bidi="th-TH"/>
        </w:rPr>
        <w:t xml:space="preserve">กลุ่มบริษัทมีเงินกู้ยืมระยะยาวจากสถาบันการเงิน โดยมีอัตราดอกเบี้ยร้อยละ </w:t>
      </w:r>
      <w:r w:rsidR="000B0741" w:rsidRPr="00B70AF0">
        <w:rPr>
          <w:rFonts w:ascii="Angsana New" w:hAnsi="Angsana New"/>
          <w:sz w:val="28"/>
          <w:szCs w:val="28"/>
          <w:lang w:val="en-US" w:bidi="th-TH"/>
        </w:rPr>
        <w:t>2</w:t>
      </w:r>
      <w:r w:rsidRPr="00B70AF0">
        <w:rPr>
          <w:rFonts w:ascii="Angsana New" w:hAnsi="Angsana New"/>
          <w:sz w:val="28"/>
          <w:szCs w:val="28"/>
          <w:lang w:val="en-US" w:bidi="th-TH"/>
        </w:rPr>
        <w:t>.</w:t>
      </w:r>
      <w:r w:rsidR="000B0741" w:rsidRPr="00B70AF0">
        <w:rPr>
          <w:rFonts w:ascii="Angsana New" w:hAnsi="Angsana New"/>
          <w:sz w:val="28"/>
          <w:szCs w:val="28"/>
          <w:lang w:val="en-US" w:bidi="th-TH"/>
        </w:rPr>
        <w:t>00</w:t>
      </w:r>
      <w:r w:rsidRPr="00B70AF0">
        <w:rPr>
          <w:rFonts w:ascii="Angsana New" w:hAnsi="Angsana New"/>
          <w:sz w:val="28"/>
          <w:szCs w:val="28"/>
          <w:lang w:val="en-US" w:bidi="th-TH"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  <w:lang w:val="en-US" w:bidi="th-TH"/>
        </w:rPr>
        <w:t>ต่อปี</w:t>
      </w:r>
      <w:r w:rsidRPr="00B70AF0">
        <w:rPr>
          <w:rFonts w:ascii="Angsana New" w:hAnsi="Angsana New"/>
          <w:sz w:val="28"/>
          <w:szCs w:val="28"/>
          <w:lang w:val="en-US" w:bidi="th-TH"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  <w:lang w:val="en-US" w:bidi="th-TH"/>
        </w:rPr>
        <w:t xml:space="preserve">และมี ระยะเวลาผ่อนชำระคืนตั้งแต่เดือนมกราคม </w:t>
      </w:r>
      <w:r w:rsidR="000B0741" w:rsidRPr="00B70AF0">
        <w:rPr>
          <w:rFonts w:ascii="Angsana New" w:hAnsi="Angsana New"/>
          <w:sz w:val="28"/>
          <w:szCs w:val="28"/>
          <w:lang w:val="en-US" w:bidi="th-TH"/>
        </w:rPr>
        <w:t>2564</w:t>
      </w:r>
      <w:r w:rsidRPr="00B70AF0">
        <w:rPr>
          <w:rFonts w:ascii="Angsana New" w:hAnsi="Angsana New"/>
          <w:sz w:val="28"/>
          <w:szCs w:val="28"/>
          <w:lang w:val="en-US" w:bidi="th-TH"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  <w:lang w:val="en-US" w:bidi="th-TH"/>
        </w:rPr>
        <w:t xml:space="preserve">จนถึงเดือนมิถุนายน </w:t>
      </w:r>
      <w:r w:rsidR="000B0741" w:rsidRPr="00B70AF0">
        <w:rPr>
          <w:rFonts w:ascii="Angsana New" w:hAnsi="Angsana New"/>
          <w:sz w:val="28"/>
          <w:szCs w:val="28"/>
          <w:lang w:val="en-US" w:bidi="th-TH"/>
        </w:rPr>
        <w:t>2565</w:t>
      </w:r>
      <w:r w:rsidRPr="00B70AF0">
        <w:rPr>
          <w:rFonts w:ascii="Angsana New" w:hAnsi="Angsana New"/>
          <w:sz w:val="28"/>
          <w:szCs w:val="28"/>
          <w:lang w:val="en-US" w:bidi="th-TH"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  <w:lang w:val="en-US" w:bidi="th-TH"/>
        </w:rPr>
        <w:t xml:space="preserve">ทั้งนี้ กลุ่มบริษัทได้ชำระเงินกู้ยืมระยะยาวแล้วทั้งจำนวนในปี </w:t>
      </w:r>
      <w:r w:rsidR="000B0741" w:rsidRPr="00B70AF0">
        <w:rPr>
          <w:rFonts w:ascii="Angsana New" w:hAnsi="Angsana New"/>
          <w:sz w:val="28"/>
          <w:szCs w:val="28"/>
          <w:lang w:val="en-US" w:bidi="th-TH"/>
        </w:rPr>
        <w:t>2564</w:t>
      </w:r>
    </w:p>
    <w:p w14:paraId="03F5FC88" w14:textId="77777777" w:rsidR="00F15D11" w:rsidRPr="00B70AF0" w:rsidRDefault="00F15D11" w:rsidP="00D41477">
      <w:pPr>
        <w:pStyle w:val="block"/>
        <w:spacing w:after="0" w:line="240" w:lineRule="atLeast"/>
        <w:ind w:left="540" w:right="-45"/>
        <w:jc w:val="thaiDistribute"/>
        <w:rPr>
          <w:rFonts w:ascii="Angsana New" w:hAnsi="Angsana New"/>
          <w:sz w:val="24"/>
          <w:szCs w:val="24"/>
          <w:lang w:val="en-US" w:bidi="th-TH"/>
        </w:rPr>
      </w:pPr>
    </w:p>
    <w:tbl>
      <w:tblPr>
        <w:tblW w:w="9156" w:type="dxa"/>
        <w:tblInd w:w="450" w:type="dxa"/>
        <w:tblLook w:val="01E0" w:firstRow="1" w:lastRow="1" w:firstColumn="1" w:lastColumn="1" w:noHBand="0" w:noVBand="0"/>
      </w:tblPr>
      <w:tblGrid>
        <w:gridCol w:w="3600"/>
        <w:gridCol w:w="450"/>
        <w:gridCol w:w="1080"/>
        <w:gridCol w:w="269"/>
        <w:gridCol w:w="1063"/>
        <w:gridCol w:w="270"/>
        <w:gridCol w:w="1076"/>
        <w:gridCol w:w="270"/>
        <w:gridCol w:w="1078"/>
      </w:tblGrid>
      <w:tr w:rsidR="004B514A" w:rsidRPr="00B70AF0" w14:paraId="437FB6CD" w14:textId="77777777" w:rsidTr="001677E6">
        <w:trPr>
          <w:tblHeader/>
        </w:trPr>
        <w:tc>
          <w:tcPr>
            <w:tcW w:w="3600" w:type="dxa"/>
            <w:vMerge w:val="restart"/>
            <w:shd w:val="clear" w:color="auto" w:fill="auto"/>
          </w:tcPr>
          <w:p w14:paraId="74E21630" w14:textId="77777777" w:rsidR="00F143A3" w:rsidRPr="00B70AF0" w:rsidRDefault="00F143A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  <w:p w14:paraId="207A31E4" w14:textId="77777777" w:rsidR="00004F5F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สินทรัพย์ที่ใช้เป็นหลักประกันหนี้สิน</w:t>
            </w:r>
          </w:p>
          <w:p w14:paraId="0AD8B473" w14:textId="77777777" w:rsidR="00A73BC3" w:rsidRPr="00B70AF0" w:rsidRDefault="00A73BC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  </w:t>
            </w: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ไม่รวมหนี้สินตามสัญญาเช่า</w:t>
            </w:r>
          </w:p>
        </w:tc>
        <w:tc>
          <w:tcPr>
            <w:tcW w:w="450" w:type="dxa"/>
          </w:tcPr>
          <w:p w14:paraId="368F513B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412" w:type="dxa"/>
            <w:gridSpan w:val="3"/>
          </w:tcPr>
          <w:p w14:paraId="332C19C7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70" w:type="dxa"/>
          </w:tcPr>
          <w:p w14:paraId="3DE5BCDD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424" w:type="dxa"/>
            <w:gridSpan w:val="3"/>
          </w:tcPr>
          <w:p w14:paraId="318B2E65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3B168D" w:rsidRPr="00B70AF0" w14:paraId="3C4A4556" w14:textId="77777777" w:rsidTr="001677E6">
        <w:trPr>
          <w:tblHeader/>
        </w:trPr>
        <w:tc>
          <w:tcPr>
            <w:tcW w:w="3600" w:type="dxa"/>
            <w:vMerge/>
          </w:tcPr>
          <w:p w14:paraId="1594B5B6" w14:textId="77777777" w:rsidR="003B168D" w:rsidRPr="00B70AF0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450" w:type="dxa"/>
          </w:tcPr>
          <w:p w14:paraId="050BB56D" w14:textId="77777777" w:rsidR="003B168D" w:rsidRPr="00B70AF0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shd w:val="clear" w:color="auto" w:fill="auto"/>
            <w:vAlign w:val="center"/>
          </w:tcPr>
          <w:p w14:paraId="2D3BD3D1" w14:textId="21319658" w:rsidR="003B168D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30</w:t>
            </w:r>
            <w:r w:rsidR="00F15D11" w:rsidRPr="00B70AF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D2191" w:rsidRPr="00B70AF0">
              <w:rPr>
                <w:rFonts w:ascii="Angsana New" w:hAnsi="Angsana New" w:hint="cs"/>
                <w:sz w:val="28"/>
                <w:szCs w:val="28"/>
                <w:cs/>
              </w:rPr>
              <w:t>กันยา</w:t>
            </w:r>
            <w:r w:rsidR="00F15D11" w:rsidRPr="00B70AF0">
              <w:rPr>
                <w:rFonts w:ascii="Angsana New" w:hAnsi="Angsana New" w:hint="cs"/>
                <w:sz w:val="28"/>
                <w:szCs w:val="28"/>
                <w:cs/>
              </w:rPr>
              <w:t>ยน</w:t>
            </w:r>
            <w:r w:rsidRPr="00B70AF0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69" w:type="dxa"/>
            <w:shd w:val="clear" w:color="auto" w:fill="auto"/>
            <w:vAlign w:val="center"/>
          </w:tcPr>
          <w:p w14:paraId="6B39BBC2" w14:textId="77777777" w:rsidR="003B168D" w:rsidRPr="00B70AF0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63" w:type="dxa"/>
            <w:shd w:val="clear" w:color="auto" w:fill="auto"/>
            <w:vAlign w:val="center"/>
          </w:tcPr>
          <w:p w14:paraId="20E50295" w14:textId="67AE66C8" w:rsidR="003B168D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2" w:right="-102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31</w:t>
            </w:r>
            <w:r w:rsidR="003B168D" w:rsidRPr="00B70AF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3B168D" w:rsidRPr="00B70AF0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B70AF0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270" w:type="dxa"/>
            <w:shd w:val="clear" w:color="auto" w:fill="auto"/>
          </w:tcPr>
          <w:p w14:paraId="0CA0C069" w14:textId="77777777" w:rsidR="003B168D" w:rsidRPr="00B70AF0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76" w:type="dxa"/>
            <w:shd w:val="clear" w:color="auto" w:fill="auto"/>
            <w:vAlign w:val="center"/>
          </w:tcPr>
          <w:p w14:paraId="0E022B0E" w14:textId="4025404C" w:rsidR="003B168D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10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30</w:t>
            </w:r>
            <w:r w:rsidR="00F15D11" w:rsidRPr="00B70AF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9D2191" w:rsidRPr="00B70AF0">
              <w:rPr>
                <w:rFonts w:ascii="Angsana New" w:hAnsi="Angsana New" w:hint="cs"/>
                <w:sz w:val="28"/>
                <w:szCs w:val="28"/>
                <w:cs/>
              </w:rPr>
              <w:t>กันยา</w:t>
            </w:r>
            <w:r w:rsidR="00F15D11" w:rsidRPr="00B70AF0">
              <w:rPr>
                <w:rFonts w:ascii="Angsana New" w:hAnsi="Angsana New" w:hint="cs"/>
                <w:sz w:val="28"/>
                <w:szCs w:val="28"/>
                <w:cs/>
              </w:rPr>
              <w:t>ยน</w:t>
            </w:r>
            <w:r w:rsidRPr="00B70AF0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70" w:type="dxa"/>
            <w:shd w:val="clear" w:color="auto" w:fill="auto"/>
            <w:vAlign w:val="center"/>
          </w:tcPr>
          <w:p w14:paraId="043A6054" w14:textId="77777777" w:rsidR="003B168D" w:rsidRPr="00B70AF0" w:rsidRDefault="003B168D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78" w:type="dxa"/>
            <w:shd w:val="clear" w:color="auto" w:fill="auto"/>
            <w:vAlign w:val="center"/>
          </w:tcPr>
          <w:p w14:paraId="4E8E1862" w14:textId="0430382B" w:rsidR="003B168D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32" w:right="-102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31</w:t>
            </w:r>
            <w:r w:rsidR="003B168D" w:rsidRPr="00B70AF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="003B168D" w:rsidRPr="00B70AF0">
              <w:rPr>
                <w:rFonts w:ascii="Angsana New" w:hAnsi="Angsana New" w:hint="cs"/>
                <w:sz w:val="28"/>
                <w:szCs w:val="28"/>
                <w:cs/>
              </w:rPr>
              <w:t>ธันวาคม</w:t>
            </w:r>
            <w:r w:rsidRPr="00B70AF0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4B514A" w:rsidRPr="00B70AF0" w14:paraId="1093F225" w14:textId="77777777" w:rsidTr="001677E6">
        <w:trPr>
          <w:tblHeader/>
        </w:trPr>
        <w:tc>
          <w:tcPr>
            <w:tcW w:w="3600" w:type="dxa"/>
          </w:tcPr>
          <w:p w14:paraId="0852D700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108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450" w:type="dxa"/>
          </w:tcPr>
          <w:p w14:paraId="6D0EDDE9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5106" w:type="dxa"/>
            <w:gridSpan w:val="7"/>
          </w:tcPr>
          <w:p w14:paraId="6E641559" w14:textId="77777777" w:rsidR="004B514A" w:rsidRPr="00B70AF0" w:rsidRDefault="004B514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b/>
                <w:i/>
                <w:i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024803" w:rsidRPr="00B70AF0" w14:paraId="591BB0E6" w14:textId="77777777" w:rsidTr="001677E6">
        <w:tc>
          <w:tcPr>
            <w:tcW w:w="3600" w:type="dxa"/>
          </w:tcPr>
          <w:p w14:paraId="163EC622" w14:textId="77777777" w:rsidR="00024803" w:rsidRPr="00B70AF0" w:rsidRDefault="00024803" w:rsidP="00C4658D">
            <w:pPr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เงินฝากสถาบันการเงิน</w:t>
            </w:r>
          </w:p>
        </w:tc>
        <w:tc>
          <w:tcPr>
            <w:tcW w:w="450" w:type="dxa"/>
          </w:tcPr>
          <w:p w14:paraId="0143B15D" w14:textId="77777777" w:rsidR="00024803" w:rsidRPr="00B70AF0" w:rsidRDefault="00024803" w:rsidP="00C4658D">
            <w:pPr>
              <w:pStyle w:val="acctfourfigures"/>
              <w:tabs>
                <w:tab w:val="clear" w:pos="765"/>
              </w:tabs>
              <w:spacing w:line="240" w:lineRule="atLeast"/>
              <w:ind w:left="-79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14:paraId="1CF7FA4E" w14:textId="3808B70B" w:rsidR="00024803" w:rsidRPr="00B70AF0" w:rsidRDefault="00416BB0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370" w:lineRule="exact"/>
              <w:ind w:right="-131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26,500</w:t>
            </w:r>
          </w:p>
        </w:tc>
        <w:tc>
          <w:tcPr>
            <w:tcW w:w="269" w:type="dxa"/>
          </w:tcPr>
          <w:p w14:paraId="704A3AAE" w14:textId="77777777" w:rsidR="00024803" w:rsidRPr="00B70AF0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63" w:type="dxa"/>
            <w:tcBorders>
              <w:bottom w:val="double" w:sz="4" w:space="0" w:color="auto"/>
            </w:tcBorders>
          </w:tcPr>
          <w:p w14:paraId="6ABA2154" w14:textId="737A9C78" w:rsidR="00024803" w:rsidRPr="00B70AF0" w:rsidRDefault="000B074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370" w:lineRule="exact"/>
              <w:ind w:right="-131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25</w:t>
            </w:r>
            <w:r w:rsidR="00024803" w:rsidRPr="00B70AF0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625</w:t>
            </w:r>
          </w:p>
        </w:tc>
        <w:tc>
          <w:tcPr>
            <w:tcW w:w="270" w:type="dxa"/>
          </w:tcPr>
          <w:p w14:paraId="019D7C58" w14:textId="77777777" w:rsidR="00024803" w:rsidRPr="00B70AF0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76" w:type="dxa"/>
            <w:tcBorders>
              <w:bottom w:val="double" w:sz="4" w:space="0" w:color="auto"/>
            </w:tcBorders>
          </w:tcPr>
          <w:p w14:paraId="11B7F3DE" w14:textId="18333597" w:rsidR="00024803" w:rsidRPr="00B70AF0" w:rsidRDefault="000B7EAC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80"/>
              </w:tabs>
              <w:spacing w:after="0" w:line="370" w:lineRule="exact"/>
              <w:ind w:right="-131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26,500</w:t>
            </w:r>
          </w:p>
        </w:tc>
        <w:tc>
          <w:tcPr>
            <w:tcW w:w="270" w:type="dxa"/>
          </w:tcPr>
          <w:p w14:paraId="59135275" w14:textId="77777777" w:rsidR="00024803" w:rsidRPr="00B70AF0" w:rsidRDefault="00024803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1078" w:type="dxa"/>
            <w:tcBorders>
              <w:bottom w:val="double" w:sz="4" w:space="0" w:color="auto"/>
            </w:tcBorders>
          </w:tcPr>
          <w:p w14:paraId="554F2A6E" w14:textId="1EC6A0D5" w:rsidR="00024803" w:rsidRPr="00B70AF0" w:rsidRDefault="000B0741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95"/>
              </w:tabs>
              <w:spacing w:after="0" w:line="370" w:lineRule="exact"/>
              <w:ind w:right="-131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25</w:t>
            </w:r>
            <w:r w:rsidR="00024803" w:rsidRPr="00B70AF0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625</w:t>
            </w:r>
          </w:p>
        </w:tc>
      </w:tr>
    </w:tbl>
    <w:p w14:paraId="759FEF96" w14:textId="77777777" w:rsidR="00632358" w:rsidRPr="00B70AF0" w:rsidRDefault="00632358" w:rsidP="00C4658D">
      <w:pPr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13B7350C" w14:textId="10A550E7" w:rsidR="004B514A" w:rsidRPr="00B70AF0" w:rsidRDefault="004B514A" w:rsidP="00C4658D">
      <w:pPr>
        <w:tabs>
          <w:tab w:val="clear" w:pos="680"/>
          <w:tab w:val="left" w:pos="630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28"/>
          <w:szCs w:val="28"/>
        </w:rPr>
      </w:pPr>
      <w:r w:rsidRPr="00B70AF0">
        <w:rPr>
          <w:rFonts w:ascii="Angsana New" w:hAnsi="Angsana New"/>
          <w:sz w:val="28"/>
          <w:szCs w:val="28"/>
          <w:cs/>
        </w:rPr>
        <w:t>ณ วันที่</w:t>
      </w:r>
      <w:r w:rsidRPr="00B70AF0">
        <w:rPr>
          <w:rFonts w:ascii="Angsana New" w:hAnsi="Angsana New"/>
          <w:sz w:val="28"/>
          <w:szCs w:val="28"/>
        </w:rPr>
        <w:t xml:space="preserve"> </w:t>
      </w:r>
      <w:r w:rsidR="000B0741" w:rsidRPr="00B70AF0">
        <w:rPr>
          <w:rFonts w:ascii="Angsana New" w:hAnsi="Angsana New"/>
          <w:sz w:val="28"/>
          <w:szCs w:val="28"/>
        </w:rPr>
        <w:t>30</w:t>
      </w:r>
      <w:r w:rsidR="00F15D11" w:rsidRPr="00B70AF0">
        <w:rPr>
          <w:rFonts w:ascii="Angsana New" w:hAnsi="Angsana New"/>
          <w:sz w:val="28"/>
          <w:szCs w:val="28"/>
        </w:rPr>
        <w:t xml:space="preserve"> </w:t>
      </w:r>
      <w:r w:rsidR="009D2191" w:rsidRPr="00B70AF0">
        <w:rPr>
          <w:rFonts w:ascii="Angsana New" w:hAnsi="Angsana New" w:hint="cs"/>
          <w:sz w:val="28"/>
          <w:szCs w:val="28"/>
          <w:cs/>
        </w:rPr>
        <w:t>กันยา</w:t>
      </w:r>
      <w:r w:rsidR="00F15D11" w:rsidRPr="00B70AF0">
        <w:rPr>
          <w:rFonts w:ascii="Angsana New" w:hAnsi="Angsana New" w:hint="cs"/>
          <w:sz w:val="28"/>
          <w:szCs w:val="28"/>
          <w:cs/>
        </w:rPr>
        <w:t>ยน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/>
          <w:sz w:val="28"/>
          <w:szCs w:val="28"/>
        </w:rPr>
        <w:t>2564</w:t>
      </w:r>
      <w:r w:rsidRPr="00B70AF0">
        <w:rPr>
          <w:rFonts w:ascii="Angsana New" w:hAnsi="Angsana New"/>
          <w:sz w:val="28"/>
          <w:szCs w:val="28"/>
        </w:rPr>
        <w:t xml:space="preserve"> </w:t>
      </w:r>
      <w:r w:rsidRPr="00B70AF0">
        <w:rPr>
          <w:rFonts w:ascii="Angsana New" w:hAnsi="Angsana New"/>
          <w:sz w:val="28"/>
          <w:szCs w:val="28"/>
          <w:cs/>
        </w:rPr>
        <w:t>กลุ่มบริษัทและบริษัทมีวงเงินสินเชื่อซึ่งยังมิได้เบิกใช้เป็นจำนวนเงินรวม</w:t>
      </w:r>
      <w:r w:rsidRPr="00B70AF0">
        <w:rPr>
          <w:rFonts w:ascii="Angsana New" w:hAnsi="Angsana New"/>
          <w:sz w:val="28"/>
          <w:szCs w:val="28"/>
        </w:rPr>
        <w:t xml:space="preserve"> </w:t>
      </w:r>
      <w:r w:rsidR="000B7EAC" w:rsidRPr="00B70AF0">
        <w:rPr>
          <w:rFonts w:ascii="Angsana New" w:hAnsi="Angsana New"/>
          <w:sz w:val="28"/>
          <w:szCs w:val="28"/>
        </w:rPr>
        <w:t>774.43</w:t>
      </w:r>
      <w:r w:rsidRPr="00B70AF0">
        <w:rPr>
          <w:rFonts w:ascii="Angsana New" w:hAnsi="Angsana New"/>
          <w:sz w:val="28"/>
          <w:szCs w:val="28"/>
        </w:rPr>
        <w:t xml:space="preserve"> </w:t>
      </w:r>
      <w:r w:rsidRPr="00B70AF0">
        <w:rPr>
          <w:rFonts w:ascii="Angsana New" w:hAnsi="Angsana New"/>
          <w:sz w:val="28"/>
          <w:szCs w:val="28"/>
          <w:cs/>
        </w:rPr>
        <w:t>ล้านบาท</w:t>
      </w:r>
      <w:r w:rsidRPr="00B70AF0">
        <w:rPr>
          <w:rFonts w:ascii="Angsana New" w:hAnsi="Angsana New"/>
          <w:sz w:val="28"/>
          <w:szCs w:val="28"/>
        </w:rPr>
        <w:t xml:space="preserve"> </w:t>
      </w:r>
      <w:r w:rsidRPr="00B70AF0">
        <w:rPr>
          <w:rFonts w:ascii="Angsana New" w:hAnsi="Angsana New"/>
          <w:sz w:val="28"/>
          <w:szCs w:val="28"/>
          <w:cs/>
        </w:rPr>
        <w:t>และ</w:t>
      </w:r>
      <w:r w:rsidR="009D2191" w:rsidRPr="00B70AF0">
        <w:rPr>
          <w:rFonts w:ascii="Angsana New" w:hAnsi="Angsana New"/>
          <w:sz w:val="28"/>
          <w:szCs w:val="28"/>
        </w:rPr>
        <w:t xml:space="preserve"> </w:t>
      </w:r>
      <w:r w:rsidR="000B7EAC" w:rsidRPr="00B70AF0">
        <w:rPr>
          <w:rFonts w:ascii="Angsana New" w:hAnsi="Angsana New"/>
          <w:sz w:val="28"/>
          <w:szCs w:val="28"/>
        </w:rPr>
        <w:t>673.21</w:t>
      </w:r>
      <w:r w:rsidRPr="00B70AF0">
        <w:rPr>
          <w:rFonts w:ascii="Angsana New" w:hAnsi="Angsana New"/>
          <w:sz w:val="28"/>
          <w:szCs w:val="28"/>
          <w:rtl/>
          <w:cs/>
        </w:rPr>
        <w:t xml:space="preserve"> </w:t>
      </w:r>
      <w:r w:rsidR="009D2191" w:rsidRPr="00B70AF0">
        <w:rPr>
          <w:rFonts w:ascii="Angsana New" w:hAnsi="Angsana New" w:hint="cs"/>
          <w:sz w:val="28"/>
          <w:szCs w:val="28"/>
          <w:cs/>
        </w:rPr>
        <w:t xml:space="preserve"> </w:t>
      </w:r>
      <w:r w:rsidRPr="00B70AF0">
        <w:rPr>
          <w:rFonts w:ascii="Angsana New" w:hAnsi="Angsana New"/>
          <w:sz w:val="28"/>
          <w:szCs w:val="28"/>
          <w:cs/>
        </w:rPr>
        <w:t>ล้านบาท</w:t>
      </w:r>
      <w:r w:rsidRPr="00B70AF0">
        <w:rPr>
          <w:rFonts w:ascii="Angsana New" w:hAnsi="Angsana New"/>
          <w:sz w:val="28"/>
          <w:szCs w:val="28"/>
        </w:rPr>
        <w:t xml:space="preserve"> </w:t>
      </w:r>
      <w:r w:rsidRPr="00B70AF0">
        <w:rPr>
          <w:rFonts w:ascii="Angsana New" w:hAnsi="Angsana New"/>
          <w:sz w:val="28"/>
          <w:szCs w:val="28"/>
          <w:cs/>
        </w:rPr>
        <w:t xml:space="preserve">ตามลำดับ </w:t>
      </w:r>
      <w:r w:rsidRPr="00B70AF0">
        <w:rPr>
          <w:rFonts w:ascii="Angsana New" w:hAnsi="Angsana New"/>
          <w:i/>
          <w:iCs/>
          <w:sz w:val="28"/>
          <w:szCs w:val="28"/>
        </w:rPr>
        <w:t>(</w:t>
      </w:r>
      <w:r w:rsidR="000B0741" w:rsidRPr="00B70AF0">
        <w:rPr>
          <w:rFonts w:ascii="Angsana New" w:hAnsi="Angsana New"/>
          <w:i/>
          <w:iCs/>
          <w:sz w:val="28"/>
          <w:szCs w:val="28"/>
        </w:rPr>
        <w:t>31</w:t>
      </w:r>
      <w:r w:rsidR="00955912" w:rsidRPr="00B70AF0">
        <w:rPr>
          <w:rFonts w:ascii="Angsana New" w:hAnsi="Angsana New"/>
          <w:i/>
          <w:iCs/>
          <w:sz w:val="28"/>
          <w:szCs w:val="28"/>
        </w:rPr>
        <w:t xml:space="preserve"> </w:t>
      </w:r>
      <w:r w:rsidR="00955912" w:rsidRPr="00B70AF0">
        <w:rPr>
          <w:rFonts w:ascii="Angsana New" w:hAnsi="Angsana New" w:hint="cs"/>
          <w:i/>
          <w:iCs/>
          <w:sz w:val="28"/>
          <w:szCs w:val="28"/>
          <w:cs/>
        </w:rPr>
        <w:t xml:space="preserve">ธันวาคม </w:t>
      </w:r>
      <w:r w:rsidR="000B0741" w:rsidRPr="00B70AF0">
        <w:rPr>
          <w:rFonts w:ascii="Angsana New" w:hAnsi="Angsana New"/>
          <w:i/>
          <w:iCs/>
          <w:sz w:val="28"/>
          <w:szCs w:val="28"/>
        </w:rPr>
        <w:t>2563</w:t>
      </w:r>
      <w:r w:rsidRPr="00B70AF0">
        <w:rPr>
          <w:rFonts w:ascii="Angsana New" w:hAnsi="Angsana New"/>
          <w:i/>
          <w:iCs/>
          <w:sz w:val="28"/>
          <w:szCs w:val="28"/>
        </w:rPr>
        <w:t xml:space="preserve">: </w:t>
      </w:r>
      <w:r w:rsidR="000B0741" w:rsidRPr="00B70AF0">
        <w:rPr>
          <w:rFonts w:ascii="Angsana New" w:hAnsi="Angsana New"/>
          <w:i/>
          <w:iCs/>
          <w:sz w:val="28"/>
          <w:szCs w:val="28"/>
        </w:rPr>
        <w:t>594</w:t>
      </w:r>
      <w:r w:rsidR="000540FD" w:rsidRPr="00B70AF0">
        <w:rPr>
          <w:rFonts w:ascii="Angsana New" w:hAnsi="Angsana New"/>
          <w:i/>
          <w:iCs/>
          <w:sz w:val="28"/>
          <w:szCs w:val="28"/>
        </w:rPr>
        <w:t>.</w:t>
      </w:r>
      <w:r w:rsidR="000B0741" w:rsidRPr="00B70AF0">
        <w:rPr>
          <w:rFonts w:ascii="Angsana New" w:hAnsi="Angsana New"/>
          <w:i/>
          <w:iCs/>
          <w:sz w:val="28"/>
          <w:szCs w:val="28"/>
        </w:rPr>
        <w:t>86</w:t>
      </w:r>
      <w:r w:rsidRPr="00B70AF0">
        <w:rPr>
          <w:rFonts w:ascii="Angsana New" w:hAnsi="Angsana New"/>
          <w:i/>
          <w:iCs/>
          <w:sz w:val="28"/>
          <w:szCs w:val="28"/>
        </w:rPr>
        <w:t xml:space="preserve"> </w:t>
      </w:r>
      <w:r w:rsidRPr="00B70AF0">
        <w:rPr>
          <w:rFonts w:ascii="Angsana New" w:hAnsi="Angsana New"/>
          <w:i/>
          <w:iCs/>
          <w:sz w:val="28"/>
          <w:szCs w:val="28"/>
          <w:cs/>
        </w:rPr>
        <w:t>ล้านบาท</w:t>
      </w:r>
      <w:r w:rsidRPr="00B70AF0">
        <w:rPr>
          <w:rFonts w:ascii="Angsana New" w:hAnsi="Angsana New"/>
          <w:i/>
          <w:iCs/>
          <w:sz w:val="28"/>
          <w:szCs w:val="28"/>
        </w:rPr>
        <w:t xml:space="preserve"> </w:t>
      </w:r>
      <w:r w:rsidRPr="00B70AF0">
        <w:rPr>
          <w:rFonts w:ascii="Angsana New" w:hAnsi="Angsana New"/>
          <w:i/>
          <w:iCs/>
          <w:sz w:val="28"/>
          <w:szCs w:val="28"/>
          <w:cs/>
        </w:rPr>
        <w:t>และ</w:t>
      </w:r>
      <w:r w:rsidRPr="00B70AF0">
        <w:rPr>
          <w:rFonts w:ascii="Angsana New" w:hAnsi="Angsana New"/>
          <w:i/>
          <w:iCs/>
          <w:sz w:val="28"/>
          <w:szCs w:val="28"/>
        </w:rPr>
        <w:t xml:space="preserve"> </w:t>
      </w:r>
      <w:r w:rsidR="000B0741" w:rsidRPr="00B70AF0">
        <w:rPr>
          <w:rFonts w:ascii="Angsana New" w:hAnsi="Angsana New"/>
          <w:i/>
          <w:iCs/>
          <w:sz w:val="28"/>
          <w:szCs w:val="28"/>
        </w:rPr>
        <w:t>493</w:t>
      </w:r>
      <w:r w:rsidR="000540FD" w:rsidRPr="00B70AF0">
        <w:rPr>
          <w:rFonts w:ascii="Angsana New" w:hAnsi="Angsana New"/>
          <w:i/>
          <w:iCs/>
          <w:sz w:val="28"/>
          <w:szCs w:val="28"/>
        </w:rPr>
        <w:t>.</w:t>
      </w:r>
      <w:r w:rsidR="000B0741" w:rsidRPr="00B70AF0">
        <w:rPr>
          <w:rFonts w:ascii="Angsana New" w:hAnsi="Angsana New"/>
          <w:i/>
          <w:iCs/>
          <w:sz w:val="28"/>
          <w:szCs w:val="28"/>
        </w:rPr>
        <w:t>11</w:t>
      </w:r>
      <w:r w:rsidRPr="00B70AF0">
        <w:rPr>
          <w:rFonts w:ascii="Angsana New" w:hAnsi="Angsana New"/>
          <w:i/>
          <w:iCs/>
          <w:sz w:val="28"/>
          <w:szCs w:val="28"/>
        </w:rPr>
        <w:t xml:space="preserve"> </w:t>
      </w:r>
      <w:r w:rsidRPr="00B70AF0">
        <w:rPr>
          <w:rFonts w:ascii="Angsana New" w:hAnsi="Angsana New"/>
          <w:i/>
          <w:iCs/>
          <w:sz w:val="28"/>
          <w:szCs w:val="28"/>
          <w:cs/>
        </w:rPr>
        <w:t>ล้านบาท ตามลำดับ</w:t>
      </w:r>
      <w:r w:rsidRPr="00B70AF0">
        <w:rPr>
          <w:rFonts w:ascii="Angsana New" w:hAnsi="Angsana New"/>
          <w:i/>
          <w:iCs/>
          <w:sz w:val="28"/>
          <w:szCs w:val="28"/>
        </w:rPr>
        <w:t>)</w:t>
      </w:r>
    </w:p>
    <w:p w14:paraId="5CE2AC01" w14:textId="28F95B13" w:rsidR="00796407" w:rsidRPr="00B70AF0" w:rsidRDefault="0079640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8"/>
          <w:szCs w:val="28"/>
          <w:cs/>
          <w:lang w:val="th-TH" w:eastAsia="x-none"/>
        </w:rPr>
      </w:pPr>
    </w:p>
    <w:p w14:paraId="0BC5658A" w14:textId="0E52DCD6" w:rsidR="004A702C" w:rsidRPr="00B70AF0" w:rsidRDefault="000B0741" w:rsidP="004A702C">
      <w:pPr>
        <w:pStyle w:val="Heading6"/>
        <w:ind w:left="540" w:right="-45" w:hanging="540"/>
        <w:jc w:val="thaiDistribute"/>
        <w:rPr>
          <w:rFonts w:ascii="Angsana New" w:eastAsia="MS Mincho" w:hAnsi="Angsana New"/>
          <w:sz w:val="28"/>
          <w:szCs w:val="28"/>
        </w:rPr>
      </w:pPr>
      <w:r w:rsidRPr="00B70AF0">
        <w:rPr>
          <w:rFonts w:ascii="Angsana New" w:hAnsi="Angsana New" w:hint="cs"/>
          <w:sz w:val="28"/>
          <w:szCs w:val="28"/>
          <w:lang w:val="en-US"/>
        </w:rPr>
        <w:t>6</w:t>
      </w:r>
      <w:r w:rsidR="004A702C" w:rsidRPr="00B70AF0">
        <w:rPr>
          <w:rFonts w:ascii="Angsana New" w:hAnsi="Angsana New" w:hint="cs"/>
          <w:sz w:val="28"/>
          <w:szCs w:val="28"/>
          <w:cs/>
          <w:lang w:val="th-TH"/>
        </w:rPr>
        <w:tab/>
        <w:t>ทุนเรือนหุ้น</w:t>
      </w:r>
    </w:p>
    <w:p w14:paraId="2ED503A0" w14:textId="77777777" w:rsidR="004A702C" w:rsidRPr="00B70AF0" w:rsidRDefault="004A702C" w:rsidP="004A702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tbl>
      <w:tblPr>
        <w:tblW w:w="9117" w:type="dxa"/>
        <w:tblInd w:w="513" w:type="dxa"/>
        <w:tblLayout w:type="fixed"/>
        <w:tblLook w:val="0000" w:firstRow="0" w:lastRow="0" w:firstColumn="0" w:lastColumn="0" w:noHBand="0" w:noVBand="0"/>
      </w:tblPr>
      <w:tblGrid>
        <w:gridCol w:w="3074"/>
        <w:gridCol w:w="989"/>
        <w:gridCol w:w="270"/>
        <w:gridCol w:w="1004"/>
        <w:gridCol w:w="270"/>
        <w:gridCol w:w="990"/>
        <w:gridCol w:w="236"/>
        <w:gridCol w:w="934"/>
        <w:gridCol w:w="262"/>
        <w:gridCol w:w="1088"/>
      </w:tblGrid>
      <w:tr w:rsidR="007113B9" w:rsidRPr="00B70AF0" w14:paraId="5ACAFFEE" w14:textId="77777777" w:rsidTr="001677E6">
        <w:trPr>
          <w:cantSplit/>
        </w:trPr>
        <w:tc>
          <w:tcPr>
            <w:tcW w:w="3074" w:type="dxa"/>
          </w:tcPr>
          <w:p w14:paraId="5D200607" w14:textId="77777777" w:rsidR="007113B9" w:rsidRPr="00B70AF0" w:rsidRDefault="007113B9" w:rsidP="00581E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89" w:type="dxa"/>
          </w:tcPr>
          <w:p w14:paraId="30941907" w14:textId="77777777" w:rsidR="007113B9" w:rsidRPr="00B70AF0" w:rsidRDefault="007113B9" w:rsidP="00581E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มูลค่าหุ้น</w:t>
            </w:r>
          </w:p>
        </w:tc>
        <w:tc>
          <w:tcPr>
            <w:tcW w:w="270" w:type="dxa"/>
          </w:tcPr>
          <w:p w14:paraId="3C90FD41" w14:textId="77777777" w:rsidR="007113B9" w:rsidRPr="00B70AF0" w:rsidRDefault="007113B9" w:rsidP="00581E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264" w:type="dxa"/>
            <w:gridSpan w:val="3"/>
          </w:tcPr>
          <w:p w14:paraId="21508D0B" w14:textId="2D56D6EF" w:rsidR="007113B9" w:rsidRPr="00B70AF0" w:rsidRDefault="000B0741" w:rsidP="0079640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81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36" w:type="dxa"/>
          </w:tcPr>
          <w:p w14:paraId="2A3F9E16" w14:textId="77777777" w:rsidR="007113B9" w:rsidRPr="00B70AF0" w:rsidRDefault="007113B9" w:rsidP="00581E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81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284" w:type="dxa"/>
            <w:gridSpan w:val="3"/>
          </w:tcPr>
          <w:p w14:paraId="65A08995" w14:textId="118A3279" w:rsidR="007113B9" w:rsidRPr="00B70AF0" w:rsidRDefault="000B0741" w:rsidP="00581E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81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2563</w:t>
            </w:r>
            <w:r w:rsidR="00796407" w:rsidRPr="00B70AF0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</w:p>
        </w:tc>
      </w:tr>
      <w:tr w:rsidR="007113B9" w:rsidRPr="00B70AF0" w14:paraId="5427778F" w14:textId="77777777" w:rsidTr="001677E6">
        <w:trPr>
          <w:cantSplit/>
        </w:trPr>
        <w:tc>
          <w:tcPr>
            <w:tcW w:w="3074" w:type="dxa"/>
          </w:tcPr>
          <w:p w14:paraId="38C92F65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  <w:tab w:val="left" w:pos="372"/>
              </w:tabs>
              <w:spacing w:line="240" w:lineRule="atLeast"/>
              <w:ind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89" w:type="dxa"/>
          </w:tcPr>
          <w:p w14:paraId="192BF8AE" w14:textId="77777777" w:rsidR="007113B9" w:rsidRPr="00B70AF0" w:rsidRDefault="007113B9" w:rsidP="00581E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ต่อหุ้น</w:t>
            </w:r>
          </w:p>
        </w:tc>
        <w:tc>
          <w:tcPr>
            <w:tcW w:w="270" w:type="dxa"/>
          </w:tcPr>
          <w:p w14:paraId="46EFED86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04" w:type="dxa"/>
          </w:tcPr>
          <w:p w14:paraId="7D77FE00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จำนวนหุ้น</w:t>
            </w:r>
          </w:p>
        </w:tc>
        <w:tc>
          <w:tcPr>
            <w:tcW w:w="270" w:type="dxa"/>
          </w:tcPr>
          <w:p w14:paraId="7F583B69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76EC1D42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จำนวนเงิน</w:t>
            </w:r>
          </w:p>
        </w:tc>
        <w:tc>
          <w:tcPr>
            <w:tcW w:w="236" w:type="dxa"/>
          </w:tcPr>
          <w:p w14:paraId="5B2B5F64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34" w:type="dxa"/>
          </w:tcPr>
          <w:p w14:paraId="29F76741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จำนวนหุ้น</w:t>
            </w:r>
          </w:p>
        </w:tc>
        <w:tc>
          <w:tcPr>
            <w:tcW w:w="262" w:type="dxa"/>
          </w:tcPr>
          <w:p w14:paraId="1340FFFC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88" w:type="dxa"/>
          </w:tcPr>
          <w:p w14:paraId="3FA91215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  <w:lang w:val="en-US"/>
              </w:rPr>
              <w:t>จำนวนเงิน</w:t>
            </w:r>
          </w:p>
        </w:tc>
      </w:tr>
      <w:tr w:rsidR="007113B9" w:rsidRPr="00B70AF0" w14:paraId="1F01E276" w14:textId="77777777" w:rsidTr="001677E6">
        <w:trPr>
          <w:cantSplit/>
        </w:trPr>
        <w:tc>
          <w:tcPr>
            <w:tcW w:w="3074" w:type="dxa"/>
          </w:tcPr>
          <w:p w14:paraId="0922912E" w14:textId="77777777" w:rsidR="007113B9" w:rsidRPr="00B70AF0" w:rsidRDefault="007113B9" w:rsidP="00581E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89" w:type="dxa"/>
          </w:tcPr>
          <w:p w14:paraId="0E28383A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left="-108" w:right="-108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(บาท)</w:t>
            </w:r>
          </w:p>
        </w:tc>
        <w:tc>
          <w:tcPr>
            <w:tcW w:w="270" w:type="dxa"/>
          </w:tcPr>
          <w:p w14:paraId="3801CA7C" w14:textId="77777777" w:rsidR="007113B9" w:rsidRPr="00B70AF0" w:rsidRDefault="007113B9" w:rsidP="00581E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784" w:type="dxa"/>
            <w:gridSpan w:val="7"/>
          </w:tcPr>
          <w:p w14:paraId="37C1C07A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</w:tabs>
              <w:spacing w:line="240" w:lineRule="atLeast"/>
              <w:ind w:left="-108" w:right="-108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 w:hint="cs"/>
                <w:i/>
                <w:iCs/>
                <w:sz w:val="28"/>
                <w:szCs w:val="28"/>
                <w:cs/>
                <w:lang w:val="en-US"/>
              </w:rPr>
              <w:t>(พันหุ้น / พันบาท)</w:t>
            </w:r>
          </w:p>
        </w:tc>
      </w:tr>
      <w:tr w:rsidR="007113B9" w:rsidRPr="00B70AF0" w14:paraId="1B2BC970" w14:textId="77777777" w:rsidTr="001677E6">
        <w:trPr>
          <w:cantSplit/>
        </w:trPr>
        <w:tc>
          <w:tcPr>
            <w:tcW w:w="3074" w:type="dxa"/>
          </w:tcPr>
          <w:p w14:paraId="2659900D" w14:textId="77777777" w:rsidR="007113B9" w:rsidRPr="00B70AF0" w:rsidRDefault="007113B9" w:rsidP="00581E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ทุนจดทะเบียน</w:t>
            </w:r>
          </w:p>
        </w:tc>
        <w:tc>
          <w:tcPr>
            <w:tcW w:w="989" w:type="dxa"/>
          </w:tcPr>
          <w:p w14:paraId="54F80BA0" w14:textId="77777777" w:rsidR="007113B9" w:rsidRPr="00B70AF0" w:rsidRDefault="007113B9" w:rsidP="00581E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4AE2EF36" w14:textId="77777777" w:rsidR="007113B9" w:rsidRPr="00B70AF0" w:rsidRDefault="007113B9" w:rsidP="00581E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</w:tcPr>
          <w:p w14:paraId="7EFFCEA5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36A77C97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52636F04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4BA6D534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34" w:type="dxa"/>
          </w:tcPr>
          <w:p w14:paraId="5A4E032E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2" w:type="dxa"/>
          </w:tcPr>
          <w:p w14:paraId="7DDCED00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8" w:type="dxa"/>
          </w:tcPr>
          <w:p w14:paraId="1F7D0B6B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7113B9" w:rsidRPr="00B70AF0" w14:paraId="469CDCFD" w14:textId="77777777" w:rsidTr="001677E6">
        <w:trPr>
          <w:cantSplit/>
        </w:trPr>
        <w:tc>
          <w:tcPr>
            <w:tcW w:w="3074" w:type="dxa"/>
          </w:tcPr>
          <w:p w14:paraId="79DB7EB0" w14:textId="5049D280" w:rsidR="007113B9" w:rsidRPr="00B70AF0" w:rsidRDefault="007113B9" w:rsidP="00581E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="000B0741" w:rsidRPr="00B70AF0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B70AF0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มกราคม</w:t>
            </w:r>
          </w:p>
        </w:tc>
        <w:tc>
          <w:tcPr>
            <w:tcW w:w="989" w:type="dxa"/>
          </w:tcPr>
          <w:p w14:paraId="74981E32" w14:textId="148C5A96" w:rsidR="007113B9" w:rsidRPr="00B70AF0" w:rsidRDefault="007113B9" w:rsidP="00581E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0ACB5289" w14:textId="77777777" w:rsidR="007113B9" w:rsidRPr="00B70AF0" w:rsidRDefault="007113B9" w:rsidP="00581E5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</w:tcPr>
          <w:p w14:paraId="352A1AAD" w14:textId="64A47794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2B4E2E93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715D7B11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2A4727D3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34" w:type="dxa"/>
          </w:tcPr>
          <w:p w14:paraId="06CF8BD1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2" w:type="dxa"/>
          </w:tcPr>
          <w:p w14:paraId="6333934F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8" w:type="dxa"/>
          </w:tcPr>
          <w:p w14:paraId="4CA73B5A" w14:textId="77777777" w:rsidR="007113B9" w:rsidRPr="00B70AF0" w:rsidRDefault="007113B9" w:rsidP="00581E5F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6E7696" w:rsidRPr="00B70AF0" w14:paraId="13979259" w14:textId="77777777" w:rsidTr="001677E6">
        <w:trPr>
          <w:cantSplit/>
        </w:trPr>
        <w:tc>
          <w:tcPr>
            <w:tcW w:w="3074" w:type="dxa"/>
          </w:tcPr>
          <w:p w14:paraId="0AD6A1F7" w14:textId="77777777" w:rsidR="006E7696" w:rsidRPr="00B70AF0" w:rsidRDefault="006E7696" w:rsidP="006E76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-  หุ้นสามัญ</w:t>
            </w:r>
          </w:p>
        </w:tc>
        <w:tc>
          <w:tcPr>
            <w:tcW w:w="989" w:type="dxa"/>
          </w:tcPr>
          <w:p w14:paraId="67104237" w14:textId="17DA7A7F" w:rsidR="006E7696" w:rsidRPr="00B70AF0" w:rsidRDefault="000B0741" w:rsidP="006E76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0</w:t>
            </w:r>
            <w:r w:rsidR="006E7696" w:rsidRPr="00B70AF0">
              <w:rPr>
                <w:rFonts w:ascii="Angsana New" w:hAnsi="Angsana New"/>
                <w:sz w:val="28"/>
                <w:szCs w:val="28"/>
              </w:rPr>
              <w:t>.</w:t>
            </w:r>
            <w:r w:rsidRPr="00B70AF0">
              <w:rPr>
                <w:rFonts w:ascii="Angsana New" w:hAnsi="Angsana New"/>
                <w:sz w:val="28"/>
                <w:szCs w:val="28"/>
              </w:rPr>
              <w:t>50</w:t>
            </w:r>
          </w:p>
        </w:tc>
        <w:tc>
          <w:tcPr>
            <w:tcW w:w="270" w:type="dxa"/>
          </w:tcPr>
          <w:p w14:paraId="75C92EBD" w14:textId="77777777" w:rsidR="006E7696" w:rsidRPr="00B70AF0" w:rsidRDefault="006E7696" w:rsidP="006E76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</w:tcPr>
          <w:p w14:paraId="4213050B" w14:textId="7085097F" w:rsidR="006E7696" w:rsidRPr="00B70AF0" w:rsidRDefault="000B0741" w:rsidP="001677E6">
            <w:pPr>
              <w:pStyle w:val="30"/>
              <w:tabs>
                <w:tab w:val="clear" w:pos="360"/>
                <w:tab w:val="clear" w:pos="720"/>
                <w:tab w:val="decimal" w:pos="792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  <w:r w:rsidR="006E7696" w:rsidRPr="00B70A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000</w:t>
            </w:r>
          </w:p>
        </w:tc>
        <w:tc>
          <w:tcPr>
            <w:tcW w:w="270" w:type="dxa"/>
          </w:tcPr>
          <w:p w14:paraId="6EB53E8D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14:paraId="3A2D92F8" w14:textId="37F4F29D" w:rsidR="006E7696" w:rsidRPr="00B70AF0" w:rsidRDefault="000B0741" w:rsidP="001677E6">
            <w:pPr>
              <w:pStyle w:val="30"/>
              <w:tabs>
                <w:tab w:val="clear" w:pos="360"/>
                <w:tab w:val="clear" w:pos="720"/>
                <w:tab w:val="decimal" w:pos="780"/>
              </w:tabs>
              <w:spacing w:line="240" w:lineRule="atLeast"/>
              <w:ind w:left="-23" w:right="-225" w:hanging="90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150</w:t>
            </w:r>
            <w:r w:rsidR="006E7696" w:rsidRPr="00B70A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000</w:t>
            </w:r>
          </w:p>
        </w:tc>
        <w:tc>
          <w:tcPr>
            <w:tcW w:w="236" w:type="dxa"/>
          </w:tcPr>
          <w:p w14:paraId="016C15BB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702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934" w:type="dxa"/>
          </w:tcPr>
          <w:p w14:paraId="2A8A4E0C" w14:textId="7A03A298" w:rsidR="006E7696" w:rsidRPr="00B70AF0" w:rsidRDefault="000B0741" w:rsidP="000C4FF8">
            <w:pPr>
              <w:pStyle w:val="30"/>
              <w:tabs>
                <w:tab w:val="clear" w:pos="360"/>
                <w:tab w:val="clear" w:pos="720"/>
                <w:tab w:val="decimal" w:pos="702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  <w:r w:rsidR="006E7696" w:rsidRPr="00B70A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000</w:t>
            </w:r>
          </w:p>
        </w:tc>
        <w:tc>
          <w:tcPr>
            <w:tcW w:w="262" w:type="dxa"/>
          </w:tcPr>
          <w:p w14:paraId="16E0F529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702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8" w:type="dxa"/>
          </w:tcPr>
          <w:p w14:paraId="4F29D9DB" w14:textId="3022F640" w:rsidR="006E7696" w:rsidRPr="00B70AF0" w:rsidRDefault="000B0741" w:rsidP="006E7696">
            <w:pPr>
              <w:pStyle w:val="30"/>
              <w:tabs>
                <w:tab w:val="clear" w:pos="360"/>
                <w:tab w:val="clear" w:pos="720"/>
                <w:tab w:val="decimal" w:pos="702"/>
              </w:tabs>
              <w:spacing w:line="24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150</w:t>
            </w:r>
            <w:r w:rsidR="006E7696" w:rsidRPr="00B70A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000</w:t>
            </w:r>
          </w:p>
        </w:tc>
      </w:tr>
      <w:tr w:rsidR="006E7696" w:rsidRPr="00B70AF0" w14:paraId="2F8FBE61" w14:textId="77777777" w:rsidTr="001677E6">
        <w:trPr>
          <w:cantSplit/>
        </w:trPr>
        <w:tc>
          <w:tcPr>
            <w:tcW w:w="3074" w:type="dxa"/>
          </w:tcPr>
          <w:p w14:paraId="38D60BCB" w14:textId="77777777" w:rsidR="006E7696" w:rsidRPr="00B70AF0" w:rsidRDefault="006E7696" w:rsidP="006E76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ออกหุ้นใหม่</w:t>
            </w:r>
          </w:p>
        </w:tc>
        <w:tc>
          <w:tcPr>
            <w:tcW w:w="989" w:type="dxa"/>
          </w:tcPr>
          <w:p w14:paraId="068F2BB6" w14:textId="67E40701" w:rsidR="006E7696" w:rsidRPr="00B70AF0" w:rsidRDefault="000B0741" w:rsidP="006E76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0</w:t>
            </w:r>
            <w:r w:rsidR="00105FD9" w:rsidRPr="00B70AF0">
              <w:rPr>
                <w:rFonts w:ascii="Angsana New" w:hAnsi="Angsana New"/>
                <w:sz w:val="28"/>
                <w:szCs w:val="28"/>
              </w:rPr>
              <w:t>.</w:t>
            </w:r>
            <w:r w:rsidRPr="00B70AF0">
              <w:rPr>
                <w:rFonts w:ascii="Angsana New" w:hAnsi="Angsana New"/>
                <w:sz w:val="28"/>
                <w:szCs w:val="28"/>
              </w:rPr>
              <w:t>50</w:t>
            </w:r>
          </w:p>
        </w:tc>
        <w:tc>
          <w:tcPr>
            <w:tcW w:w="270" w:type="dxa"/>
          </w:tcPr>
          <w:p w14:paraId="3D8CAB1A" w14:textId="77777777" w:rsidR="006E7696" w:rsidRPr="00B70AF0" w:rsidRDefault="006E7696" w:rsidP="006E76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</w:tcPr>
          <w:p w14:paraId="588CD0F2" w14:textId="255F1B67" w:rsidR="006E7696" w:rsidRPr="00B70AF0" w:rsidRDefault="007C7776" w:rsidP="001677E6">
            <w:pPr>
              <w:pStyle w:val="30"/>
              <w:tabs>
                <w:tab w:val="clear" w:pos="360"/>
                <w:tab w:val="clear" w:pos="720"/>
                <w:tab w:val="decimal" w:pos="792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7,005</w:t>
            </w:r>
          </w:p>
        </w:tc>
        <w:tc>
          <w:tcPr>
            <w:tcW w:w="270" w:type="dxa"/>
          </w:tcPr>
          <w:p w14:paraId="2D38BF36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14:paraId="750C58A6" w14:textId="4D824D1B" w:rsidR="006E7696" w:rsidRPr="00B70AF0" w:rsidRDefault="007C7776" w:rsidP="001677E6">
            <w:pPr>
              <w:pStyle w:val="30"/>
              <w:tabs>
                <w:tab w:val="clear" w:pos="360"/>
                <w:tab w:val="clear" w:pos="720"/>
                <w:tab w:val="decimal" w:pos="780"/>
              </w:tabs>
              <w:spacing w:line="240" w:lineRule="atLeast"/>
              <w:ind w:left="-23" w:right="-225" w:hanging="90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3,503</w:t>
            </w:r>
          </w:p>
        </w:tc>
        <w:tc>
          <w:tcPr>
            <w:tcW w:w="236" w:type="dxa"/>
          </w:tcPr>
          <w:p w14:paraId="75B1D6EE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34" w:type="dxa"/>
            <w:tcBorders>
              <w:left w:val="nil"/>
            </w:tcBorders>
          </w:tcPr>
          <w:p w14:paraId="428F67C4" w14:textId="09C534C7" w:rsidR="006E7696" w:rsidRPr="00B70AF0" w:rsidRDefault="006E7696" w:rsidP="001677E6">
            <w:pPr>
              <w:pStyle w:val="30"/>
              <w:tabs>
                <w:tab w:val="clear" w:pos="360"/>
                <w:tab w:val="clear" w:pos="720"/>
                <w:tab w:val="decimal" w:pos="468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2" w:type="dxa"/>
          </w:tcPr>
          <w:p w14:paraId="128C950F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8" w:type="dxa"/>
          </w:tcPr>
          <w:p w14:paraId="363F2589" w14:textId="6D8661F9" w:rsidR="006E7696" w:rsidRPr="00B70AF0" w:rsidRDefault="006E7696" w:rsidP="001677E6">
            <w:pPr>
              <w:pStyle w:val="30"/>
              <w:tabs>
                <w:tab w:val="clear" w:pos="360"/>
                <w:tab w:val="clear" w:pos="720"/>
                <w:tab w:val="decimal" w:pos="60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6E7696" w:rsidRPr="00B70AF0" w14:paraId="3584D43C" w14:textId="77777777" w:rsidTr="001677E6">
        <w:trPr>
          <w:cantSplit/>
        </w:trPr>
        <w:tc>
          <w:tcPr>
            <w:tcW w:w="3074" w:type="dxa"/>
          </w:tcPr>
          <w:p w14:paraId="38875F43" w14:textId="631AE2C5" w:rsidR="006E7696" w:rsidRPr="00B70AF0" w:rsidRDefault="006E7696" w:rsidP="006E76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0B0741" w:rsidRPr="00B70AF0">
              <w:rPr>
                <w:rFonts w:ascii="Angsana New" w:hAnsi="Angsana New" w:hint="cs"/>
                <w:b/>
                <w:bCs/>
                <w:sz w:val="28"/>
                <w:szCs w:val="28"/>
              </w:rPr>
              <w:t>3</w:t>
            </w:r>
            <w:r w:rsidR="000B0741" w:rsidRPr="00B70AF0">
              <w:rPr>
                <w:rFonts w:ascii="Angsana New" w:hAnsi="Angsana New"/>
                <w:b/>
                <w:bCs/>
                <w:sz w:val="28"/>
                <w:szCs w:val="28"/>
              </w:rPr>
              <w:t>0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9D2191"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ยน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/ </w:t>
            </w:r>
            <w:r w:rsidR="000B0741" w:rsidRPr="00B70AF0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989" w:type="dxa"/>
          </w:tcPr>
          <w:p w14:paraId="3C5E66E1" w14:textId="77777777" w:rsidR="006E7696" w:rsidRPr="00B70AF0" w:rsidRDefault="006E7696" w:rsidP="006E76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0C9DA1E7" w14:textId="77777777" w:rsidR="006E7696" w:rsidRPr="00B70AF0" w:rsidRDefault="006E7696" w:rsidP="006E76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14:paraId="1658DE6E" w14:textId="77777777" w:rsidR="006E7696" w:rsidRPr="00B70AF0" w:rsidRDefault="006E7696" w:rsidP="001677E6">
            <w:pPr>
              <w:pStyle w:val="30"/>
              <w:tabs>
                <w:tab w:val="clear" w:pos="360"/>
                <w:tab w:val="clear" w:pos="720"/>
                <w:tab w:val="decimal" w:pos="702"/>
                <w:tab w:val="decimal" w:pos="792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6A59EEAF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1726AFC8" w14:textId="77777777" w:rsidR="006E7696" w:rsidRPr="00B70AF0" w:rsidRDefault="006E7696" w:rsidP="001677E6">
            <w:pPr>
              <w:pStyle w:val="30"/>
              <w:tabs>
                <w:tab w:val="clear" w:pos="360"/>
                <w:tab w:val="clear" w:pos="720"/>
                <w:tab w:val="decimal" w:pos="780"/>
                <w:tab w:val="decimal" w:pos="810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423236F7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34" w:type="dxa"/>
            <w:tcBorders>
              <w:top w:val="single" w:sz="4" w:space="0" w:color="auto"/>
              <w:left w:val="nil"/>
            </w:tcBorders>
          </w:tcPr>
          <w:p w14:paraId="1B737B1F" w14:textId="562B6CE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702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2" w:type="dxa"/>
          </w:tcPr>
          <w:p w14:paraId="3847227D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</w:tcPr>
          <w:p w14:paraId="1C02E12A" w14:textId="01C74EEC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6E7696" w:rsidRPr="00B70AF0" w14:paraId="24A97545" w14:textId="77777777" w:rsidTr="001677E6">
        <w:trPr>
          <w:cantSplit/>
        </w:trPr>
        <w:tc>
          <w:tcPr>
            <w:tcW w:w="3074" w:type="dxa"/>
          </w:tcPr>
          <w:p w14:paraId="43CEE2AE" w14:textId="77777777" w:rsidR="006E7696" w:rsidRPr="00B70AF0" w:rsidRDefault="006E7696" w:rsidP="006E76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-  หุ้นสามัญ</w:t>
            </w:r>
          </w:p>
        </w:tc>
        <w:tc>
          <w:tcPr>
            <w:tcW w:w="989" w:type="dxa"/>
          </w:tcPr>
          <w:p w14:paraId="72DB01BA" w14:textId="15096AB7" w:rsidR="006E7696" w:rsidRPr="00B70AF0" w:rsidRDefault="006E7696" w:rsidP="006E76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56DE3893" w14:textId="77777777" w:rsidR="006E7696" w:rsidRPr="00B70AF0" w:rsidRDefault="006E7696" w:rsidP="006E76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  <w:tcBorders>
              <w:bottom w:val="double" w:sz="4" w:space="0" w:color="auto"/>
            </w:tcBorders>
          </w:tcPr>
          <w:p w14:paraId="262D50EC" w14:textId="1E91A423" w:rsidR="006E7696" w:rsidRPr="00B70AF0" w:rsidRDefault="007C7776" w:rsidP="001677E6">
            <w:pPr>
              <w:pStyle w:val="30"/>
              <w:tabs>
                <w:tab w:val="clear" w:pos="360"/>
                <w:tab w:val="clear" w:pos="720"/>
                <w:tab w:val="decimal" w:pos="792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307,005</w:t>
            </w:r>
          </w:p>
        </w:tc>
        <w:tc>
          <w:tcPr>
            <w:tcW w:w="270" w:type="dxa"/>
          </w:tcPr>
          <w:p w14:paraId="33862854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3CC5FA01" w14:textId="6CC03DAC" w:rsidR="006E7696" w:rsidRPr="00B70AF0" w:rsidRDefault="007C7776" w:rsidP="001677E6">
            <w:pPr>
              <w:pStyle w:val="30"/>
              <w:tabs>
                <w:tab w:val="clear" w:pos="360"/>
                <w:tab w:val="clear" w:pos="720"/>
                <w:tab w:val="decimal" w:pos="780"/>
              </w:tabs>
              <w:spacing w:line="240" w:lineRule="atLeast"/>
              <w:ind w:left="-23" w:right="-225" w:hanging="90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153,503</w:t>
            </w:r>
          </w:p>
        </w:tc>
        <w:tc>
          <w:tcPr>
            <w:tcW w:w="236" w:type="dxa"/>
          </w:tcPr>
          <w:p w14:paraId="1214C9E3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702"/>
              </w:tabs>
              <w:spacing w:line="240" w:lineRule="atLeast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34" w:type="dxa"/>
            <w:tcBorders>
              <w:bottom w:val="double" w:sz="4" w:space="0" w:color="auto"/>
            </w:tcBorders>
          </w:tcPr>
          <w:p w14:paraId="4291D4EB" w14:textId="26FBC435" w:rsidR="006E7696" w:rsidRPr="00B70AF0" w:rsidRDefault="000B0741" w:rsidP="006E7696">
            <w:pPr>
              <w:pStyle w:val="30"/>
              <w:tabs>
                <w:tab w:val="clear" w:pos="360"/>
                <w:tab w:val="clear" w:pos="720"/>
                <w:tab w:val="decimal" w:pos="702"/>
              </w:tabs>
              <w:spacing w:line="240" w:lineRule="atLeast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300</w:t>
            </w:r>
            <w:r w:rsidR="006E7696"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000</w:t>
            </w:r>
          </w:p>
        </w:tc>
        <w:tc>
          <w:tcPr>
            <w:tcW w:w="262" w:type="dxa"/>
          </w:tcPr>
          <w:p w14:paraId="6FA211D6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88" w:type="dxa"/>
            <w:tcBorders>
              <w:bottom w:val="double" w:sz="4" w:space="0" w:color="auto"/>
            </w:tcBorders>
          </w:tcPr>
          <w:p w14:paraId="3793301C" w14:textId="3D1608C0" w:rsidR="006E7696" w:rsidRPr="00B70AF0" w:rsidRDefault="000B0741" w:rsidP="006E7696">
            <w:pPr>
              <w:pStyle w:val="30"/>
              <w:tabs>
                <w:tab w:val="clear" w:pos="360"/>
                <w:tab w:val="clear" w:pos="720"/>
                <w:tab w:val="decimal" w:pos="888"/>
              </w:tabs>
              <w:spacing w:line="240" w:lineRule="atLeast"/>
              <w:ind w:left="-23" w:right="-225" w:hanging="90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150</w:t>
            </w:r>
            <w:r w:rsidR="006E7696"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000</w:t>
            </w:r>
          </w:p>
        </w:tc>
      </w:tr>
      <w:tr w:rsidR="006E7696" w:rsidRPr="00B70AF0" w14:paraId="76B3FB80" w14:textId="77777777" w:rsidTr="001677E6">
        <w:trPr>
          <w:cantSplit/>
        </w:trPr>
        <w:tc>
          <w:tcPr>
            <w:tcW w:w="3074" w:type="dxa"/>
          </w:tcPr>
          <w:p w14:paraId="14049C67" w14:textId="77777777" w:rsidR="006E7696" w:rsidRPr="00B70AF0" w:rsidRDefault="006E7696" w:rsidP="006E76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4"/>
                <w:szCs w:val="24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sz w:val="24"/>
                <w:szCs w:val="24"/>
              </w:rPr>
              <w:br w:type="page"/>
            </w:r>
          </w:p>
        </w:tc>
        <w:tc>
          <w:tcPr>
            <w:tcW w:w="989" w:type="dxa"/>
          </w:tcPr>
          <w:p w14:paraId="0FF0E813" w14:textId="77777777" w:rsidR="006E7696" w:rsidRPr="00B70AF0" w:rsidRDefault="006E7696" w:rsidP="006E76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270" w:type="dxa"/>
          </w:tcPr>
          <w:p w14:paraId="2803CD69" w14:textId="77777777" w:rsidR="006E7696" w:rsidRPr="00B70AF0" w:rsidRDefault="006E7696" w:rsidP="006E76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04" w:type="dxa"/>
          </w:tcPr>
          <w:p w14:paraId="34EC0AF0" w14:textId="77777777" w:rsidR="006E7696" w:rsidRPr="00B70AF0" w:rsidRDefault="006E7696" w:rsidP="001677E6">
            <w:pPr>
              <w:pStyle w:val="30"/>
              <w:tabs>
                <w:tab w:val="clear" w:pos="360"/>
                <w:tab w:val="clear" w:pos="720"/>
                <w:tab w:val="decimal" w:pos="702"/>
                <w:tab w:val="decimal" w:pos="792"/>
              </w:tabs>
              <w:spacing w:line="240" w:lineRule="atLeast"/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70" w:type="dxa"/>
          </w:tcPr>
          <w:p w14:paraId="5E6C7233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990" w:type="dxa"/>
          </w:tcPr>
          <w:p w14:paraId="016606A4" w14:textId="77777777" w:rsidR="006E7696" w:rsidRPr="00B70AF0" w:rsidRDefault="006E7696" w:rsidP="001677E6">
            <w:pPr>
              <w:pStyle w:val="30"/>
              <w:tabs>
                <w:tab w:val="clear" w:pos="360"/>
                <w:tab w:val="clear" w:pos="720"/>
                <w:tab w:val="decimal" w:pos="78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36" w:type="dxa"/>
          </w:tcPr>
          <w:p w14:paraId="42197B93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4"/>
                <w:szCs w:val="24"/>
                <w:cs/>
              </w:rPr>
            </w:pPr>
          </w:p>
        </w:tc>
        <w:tc>
          <w:tcPr>
            <w:tcW w:w="934" w:type="dxa"/>
          </w:tcPr>
          <w:p w14:paraId="66A68081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702"/>
              </w:tabs>
              <w:spacing w:line="240" w:lineRule="atLeast"/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262" w:type="dxa"/>
          </w:tcPr>
          <w:p w14:paraId="1C9CD2D2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  <w:tc>
          <w:tcPr>
            <w:tcW w:w="1088" w:type="dxa"/>
          </w:tcPr>
          <w:p w14:paraId="475082BA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4"/>
                <w:szCs w:val="24"/>
                <w:lang w:val="en-US"/>
              </w:rPr>
            </w:pPr>
          </w:p>
        </w:tc>
      </w:tr>
      <w:tr w:rsidR="006E7696" w:rsidRPr="00B70AF0" w14:paraId="5A6B37CA" w14:textId="77777777" w:rsidTr="001677E6">
        <w:trPr>
          <w:cantSplit/>
        </w:trPr>
        <w:tc>
          <w:tcPr>
            <w:tcW w:w="3074" w:type="dxa"/>
          </w:tcPr>
          <w:p w14:paraId="71C446D9" w14:textId="77777777" w:rsidR="006E7696" w:rsidRPr="00B70AF0" w:rsidRDefault="006E7696" w:rsidP="006E76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หุ้นที่ออกและชำระแล้ว </w:t>
            </w:r>
          </w:p>
        </w:tc>
        <w:tc>
          <w:tcPr>
            <w:tcW w:w="989" w:type="dxa"/>
          </w:tcPr>
          <w:p w14:paraId="11DEDBA9" w14:textId="77777777" w:rsidR="006E7696" w:rsidRPr="00B70AF0" w:rsidRDefault="006E7696" w:rsidP="006E76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2D9D9A5E" w14:textId="77777777" w:rsidR="006E7696" w:rsidRPr="00B70AF0" w:rsidRDefault="006E7696" w:rsidP="006E76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</w:tcPr>
          <w:p w14:paraId="1237D5ED" w14:textId="77777777" w:rsidR="006E7696" w:rsidRPr="00B70AF0" w:rsidRDefault="006E7696" w:rsidP="001677E6">
            <w:pPr>
              <w:pStyle w:val="30"/>
              <w:tabs>
                <w:tab w:val="clear" w:pos="360"/>
                <w:tab w:val="clear" w:pos="720"/>
                <w:tab w:val="decimal" w:pos="702"/>
                <w:tab w:val="decimal" w:pos="792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316AD68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14:paraId="18072D20" w14:textId="77777777" w:rsidR="006E7696" w:rsidRPr="00B70AF0" w:rsidRDefault="006E7696" w:rsidP="001677E6">
            <w:pPr>
              <w:pStyle w:val="30"/>
              <w:tabs>
                <w:tab w:val="clear" w:pos="360"/>
                <w:tab w:val="clear" w:pos="720"/>
                <w:tab w:val="decimal" w:pos="78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665ADCE5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34" w:type="dxa"/>
          </w:tcPr>
          <w:p w14:paraId="46D93DD8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702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2" w:type="dxa"/>
          </w:tcPr>
          <w:p w14:paraId="17265C97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8" w:type="dxa"/>
          </w:tcPr>
          <w:p w14:paraId="35BACD85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6E7696" w:rsidRPr="00B70AF0" w14:paraId="385EC179" w14:textId="77777777" w:rsidTr="001677E6">
        <w:trPr>
          <w:cantSplit/>
        </w:trPr>
        <w:tc>
          <w:tcPr>
            <w:tcW w:w="3074" w:type="dxa"/>
          </w:tcPr>
          <w:p w14:paraId="5E481D5E" w14:textId="40DB7DB9" w:rsidR="006E7696" w:rsidRPr="00B70AF0" w:rsidRDefault="006E7696" w:rsidP="006E76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 xml:space="preserve">ณ วันที่ </w:t>
            </w:r>
            <w:r w:rsidR="000B0741" w:rsidRPr="00B70AF0">
              <w:rPr>
                <w:rFonts w:ascii="Angsana New" w:hAnsi="Angsana New" w:hint="cs"/>
                <w:sz w:val="28"/>
                <w:szCs w:val="28"/>
              </w:rPr>
              <w:t>1</w:t>
            </w:r>
            <w:r w:rsidRPr="00B70AF0">
              <w:rPr>
                <w:rFonts w:ascii="Angsana New" w:hAnsi="Angsana New" w:hint="cs"/>
                <w:sz w:val="28"/>
                <w:szCs w:val="28"/>
              </w:rPr>
              <w:t xml:space="preserve"> 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มกราคม</w:t>
            </w:r>
          </w:p>
        </w:tc>
        <w:tc>
          <w:tcPr>
            <w:tcW w:w="989" w:type="dxa"/>
          </w:tcPr>
          <w:p w14:paraId="0F9B88F3" w14:textId="77777777" w:rsidR="006E7696" w:rsidRPr="00B70AF0" w:rsidRDefault="006E7696" w:rsidP="006E76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5CE19809" w14:textId="77777777" w:rsidR="006E7696" w:rsidRPr="00B70AF0" w:rsidRDefault="006E7696" w:rsidP="006E76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</w:tcPr>
          <w:p w14:paraId="55926F3B" w14:textId="77777777" w:rsidR="006E7696" w:rsidRPr="00B70AF0" w:rsidRDefault="006E7696" w:rsidP="001677E6">
            <w:pPr>
              <w:pStyle w:val="30"/>
              <w:tabs>
                <w:tab w:val="clear" w:pos="360"/>
                <w:tab w:val="clear" w:pos="720"/>
                <w:tab w:val="decimal" w:pos="702"/>
                <w:tab w:val="decimal" w:pos="792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6DC1FBBA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14:paraId="45E311D8" w14:textId="77777777" w:rsidR="006E7696" w:rsidRPr="00B70AF0" w:rsidRDefault="006E7696" w:rsidP="001677E6">
            <w:pPr>
              <w:pStyle w:val="30"/>
              <w:tabs>
                <w:tab w:val="clear" w:pos="360"/>
                <w:tab w:val="clear" w:pos="720"/>
                <w:tab w:val="decimal" w:pos="78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33306E4D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34" w:type="dxa"/>
          </w:tcPr>
          <w:p w14:paraId="640449DA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702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2" w:type="dxa"/>
          </w:tcPr>
          <w:p w14:paraId="13920DC9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8" w:type="dxa"/>
          </w:tcPr>
          <w:p w14:paraId="65278679" w14:textId="77777777" w:rsidR="006E7696" w:rsidRPr="00B70AF0" w:rsidRDefault="006E7696" w:rsidP="006E7696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105FD9" w:rsidRPr="00B70AF0" w14:paraId="3592E23F" w14:textId="77777777" w:rsidTr="001677E6">
        <w:trPr>
          <w:cantSplit/>
        </w:trPr>
        <w:tc>
          <w:tcPr>
            <w:tcW w:w="3074" w:type="dxa"/>
          </w:tcPr>
          <w:p w14:paraId="26311FEB" w14:textId="77777777" w:rsidR="00105FD9" w:rsidRPr="00B70AF0" w:rsidRDefault="00105FD9" w:rsidP="00105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-  หุ้นสามัญ</w:t>
            </w:r>
          </w:p>
        </w:tc>
        <w:tc>
          <w:tcPr>
            <w:tcW w:w="989" w:type="dxa"/>
          </w:tcPr>
          <w:p w14:paraId="45A22F7F" w14:textId="59C87540" w:rsidR="00105FD9" w:rsidRPr="00B70AF0" w:rsidRDefault="000B0741" w:rsidP="00105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0</w:t>
            </w:r>
            <w:r w:rsidR="00105FD9" w:rsidRPr="00B70AF0">
              <w:rPr>
                <w:rFonts w:ascii="Angsana New" w:hAnsi="Angsana New"/>
                <w:sz w:val="28"/>
                <w:szCs w:val="28"/>
              </w:rPr>
              <w:t>.</w:t>
            </w:r>
            <w:r w:rsidRPr="00B70AF0">
              <w:rPr>
                <w:rFonts w:ascii="Angsana New" w:hAnsi="Angsana New"/>
                <w:sz w:val="28"/>
                <w:szCs w:val="28"/>
              </w:rPr>
              <w:t>50</w:t>
            </w:r>
          </w:p>
        </w:tc>
        <w:tc>
          <w:tcPr>
            <w:tcW w:w="270" w:type="dxa"/>
          </w:tcPr>
          <w:p w14:paraId="7A04ECA8" w14:textId="77777777" w:rsidR="00105FD9" w:rsidRPr="00B70AF0" w:rsidRDefault="00105FD9" w:rsidP="00105FD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</w:tcPr>
          <w:p w14:paraId="29F7DAD9" w14:textId="3F210D64" w:rsidR="00105FD9" w:rsidRPr="00B70AF0" w:rsidRDefault="000B0741" w:rsidP="001677E6">
            <w:pPr>
              <w:pStyle w:val="30"/>
              <w:tabs>
                <w:tab w:val="clear" w:pos="360"/>
                <w:tab w:val="clear" w:pos="720"/>
                <w:tab w:val="decimal" w:pos="792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  <w:r w:rsidR="00105FD9" w:rsidRPr="00B70A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000</w:t>
            </w:r>
          </w:p>
        </w:tc>
        <w:tc>
          <w:tcPr>
            <w:tcW w:w="270" w:type="dxa"/>
          </w:tcPr>
          <w:p w14:paraId="24938D60" w14:textId="77777777" w:rsidR="00105FD9" w:rsidRPr="00B70AF0" w:rsidRDefault="00105FD9" w:rsidP="00105FD9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14:paraId="4BA36DD9" w14:textId="0F68E688" w:rsidR="00105FD9" w:rsidRPr="00B70AF0" w:rsidRDefault="000B0741" w:rsidP="001677E6">
            <w:pPr>
              <w:pStyle w:val="30"/>
              <w:tabs>
                <w:tab w:val="clear" w:pos="360"/>
                <w:tab w:val="clear" w:pos="720"/>
                <w:tab w:val="decimal" w:pos="780"/>
              </w:tabs>
              <w:spacing w:line="240" w:lineRule="atLeast"/>
              <w:ind w:left="-23" w:right="-225" w:hanging="90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150</w:t>
            </w:r>
            <w:r w:rsidR="00105FD9" w:rsidRPr="00B70A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000</w:t>
            </w:r>
          </w:p>
        </w:tc>
        <w:tc>
          <w:tcPr>
            <w:tcW w:w="236" w:type="dxa"/>
          </w:tcPr>
          <w:p w14:paraId="57B9ECBB" w14:textId="77777777" w:rsidR="00105FD9" w:rsidRPr="00B70AF0" w:rsidRDefault="00105FD9" w:rsidP="00105FD9">
            <w:pPr>
              <w:pStyle w:val="30"/>
              <w:tabs>
                <w:tab w:val="clear" w:pos="360"/>
                <w:tab w:val="clear" w:pos="720"/>
                <w:tab w:val="decimal" w:pos="702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934" w:type="dxa"/>
          </w:tcPr>
          <w:p w14:paraId="12BBA60A" w14:textId="406EF712" w:rsidR="00105FD9" w:rsidRPr="00B70AF0" w:rsidRDefault="000B0741" w:rsidP="00105FD9">
            <w:pPr>
              <w:pStyle w:val="30"/>
              <w:tabs>
                <w:tab w:val="clear" w:pos="360"/>
                <w:tab w:val="clear" w:pos="720"/>
                <w:tab w:val="decimal" w:pos="702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  <w:r w:rsidR="00105FD9" w:rsidRPr="00B70A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000</w:t>
            </w:r>
          </w:p>
        </w:tc>
        <w:tc>
          <w:tcPr>
            <w:tcW w:w="262" w:type="dxa"/>
          </w:tcPr>
          <w:p w14:paraId="43DD9AE2" w14:textId="77777777" w:rsidR="00105FD9" w:rsidRPr="00B70AF0" w:rsidRDefault="00105FD9" w:rsidP="00105FD9">
            <w:pPr>
              <w:pStyle w:val="30"/>
              <w:tabs>
                <w:tab w:val="clear" w:pos="360"/>
                <w:tab w:val="clear" w:pos="720"/>
                <w:tab w:val="decimal" w:pos="702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8" w:type="dxa"/>
          </w:tcPr>
          <w:p w14:paraId="278BB45C" w14:textId="02F119D0" w:rsidR="00105FD9" w:rsidRPr="00B70AF0" w:rsidRDefault="000B0741" w:rsidP="00105FD9">
            <w:pPr>
              <w:pStyle w:val="30"/>
              <w:tabs>
                <w:tab w:val="clear" w:pos="360"/>
                <w:tab w:val="clear" w:pos="720"/>
                <w:tab w:val="decimal" w:pos="702"/>
              </w:tabs>
              <w:spacing w:line="240" w:lineRule="atLeast"/>
              <w:ind w:left="-108" w:right="-108"/>
              <w:jc w:val="center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150</w:t>
            </w:r>
            <w:r w:rsidR="00105FD9" w:rsidRPr="00B70AF0">
              <w:rPr>
                <w:rFonts w:ascii="Angsana New" w:hAnsi="Angsana New"/>
                <w:sz w:val="28"/>
                <w:szCs w:val="28"/>
                <w:lang w:val="en-US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000</w:t>
            </w:r>
          </w:p>
        </w:tc>
      </w:tr>
      <w:tr w:rsidR="00EE0479" w:rsidRPr="00B70AF0" w14:paraId="0C433D14" w14:textId="77777777" w:rsidTr="001677E6">
        <w:trPr>
          <w:cantSplit/>
        </w:trPr>
        <w:tc>
          <w:tcPr>
            <w:tcW w:w="3074" w:type="dxa"/>
          </w:tcPr>
          <w:p w14:paraId="5EFE66E6" w14:textId="77777777" w:rsidR="00EE0479" w:rsidRPr="00B70AF0" w:rsidRDefault="00EE0479" w:rsidP="00EE04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ออกหุ้นใหม่</w:t>
            </w:r>
          </w:p>
        </w:tc>
        <w:tc>
          <w:tcPr>
            <w:tcW w:w="989" w:type="dxa"/>
          </w:tcPr>
          <w:p w14:paraId="60BE617D" w14:textId="74A020DF" w:rsidR="00EE0479" w:rsidRPr="00B70AF0" w:rsidRDefault="000B0741" w:rsidP="00EE04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0</w:t>
            </w:r>
            <w:r w:rsidR="00EE0479" w:rsidRPr="00B70AF0">
              <w:rPr>
                <w:rFonts w:ascii="Angsana New" w:hAnsi="Angsana New"/>
                <w:sz w:val="28"/>
                <w:szCs w:val="28"/>
              </w:rPr>
              <w:t>.</w:t>
            </w:r>
            <w:r w:rsidRPr="00B70AF0">
              <w:rPr>
                <w:rFonts w:ascii="Angsana New" w:hAnsi="Angsana New"/>
                <w:sz w:val="28"/>
                <w:szCs w:val="28"/>
              </w:rPr>
              <w:t>50</w:t>
            </w:r>
          </w:p>
        </w:tc>
        <w:tc>
          <w:tcPr>
            <w:tcW w:w="270" w:type="dxa"/>
          </w:tcPr>
          <w:p w14:paraId="02AEF3BF" w14:textId="77777777" w:rsidR="00EE0479" w:rsidRPr="00B70AF0" w:rsidRDefault="00EE0479" w:rsidP="00EE04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</w:tcPr>
          <w:p w14:paraId="0CC9991E" w14:textId="14CF40D4" w:rsidR="00EE0479" w:rsidRPr="00B70AF0" w:rsidRDefault="007C7776" w:rsidP="001677E6">
            <w:pPr>
              <w:pStyle w:val="30"/>
              <w:tabs>
                <w:tab w:val="clear" w:pos="360"/>
                <w:tab w:val="clear" w:pos="720"/>
                <w:tab w:val="decimal" w:pos="792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7,005</w:t>
            </w:r>
          </w:p>
        </w:tc>
        <w:tc>
          <w:tcPr>
            <w:tcW w:w="270" w:type="dxa"/>
          </w:tcPr>
          <w:p w14:paraId="2D03C641" w14:textId="77777777" w:rsidR="00EE0479" w:rsidRPr="00B70AF0" w:rsidRDefault="00EE0479" w:rsidP="00EE0479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14:paraId="04D9787C" w14:textId="6247E50F" w:rsidR="00EE0479" w:rsidRPr="00B70AF0" w:rsidRDefault="007C7776" w:rsidP="001677E6">
            <w:pPr>
              <w:pStyle w:val="30"/>
              <w:tabs>
                <w:tab w:val="clear" w:pos="360"/>
                <w:tab w:val="clear" w:pos="720"/>
                <w:tab w:val="decimal" w:pos="780"/>
              </w:tabs>
              <w:spacing w:line="240" w:lineRule="atLeast"/>
              <w:ind w:left="-23" w:right="-225" w:hanging="90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3,503</w:t>
            </w:r>
          </w:p>
        </w:tc>
        <w:tc>
          <w:tcPr>
            <w:tcW w:w="236" w:type="dxa"/>
          </w:tcPr>
          <w:p w14:paraId="25EFDF37" w14:textId="77777777" w:rsidR="00EE0479" w:rsidRPr="00B70AF0" w:rsidRDefault="00EE0479" w:rsidP="00EE0479">
            <w:pPr>
              <w:pStyle w:val="30"/>
              <w:tabs>
                <w:tab w:val="clear" w:pos="360"/>
                <w:tab w:val="clear" w:pos="720"/>
                <w:tab w:val="decimal" w:pos="702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</w:p>
        </w:tc>
        <w:tc>
          <w:tcPr>
            <w:tcW w:w="934" w:type="dxa"/>
          </w:tcPr>
          <w:p w14:paraId="7E52F89C" w14:textId="799EC19C" w:rsidR="00EE0479" w:rsidRPr="00B70AF0" w:rsidRDefault="00EE0479" w:rsidP="001677E6">
            <w:pPr>
              <w:pStyle w:val="30"/>
              <w:tabs>
                <w:tab w:val="clear" w:pos="360"/>
                <w:tab w:val="clear" w:pos="720"/>
                <w:tab w:val="decimal" w:pos="468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62" w:type="dxa"/>
          </w:tcPr>
          <w:p w14:paraId="501886FF" w14:textId="77777777" w:rsidR="00EE0479" w:rsidRPr="00B70AF0" w:rsidRDefault="00EE0479" w:rsidP="00EE0479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8" w:type="dxa"/>
          </w:tcPr>
          <w:p w14:paraId="57FFD2B5" w14:textId="5A767FBF" w:rsidR="00EE0479" w:rsidRPr="00B70AF0" w:rsidRDefault="00EE0479" w:rsidP="00EE0479">
            <w:pPr>
              <w:pStyle w:val="30"/>
              <w:tabs>
                <w:tab w:val="clear" w:pos="360"/>
                <w:tab w:val="clear" w:pos="720"/>
                <w:tab w:val="decimal" w:pos="60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EE0479" w:rsidRPr="00B70AF0" w14:paraId="5E66A0C5" w14:textId="77777777" w:rsidTr="001677E6">
        <w:trPr>
          <w:cantSplit/>
        </w:trPr>
        <w:tc>
          <w:tcPr>
            <w:tcW w:w="3074" w:type="dxa"/>
          </w:tcPr>
          <w:p w14:paraId="0A8ADB25" w14:textId="6D77E5DD" w:rsidR="00EE0479" w:rsidRPr="00B70AF0" w:rsidRDefault="00EE0479" w:rsidP="00EE04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ณ วันที่ </w:t>
            </w:r>
            <w:r w:rsidR="000B0741" w:rsidRPr="00B70AF0">
              <w:rPr>
                <w:rFonts w:ascii="Angsana New" w:hAnsi="Angsana New" w:hint="cs"/>
                <w:b/>
                <w:bCs/>
                <w:sz w:val="28"/>
                <w:szCs w:val="28"/>
              </w:rPr>
              <w:t>3</w:t>
            </w:r>
            <w:r w:rsidR="000B0741" w:rsidRPr="00B70AF0">
              <w:rPr>
                <w:rFonts w:ascii="Angsana New" w:hAnsi="Angsana New"/>
                <w:b/>
                <w:bCs/>
                <w:sz w:val="28"/>
                <w:szCs w:val="28"/>
              </w:rPr>
              <w:t>0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="009D2191"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กันยา</w:t>
            </w: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ยน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/ </w:t>
            </w:r>
            <w:r w:rsidR="000B0741" w:rsidRPr="00B70AF0">
              <w:rPr>
                <w:rFonts w:ascii="Angsana New" w:hAnsi="Angsana New"/>
                <w:b/>
                <w:bCs/>
                <w:sz w:val="28"/>
                <w:szCs w:val="28"/>
              </w:rPr>
              <w:t>31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</w:t>
            </w: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ธันวาคม</w:t>
            </w:r>
          </w:p>
        </w:tc>
        <w:tc>
          <w:tcPr>
            <w:tcW w:w="989" w:type="dxa"/>
          </w:tcPr>
          <w:p w14:paraId="0C05DABC" w14:textId="77777777" w:rsidR="00EE0479" w:rsidRPr="00B70AF0" w:rsidRDefault="00EE0479" w:rsidP="00EE04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57A50BED" w14:textId="77777777" w:rsidR="00EE0479" w:rsidRPr="00B70AF0" w:rsidRDefault="00EE0479" w:rsidP="00EE04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  <w:tcBorders>
              <w:top w:val="single" w:sz="4" w:space="0" w:color="auto"/>
            </w:tcBorders>
          </w:tcPr>
          <w:p w14:paraId="71C774B0" w14:textId="77777777" w:rsidR="00EE0479" w:rsidRPr="00B70AF0" w:rsidRDefault="00EE0479" w:rsidP="001677E6">
            <w:pPr>
              <w:pStyle w:val="30"/>
              <w:tabs>
                <w:tab w:val="clear" w:pos="360"/>
                <w:tab w:val="clear" w:pos="720"/>
                <w:tab w:val="decimal" w:pos="792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14:paraId="0BD46BDE" w14:textId="77777777" w:rsidR="00EE0479" w:rsidRPr="00B70AF0" w:rsidRDefault="00EE0479" w:rsidP="00EE0479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14:paraId="6F3AD4B9" w14:textId="77777777" w:rsidR="00EE0479" w:rsidRPr="00B70AF0" w:rsidRDefault="00EE0479" w:rsidP="001677E6">
            <w:pPr>
              <w:pStyle w:val="30"/>
              <w:tabs>
                <w:tab w:val="clear" w:pos="360"/>
                <w:tab w:val="clear" w:pos="720"/>
                <w:tab w:val="decimal" w:pos="780"/>
                <w:tab w:val="decimal" w:pos="810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14:paraId="3EFFBC70" w14:textId="77777777" w:rsidR="00EE0479" w:rsidRPr="00B70AF0" w:rsidRDefault="00EE0479" w:rsidP="00EE0479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34" w:type="dxa"/>
            <w:tcBorders>
              <w:top w:val="single" w:sz="4" w:space="0" w:color="auto"/>
            </w:tcBorders>
          </w:tcPr>
          <w:p w14:paraId="73ECD8A5" w14:textId="77777777" w:rsidR="00EE0479" w:rsidRPr="00B70AF0" w:rsidRDefault="00EE0479" w:rsidP="00EE0479">
            <w:pPr>
              <w:pStyle w:val="30"/>
              <w:tabs>
                <w:tab w:val="clear" w:pos="360"/>
                <w:tab w:val="clear" w:pos="720"/>
                <w:tab w:val="decimal" w:pos="702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262" w:type="dxa"/>
          </w:tcPr>
          <w:p w14:paraId="6040287A" w14:textId="77777777" w:rsidR="00EE0479" w:rsidRPr="00B70AF0" w:rsidRDefault="00EE0479" w:rsidP="00EE0479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  <w:tc>
          <w:tcPr>
            <w:tcW w:w="1088" w:type="dxa"/>
            <w:tcBorders>
              <w:top w:val="single" w:sz="4" w:space="0" w:color="auto"/>
            </w:tcBorders>
          </w:tcPr>
          <w:p w14:paraId="185DB7F3" w14:textId="77777777" w:rsidR="00EE0479" w:rsidRPr="00B70AF0" w:rsidRDefault="00EE0479" w:rsidP="00EE0479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sz w:val="28"/>
                <w:szCs w:val="28"/>
                <w:lang w:val="en-US"/>
              </w:rPr>
            </w:pPr>
          </w:p>
        </w:tc>
      </w:tr>
      <w:tr w:rsidR="00EE0479" w:rsidRPr="00B70AF0" w14:paraId="44E6E731" w14:textId="77777777" w:rsidTr="001677E6">
        <w:trPr>
          <w:cantSplit/>
        </w:trPr>
        <w:tc>
          <w:tcPr>
            <w:tcW w:w="3074" w:type="dxa"/>
          </w:tcPr>
          <w:p w14:paraId="223287F3" w14:textId="77777777" w:rsidR="00EE0479" w:rsidRPr="00B70AF0" w:rsidRDefault="00EE0479" w:rsidP="00EE04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72"/>
              </w:tabs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-  หุ้นสามัญ</w:t>
            </w:r>
          </w:p>
        </w:tc>
        <w:tc>
          <w:tcPr>
            <w:tcW w:w="989" w:type="dxa"/>
          </w:tcPr>
          <w:p w14:paraId="07963BB7" w14:textId="24816226" w:rsidR="00EE0479" w:rsidRPr="00B70AF0" w:rsidRDefault="00EE0479" w:rsidP="00EE04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08"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297D8511" w14:textId="77777777" w:rsidR="00EE0479" w:rsidRPr="00B70AF0" w:rsidRDefault="00EE0479" w:rsidP="00EE047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4" w:type="dxa"/>
            <w:tcBorders>
              <w:bottom w:val="double" w:sz="4" w:space="0" w:color="auto"/>
            </w:tcBorders>
          </w:tcPr>
          <w:p w14:paraId="4F66AFBF" w14:textId="415B068E" w:rsidR="00EE0479" w:rsidRPr="00B70AF0" w:rsidRDefault="007C7776" w:rsidP="001677E6">
            <w:pPr>
              <w:pStyle w:val="30"/>
              <w:tabs>
                <w:tab w:val="clear" w:pos="360"/>
                <w:tab w:val="clear" w:pos="720"/>
                <w:tab w:val="decimal" w:pos="792"/>
              </w:tabs>
              <w:spacing w:line="240" w:lineRule="atLeast"/>
              <w:ind w:left="-108" w:right="-108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307,005</w:t>
            </w:r>
          </w:p>
        </w:tc>
        <w:tc>
          <w:tcPr>
            <w:tcW w:w="270" w:type="dxa"/>
          </w:tcPr>
          <w:p w14:paraId="317112AC" w14:textId="77777777" w:rsidR="00EE0479" w:rsidRPr="00B70AF0" w:rsidRDefault="00EE0479" w:rsidP="00EE0479">
            <w:pPr>
              <w:pStyle w:val="30"/>
              <w:tabs>
                <w:tab w:val="clear" w:pos="360"/>
                <w:tab w:val="clear" w:pos="720"/>
                <w:tab w:val="decimal" w:pos="810"/>
              </w:tabs>
              <w:spacing w:line="240" w:lineRule="atLeast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</w:tcPr>
          <w:p w14:paraId="59E6139E" w14:textId="08894782" w:rsidR="00EE0479" w:rsidRPr="00B70AF0" w:rsidRDefault="007C7776" w:rsidP="001677E6">
            <w:pPr>
              <w:pStyle w:val="30"/>
              <w:tabs>
                <w:tab w:val="clear" w:pos="360"/>
                <w:tab w:val="clear" w:pos="720"/>
                <w:tab w:val="decimal" w:pos="780"/>
              </w:tabs>
              <w:spacing w:line="240" w:lineRule="atLeast"/>
              <w:ind w:left="-23" w:right="-225" w:hanging="90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153,503</w:t>
            </w:r>
          </w:p>
        </w:tc>
        <w:tc>
          <w:tcPr>
            <w:tcW w:w="236" w:type="dxa"/>
          </w:tcPr>
          <w:p w14:paraId="6A8B8B02" w14:textId="77777777" w:rsidR="00EE0479" w:rsidRPr="00B70AF0" w:rsidRDefault="00EE0479" w:rsidP="00EE0479">
            <w:pPr>
              <w:pStyle w:val="30"/>
              <w:tabs>
                <w:tab w:val="clear" w:pos="360"/>
                <w:tab w:val="clear" w:pos="720"/>
                <w:tab w:val="decimal" w:pos="702"/>
              </w:tabs>
              <w:spacing w:line="240" w:lineRule="atLeast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</w:p>
        </w:tc>
        <w:tc>
          <w:tcPr>
            <w:tcW w:w="934" w:type="dxa"/>
            <w:tcBorders>
              <w:bottom w:val="double" w:sz="4" w:space="0" w:color="auto"/>
            </w:tcBorders>
          </w:tcPr>
          <w:p w14:paraId="0660BA2D" w14:textId="41773D8E" w:rsidR="00EE0479" w:rsidRPr="00B70AF0" w:rsidRDefault="000B0741" w:rsidP="00EE0479">
            <w:pPr>
              <w:pStyle w:val="30"/>
              <w:tabs>
                <w:tab w:val="clear" w:pos="360"/>
                <w:tab w:val="clear" w:pos="720"/>
                <w:tab w:val="decimal" w:pos="702"/>
              </w:tabs>
              <w:spacing w:line="240" w:lineRule="atLeast"/>
              <w:ind w:left="-108" w:right="-108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300</w:t>
            </w:r>
            <w:r w:rsidR="00EE0479"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000</w:t>
            </w:r>
          </w:p>
        </w:tc>
        <w:tc>
          <w:tcPr>
            <w:tcW w:w="262" w:type="dxa"/>
          </w:tcPr>
          <w:p w14:paraId="47D2F9C8" w14:textId="77777777" w:rsidR="00EE0479" w:rsidRPr="00B70AF0" w:rsidRDefault="00EE0479" w:rsidP="00EE0479">
            <w:pPr>
              <w:pStyle w:val="30"/>
              <w:tabs>
                <w:tab w:val="clear" w:pos="360"/>
                <w:tab w:val="clear" w:pos="720"/>
                <w:tab w:val="decimal" w:pos="888"/>
              </w:tabs>
              <w:spacing w:line="240" w:lineRule="atLeast"/>
              <w:ind w:left="-23" w:right="-225" w:hanging="90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1088" w:type="dxa"/>
            <w:tcBorders>
              <w:bottom w:val="double" w:sz="4" w:space="0" w:color="auto"/>
            </w:tcBorders>
          </w:tcPr>
          <w:p w14:paraId="03C558A8" w14:textId="0B2E2E20" w:rsidR="00EE0479" w:rsidRPr="00B70AF0" w:rsidRDefault="000B0741" w:rsidP="00EE0479">
            <w:pPr>
              <w:pStyle w:val="30"/>
              <w:tabs>
                <w:tab w:val="clear" w:pos="360"/>
                <w:tab w:val="clear" w:pos="720"/>
                <w:tab w:val="decimal" w:pos="888"/>
              </w:tabs>
              <w:spacing w:line="240" w:lineRule="atLeast"/>
              <w:ind w:left="-23" w:right="-225" w:hanging="90"/>
              <w:jc w:val="both"/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150</w:t>
            </w:r>
            <w:r w:rsidR="00EE0479"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000</w:t>
            </w:r>
          </w:p>
        </w:tc>
      </w:tr>
    </w:tbl>
    <w:p w14:paraId="6E3E632D" w14:textId="368EF1EA" w:rsidR="00A21534" w:rsidRPr="00B70AF0" w:rsidRDefault="00A2153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24"/>
          <w:szCs w:val="24"/>
          <w:cs/>
        </w:rPr>
      </w:pPr>
    </w:p>
    <w:p w14:paraId="3DD9C04A" w14:textId="4B148BA7" w:rsidR="00185FF6" w:rsidRPr="00B70AF0" w:rsidRDefault="00185FF6" w:rsidP="002D60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  <w:r w:rsidRPr="00B70AF0">
        <w:rPr>
          <w:rFonts w:ascii="Angsana New" w:hAnsi="Angsana New" w:hint="cs"/>
          <w:b/>
          <w:bCs/>
          <w:i/>
          <w:iCs/>
          <w:sz w:val="28"/>
          <w:szCs w:val="28"/>
          <w:cs/>
        </w:rPr>
        <w:t>การเสนอขายหุ้นให้แก่บุคคลในวงจำกัด</w:t>
      </w:r>
      <w:r w:rsidRPr="00B70AF0">
        <w:rPr>
          <w:rFonts w:ascii="Angsana New" w:hAnsi="Angsana New"/>
          <w:b/>
          <w:bCs/>
          <w:i/>
          <w:iCs/>
          <w:sz w:val="28"/>
          <w:szCs w:val="28"/>
          <w:cs/>
        </w:rPr>
        <w:t xml:space="preserve"> (</w:t>
      </w:r>
      <w:r w:rsidRPr="00B70AF0">
        <w:rPr>
          <w:rFonts w:ascii="Angsana New" w:hAnsi="Angsana New"/>
          <w:b/>
          <w:bCs/>
          <w:i/>
          <w:iCs/>
          <w:sz w:val="28"/>
          <w:szCs w:val="28"/>
        </w:rPr>
        <w:t>Private Placement)</w:t>
      </w:r>
      <w:r w:rsidRPr="00B70AF0">
        <w:rPr>
          <w:rFonts w:ascii="Angsana New" w:hAnsi="Angsana New"/>
          <w:b/>
          <w:bCs/>
          <w:i/>
          <w:iCs/>
          <w:sz w:val="28"/>
          <w:szCs w:val="28"/>
          <w:cs/>
        </w:rPr>
        <w:t xml:space="preserve"> </w:t>
      </w:r>
    </w:p>
    <w:p w14:paraId="65B2B6A4" w14:textId="77777777" w:rsidR="00185FF6" w:rsidRPr="00B70AF0" w:rsidRDefault="00185FF6" w:rsidP="002D60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57"/>
        <w:jc w:val="thaiDistribute"/>
        <w:rPr>
          <w:rFonts w:ascii="Angsana New" w:hAnsi="Angsana New"/>
          <w:sz w:val="24"/>
          <w:szCs w:val="24"/>
        </w:rPr>
      </w:pPr>
    </w:p>
    <w:p w14:paraId="141590AA" w14:textId="23D5CC4D" w:rsidR="00185FF6" w:rsidRPr="00B70AF0" w:rsidRDefault="00185FF6" w:rsidP="002D60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  <w:r w:rsidRPr="00B70AF0">
        <w:rPr>
          <w:rFonts w:ascii="Angsana New" w:hAnsi="Angsana New" w:hint="cs"/>
          <w:sz w:val="28"/>
          <w:szCs w:val="28"/>
          <w:cs/>
        </w:rPr>
        <w:t>เมื่อวันที่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/>
          <w:sz w:val="28"/>
          <w:szCs w:val="28"/>
        </w:rPr>
        <w:t>29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เมษายน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/>
          <w:sz w:val="28"/>
          <w:szCs w:val="28"/>
        </w:rPr>
        <w:t>2564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ผู้ถือหุ้นได้อนุมัติการเพิ่มทุนจดทะเบียนของบริษัทจำนวน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/>
          <w:sz w:val="28"/>
          <w:szCs w:val="28"/>
        </w:rPr>
        <w:t>3</w:t>
      </w:r>
      <w:r w:rsidR="00664AC1" w:rsidRPr="00B70AF0">
        <w:rPr>
          <w:rFonts w:ascii="Angsana New" w:hAnsi="Angsana New"/>
          <w:sz w:val="28"/>
          <w:szCs w:val="28"/>
        </w:rPr>
        <w:t>,</w:t>
      </w:r>
      <w:r w:rsidR="000B0741" w:rsidRPr="00B70AF0">
        <w:rPr>
          <w:rFonts w:ascii="Angsana New" w:hAnsi="Angsana New"/>
          <w:sz w:val="28"/>
          <w:szCs w:val="28"/>
        </w:rPr>
        <w:t>502</w:t>
      </w:r>
      <w:r w:rsidR="00664AC1" w:rsidRPr="00B70AF0">
        <w:rPr>
          <w:rFonts w:ascii="Angsana New" w:hAnsi="Angsana New"/>
          <w:sz w:val="28"/>
          <w:szCs w:val="28"/>
        </w:rPr>
        <w:t>,</w:t>
      </w:r>
      <w:r w:rsidR="000B0741" w:rsidRPr="00B70AF0">
        <w:rPr>
          <w:rFonts w:ascii="Angsana New" w:hAnsi="Angsana New"/>
          <w:sz w:val="28"/>
          <w:szCs w:val="28"/>
        </w:rPr>
        <w:t>600</w:t>
      </w:r>
      <w:r w:rsidR="00664AC1" w:rsidRPr="00B70AF0">
        <w:rPr>
          <w:rFonts w:ascii="Angsana New" w:hAnsi="Angsana New"/>
          <w:sz w:val="28"/>
          <w:szCs w:val="28"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บาท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จากทุนจดทะเบียนเดิมจำนวน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/>
          <w:sz w:val="28"/>
          <w:szCs w:val="28"/>
        </w:rPr>
        <w:t>150</w:t>
      </w:r>
      <w:r w:rsidR="00DE759F" w:rsidRPr="00B70AF0">
        <w:rPr>
          <w:rFonts w:ascii="Angsana New" w:hAnsi="Angsana New"/>
          <w:sz w:val="28"/>
          <w:szCs w:val="28"/>
        </w:rPr>
        <w:t>,</w:t>
      </w:r>
      <w:r w:rsidR="000B0741" w:rsidRPr="00B70AF0">
        <w:rPr>
          <w:rFonts w:ascii="Angsana New" w:hAnsi="Angsana New"/>
          <w:sz w:val="28"/>
          <w:szCs w:val="28"/>
        </w:rPr>
        <w:t>000</w:t>
      </w:r>
      <w:r w:rsidR="00DE759F" w:rsidRPr="00B70AF0">
        <w:rPr>
          <w:rFonts w:ascii="Angsana New" w:hAnsi="Angsana New"/>
          <w:sz w:val="28"/>
          <w:szCs w:val="28"/>
        </w:rPr>
        <w:t>,</w:t>
      </w:r>
      <w:r w:rsidR="000B0741" w:rsidRPr="00B70AF0">
        <w:rPr>
          <w:rFonts w:ascii="Angsana New" w:hAnsi="Angsana New"/>
          <w:sz w:val="28"/>
          <w:szCs w:val="28"/>
        </w:rPr>
        <w:t>000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บาท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เป็นทุนจดทะเบียนจำนวน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/>
          <w:sz w:val="28"/>
          <w:szCs w:val="28"/>
        </w:rPr>
        <w:t>153</w:t>
      </w:r>
      <w:r w:rsidR="00DE759F" w:rsidRPr="00B70AF0">
        <w:rPr>
          <w:rFonts w:ascii="Angsana New" w:hAnsi="Angsana New"/>
          <w:sz w:val="28"/>
          <w:szCs w:val="28"/>
        </w:rPr>
        <w:t>,</w:t>
      </w:r>
      <w:r w:rsidR="000B0741" w:rsidRPr="00B70AF0">
        <w:rPr>
          <w:rFonts w:ascii="Angsana New" w:hAnsi="Angsana New"/>
          <w:sz w:val="28"/>
          <w:szCs w:val="28"/>
        </w:rPr>
        <w:t>502</w:t>
      </w:r>
      <w:r w:rsidR="00DE759F" w:rsidRPr="00B70AF0">
        <w:rPr>
          <w:rFonts w:ascii="Angsana New" w:hAnsi="Angsana New"/>
          <w:sz w:val="28"/>
          <w:szCs w:val="28"/>
        </w:rPr>
        <w:t>,</w:t>
      </w:r>
      <w:r w:rsidR="000B0741" w:rsidRPr="00B70AF0">
        <w:rPr>
          <w:rFonts w:ascii="Angsana New" w:hAnsi="Angsana New"/>
          <w:sz w:val="28"/>
          <w:szCs w:val="28"/>
        </w:rPr>
        <w:t>600</w:t>
      </w:r>
      <w:r w:rsidR="00DE759F" w:rsidRPr="00B70AF0">
        <w:rPr>
          <w:rFonts w:ascii="Angsana New" w:hAnsi="Angsana New"/>
          <w:sz w:val="28"/>
          <w:szCs w:val="28"/>
        </w:rPr>
        <w:t xml:space="preserve"> </w:t>
      </w:r>
      <w:r w:rsidR="00DE759F" w:rsidRPr="00B70AF0">
        <w:rPr>
          <w:rFonts w:ascii="Angsana New" w:hAnsi="Angsana New" w:hint="cs"/>
          <w:sz w:val="28"/>
          <w:szCs w:val="28"/>
          <w:cs/>
        </w:rPr>
        <w:t>บ</w:t>
      </w:r>
      <w:r w:rsidRPr="00B70AF0">
        <w:rPr>
          <w:rFonts w:ascii="Angsana New" w:hAnsi="Angsana New" w:hint="cs"/>
          <w:sz w:val="28"/>
          <w:szCs w:val="28"/>
          <w:cs/>
        </w:rPr>
        <w:t>าท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โดยการออกหุ้นสามัญเพิ่มทุนของบริษัทจำนวน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/>
          <w:sz w:val="28"/>
          <w:szCs w:val="28"/>
        </w:rPr>
        <w:t>7</w:t>
      </w:r>
      <w:r w:rsidR="00B9456D" w:rsidRPr="00B70AF0">
        <w:rPr>
          <w:rFonts w:ascii="Angsana New" w:hAnsi="Angsana New"/>
          <w:sz w:val="28"/>
          <w:szCs w:val="28"/>
        </w:rPr>
        <w:t>,</w:t>
      </w:r>
      <w:r w:rsidR="000B0741" w:rsidRPr="00B70AF0">
        <w:rPr>
          <w:rFonts w:ascii="Angsana New" w:hAnsi="Angsana New"/>
          <w:sz w:val="28"/>
          <w:szCs w:val="28"/>
        </w:rPr>
        <w:t>005</w:t>
      </w:r>
      <w:r w:rsidR="00B9456D" w:rsidRPr="00B70AF0">
        <w:rPr>
          <w:rFonts w:ascii="Angsana New" w:hAnsi="Angsana New"/>
          <w:sz w:val="28"/>
          <w:szCs w:val="28"/>
        </w:rPr>
        <w:t>,</w:t>
      </w:r>
      <w:r w:rsidR="000B0741" w:rsidRPr="00B70AF0">
        <w:rPr>
          <w:rFonts w:ascii="Angsana New" w:hAnsi="Angsana New"/>
          <w:sz w:val="28"/>
          <w:szCs w:val="28"/>
        </w:rPr>
        <w:t>200</w:t>
      </w:r>
      <w:r w:rsidR="00B9456D" w:rsidRPr="00B70AF0">
        <w:rPr>
          <w:rFonts w:ascii="Angsana New" w:hAnsi="Angsana New"/>
          <w:sz w:val="28"/>
          <w:szCs w:val="28"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หุ้น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มูลค่าที่ตราไว้หุ้นละ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/>
          <w:sz w:val="28"/>
          <w:szCs w:val="28"/>
        </w:rPr>
        <w:t>0</w:t>
      </w:r>
      <w:r w:rsidR="00B9456D" w:rsidRPr="00B70AF0">
        <w:rPr>
          <w:rFonts w:ascii="Angsana New" w:hAnsi="Angsana New"/>
          <w:sz w:val="28"/>
          <w:szCs w:val="28"/>
        </w:rPr>
        <w:t>.</w:t>
      </w:r>
      <w:r w:rsidR="000B0741" w:rsidRPr="00B70AF0">
        <w:rPr>
          <w:rFonts w:ascii="Angsana New" w:hAnsi="Angsana New"/>
          <w:sz w:val="28"/>
          <w:szCs w:val="28"/>
        </w:rPr>
        <w:t>50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บาท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เพื่อเสนอขายให้แก่บุคคลในวงจำกัด</w:t>
      </w:r>
      <w:r w:rsidRPr="00B70AF0">
        <w:rPr>
          <w:rFonts w:ascii="Angsana New" w:hAnsi="Angsana New"/>
          <w:sz w:val="28"/>
          <w:szCs w:val="28"/>
          <w:cs/>
        </w:rPr>
        <w:t xml:space="preserve"> (</w:t>
      </w:r>
      <w:r w:rsidRPr="00B70AF0">
        <w:rPr>
          <w:rFonts w:ascii="Angsana New" w:hAnsi="Angsana New"/>
          <w:sz w:val="28"/>
          <w:szCs w:val="28"/>
        </w:rPr>
        <w:t xml:space="preserve">Private Placement) </w:t>
      </w:r>
      <w:r w:rsidRPr="00B70AF0">
        <w:rPr>
          <w:rFonts w:ascii="Angsana New" w:hAnsi="Angsana New" w:hint="cs"/>
          <w:sz w:val="28"/>
          <w:szCs w:val="28"/>
          <w:cs/>
        </w:rPr>
        <w:t>ซึ่งเป็นการดำเนินการชำระค่าหุ้นงวดสุดท้ายตามเงื่อนไขข้อตกลงการซื้อหุ้นของบริษัท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ไอ</w:t>
      </w:r>
      <w:r w:rsidRPr="00B70AF0">
        <w:rPr>
          <w:rFonts w:ascii="Angsana New" w:hAnsi="Angsana New"/>
          <w:sz w:val="28"/>
          <w:szCs w:val="28"/>
          <w:cs/>
        </w:rPr>
        <w:t>-</w:t>
      </w:r>
      <w:r w:rsidRPr="00B70AF0">
        <w:rPr>
          <w:rFonts w:ascii="Angsana New" w:hAnsi="Angsana New" w:hint="cs"/>
          <w:sz w:val="28"/>
          <w:szCs w:val="28"/>
          <w:cs/>
        </w:rPr>
        <w:t>ซีเคียว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จำกัด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ตามที่ได้รับอนุมัติจากที่ประชุมวิสามัญผู้ถือหุ้น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ครั้งที่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/>
          <w:sz w:val="28"/>
          <w:szCs w:val="28"/>
        </w:rPr>
        <w:t>1</w:t>
      </w:r>
      <w:r w:rsidR="00B9456D" w:rsidRPr="00B70AF0">
        <w:rPr>
          <w:rFonts w:ascii="Angsana New" w:hAnsi="Angsana New"/>
          <w:sz w:val="28"/>
          <w:szCs w:val="28"/>
        </w:rPr>
        <w:t>/</w:t>
      </w:r>
      <w:r w:rsidR="000B0741" w:rsidRPr="00B70AF0">
        <w:rPr>
          <w:rFonts w:ascii="Angsana New" w:hAnsi="Angsana New"/>
          <w:sz w:val="28"/>
          <w:szCs w:val="28"/>
        </w:rPr>
        <w:t>2561</w:t>
      </w:r>
    </w:p>
    <w:p w14:paraId="2BDE11E2" w14:textId="4436F231" w:rsidR="00185FF6" w:rsidRPr="00B70AF0" w:rsidRDefault="00185FF6" w:rsidP="002D60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  <w:r w:rsidRPr="00B70AF0">
        <w:rPr>
          <w:rFonts w:ascii="Angsana New" w:hAnsi="Angsana New"/>
          <w:sz w:val="28"/>
          <w:szCs w:val="28"/>
          <w:cs/>
        </w:rPr>
        <w:lastRenderedPageBreak/>
        <w:t xml:space="preserve">ในเดือนพฤษภาคม </w:t>
      </w:r>
      <w:r w:rsidR="000B0741" w:rsidRPr="00B70AF0">
        <w:rPr>
          <w:rFonts w:ascii="Angsana New" w:hAnsi="Angsana New"/>
          <w:sz w:val="28"/>
          <w:szCs w:val="28"/>
        </w:rPr>
        <w:t>2564</w:t>
      </w:r>
      <w:r w:rsidRPr="00B70AF0">
        <w:rPr>
          <w:rFonts w:ascii="Angsana New" w:hAnsi="Angsana New"/>
          <w:sz w:val="28"/>
          <w:szCs w:val="28"/>
          <w:cs/>
        </w:rPr>
        <w:t xml:space="preserve"> บริษัทได้เสนอขายหุ้นที่ออกใหม่</w:t>
      </w:r>
      <w:r w:rsidR="67F9B44F" w:rsidRPr="00B70AF0">
        <w:rPr>
          <w:rFonts w:ascii="Angsana New" w:hAnsi="Angsana New"/>
          <w:sz w:val="28"/>
          <w:szCs w:val="28"/>
          <w:cs/>
        </w:rPr>
        <w:t xml:space="preserve">จำนวน </w:t>
      </w:r>
      <w:r w:rsidR="00B309B5" w:rsidRPr="00B70AF0">
        <w:rPr>
          <w:rFonts w:ascii="Angsana New" w:hAnsi="Angsana New"/>
          <w:sz w:val="28"/>
          <w:szCs w:val="28"/>
        </w:rPr>
        <w:t>7,005,200</w:t>
      </w:r>
      <w:r w:rsidR="67F9B44F" w:rsidRPr="00B70AF0">
        <w:rPr>
          <w:rFonts w:ascii="Angsana New" w:hAnsi="Angsana New"/>
          <w:sz w:val="28"/>
          <w:szCs w:val="28"/>
          <w:cs/>
        </w:rPr>
        <w:t xml:space="preserve"> หุ้นดังกล่าว ในราคาหุ้นละ </w:t>
      </w:r>
      <w:r w:rsidR="000B0741" w:rsidRPr="00B70AF0">
        <w:rPr>
          <w:rFonts w:ascii="Angsana New" w:hAnsi="Angsana New"/>
          <w:sz w:val="28"/>
          <w:szCs w:val="28"/>
        </w:rPr>
        <w:t>5</w:t>
      </w:r>
      <w:r w:rsidR="67F9B44F" w:rsidRPr="00B70AF0">
        <w:rPr>
          <w:rFonts w:ascii="Angsana New" w:hAnsi="Angsana New"/>
          <w:sz w:val="28"/>
          <w:szCs w:val="28"/>
          <w:cs/>
        </w:rPr>
        <w:t>.</w:t>
      </w:r>
      <w:r w:rsidR="000B0741" w:rsidRPr="00B70AF0">
        <w:rPr>
          <w:rFonts w:ascii="Angsana New" w:hAnsi="Angsana New"/>
          <w:sz w:val="28"/>
          <w:szCs w:val="28"/>
        </w:rPr>
        <w:t>71</w:t>
      </w:r>
      <w:r w:rsidR="67F9B44F" w:rsidRPr="00B70AF0">
        <w:rPr>
          <w:rFonts w:ascii="Angsana New" w:hAnsi="Angsana New"/>
          <w:sz w:val="28"/>
          <w:szCs w:val="28"/>
          <w:cs/>
        </w:rPr>
        <w:t xml:space="preserve"> บาท</w:t>
      </w:r>
      <w:r w:rsidRPr="00B70AF0">
        <w:rPr>
          <w:rFonts w:ascii="Angsana New" w:hAnsi="Angsana New"/>
          <w:sz w:val="28"/>
          <w:szCs w:val="28"/>
          <w:cs/>
        </w:rPr>
        <w:t xml:space="preserve"> (ทุน </w:t>
      </w:r>
      <w:r w:rsidR="000B0741" w:rsidRPr="00B70AF0">
        <w:rPr>
          <w:rFonts w:ascii="Angsana New" w:hAnsi="Angsana New"/>
          <w:sz w:val="28"/>
          <w:szCs w:val="28"/>
        </w:rPr>
        <w:t>0</w:t>
      </w:r>
      <w:r w:rsidR="00B9456D" w:rsidRPr="00B70AF0">
        <w:rPr>
          <w:rFonts w:ascii="Angsana New" w:hAnsi="Angsana New"/>
          <w:sz w:val="28"/>
          <w:szCs w:val="28"/>
        </w:rPr>
        <w:t>.</w:t>
      </w:r>
      <w:r w:rsidR="000B0741" w:rsidRPr="00B70AF0">
        <w:rPr>
          <w:rFonts w:ascii="Angsana New" w:hAnsi="Angsana New"/>
          <w:sz w:val="28"/>
          <w:szCs w:val="28"/>
        </w:rPr>
        <w:t>50</w:t>
      </w:r>
      <w:r w:rsidRPr="00B70AF0">
        <w:rPr>
          <w:rFonts w:ascii="Angsana New" w:hAnsi="Angsana New"/>
          <w:sz w:val="28"/>
          <w:szCs w:val="28"/>
          <w:cs/>
        </w:rPr>
        <w:t xml:space="preserve"> บาท และส่วนเกินมูลค่าหุ้น </w:t>
      </w:r>
      <w:r w:rsidR="000B0741" w:rsidRPr="00B70AF0">
        <w:rPr>
          <w:rFonts w:ascii="Angsana New" w:hAnsi="Angsana New"/>
          <w:sz w:val="28"/>
          <w:szCs w:val="28"/>
        </w:rPr>
        <w:t>5</w:t>
      </w:r>
      <w:r w:rsidR="00B9456D" w:rsidRPr="00B70AF0">
        <w:rPr>
          <w:rFonts w:ascii="Angsana New" w:hAnsi="Angsana New"/>
          <w:sz w:val="28"/>
          <w:szCs w:val="28"/>
        </w:rPr>
        <w:t>.</w:t>
      </w:r>
      <w:r w:rsidR="000B0741" w:rsidRPr="00B70AF0">
        <w:rPr>
          <w:rFonts w:ascii="Angsana New" w:hAnsi="Angsana New"/>
          <w:sz w:val="28"/>
          <w:szCs w:val="28"/>
        </w:rPr>
        <w:t>21</w:t>
      </w:r>
      <w:r w:rsidRPr="00B70AF0">
        <w:rPr>
          <w:rFonts w:ascii="Angsana New" w:hAnsi="Angsana New"/>
          <w:sz w:val="28"/>
          <w:szCs w:val="28"/>
          <w:cs/>
        </w:rPr>
        <w:t xml:space="preserve"> บาท) รวมเป็นจำนวนเงิน </w:t>
      </w:r>
      <w:r w:rsidR="000B0741" w:rsidRPr="00B70AF0">
        <w:rPr>
          <w:rFonts w:ascii="Angsana New" w:hAnsi="Angsana New"/>
          <w:sz w:val="28"/>
          <w:szCs w:val="28"/>
        </w:rPr>
        <w:t>40</w:t>
      </w:r>
      <w:r w:rsidRPr="00B70AF0">
        <w:rPr>
          <w:rFonts w:ascii="Angsana New" w:hAnsi="Angsana New"/>
          <w:sz w:val="28"/>
          <w:szCs w:val="28"/>
          <w:cs/>
        </w:rPr>
        <w:t xml:space="preserve"> ล้านบาท แบ่งออกเป็นทุนชำระแล้ว </w:t>
      </w:r>
      <w:r w:rsidR="000B0741" w:rsidRPr="00B70AF0">
        <w:rPr>
          <w:rFonts w:ascii="Angsana New" w:hAnsi="Angsana New"/>
          <w:sz w:val="28"/>
          <w:szCs w:val="28"/>
        </w:rPr>
        <w:t>3</w:t>
      </w:r>
      <w:r w:rsidR="00614A93" w:rsidRPr="00B70AF0">
        <w:rPr>
          <w:rFonts w:ascii="Angsana New" w:hAnsi="Angsana New"/>
          <w:sz w:val="28"/>
          <w:szCs w:val="28"/>
        </w:rPr>
        <w:t>.</w:t>
      </w:r>
      <w:r w:rsidR="000B0741" w:rsidRPr="00B70AF0">
        <w:rPr>
          <w:rFonts w:ascii="Angsana New" w:hAnsi="Angsana New"/>
          <w:sz w:val="28"/>
          <w:szCs w:val="28"/>
        </w:rPr>
        <w:t>50</w:t>
      </w:r>
      <w:r w:rsidRPr="00B70AF0">
        <w:rPr>
          <w:rFonts w:ascii="Angsana New" w:hAnsi="Angsana New"/>
          <w:sz w:val="28"/>
          <w:szCs w:val="28"/>
          <w:cs/>
        </w:rPr>
        <w:t xml:space="preserve"> ล้านบาท และส่วนเกินมูลค่าหุ้น </w:t>
      </w:r>
      <w:r w:rsidR="000B0741" w:rsidRPr="00B70AF0">
        <w:rPr>
          <w:rFonts w:ascii="Angsana New" w:hAnsi="Angsana New"/>
          <w:sz w:val="28"/>
          <w:szCs w:val="28"/>
        </w:rPr>
        <w:t>36</w:t>
      </w:r>
      <w:r w:rsidR="00614A93" w:rsidRPr="00B70AF0">
        <w:rPr>
          <w:rFonts w:ascii="Angsana New" w:hAnsi="Angsana New"/>
          <w:sz w:val="28"/>
          <w:szCs w:val="28"/>
        </w:rPr>
        <w:t>.</w:t>
      </w:r>
      <w:r w:rsidR="000B0741" w:rsidRPr="00B70AF0">
        <w:rPr>
          <w:rFonts w:ascii="Angsana New" w:hAnsi="Angsana New"/>
          <w:sz w:val="28"/>
          <w:szCs w:val="28"/>
        </w:rPr>
        <w:t>50</w:t>
      </w:r>
      <w:r w:rsidRPr="00B70AF0">
        <w:rPr>
          <w:rFonts w:ascii="Angsana New" w:hAnsi="Angsana New"/>
          <w:sz w:val="28"/>
          <w:szCs w:val="28"/>
          <w:cs/>
        </w:rPr>
        <w:t xml:space="preserve"> ล้านบาท บริษัทได้</w:t>
      </w:r>
      <w:r w:rsidR="58E88E4F" w:rsidRPr="00B70AF0">
        <w:rPr>
          <w:rFonts w:ascii="Angsana New" w:hAnsi="Angsana New"/>
          <w:sz w:val="28"/>
          <w:szCs w:val="28"/>
          <w:cs/>
        </w:rPr>
        <w:t xml:space="preserve">ออกหุ้นและเรียกชำระค่าหุ้นเมื่อวันที่ </w:t>
      </w:r>
      <w:r w:rsidR="000B0741" w:rsidRPr="00B70AF0">
        <w:rPr>
          <w:rFonts w:ascii="Angsana New" w:hAnsi="Angsana New"/>
          <w:sz w:val="28"/>
          <w:szCs w:val="28"/>
        </w:rPr>
        <w:t>18</w:t>
      </w:r>
      <w:r w:rsidR="58E88E4F" w:rsidRPr="00B70AF0">
        <w:rPr>
          <w:rFonts w:ascii="Angsana New" w:hAnsi="Angsana New"/>
          <w:sz w:val="28"/>
          <w:szCs w:val="28"/>
          <w:cs/>
        </w:rPr>
        <w:t xml:space="preserve"> พฤษภาคม </w:t>
      </w:r>
      <w:r w:rsidR="000B0741" w:rsidRPr="00B70AF0">
        <w:rPr>
          <w:rFonts w:ascii="Angsana New" w:hAnsi="Angsana New"/>
          <w:sz w:val="28"/>
          <w:szCs w:val="28"/>
        </w:rPr>
        <w:t>2564</w:t>
      </w:r>
      <w:r w:rsidR="58E88E4F" w:rsidRPr="00B70AF0">
        <w:rPr>
          <w:rFonts w:ascii="Angsana New" w:hAnsi="Angsana New"/>
          <w:sz w:val="28"/>
          <w:szCs w:val="28"/>
          <w:cs/>
        </w:rPr>
        <w:t xml:space="preserve"> และ</w:t>
      </w:r>
      <w:r w:rsidRPr="00B70AF0">
        <w:rPr>
          <w:rFonts w:ascii="Angsana New" w:hAnsi="Angsana New"/>
          <w:sz w:val="28"/>
          <w:szCs w:val="28"/>
          <w:cs/>
        </w:rPr>
        <w:t xml:space="preserve">จดทะเบียนการเพิ่มทุนที่ชำระแล้วกับกระทรวงพาณิชย์เมื่อวันที่ </w:t>
      </w:r>
      <w:r w:rsidR="000B0741" w:rsidRPr="00B70AF0">
        <w:rPr>
          <w:rFonts w:ascii="Angsana New" w:hAnsi="Angsana New"/>
          <w:sz w:val="28"/>
          <w:szCs w:val="28"/>
        </w:rPr>
        <w:t>20</w:t>
      </w:r>
      <w:r w:rsidRPr="00B70AF0">
        <w:rPr>
          <w:rFonts w:ascii="Angsana New" w:hAnsi="Angsana New"/>
          <w:sz w:val="28"/>
          <w:szCs w:val="28"/>
          <w:cs/>
        </w:rPr>
        <w:t xml:space="preserve"> พฤษภาคม </w:t>
      </w:r>
      <w:r w:rsidR="000B0741" w:rsidRPr="00B70AF0">
        <w:rPr>
          <w:rFonts w:ascii="Angsana New" w:hAnsi="Angsana New"/>
          <w:sz w:val="28"/>
          <w:szCs w:val="28"/>
        </w:rPr>
        <w:t>2564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</w:p>
    <w:p w14:paraId="0483EACE" w14:textId="77777777" w:rsidR="00185FF6" w:rsidRPr="00B70AF0" w:rsidRDefault="00185FF6" w:rsidP="002D60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firstLine="180"/>
        <w:jc w:val="thaiDistribute"/>
        <w:rPr>
          <w:rFonts w:ascii="Angsana New" w:hAnsi="Angsana New"/>
          <w:sz w:val="24"/>
          <w:szCs w:val="24"/>
        </w:rPr>
      </w:pPr>
    </w:p>
    <w:p w14:paraId="53D39C1A" w14:textId="30893F04" w:rsidR="00185FF6" w:rsidRPr="00B70AF0" w:rsidRDefault="00B051EC" w:rsidP="002D60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  <w:r w:rsidRPr="00B70AF0">
        <w:rPr>
          <w:rFonts w:ascii="Angsana New" w:hAnsi="Angsana New" w:hint="cs"/>
          <w:sz w:val="28"/>
          <w:szCs w:val="28"/>
          <w:cs/>
        </w:rPr>
        <w:t>ค่า</w:t>
      </w:r>
      <w:r w:rsidR="00185FF6" w:rsidRPr="00B70AF0">
        <w:rPr>
          <w:rFonts w:ascii="Angsana New" w:hAnsi="Angsana New" w:hint="cs"/>
          <w:sz w:val="28"/>
          <w:szCs w:val="28"/>
          <w:cs/>
        </w:rPr>
        <w:t>ใช้จ่ายที่เกี่ยวข้องโดยตรงกับการเสนอขายหุ้นให้แก่บุคคลในวงจำกัด</w:t>
      </w:r>
      <w:r w:rsidR="00185FF6" w:rsidRPr="00B70AF0">
        <w:rPr>
          <w:rFonts w:ascii="Angsana New" w:hAnsi="Angsana New"/>
          <w:sz w:val="28"/>
          <w:szCs w:val="28"/>
          <w:cs/>
        </w:rPr>
        <w:t xml:space="preserve"> (</w:t>
      </w:r>
      <w:r w:rsidR="00185FF6" w:rsidRPr="00B70AF0">
        <w:rPr>
          <w:rFonts w:ascii="Angsana New" w:hAnsi="Angsana New"/>
          <w:sz w:val="28"/>
          <w:szCs w:val="28"/>
        </w:rPr>
        <w:t xml:space="preserve">Private Placement) </w:t>
      </w:r>
      <w:r w:rsidR="00B268F4" w:rsidRPr="00B70AF0">
        <w:rPr>
          <w:rFonts w:ascii="Angsana New" w:hAnsi="Angsana New" w:hint="cs"/>
          <w:sz w:val="28"/>
          <w:szCs w:val="28"/>
          <w:cs/>
        </w:rPr>
        <w:t xml:space="preserve">จำนวนเงิน </w:t>
      </w:r>
      <w:r w:rsidR="000B0741" w:rsidRPr="00B70AF0">
        <w:rPr>
          <w:rFonts w:ascii="Angsana New" w:hAnsi="Angsana New"/>
          <w:sz w:val="28"/>
          <w:szCs w:val="28"/>
        </w:rPr>
        <w:t>0</w:t>
      </w:r>
      <w:r w:rsidR="00614A93" w:rsidRPr="00B70AF0">
        <w:rPr>
          <w:rFonts w:ascii="Angsana New" w:hAnsi="Angsana New"/>
          <w:sz w:val="28"/>
          <w:szCs w:val="28"/>
        </w:rPr>
        <w:t>.</w:t>
      </w:r>
      <w:r w:rsidR="000B0741" w:rsidRPr="00B70AF0">
        <w:rPr>
          <w:rFonts w:ascii="Angsana New" w:hAnsi="Angsana New"/>
          <w:sz w:val="28"/>
          <w:szCs w:val="28"/>
        </w:rPr>
        <w:t>60</w:t>
      </w:r>
      <w:r w:rsidR="00185FF6" w:rsidRPr="00B70AF0">
        <w:rPr>
          <w:rFonts w:ascii="Angsana New" w:hAnsi="Angsana New"/>
          <w:sz w:val="28"/>
          <w:szCs w:val="28"/>
          <w:cs/>
        </w:rPr>
        <w:t xml:space="preserve"> </w:t>
      </w:r>
      <w:r w:rsidR="00185FF6" w:rsidRPr="00B70AF0">
        <w:rPr>
          <w:rFonts w:ascii="Angsana New" w:hAnsi="Angsana New" w:hint="cs"/>
          <w:sz w:val="28"/>
          <w:szCs w:val="28"/>
          <w:cs/>
        </w:rPr>
        <w:t>ล้านบาท</w:t>
      </w:r>
      <w:r w:rsidR="00185FF6" w:rsidRPr="00B70AF0">
        <w:rPr>
          <w:rFonts w:ascii="Angsana New" w:hAnsi="Angsana New"/>
          <w:sz w:val="28"/>
          <w:szCs w:val="28"/>
          <w:cs/>
        </w:rPr>
        <w:t xml:space="preserve"> </w:t>
      </w:r>
      <w:r w:rsidR="00185FF6" w:rsidRPr="00B70AF0">
        <w:rPr>
          <w:rFonts w:ascii="Angsana New" w:hAnsi="Angsana New" w:hint="cs"/>
          <w:sz w:val="28"/>
          <w:szCs w:val="28"/>
          <w:cs/>
        </w:rPr>
        <w:t>แสดงหักจากส่วนเกินมูลค่าหุ้นที่ได้รับจากการเสนอหุ้นให้แก่บุคคลในวงจำกัด</w:t>
      </w:r>
      <w:r w:rsidR="00185FF6" w:rsidRPr="00B70AF0">
        <w:rPr>
          <w:rFonts w:ascii="Angsana New" w:hAnsi="Angsana New"/>
          <w:sz w:val="28"/>
          <w:szCs w:val="28"/>
          <w:cs/>
        </w:rPr>
        <w:t xml:space="preserve"> (</w:t>
      </w:r>
      <w:r w:rsidR="00185FF6" w:rsidRPr="00B70AF0">
        <w:rPr>
          <w:rFonts w:ascii="Angsana New" w:hAnsi="Angsana New"/>
          <w:sz w:val="28"/>
          <w:szCs w:val="28"/>
        </w:rPr>
        <w:t>Private Placement)</w:t>
      </w:r>
    </w:p>
    <w:p w14:paraId="1A1E3654" w14:textId="77777777" w:rsidR="00185FF6" w:rsidRPr="00B70AF0" w:rsidRDefault="00185FF6" w:rsidP="002D60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firstLine="180"/>
        <w:jc w:val="thaiDistribute"/>
        <w:rPr>
          <w:rFonts w:ascii="Angsana New" w:hAnsi="Angsana New"/>
          <w:sz w:val="24"/>
          <w:szCs w:val="24"/>
        </w:rPr>
      </w:pPr>
    </w:p>
    <w:p w14:paraId="1416F242" w14:textId="77777777" w:rsidR="00185FF6" w:rsidRPr="00B70AF0" w:rsidRDefault="00185FF6" w:rsidP="002D60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  <w:r w:rsidRPr="00B70AF0">
        <w:rPr>
          <w:rFonts w:ascii="Angsana New" w:hAnsi="Angsana New" w:hint="cs"/>
          <w:b/>
          <w:bCs/>
          <w:i/>
          <w:iCs/>
          <w:sz w:val="28"/>
          <w:szCs w:val="28"/>
          <w:cs/>
        </w:rPr>
        <w:t>ส่วนเกินมูลค่าหุ้น</w:t>
      </w:r>
    </w:p>
    <w:p w14:paraId="020F1F58" w14:textId="77777777" w:rsidR="00185FF6" w:rsidRPr="00B70AF0" w:rsidRDefault="00185FF6" w:rsidP="002D60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57"/>
        <w:jc w:val="thaiDistribute"/>
        <w:rPr>
          <w:rFonts w:ascii="Angsana New" w:hAnsi="Angsana New"/>
          <w:sz w:val="24"/>
          <w:szCs w:val="24"/>
        </w:rPr>
      </w:pPr>
    </w:p>
    <w:p w14:paraId="02227A27" w14:textId="677C18CC" w:rsidR="00BA6F35" w:rsidRPr="00B70AF0" w:rsidRDefault="00185FF6" w:rsidP="002D60C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8"/>
          <w:szCs w:val="28"/>
          <w:lang w:eastAsia="x-none"/>
        </w:rPr>
      </w:pPr>
      <w:r w:rsidRPr="00B70AF0">
        <w:rPr>
          <w:rFonts w:ascii="Angsana New" w:hAnsi="Angsana New" w:hint="cs"/>
          <w:sz w:val="28"/>
          <w:szCs w:val="28"/>
          <w:cs/>
        </w:rPr>
        <w:t>ตามบทบัญญัติแห่งพระราชบัญญัติบริษัทมหาชนจำกัด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พ</w:t>
      </w:r>
      <w:r w:rsidRPr="00B70AF0">
        <w:rPr>
          <w:rFonts w:ascii="Angsana New" w:hAnsi="Angsana New"/>
          <w:sz w:val="28"/>
          <w:szCs w:val="28"/>
          <w:cs/>
        </w:rPr>
        <w:t>.</w:t>
      </w:r>
      <w:r w:rsidRPr="00B70AF0">
        <w:rPr>
          <w:rFonts w:ascii="Angsana New" w:hAnsi="Angsana New" w:hint="cs"/>
          <w:sz w:val="28"/>
          <w:szCs w:val="28"/>
          <w:cs/>
        </w:rPr>
        <w:t>ศ</w:t>
      </w:r>
      <w:r w:rsidRPr="00B70AF0">
        <w:rPr>
          <w:rFonts w:ascii="Angsana New" w:hAnsi="Angsana New"/>
          <w:sz w:val="28"/>
          <w:szCs w:val="28"/>
          <w:cs/>
        </w:rPr>
        <w:t xml:space="preserve">. </w:t>
      </w:r>
      <w:r w:rsidR="000B0741" w:rsidRPr="00B70AF0">
        <w:rPr>
          <w:rFonts w:ascii="Angsana New" w:hAnsi="Angsana New"/>
          <w:sz w:val="28"/>
          <w:szCs w:val="28"/>
        </w:rPr>
        <w:t>2535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มาตรา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/>
          <w:sz w:val="28"/>
          <w:szCs w:val="28"/>
        </w:rPr>
        <w:t>51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ในกรณีที่บริษัทเสนอขายหุ้นสูงกว่ามูลค่าหุ้นที่จดทะเบียนไว้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Pr="00B70AF0">
        <w:rPr>
          <w:rFonts w:ascii="Angsana New" w:hAnsi="Angsana New" w:hint="cs"/>
          <w:sz w:val="28"/>
          <w:szCs w:val="28"/>
          <w:cs/>
        </w:rPr>
        <w:t>บริษัทต้องนำค่าหุ้นส่วนเกินนี้ตั้งเป็นทุนสำรอง</w:t>
      </w:r>
      <w:r w:rsidRPr="00B70AF0">
        <w:rPr>
          <w:rFonts w:ascii="Angsana New" w:hAnsi="Angsana New"/>
          <w:sz w:val="28"/>
          <w:szCs w:val="28"/>
          <w:cs/>
        </w:rPr>
        <w:t xml:space="preserve"> (“</w:t>
      </w:r>
      <w:r w:rsidRPr="00B70AF0">
        <w:rPr>
          <w:rFonts w:ascii="Angsana New" w:hAnsi="Angsana New" w:hint="cs"/>
          <w:sz w:val="28"/>
          <w:szCs w:val="28"/>
          <w:cs/>
        </w:rPr>
        <w:t>ส่วนเกินมูลค่าหุ้น</w:t>
      </w:r>
      <w:r w:rsidRPr="00B70AF0">
        <w:rPr>
          <w:rFonts w:ascii="Angsana New" w:hAnsi="Angsana New" w:hint="eastAsia"/>
          <w:sz w:val="28"/>
          <w:szCs w:val="28"/>
          <w:cs/>
        </w:rPr>
        <w:t>”</w:t>
      </w:r>
      <w:r w:rsidRPr="00B70AF0">
        <w:rPr>
          <w:rFonts w:ascii="Angsana New" w:hAnsi="Angsana New"/>
          <w:sz w:val="28"/>
          <w:szCs w:val="28"/>
          <w:cs/>
        </w:rPr>
        <w:t xml:space="preserve">) </w:t>
      </w:r>
      <w:r w:rsidRPr="00B70AF0">
        <w:rPr>
          <w:rFonts w:ascii="Angsana New" w:hAnsi="Angsana New" w:hint="cs"/>
          <w:sz w:val="28"/>
          <w:szCs w:val="28"/>
          <w:cs/>
        </w:rPr>
        <w:t>ส่วนเกินมูลค่าหุ้นนี้จะนำไปจ่ายเป็นเงินปันผลไม่ได้</w:t>
      </w:r>
    </w:p>
    <w:p w14:paraId="59824AC9" w14:textId="77777777" w:rsidR="00BA6F35" w:rsidRPr="00B70AF0" w:rsidRDefault="00BA6F35" w:rsidP="00BA6F3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57"/>
        <w:rPr>
          <w:rFonts w:ascii="Angsana New" w:hAnsi="Angsana New"/>
          <w:sz w:val="28"/>
          <w:szCs w:val="28"/>
          <w:lang w:eastAsia="x-none"/>
        </w:rPr>
      </w:pPr>
    </w:p>
    <w:p w14:paraId="0A980FA4" w14:textId="2C750465" w:rsidR="009A45B0" w:rsidRPr="00B70AF0" w:rsidRDefault="000B0741" w:rsidP="00C4658D">
      <w:pPr>
        <w:pStyle w:val="Heading6"/>
        <w:ind w:left="540" w:right="-45" w:hanging="540"/>
        <w:jc w:val="thaiDistribute"/>
        <w:rPr>
          <w:rFonts w:ascii="Angsana New" w:eastAsia="MS Mincho" w:hAnsi="Angsana New"/>
          <w:sz w:val="28"/>
          <w:szCs w:val="28"/>
        </w:rPr>
      </w:pPr>
      <w:r w:rsidRPr="00B70AF0">
        <w:rPr>
          <w:rFonts w:ascii="Angsana New" w:hAnsi="Angsana New"/>
          <w:sz w:val="28"/>
          <w:szCs w:val="28"/>
          <w:lang w:val="en-US"/>
        </w:rPr>
        <w:t>7</w:t>
      </w:r>
      <w:r w:rsidR="00CB3B4E" w:rsidRPr="00B70AF0">
        <w:rPr>
          <w:rFonts w:ascii="Angsana New" w:hAnsi="Angsana New" w:hint="cs"/>
          <w:sz w:val="28"/>
          <w:szCs w:val="28"/>
          <w:cs/>
          <w:lang w:val="th-TH"/>
        </w:rPr>
        <w:tab/>
      </w:r>
      <w:r w:rsidR="009A45B0" w:rsidRPr="00B70AF0">
        <w:rPr>
          <w:rFonts w:ascii="Angsana New" w:hAnsi="Angsana New" w:hint="cs"/>
          <w:sz w:val="28"/>
          <w:szCs w:val="28"/>
          <w:cs/>
          <w:lang w:val="th-TH"/>
        </w:rPr>
        <w:t>ส่วนงาน</w:t>
      </w:r>
      <w:r w:rsidR="0056329F" w:rsidRPr="00B70AF0">
        <w:rPr>
          <w:rFonts w:ascii="Angsana New" w:hAnsi="Angsana New" w:hint="cs"/>
          <w:sz w:val="28"/>
          <w:szCs w:val="28"/>
          <w:cs/>
          <w:lang w:val="th-TH"/>
        </w:rPr>
        <w:t>ดำเนินงาน</w:t>
      </w:r>
      <w:r w:rsidR="00A5678B" w:rsidRPr="00B70AF0">
        <w:rPr>
          <w:rFonts w:ascii="Angsana New" w:hAnsi="Angsana New" w:hint="cs"/>
          <w:sz w:val="28"/>
          <w:szCs w:val="28"/>
          <w:cs/>
          <w:lang w:val="th-TH"/>
        </w:rPr>
        <w:t>และการจำแนกรายได้</w:t>
      </w:r>
    </w:p>
    <w:p w14:paraId="069CBBB5" w14:textId="77777777" w:rsidR="009A45B0" w:rsidRPr="00B70AF0" w:rsidRDefault="009A45B0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24"/>
          <w:szCs w:val="24"/>
        </w:rPr>
      </w:pPr>
    </w:p>
    <w:p w14:paraId="7275E562" w14:textId="77777777" w:rsidR="00184A00" w:rsidRPr="00B70AF0" w:rsidRDefault="00184A00" w:rsidP="00C4658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color w:val="000000"/>
          <w:sz w:val="28"/>
          <w:szCs w:val="28"/>
        </w:rPr>
      </w:pPr>
      <w:r w:rsidRPr="00B70AF0">
        <w:rPr>
          <w:rFonts w:ascii="Angsana New" w:eastAsia="Cordia New" w:hAnsi="Angsana New" w:hint="cs"/>
          <w:color w:val="000000"/>
          <w:sz w:val="28"/>
          <w:szCs w:val="28"/>
          <w:cs/>
        </w:rPr>
        <w:t>ข้อมูลส่วนงานดำเนินงานกำหนดให้กลุ่มบริษัท</w:t>
      </w:r>
      <w:r w:rsidRPr="00B70AF0">
        <w:rPr>
          <w:rFonts w:ascii="Angsana New" w:eastAsia="Cordia New" w:hAnsi="Angsana New" w:hint="cs"/>
          <w:color w:val="000000"/>
          <w:sz w:val="28"/>
          <w:szCs w:val="28"/>
        </w:rPr>
        <w:t>/</w:t>
      </w:r>
      <w:r w:rsidRPr="00B70AF0">
        <w:rPr>
          <w:rFonts w:ascii="Angsana New" w:eastAsia="Cordia New" w:hAnsi="Angsana New" w:hint="cs"/>
          <w:color w:val="000000"/>
          <w:sz w:val="28"/>
          <w:szCs w:val="28"/>
          <w:cs/>
        </w:rPr>
        <w:t>บริษัทระบุส่วนงานดำเนินงานโดยอ้างอิงจากการรายงานภายใน ซึ่งจะถูกสอบทานโดยผู้มีอำนาจตัดสินใจสูงสุดด้านการดำเนินงานอย่างสม่ำเสมอ เพื่อการจัดสรรทรัพยากรให้กับส่วนงานและประเมินผลการปฎิบัติงานของส่วนงาน</w:t>
      </w:r>
    </w:p>
    <w:p w14:paraId="2FEDDE42" w14:textId="77777777" w:rsidR="00184A00" w:rsidRPr="00B70AF0" w:rsidRDefault="00184A00" w:rsidP="00C4658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left="540"/>
        <w:jc w:val="thaiDistribute"/>
        <w:rPr>
          <w:rFonts w:ascii="Angsana New" w:eastAsia="Cordia New" w:hAnsi="Angsana New"/>
          <w:color w:val="000000"/>
          <w:sz w:val="24"/>
          <w:szCs w:val="24"/>
        </w:rPr>
      </w:pPr>
    </w:p>
    <w:p w14:paraId="537454FB" w14:textId="3E0D6747" w:rsidR="00184A00" w:rsidRPr="00B70AF0" w:rsidRDefault="00184A00" w:rsidP="00C4658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firstLine="540"/>
        <w:jc w:val="thaiDistribute"/>
        <w:rPr>
          <w:rFonts w:ascii="Angsana New" w:eastAsia="Cordia New" w:hAnsi="Angsana New"/>
          <w:color w:val="000000"/>
          <w:sz w:val="28"/>
          <w:szCs w:val="28"/>
        </w:rPr>
      </w:pPr>
      <w:r w:rsidRPr="00B70AF0">
        <w:rPr>
          <w:rFonts w:ascii="Angsana New" w:eastAsia="Cordia New" w:hAnsi="Angsana New" w:hint="cs"/>
          <w:color w:val="000000"/>
          <w:sz w:val="28"/>
          <w:szCs w:val="28"/>
          <w:cs/>
        </w:rPr>
        <w:t>ข้อมูลเกี่ยวกับการดำเนินงานของกลุ่มบริษัท</w:t>
      </w:r>
      <w:r w:rsidRPr="00B70AF0">
        <w:rPr>
          <w:rFonts w:ascii="Angsana New" w:eastAsia="Cordia New" w:hAnsi="Angsana New" w:hint="cs"/>
          <w:color w:val="000000"/>
          <w:sz w:val="28"/>
          <w:szCs w:val="28"/>
        </w:rPr>
        <w:t>/</w:t>
      </w:r>
      <w:r w:rsidRPr="00B70AF0">
        <w:rPr>
          <w:rFonts w:ascii="Angsana New" w:eastAsia="Cordia New" w:hAnsi="Angsana New" w:hint="cs"/>
          <w:color w:val="000000"/>
          <w:sz w:val="28"/>
          <w:szCs w:val="28"/>
          <w:cs/>
        </w:rPr>
        <w:t>บริษัทจำแนกตามส่วนงานทางธุรกิจได้ดังต่อไปนี้</w:t>
      </w:r>
    </w:p>
    <w:p w14:paraId="30ECF435" w14:textId="1E787EF3" w:rsidR="00184A00" w:rsidRPr="00B70AF0" w:rsidRDefault="00184A00" w:rsidP="00C4658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firstLine="540"/>
        <w:jc w:val="thaiDistribute"/>
        <w:rPr>
          <w:rFonts w:ascii="Angsana New" w:eastAsia="Cordia New" w:hAnsi="Angsana New"/>
          <w:color w:val="000000"/>
          <w:sz w:val="28"/>
          <w:szCs w:val="28"/>
        </w:rPr>
      </w:pPr>
      <w:r w:rsidRPr="00B70AF0">
        <w:rPr>
          <w:rFonts w:ascii="Angsana New" w:eastAsia="Cordia New" w:hAnsi="Angsana New" w:hint="cs"/>
          <w:color w:val="000000"/>
          <w:sz w:val="28"/>
          <w:szCs w:val="28"/>
          <w:cs/>
        </w:rPr>
        <w:t xml:space="preserve">ส่วนงาน </w:t>
      </w:r>
      <w:r w:rsidR="000B0741" w:rsidRPr="00B70AF0">
        <w:rPr>
          <w:rFonts w:ascii="Angsana New" w:eastAsia="Cordia New" w:hAnsi="Angsana New" w:hint="cs"/>
          <w:color w:val="000000"/>
          <w:sz w:val="28"/>
          <w:szCs w:val="28"/>
        </w:rPr>
        <w:t>1</w:t>
      </w:r>
      <w:r w:rsidRPr="00B70AF0">
        <w:rPr>
          <w:rFonts w:ascii="Angsana New" w:eastAsia="Cordia New" w:hAnsi="Angsana New" w:hint="cs"/>
          <w:color w:val="000000"/>
          <w:sz w:val="28"/>
          <w:szCs w:val="28"/>
          <w:cs/>
        </w:rPr>
        <w:t xml:space="preserve"> ขายสินค้า</w:t>
      </w:r>
    </w:p>
    <w:p w14:paraId="0D6152A0" w14:textId="29D3745D" w:rsidR="00184A00" w:rsidRPr="00B70AF0" w:rsidRDefault="00184A00" w:rsidP="00C4658D">
      <w:pPr>
        <w:tabs>
          <w:tab w:val="clear" w:pos="227"/>
          <w:tab w:val="clear" w:pos="454"/>
          <w:tab w:val="clear" w:pos="680"/>
          <w:tab w:val="left" w:pos="720"/>
        </w:tabs>
        <w:spacing w:line="240" w:lineRule="auto"/>
        <w:ind w:firstLine="540"/>
        <w:jc w:val="thaiDistribute"/>
        <w:rPr>
          <w:rFonts w:ascii="Angsana New" w:eastAsia="Cordia New" w:hAnsi="Angsana New"/>
          <w:color w:val="000000"/>
          <w:sz w:val="28"/>
          <w:szCs w:val="28"/>
        </w:rPr>
      </w:pPr>
      <w:r w:rsidRPr="00B70AF0">
        <w:rPr>
          <w:rFonts w:ascii="Angsana New" w:eastAsia="Cordia New" w:hAnsi="Angsana New" w:hint="cs"/>
          <w:color w:val="000000"/>
          <w:sz w:val="28"/>
          <w:szCs w:val="28"/>
          <w:cs/>
        </w:rPr>
        <w:t xml:space="preserve">ส่วนงาน </w:t>
      </w:r>
      <w:r w:rsidR="000B0741" w:rsidRPr="00B70AF0">
        <w:rPr>
          <w:rFonts w:ascii="Angsana New" w:eastAsia="Cordia New" w:hAnsi="Angsana New" w:hint="cs"/>
          <w:color w:val="000000"/>
          <w:sz w:val="28"/>
          <w:szCs w:val="28"/>
        </w:rPr>
        <w:t>2</w:t>
      </w:r>
      <w:r w:rsidRPr="00B70AF0">
        <w:rPr>
          <w:rFonts w:ascii="Angsana New" w:eastAsia="Cordia New" w:hAnsi="Angsana New" w:hint="cs"/>
          <w:color w:val="000000"/>
          <w:sz w:val="28"/>
          <w:szCs w:val="28"/>
          <w:cs/>
        </w:rPr>
        <w:t xml:space="preserve"> บริการ</w:t>
      </w:r>
    </w:p>
    <w:p w14:paraId="490200F3" w14:textId="77777777" w:rsidR="00B87CB3" w:rsidRPr="00B70AF0" w:rsidRDefault="00B87CB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tbl>
      <w:tblPr>
        <w:tblW w:w="972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430"/>
        <w:gridCol w:w="990"/>
        <w:gridCol w:w="262"/>
        <w:gridCol w:w="998"/>
        <w:gridCol w:w="262"/>
        <w:gridCol w:w="998"/>
        <w:gridCol w:w="270"/>
        <w:gridCol w:w="990"/>
        <w:gridCol w:w="270"/>
        <w:gridCol w:w="990"/>
        <w:gridCol w:w="270"/>
        <w:gridCol w:w="990"/>
      </w:tblGrid>
      <w:tr w:rsidR="00A5678B" w:rsidRPr="00B70AF0" w14:paraId="331B100C" w14:textId="77777777" w:rsidTr="00A5678B">
        <w:trPr>
          <w:trHeight w:val="80"/>
          <w:tblHeader/>
        </w:trPr>
        <w:tc>
          <w:tcPr>
            <w:tcW w:w="2430" w:type="dxa"/>
            <w:shd w:val="clear" w:color="auto" w:fill="auto"/>
          </w:tcPr>
          <w:p w14:paraId="7A8E9EDC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90" w:type="dxa"/>
            <w:gridSpan w:val="11"/>
            <w:shd w:val="clear" w:color="auto" w:fill="auto"/>
          </w:tcPr>
          <w:p w14:paraId="4C7156C8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Cs/>
                <w:color w:val="000000"/>
                <w:sz w:val="28"/>
                <w:szCs w:val="28"/>
                <w:cs/>
                <w:lang w:val="en-GB"/>
              </w:rPr>
              <w:t>งบการเงินรวม</w:t>
            </w:r>
          </w:p>
        </w:tc>
      </w:tr>
      <w:tr w:rsidR="00A5678B" w:rsidRPr="00B70AF0" w14:paraId="27A8152D" w14:textId="77777777" w:rsidTr="00A5678B">
        <w:trPr>
          <w:trHeight w:val="80"/>
          <w:tblHeader/>
        </w:trPr>
        <w:tc>
          <w:tcPr>
            <w:tcW w:w="2430" w:type="dxa"/>
            <w:shd w:val="clear" w:color="auto" w:fill="auto"/>
          </w:tcPr>
          <w:p w14:paraId="30436A96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50" w:type="dxa"/>
            <w:gridSpan w:val="3"/>
            <w:shd w:val="clear" w:color="auto" w:fill="auto"/>
            <w:vAlign w:val="bottom"/>
          </w:tcPr>
          <w:p w14:paraId="255CC83F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2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bCs/>
                <w:color w:val="000000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Cs/>
                <w:color w:val="000000"/>
                <w:sz w:val="28"/>
                <w:szCs w:val="28"/>
                <w:cs/>
                <w:lang w:val="en-GB"/>
              </w:rPr>
              <w:t>ส่วนงานขายสินค้า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737AE4DC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2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258" w:type="dxa"/>
            <w:gridSpan w:val="3"/>
            <w:shd w:val="clear" w:color="auto" w:fill="auto"/>
            <w:vAlign w:val="bottom"/>
          </w:tcPr>
          <w:p w14:paraId="4CAAD32B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2"/>
              </w:tabs>
              <w:spacing w:line="240" w:lineRule="auto"/>
              <w:ind w:left="-115"/>
              <w:jc w:val="center"/>
              <w:rPr>
                <w:rFonts w:ascii="Angsana New" w:hAnsi="Angsana New"/>
                <w:bCs/>
                <w:color w:val="000000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Cs/>
                <w:color w:val="000000"/>
                <w:sz w:val="28"/>
                <w:szCs w:val="28"/>
                <w:cs/>
                <w:lang w:val="en-GB"/>
              </w:rPr>
              <w:t>ส่วนงานบริการ</w:t>
            </w:r>
          </w:p>
        </w:tc>
        <w:tc>
          <w:tcPr>
            <w:tcW w:w="270" w:type="dxa"/>
          </w:tcPr>
          <w:p w14:paraId="5073ED37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0A603398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="Angsana New" w:hAnsi="Angsana New"/>
                <w:bCs/>
                <w:color w:val="000000"/>
                <w:sz w:val="28"/>
                <w:szCs w:val="28"/>
                <w:lang w:val="en-GB"/>
              </w:rPr>
            </w:pPr>
            <w:r w:rsidRPr="00B70AF0">
              <w:rPr>
                <w:rFonts w:ascii="Angsana New" w:hAnsi="Angsana New" w:hint="cs"/>
                <w:bCs/>
                <w:color w:val="000000"/>
                <w:sz w:val="28"/>
                <w:szCs w:val="28"/>
                <w:cs/>
                <w:lang w:val="en-GB"/>
              </w:rPr>
              <w:t>รวมส่วนงานที่รายงาน</w:t>
            </w:r>
          </w:p>
        </w:tc>
      </w:tr>
      <w:tr w:rsidR="00A5678B" w:rsidRPr="00B70AF0" w14:paraId="4F0ABA28" w14:textId="77777777" w:rsidTr="00A5678B">
        <w:trPr>
          <w:tblHeader/>
        </w:trPr>
        <w:tc>
          <w:tcPr>
            <w:tcW w:w="2430" w:type="dxa"/>
            <w:shd w:val="clear" w:color="auto" w:fill="auto"/>
          </w:tcPr>
          <w:p w14:paraId="764139B5" w14:textId="66D16C6E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rPr>
                <w:rFonts w:ascii="Angsana New" w:hAnsi="Angsana New"/>
                <w:b/>
                <w:bCs/>
                <w:i/>
                <w:iCs/>
                <w:color w:val="000000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สำหรับงวด</w:t>
            </w:r>
            <w:r w:rsidR="009D2191"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เก้า</w:t>
            </w:r>
            <w:r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เดือนสิ้นสุด</w:t>
            </w:r>
            <w:r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3F4FD734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</w:tcPr>
          <w:p w14:paraId="74FFC8DE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13C9EAD5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</w:tcPr>
          <w:p w14:paraId="44429C5C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4A754AFD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10CAB663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4BC3ABB6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2C9F445A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750E055D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35F0A45E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</w:tcPr>
          <w:p w14:paraId="6BDE6D0F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</w:tr>
      <w:tr w:rsidR="00B24F46" w:rsidRPr="00B70AF0" w14:paraId="34A117D4" w14:textId="77777777" w:rsidTr="00A5678B">
        <w:trPr>
          <w:tblHeader/>
        </w:trPr>
        <w:tc>
          <w:tcPr>
            <w:tcW w:w="2430" w:type="dxa"/>
            <w:shd w:val="clear" w:color="auto" w:fill="auto"/>
          </w:tcPr>
          <w:p w14:paraId="699464F9" w14:textId="1A878F7F" w:rsidR="00B24F46" w:rsidRPr="00B70AF0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color w:val="000000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</w:rPr>
              <w:t xml:space="preserve">   </w:t>
            </w:r>
            <w:r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 xml:space="preserve">วันที่ </w:t>
            </w:r>
            <w:r w:rsidR="000B0741" w:rsidRPr="00B70AF0">
              <w:rPr>
                <w:rFonts w:ascii="Angsana New" w:hAnsi="Angsana New"/>
                <w:b/>
                <w:bCs/>
                <w:i/>
                <w:iCs/>
                <w:color w:val="000000"/>
                <w:sz w:val="28"/>
                <w:szCs w:val="28"/>
              </w:rPr>
              <w:t>30</w:t>
            </w:r>
            <w:r w:rsidR="00581E5F" w:rsidRPr="00B70AF0">
              <w:rPr>
                <w:rFonts w:ascii="Angsana New" w:hAnsi="Angsana New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9D2191"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กันยา</w:t>
            </w:r>
            <w:r w:rsidR="00581E5F"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ยน</w:t>
            </w:r>
            <w:r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7CF2997E" w14:textId="59B7C1F1" w:rsidR="00B24F46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62" w:type="dxa"/>
            <w:shd w:val="clear" w:color="auto" w:fill="auto"/>
          </w:tcPr>
          <w:p w14:paraId="01F76C57" w14:textId="77777777" w:rsidR="00B24F46" w:rsidRPr="00B70AF0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0C03F8EF" w14:textId="5A810FEE" w:rsidR="00B24F46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  <w:tc>
          <w:tcPr>
            <w:tcW w:w="262" w:type="dxa"/>
            <w:shd w:val="clear" w:color="auto" w:fill="auto"/>
          </w:tcPr>
          <w:p w14:paraId="0F71AC91" w14:textId="77777777" w:rsidR="00B24F46" w:rsidRPr="00B70AF0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16F5E294" w14:textId="394A848A" w:rsidR="00B24F46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7201FCED" w14:textId="77777777" w:rsidR="00B24F46" w:rsidRPr="00B70AF0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5150F849" w14:textId="6B15147D" w:rsidR="00B24F46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  <w:tc>
          <w:tcPr>
            <w:tcW w:w="270" w:type="dxa"/>
          </w:tcPr>
          <w:p w14:paraId="2A51E535" w14:textId="77777777" w:rsidR="00B24F46" w:rsidRPr="00B70AF0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22D2F02E" w14:textId="397C0A44" w:rsidR="00B24F46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70" w:type="dxa"/>
          </w:tcPr>
          <w:p w14:paraId="1154EAF5" w14:textId="77777777" w:rsidR="00B24F46" w:rsidRPr="00B70AF0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</w:tcPr>
          <w:p w14:paraId="01C66F1B" w14:textId="0AEA34DA" w:rsidR="00B24F46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</w:tr>
      <w:tr w:rsidR="00B24F46" w:rsidRPr="00B70AF0" w14:paraId="29484654" w14:textId="77777777" w:rsidTr="00A5678B">
        <w:trPr>
          <w:tblHeader/>
        </w:trPr>
        <w:tc>
          <w:tcPr>
            <w:tcW w:w="2430" w:type="dxa"/>
            <w:shd w:val="clear" w:color="auto" w:fill="auto"/>
          </w:tcPr>
          <w:p w14:paraId="231C02A0" w14:textId="77777777" w:rsidR="00B24F46" w:rsidRPr="00B70AF0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7290" w:type="dxa"/>
            <w:gridSpan w:val="11"/>
            <w:shd w:val="clear" w:color="auto" w:fill="auto"/>
          </w:tcPr>
          <w:p w14:paraId="049D801B" w14:textId="77777777" w:rsidR="00B24F46" w:rsidRPr="00B70AF0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B24F46" w:rsidRPr="00B70AF0" w14:paraId="7A526125" w14:textId="77777777" w:rsidTr="00A5678B">
        <w:tc>
          <w:tcPr>
            <w:tcW w:w="2430" w:type="dxa"/>
            <w:shd w:val="clear" w:color="auto" w:fill="auto"/>
          </w:tcPr>
          <w:p w14:paraId="54BED909" w14:textId="77777777" w:rsidR="00B24F46" w:rsidRPr="00B70AF0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ข้อมูลตามส่วนงานดำเนินงาน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89903EA" w14:textId="77777777" w:rsidR="00B24F46" w:rsidRPr="00B70AF0" w:rsidRDefault="00B24F46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137F316" w14:textId="77777777" w:rsidR="00B24F46" w:rsidRPr="00B70AF0" w:rsidRDefault="00B24F46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A756CFB" w14:textId="77777777" w:rsidR="00B24F46" w:rsidRPr="00B70AF0" w:rsidRDefault="00B24F46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45E2B8CB" w14:textId="77777777" w:rsidR="00B24F46" w:rsidRPr="00B70AF0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5D814E5" w14:textId="77777777" w:rsidR="00B24F46" w:rsidRPr="00B70AF0" w:rsidRDefault="00B24F46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DA6642A" w14:textId="77777777" w:rsidR="00B24F46" w:rsidRPr="00B70AF0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35D8A55" w14:textId="77777777" w:rsidR="00B24F46" w:rsidRPr="00B70AF0" w:rsidRDefault="00B24F46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5690A815" w14:textId="77777777" w:rsidR="00B24F46" w:rsidRPr="00B70AF0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68D193B" w14:textId="77777777" w:rsidR="00B24F46" w:rsidRPr="00B70AF0" w:rsidRDefault="00B24F46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6E0D999D" w14:textId="77777777" w:rsidR="00B24F46" w:rsidRPr="00B70AF0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ACB0A2F" w14:textId="77777777" w:rsidR="00B24F46" w:rsidRPr="00B70AF0" w:rsidRDefault="00B24F46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E26DB5" w:rsidRPr="00B70AF0" w14:paraId="46EAE10F" w14:textId="77777777" w:rsidTr="00FB0856">
        <w:tc>
          <w:tcPr>
            <w:tcW w:w="2430" w:type="dxa"/>
            <w:shd w:val="clear" w:color="auto" w:fill="auto"/>
            <w:vAlign w:val="bottom"/>
          </w:tcPr>
          <w:p w14:paraId="4565D1DC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E30C3DB" w14:textId="7F169EE7" w:rsidR="00E26DB5" w:rsidRPr="00B70AF0" w:rsidRDefault="00A31C1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1,014,681</w:t>
            </w:r>
          </w:p>
        </w:tc>
        <w:tc>
          <w:tcPr>
            <w:tcW w:w="262" w:type="dxa"/>
            <w:shd w:val="clear" w:color="auto" w:fill="auto"/>
          </w:tcPr>
          <w:p w14:paraId="5FD687B7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4216BB2" w14:textId="14EE5CCE" w:rsidR="00E26DB5" w:rsidRPr="00B70AF0" w:rsidRDefault="00BE28ED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1,375,667</w:t>
            </w:r>
          </w:p>
        </w:tc>
        <w:tc>
          <w:tcPr>
            <w:tcW w:w="262" w:type="dxa"/>
            <w:shd w:val="clear" w:color="auto" w:fill="auto"/>
          </w:tcPr>
          <w:p w14:paraId="512D5AF0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40689C5" w14:textId="14D0C749" w:rsidR="00E26DB5" w:rsidRPr="00B70AF0" w:rsidRDefault="00A31C1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492,595</w:t>
            </w:r>
          </w:p>
        </w:tc>
        <w:tc>
          <w:tcPr>
            <w:tcW w:w="270" w:type="dxa"/>
            <w:shd w:val="clear" w:color="auto" w:fill="auto"/>
          </w:tcPr>
          <w:p w14:paraId="19E02994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47A7D288" w14:textId="53ADB178" w:rsidR="00E26DB5" w:rsidRPr="00B70AF0" w:rsidRDefault="00BE28ED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450,818</w:t>
            </w:r>
          </w:p>
        </w:tc>
        <w:tc>
          <w:tcPr>
            <w:tcW w:w="270" w:type="dxa"/>
          </w:tcPr>
          <w:p w14:paraId="0C4474FD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3948CF9F" w14:textId="3C30C875" w:rsidR="00E26DB5" w:rsidRPr="00B70AF0" w:rsidRDefault="00A31C1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1,507,276</w:t>
            </w:r>
          </w:p>
        </w:tc>
        <w:tc>
          <w:tcPr>
            <w:tcW w:w="270" w:type="dxa"/>
          </w:tcPr>
          <w:p w14:paraId="3951EC11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16DA11D5" w14:textId="450984CA" w:rsidR="00E26DB5" w:rsidRPr="00B70AF0" w:rsidRDefault="0039618E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1,826,485</w:t>
            </w:r>
          </w:p>
        </w:tc>
      </w:tr>
      <w:tr w:rsidR="00E26DB5" w:rsidRPr="00B70AF0" w14:paraId="6E7DB730" w14:textId="77777777" w:rsidTr="001677E6">
        <w:tc>
          <w:tcPr>
            <w:tcW w:w="2430" w:type="dxa"/>
            <w:shd w:val="clear" w:color="auto" w:fill="auto"/>
          </w:tcPr>
          <w:p w14:paraId="3BC8DDA2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23EB59E2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6E3F843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42B7EEEB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25557947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B1A4C58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AEFA49D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68AC9F0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4571F127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F3D2D79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29065FAA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7490B507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1677E6" w:rsidRPr="00B70AF0" w14:paraId="127A5791" w14:textId="77777777" w:rsidTr="001677E6">
        <w:tc>
          <w:tcPr>
            <w:tcW w:w="2430" w:type="dxa"/>
            <w:shd w:val="clear" w:color="auto" w:fill="auto"/>
          </w:tcPr>
          <w:p w14:paraId="1C21DA36" w14:textId="77777777" w:rsidR="001677E6" w:rsidRPr="00B70AF0" w:rsidRDefault="001677E6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9BD1D63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471D3BA7" w14:textId="77777777" w:rsidR="001677E6" w:rsidRPr="00B70AF0" w:rsidRDefault="001677E6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7864398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4DBF477" w14:textId="77777777" w:rsidR="001677E6" w:rsidRPr="00B70AF0" w:rsidRDefault="001677E6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53E2F55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DAA88E6" w14:textId="77777777" w:rsidR="001677E6" w:rsidRPr="00B70AF0" w:rsidRDefault="001677E6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252C229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4BEF7A3B" w14:textId="77777777" w:rsidR="001677E6" w:rsidRPr="00B70AF0" w:rsidRDefault="001677E6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3D311362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1EC16A4C" w14:textId="77777777" w:rsidR="001677E6" w:rsidRPr="00B70AF0" w:rsidRDefault="001677E6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7D17BB53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1677E6" w:rsidRPr="00B70AF0" w14:paraId="68FAD0B9" w14:textId="77777777" w:rsidTr="001677E6">
        <w:tc>
          <w:tcPr>
            <w:tcW w:w="2430" w:type="dxa"/>
            <w:shd w:val="clear" w:color="auto" w:fill="auto"/>
          </w:tcPr>
          <w:p w14:paraId="5F849963" w14:textId="77777777" w:rsidR="001677E6" w:rsidRPr="00B70AF0" w:rsidRDefault="001677E6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CFD4626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B79222F" w14:textId="77777777" w:rsidR="001677E6" w:rsidRPr="00B70AF0" w:rsidRDefault="001677E6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1211AA7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3E082746" w14:textId="77777777" w:rsidR="001677E6" w:rsidRPr="00B70AF0" w:rsidRDefault="001677E6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59D78185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B90A408" w14:textId="77777777" w:rsidR="001677E6" w:rsidRPr="00B70AF0" w:rsidRDefault="001677E6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6F1A325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6F0C8CEB" w14:textId="77777777" w:rsidR="001677E6" w:rsidRPr="00B70AF0" w:rsidRDefault="001677E6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F870257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09719DE6" w14:textId="77777777" w:rsidR="001677E6" w:rsidRPr="00B70AF0" w:rsidRDefault="001677E6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6C32F4F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1677E6" w:rsidRPr="00B70AF0" w14:paraId="16F6ED72" w14:textId="77777777" w:rsidTr="001677E6">
        <w:tc>
          <w:tcPr>
            <w:tcW w:w="2430" w:type="dxa"/>
            <w:shd w:val="clear" w:color="auto" w:fill="auto"/>
          </w:tcPr>
          <w:p w14:paraId="17E3AC47" w14:textId="77777777" w:rsidR="001677E6" w:rsidRPr="00B70AF0" w:rsidRDefault="001677E6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454EEB2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955E068" w14:textId="77777777" w:rsidR="001677E6" w:rsidRPr="00B70AF0" w:rsidRDefault="001677E6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E8EC309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5DCEE2A" w14:textId="77777777" w:rsidR="001677E6" w:rsidRPr="00B70AF0" w:rsidRDefault="001677E6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57A97615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B23DFA5" w14:textId="77777777" w:rsidR="001677E6" w:rsidRPr="00B70AF0" w:rsidRDefault="001677E6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A477284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320106EC" w14:textId="77777777" w:rsidR="001677E6" w:rsidRPr="00B70AF0" w:rsidRDefault="001677E6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6C7364D2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21EFCB5F" w14:textId="77777777" w:rsidR="001677E6" w:rsidRPr="00B70AF0" w:rsidRDefault="001677E6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0759B164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1677E6" w:rsidRPr="00B70AF0" w14:paraId="0F7270B3" w14:textId="77777777" w:rsidTr="001677E6">
        <w:tc>
          <w:tcPr>
            <w:tcW w:w="2430" w:type="dxa"/>
            <w:shd w:val="clear" w:color="auto" w:fill="auto"/>
          </w:tcPr>
          <w:p w14:paraId="09624F98" w14:textId="77777777" w:rsidR="001677E6" w:rsidRPr="00B70AF0" w:rsidRDefault="001677E6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B943C15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20D1BE82" w14:textId="77777777" w:rsidR="001677E6" w:rsidRPr="00B70AF0" w:rsidRDefault="001677E6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98642A4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EB75703" w14:textId="77777777" w:rsidR="001677E6" w:rsidRPr="00B70AF0" w:rsidRDefault="001677E6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A91C1DD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4C728D5" w14:textId="77777777" w:rsidR="001677E6" w:rsidRPr="00B70AF0" w:rsidRDefault="001677E6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7763C70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7DF94BFB" w14:textId="77777777" w:rsidR="001677E6" w:rsidRPr="00B70AF0" w:rsidRDefault="001677E6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FE4DE55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6A325059" w14:textId="77777777" w:rsidR="001677E6" w:rsidRPr="00B70AF0" w:rsidRDefault="001677E6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27414EA2" w14:textId="77777777" w:rsidR="001677E6" w:rsidRPr="00B70AF0" w:rsidRDefault="001677E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E26DB5" w:rsidRPr="00B70AF0" w14:paraId="28B1FA3A" w14:textId="77777777" w:rsidTr="00A5678B">
        <w:tc>
          <w:tcPr>
            <w:tcW w:w="2430" w:type="dxa"/>
            <w:shd w:val="clear" w:color="auto" w:fill="auto"/>
            <w:vAlign w:val="bottom"/>
          </w:tcPr>
          <w:p w14:paraId="7B2C0CBF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การจำแนกรายได้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3F1F4C5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4480D4C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6B32ED61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BC99B1A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04FE779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46FDB2F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23865D4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08A741FF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39B8E29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51A9690D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B2FED5D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E26DB5" w:rsidRPr="00B70AF0" w14:paraId="4989908D" w14:textId="77777777" w:rsidTr="00A5678B">
        <w:tc>
          <w:tcPr>
            <w:tcW w:w="2430" w:type="dxa"/>
            <w:shd w:val="clear" w:color="auto" w:fill="auto"/>
          </w:tcPr>
          <w:p w14:paraId="4ED95D3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ส่วนงานภูมิศาสตร์หลัก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3D9A7CE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0072C61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E3E54F6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784E456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6DC92056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7EA6BC4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7352707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2D2715C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F7C46A4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6DAEF45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BE19E7A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E26DB5" w:rsidRPr="00B70AF0" w14:paraId="7E9923CE" w14:textId="77777777" w:rsidTr="00A5678B">
        <w:tc>
          <w:tcPr>
            <w:tcW w:w="2430" w:type="dxa"/>
            <w:shd w:val="clear" w:color="auto" w:fill="auto"/>
          </w:tcPr>
          <w:p w14:paraId="3D7B5028" w14:textId="77777777" w:rsidR="00E26DB5" w:rsidRPr="00B70AF0" w:rsidRDefault="00E26DB5" w:rsidP="00E26DB5">
            <w:pPr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EBEEDB1" w14:textId="45A604D0" w:rsidR="00E26DB5" w:rsidRPr="00B70AF0" w:rsidRDefault="00A31C1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799,360</w:t>
            </w:r>
          </w:p>
        </w:tc>
        <w:tc>
          <w:tcPr>
            <w:tcW w:w="262" w:type="dxa"/>
            <w:shd w:val="clear" w:color="auto" w:fill="auto"/>
          </w:tcPr>
          <w:p w14:paraId="3DB16D00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5AAF80B3" w14:textId="2D8CA4D5" w:rsidR="00E26DB5" w:rsidRPr="00B70AF0" w:rsidRDefault="00DD5630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863,440</w:t>
            </w:r>
          </w:p>
        </w:tc>
        <w:tc>
          <w:tcPr>
            <w:tcW w:w="262" w:type="dxa"/>
            <w:shd w:val="clear" w:color="auto" w:fill="auto"/>
          </w:tcPr>
          <w:p w14:paraId="19E93BDB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3A9F875" w14:textId="5FB6DC06" w:rsidR="00E26DB5" w:rsidRPr="00B70AF0" w:rsidRDefault="00A31C1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439,876</w:t>
            </w:r>
          </w:p>
        </w:tc>
        <w:tc>
          <w:tcPr>
            <w:tcW w:w="270" w:type="dxa"/>
            <w:shd w:val="clear" w:color="auto" w:fill="auto"/>
          </w:tcPr>
          <w:p w14:paraId="4AAD6750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961347C" w14:textId="65FF5D04" w:rsidR="00E26DB5" w:rsidRPr="00B70AF0" w:rsidRDefault="00DD5630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410,122</w:t>
            </w:r>
          </w:p>
        </w:tc>
        <w:tc>
          <w:tcPr>
            <w:tcW w:w="270" w:type="dxa"/>
          </w:tcPr>
          <w:p w14:paraId="212783B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3F5CBE5" w14:textId="5458E0FF" w:rsidR="00E26DB5" w:rsidRPr="00B70AF0" w:rsidRDefault="00A31C1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1,239,236</w:t>
            </w:r>
          </w:p>
        </w:tc>
        <w:tc>
          <w:tcPr>
            <w:tcW w:w="270" w:type="dxa"/>
          </w:tcPr>
          <w:p w14:paraId="079BC8B1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E6EE020" w14:textId="4EEF9730" w:rsidR="00E26DB5" w:rsidRPr="00B70AF0" w:rsidRDefault="00DD5630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1,273,562</w:t>
            </w:r>
          </w:p>
        </w:tc>
      </w:tr>
      <w:tr w:rsidR="00E26DB5" w:rsidRPr="00B70AF0" w14:paraId="1885A59E" w14:textId="77777777" w:rsidTr="00A5678B">
        <w:tc>
          <w:tcPr>
            <w:tcW w:w="2430" w:type="dxa"/>
            <w:shd w:val="clear" w:color="auto" w:fill="auto"/>
          </w:tcPr>
          <w:p w14:paraId="53FFA386" w14:textId="6604837C" w:rsidR="00E26DB5" w:rsidRPr="00B70AF0" w:rsidRDefault="00310060" w:rsidP="00E26DB5">
            <w:pPr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เมียนมาร์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131381B" w14:textId="46188BC4" w:rsidR="00E26DB5" w:rsidRPr="00B70AF0" w:rsidRDefault="00BB2BEF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53,103</w:t>
            </w:r>
          </w:p>
        </w:tc>
        <w:tc>
          <w:tcPr>
            <w:tcW w:w="262" w:type="dxa"/>
            <w:shd w:val="clear" w:color="auto" w:fill="auto"/>
          </w:tcPr>
          <w:p w14:paraId="284210EB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98FC830" w14:textId="3C11AD25" w:rsidR="00E26DB5" w:rsidRPr="00B70AF0" w:rsidRDefault="00DD5630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115,712</w:t>
            </w:r>
          </w:p>
        </w:tc>
        <w:tc>
          <w:tcPr>
            <w:tcW w:w="262" w:type="dxa"/>
            <w:shd w:val="clear" w:color="auto" w:fill="auto"/>
          </w:tcPr>
          <w:p w14:paraId="6BFF917B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67D16CA" w14:textId="49D823CA" w:rsidR="00E26DB5" w:rsidRPr="00B70AF0" w:rsidRDefault="00BB2BEF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17,049</w:t>
            </w:r>
          </w:p>
        </w:tc>
        <w:tc>
          <w:tcPr>
            <w:tcW w:w="270" w:type="dxa"/>
            <w:shd w:val="clear" w:color="auto" w:fill="auto"/>
          </w:tcPr>
          <w:p w14:paraId="47E02E01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E51C868" w14:textId="5134626F" w:rsidR="00E26DB5" w:rsidRPr="00B70AF0" w:rsidRDefault="00DD5630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21,872</w:t>
            </w:r>
          </w:p>
        </w:tc>
        <w:tc>
          <w:tcPr>
            <w:tcW w:w="270" w:type="dxa"/>
          </w:tcPr>
          <w:p w14:paraId="22823B23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9238334" w14:textId="2C718DFF" w:rsidR="00E26DB5" w:rsidRPr="00B70AF0" w:rsidRDefault="00BB2BEF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70,152</w:t>
            </w:r>
          </w:p>
        </w:tc>
        <w:tc>
          <w:tcPr>
            <w:tcW w:w="270" w:type="dxa"/>
          </w:tcPr>
          <w:p w14:paraId="626D6BC2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ACBD3B6" w14:textId="2E4D4E61" w:rsidR="00E26DB5" w:rsidRPr="00B70AF0" w:rsidRDefault="00DD5630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137,584</w:t>
            </w:r>
          </w:p>
        </w:tc>
      </w:tr>
      <w:tr w:rsidR="00DD5630" w:rsidRPr="00B70AF0" w14:paraId="25213515" w14:textId="77777777" w:rsidTr="00A5678B">
        <w:tc>
          <w:tcPr>
            <w:tcW w:w="2430" w:type="dxa"/>
            <w:shd w:val="clear" w:color="auto" w:fill="auto"/>
          </w:tcPr>
          <w:p w14:paraId="5A2F5039" w14:textId="4BB9A0EE" w:rsidR="00DD5630" w:rsidRPr="00B70AF0" w:rsidRDefault="00DD5630" w:rsidP="00DD5630">
            <w:pPr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กัมพูชา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42592E4" w14:textId="0358183F" w:rsidR="00DD5630" w:rsidRPr="00B70AF0" w:rsidRDefault="00BB2BEF" w:rsidP="00DD5630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105,831</w:t>
            </w:r>
          </w:p>
        </w:tc>
        <w:tc>
          <w:tcPr>
            <w:tcW w:w="262" w:type="dxa"/>
            <w:shd w:val="clear" w:color="auto" w:fill="auto"/>
          </w:tcPr>
          <w:p w14:paraId="10811C28" w14:textId="77777777" w:rsidR="00DD5630" w:rsidRPr="00B70AF0" w:rsidRDefault="00DD5630" w:rsidP="00DD5630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421F084" w14:textId="3D534267" w:rsidR="00DD5630" w:rsidRPr="00B70AF0" w:rsidRDefault="00DD5630" w:rsidP="00DD5630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383,834</w:t>
            </w:r>
          </w:p>
        </w:tc>
        <w:tc>
          <w:tcPr>
            <w:tcW w:w="262" w:type="dxa"/>
            <w:shd w:val="clear" w:color="auto" w:fill="auto"/>
          </w:tcPr>
          <w:p w14:paraId="6514C474" w14:textId="77777777" w:rsidR="00DD5630" w:rsidRPr="00B70AF0" w:rsidRDefault="00DD5630" w:rsidP="00DD56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68C18170" w14:textId="152C778B" w:rsidR="00DD5630" w:rsidRPr="00B70AF0" w:rsidRDefault="00BB2BEF" w:rsidP="00DD5630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14,808</w:t>
            </w:r>
          </w:p>
        </w:tc>
        <w:tc>
          <w:tcPr>
            <w:tcW w:w="270" w:type="dxa"/>
            <w:shd w:val="clear" w:color="auto" w:fill="auto"/>
          </w:tcPr>
          <w:p w14:paraId="628F83B9" w14:textId="77777777" w:rsidR="00DD5630" w:rsidRPr="00B70AF0" w:rsidRDefault="00DD5630" w:rsidP="00DD56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6BD2879" w14:textId="2504972D" w:rsidR="00DD5630" w:rsidRPr="00B70AF0" w:rsidRDefault="00DD5630" w:rsidP="00DD5630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8,919</w:t>
            </w:r>
          </w:p>
        </w:tc>
        <w:tc>
          <w:tcPr>
            <w:tcW w:w="270" w:type="dxa"/>
          </w:tcPr>
          <w:p w14:paraId="11C682C0" w14:textId="77777777" w:rsidR="00DD5630" w:rsidRPr="00B70AF0" w:rsidRDefault="00DD5630" w:rsidP="00DD56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792BC98" w14:textId="67D2703A" w:rsidR="00DD5630" w:rsidRPr="00B70AF0" w:rsidRDefault="00BB2BEF" w:rsidP="00DD5630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120,639</w:t>
            </w:r>
          </w:p>
        </w:tc>
        <w:tc>
          <w:tcPr>
            <w:tcW w:w="270" w:type="dxa"/>
          </w:tcPr>
          <w:p w14:paraId="2359D994" w14:textId="77777777" w:rsidR="00DD5630" w:rsidRPr="00B70AF0" w:rsidRDefault="00DD5630" w:rsidP="00DD56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8FCCBBF" w14:textId="4D11DD15" w:rsidR="00DD5630" w:rsidRPr="00B70AF0" w:rsidRDefault="00DD5630" w:rsidP="00DD5630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392,753</w:t>
            </w:r>
          </w:p>
        </w:tc>
      </w:tr>
      <w:tr w:rsidR="00BB2BEF" w:rsidRPr="00B70AF0" w14:paraId="6F90F9D1" w14:textId="77777777" w:rsidTr="00A5678B">
        <w:tc>
          <w:tcPr>
            <w:tcW w:w="2430" w:type="dxa"/>
            <w:shd w:val="clear" w:color="auto" w:fill="auto"/>
          </w:tcPr>
          <w:p w14:paraId="4A37CDE8" w14:textId="2D2096F7" w:rsidR="00BB2BEF" w:rsidRPr="00B70AF0" w:rsidRDefault="00BB2BEF" w:rsidP="00DD5630">
            <w:pPr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มาเลเซีย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9E31865" w14:textId="7F2E6ABA" w:rsidR="00BB2BEF" w:rsidRPr="00B70AF0" w:rsidRDefault="00A31C13" w:rsidP="00DD5630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50,851</w:t>
            </w:r>
          </w:p>
        </w:tc>
        <w:tc>
          <w:tcPr>
            <w:tcW w:w="262" w:type="dxa"/>
            <w:shd w:val="clear" w:color="auto" w:fill="auto"/>
          </w:tcPr>
          <w:p w14:paraId="782BAFBB" w14:textId="77777777" w:rsidR="00BB2BEF" w:rsidRPr="00B70AF0" w:rsidRDefault="00BB2BEF" w:rsidP="00DD5630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F019F5B" w14:textId="53AAECED" w:rsidR="00BB2BEF" w:rsidRPr="00B70AF0" w:rsidRDefault="00BB2BEF" w:rsidP="00BB2BEF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3C4B3ACE" w14:textId="77777777" w:rsidR="00BB2BEF" w:rsidRPr="00B70AF0" w:rsidRDefault="00BB2BEF" w:rsidP="00DD56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D1BB506" w14:textId="07F6267C" w:rsidR="00BB2BEF" w:rsidRPr="00B70AF0" w:rsidRDefault="00A31C13" w:rsidP="00DD5630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9,429</w:t>
            </w:r>
          </w:p>
        </w:tc>
        <w:tc>
          <w:tcPr>
            <w:tcW w:w="270" w:type="dxa"/>
            <w:shd w:val="clear" w:color="auto" w:fill="auto"/>
          </w:tcPr>
          <w:p w14:paraId="1AFC65E6" w14:textId="77777777" w:rsidR="00BB2BEF" w:rsidRPr="00B70AF0" w:rsidRDefault="00BB2BEF" w:rsidP="00DD56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FDDDD4D" w14:textId="095D8BF7" w:rsidR="00BB2BEF" w:rsidRPr="00B70AF0" w:rsidRDefault="00BB2BEF" w:rsidP="00BB2BEF">
            <w:pPr>
              <w:pStyle w:val="acctfourfigures"/>
              <w:tabs>
                <w:tab w:val="clear" w:pos="765"/>
                <w:tab w:val="decimal" w:pos="443"/>
              </w:tabs>
              <w:spacing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D7FCE61" w14:textId="77777777" w:rsidR="00BB2BEF" w:rsidRPr="00B70AF0" w:rsidRDefault="00BB2BEF" w:rsidP="00DD56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B1D3F4D" w14:textId="0AE5EE02" w:rsidR="00BB2BEF" w:rsidRPr="00B70AF0" w:rsidRDefault="00A31C13" w:rsidP="00DD5630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60,280</w:t>
            </w:r>
          </w:p>
        </w:tc>
        <w:tc>
          <w:tcPr>
            <w:tcW w:w="270" w:type="dxa"/>
          </w:tcPr>
          <w:p w14:paraId="7C121B33" w14:textId="77777777" w:rsidR="00BB2BEF" w:rsidRPr="00B70AF0" w:rsidRDefault="00BB2BEF" w:rsidP="00DD563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DAA7680" w14:textId="377F5578" w:rsidR="00BB2BEF" w:rsidRPr="00B70AF0" w:rsidRDefault="00BB2BEF" w:rsidP="00BB2BEF">
            <w:pPr>
              <w:pStyle w:val="acctfourfigures"/>
              <w:tabs>
                <w:tab w:val="clear" w:pos="765"/>
                <w:tab w:val="decimal" w:pos="443"/>
              </w:tabs>
              <w:spacing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  <w:tr w:rsidR="00E26DB5" w:rsidRPr="00B70AF0" w14:paraId="23820472" w14:textId="77777777" w:rsidTr="00A5678B">
        <w:tc>
          <w:tcPr>
            <w:tcW w:w="2430" w:type="dxa"/>
            <w:shd w:val="clear" w:color="auto" w:fill="auto"/>
          </w:tcPr>
          <w:p w14:paraId="05FE202D" w14:textId="77777777" w:rsidR="00E26DB5" w:rsidRPr="00B70AF0" w:rsidRDefault="00E26DB5" w:rsidP="00E26DB5">
            <w:pPr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ประเทศอื่นๆ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1252502" w14:textId="3D566AE9" w:rsidR="00E26DB5" w:rsidRPr="00B70AF0" w:rsidRDefault="00BB2BEF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5,53</w:t>
            </w:r>
            <w:r w:rsidR="00A31C13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6</w:t>
            </w:r>
          </w:p>
        </w:tc>
        <w:tc>
          <w:tcPr>
            <w:tcW w:w="262" w:type="dxa"/>
            <w:shd w:val="clear" w:color="auto" w:fill="auto"/>
          </w:tcPr>
          <w:p w14:paraId="09097C38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BEF368D" w14:textId="77733689" w:rsidR="00E26DB5" w:rsidRPr="00B70AF0" w:rsidRDefault="000B0741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DD5630"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</w:t>
            </w:r>
            <w:r w:rsidR="00E26DB5"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="00DD5630"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681</w:t>
            </w:r>
          </w:p>
        </w:tc>
        <w:tc>
          <w:tcPr>
            <w:tcW w:w="262" w:type="dxa"/>
            <w:shd w:val="clear" w:color="auto" w:fill="auto"/>
          </w:tcPr>
          <w:p w14:paraId="330CAC22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8345B8A" w14:textId="575D252B" w:rsidR="00E26DB5" w:rsidRPr="00B70AF0" w:rsidRDefault="00BB2BEF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11,433</w:t>
            </w:r>
          </w:p>
        </w:tc>
        <w:tc>
          <w:tcPr>
            <w:tcW w:w="270" w:type="dxa"/>
            <w:shd w:val="clear" w:color="auto" w:fill="auto"/>
          </w:tcPr>
          <w:p w14:paraId="5BA85FAC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6B3F92" w14:textId="51E976EA" w:rsidR="00E26DB5" w:rsidRPr="00B70AF0" w:rsidRDefault="00DD5630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9,905</w:t>
            </w:r>
          </w:p>
        </w:tc>
        <w:tc>
          <w:tcPr>
            <w:tcW w:w="270" w:type="dxa"/>
          </w:tcPr>
          <w:p w14:paraId="5E72A811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6FA680D2" w14:textId="4016A307" w:rsidR="00E26DB5" w:rsidRPr="00B70AF0" w:rsidRDefault="00BB2BEF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16,96</w:t>
            </w:r>
            <w:r w:rsidR="00A31C13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9</w:t>
            </w:r>
          </w:p>
        </w:tc>
        <w:tc>
          <w:tcPr>
            <w:tcW w:w="270" w:type="dxa"/>
          </w:tcPr>
          <w:p w14:paraId="61A8E0AA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26BFB4A6" w14:textId="173E9B42" w:rsidR="00E26DB5" w:rsidRPr="00B70AF0" w:rsidRDefault="00DD5630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22,586</w:t>
            </w:r>
          </w:p>
        </w:tc>
      </w:tr>
      <w:tr w:rsidR="00E26DB5" w:rsidRPr="00B70AF0" w14:paraId="67B13ADD" w14:textId="77777777" w:rsidTr="00A5678B">
        <w:tc>
          <w:tcPr>
            <w:tcW w:w="2430" w:type="dxa"/>
            <w:shd w:val="clear" w:color="auto" w:fill="auto"/>
            <w:vAlign w:val="bottom"/>
          </w:tcPr>
          <w:p w14:paraId="4DF14F79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  <w:lang w:val="en-GB"/>
              </w:rPr>
            </w:pPr>
            <w:r w:rsidRPr="00B70AF0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  <w:lang w:val="en-GB"/>
              </w:rPr>
              <w:t>รวมรายได้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82A86D" w14:textId="1432E4D3" w:rsidR="00E26DB5" w:rsidRPr="00B70AF0" w:rsidRDefault="00A31C1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1,014,681</w:t>
            </w:r>
          </w:p>
        </w:tc>
        <w:tc>
          <w:tcPr>
            <w:tcW w:w="262" w:type="dxa"/>
            <w:shd w:val="clear" w:color="auto" w:fill="auto"/>
          </w:tcPr>
          <w:p w14:paraId="588444C6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54F3E56" w14:textId="130CB221" w:rsidR="00E26DB5" w:rsidRPr="00B70AF0" w:rsidRDefault="00DD5630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1,375,667</w:t>
            </w:r>
          </w:p>
        </w:tc>
        <w:tc>
          <w:tcPr>
            <w:tcW w:w="262" w:type="dxa"/>
            <w:shd w:val="clear" w:color="auto" w:fill="auto"/>
          </w:tcPr>
          <w:p w14:paraId="2C17645A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87194E2" w14:textId="7687A059" w:rsidR="00E26DB5" w:rsidRPr="00B70AF0" w:rsidRDefault="00A31C1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492,595</w:t>
            </w:r>
          </w:p>
        </w:tc>
        <w:tc>
          <w:tcPr>
            <w:tcW w:w="270" w:type="dxa"/>
            <w:shd w:val="clear" w:color="auto" w:fill="auto"/>
          </w:tcPr>
          <w:p w14:paraId="586960D1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DB40D09" w14:textId="07C7BDB1" w:rsidR="00E26DB5" w:rsidRPr="00B70AF0" w:rsidRDefault="00DD5630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450,818</w:t>
            </w:r>
          </w:p>
        </w:tc>
        <w:tc>
          <w:tcPr>
            <w:tcW w:w="270" w:type="dxa"/>
          </w:tcPr>
          <w:p w14:paraId="5F650DAD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2CA85E8" w14:textId="77918B4A" w:rsidR="00E26DB5" w:rsidRPr="00B70AF0" w:rsidRDefault="00A31C1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1,507,276</w:t>
            </w:r>
          </w:p>
        </w:tc>
        <w:tc>
          <w:tcPr>
            <w:tcW w:w="270" w:type="dxa"/>
          </w:tcPr>
          <w:p w14:paraId="6E7FE9DF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C3C12FD" w14:textId="3A6AA729" w:rsidR="00E26DB5" w:rsidRPr="00B70AF0" w:rsidRDefault="00DD5630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1,826,485</w:t>
            </w:r>
          </w:p>
        </w:tc>
      </w:tr>
      <w:tr w:rsidR="00E26DB5" w:rsidRPr="00B70AF0" w14:paraId="15446445" w14:textId="77777777" w:rsidTr="00204F0F">
        <w:tc>
          <w:tcPr>
            <w:tcW w:w="2430" w:type="dxa"/>
            <w:shd w:val="clear" w:color="auto" w:fill="auto"/>
          </w:tcPr>
          <w:p w14:paraId="152C3104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B611C2D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3782CD41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0090776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5701354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A27913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F0B9588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A747520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30BE03A0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049DD10B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35694426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226845A4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E26DB5" w:rsidRPr="00B70AF0" w14:paraId="57745D97" w14:textId="77777777" w:rsidTr="00A5678B">
        <w:tc>
          <w:tcPr>
            <w:tcW w:w="2430" w:type="dxa"/>
            <w:shd w:val="clear" w:color="auto" w:fill="auto"/>
            <w:vAlign w:val="bottom"/>
          </w:tcPr>
          <w:p w14:paraId="7BC76DAD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ประเภทของสินค้าและ</w:t>
            </w:r>
          </w:p>
          <w:p w14:paraId="2CC7720C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 xml:space="preserve">   บริการหลัก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A6EF4EC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DB6F547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EEC5BDE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C8D1A89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C3FA6CE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0EEE6A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81483BD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460EE46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45CBE8C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3506E21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41D69E5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E26DB5" w:rsidRPr="00B70AF0" w14:paraId="15F689ED" w14:textId="77777777" w:rsidTr="00A5678B">
        <w:tc>
          <w:tcPr>
            <w:tcW w:w="2430" w:type="dxa"/>
            <w:shd w:val="clear" w:color="auto" w:fill="auto"/>
            <w:vAlign w:val="bottom"/>
          </w:tcPr>
          <w:p w14:paraId="26375D2C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B70AF0">
              <w:rPr>
                <w:rFonts w:ascii="Angsana New" w:eastAsia="MS Mincho" w:hAnsi="Angsana New" w:hint="cs"/>
                <w:sz w:val="28"/>
                <w:szCs w:val="28"/>
                <w:cs/>
              </w:rPr>
              <w:t>อุปกรณ์คอมพิวเตอร์และ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4FE295E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585C076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7352304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C8D3A7A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10934FC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942792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62E52DE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0A2DBAA3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75DA43B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7E723AE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F4BB1F2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E26DB5" w:rsidRPr="00B70AF0" w14:paraId="5F41D848" w14:textId="77777777" w:rsidTr="00A5678B">
        <w:tc>
          <w:tcPr>
            <w:tcW w:w="2430" w:type="dxa"/>
            <w:shd w:val="clear" w:color="auto" w:fill="auto"/>
            <w:vAlign w:val="bottom"/>
          </w:tcPr>
          <w:p w14:paraId="2E160A10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70AF0">
              <w:rPr>
                <w:rFonts w:ascii="Angsana New" w:eastAsia="MS Mincho" w:hAnsi="Angsana New" w:hint="cs"/>
                <w:sz w:val="28"/>
                <w:szCs w:val="28"/>
                <w:cs/>
              </w:rPr>
              <w:t xml:space="preserve">   ซอฟต์แวร์ที่เกี่ยวข้อง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E8CCDCC" w14:textId="5F2495F4" w:rsidR="00E26DB5" w:rsidRPr="00B70AF0" w:rsidRDefault="00A31C1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1,014,681</w:t>
            </w:r>
          </w:p>
        </w:tc>
        <w:tc>
          <w:tcPr>
            <w:tcW w:w="262" w:type="dxa"/>
            <w:shd w:val="clear" w:color="auto" w:fill="auto"/>
          </w:tcPr>
          <w:p w14:paraId="1ABFD79D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CBF66F8" w14:textId="17472C6D" w:rsidR="00E26DB5" w:rsidRPr="00B70AF0" w:rsidRDefault="007A4B2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1,375,667</w:t>
            </w:r>
          </w:p>
        </w:tc>
        <w:tc>
          <w:tcPr>
            <w:tcW w:w="262" w:type="dxa"/>
            <w:shd w:val="clear" w:color="auto" w:fill="auto"/>
          </w:tcPr>
          <w:p w14:paraId="65DE1620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403C842" w14:textId="502D9F6E" w:rsidR="00E26DB5" w:rsidRPr="00B70AF0" w:rsidRDefault="001C4363" w:rsidP="00E26DB5">
            <w:pPr>
              <w:pStyle w:val="acctfourfigures"/>
              <w:tabs>
                <w:tab w:val="clear" w:pos="765"/>
                <w:tab w:val="decimal" w:pos="443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0263E67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634D8A0" w14:textId="1EEA0926" w:rsidR="00E26DB5" w:rsidRPr="00B70AF0" w:rsidRDefault="00E26DB5" w:rsidP="00E26DB5">
            <w:pPr>
              <w:pStyle w:val="acctfourfigures"/>
              <w:tabs>
                <w:tab w:val="clear" w:pos="765"/>
                <w:tab w:val="decimal" w:pos="443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3467387C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6EEB606" w14:textId="3520072B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1,014,681</w:t>
            </w:r>
          </w:p>
        </w:tc>
        <w:tc>
          <w:tcPr>
            <w:tcW w:w="270" w:type="dxa"/>
          </w:tcPr>
          <w:p w14:paraId="3ECA013C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69E3AC7" w14:textId="14DDBA45" w:rsidR="00E26DB5" w:rsidRPr="00B70AF0" w:rsidRDefault="007A4B2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1,375,667</w:t>
            </w:r>
          </w:p>
        </w:tc>
      </w:tr>
      <w:tr w:rsidR="00E26DB5" w:rsidRPr="00B70AF0" w14:paraId="5328528A" w14:textId="77777777" w:rsidTr="00A5678B">
        <w:tc>
          <w:tcPr>
            <w:tcW w:w="2430" w:type="dxa"/>
            <w:shd w:val="clear" w:color="auto" w:fill="auto"/>
            <w:vAlign w:val="bottom"/>
          </w:tcPr>
          <w:p w14:paraId="7C1322E3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B70AF0">
              <w:rPr>
                <w:rFonts w:ascii="Angsana New" w:eastAsia="MS Mincho" w:hAnsi="Angsana New" w:hint="cs"/>
                <w:sz w:val="28"/>
                <w:szCs w:val="28"/>
                <w:cs/>
              </w:rPr>
              <w:t>บริการเกี่ยวกับระบบรักษา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52E4B6A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C0FD92E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670B91F9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41EBFC9C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546CFE1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8A1B118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E13D510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69E19D81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F643DC6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13A29B97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037AE58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E26DB5" w:rsidRPr="00B70AF0" w14:paraId="55574486" w14:textId="77777777" w:rsidTr="00A5678B">
        <w:tc>
          <w:tcPr>
            <w:tcW w:w="2430" w:type="dxa"/>
            <w:shd w:val="clear" w:color="auto" w:fill="auto"/>
            <w:vAlign w:val="bottom"/>
          </w:tcPr>
          <w:p w14:paraId="4CF3598A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B70AF0">
              <w:rPr>
                <w:rFonts w:ascii="Angsana New" w:eastAsia="MS Mincho" w:hAnsi="Angsana New" w:hint="cs"/>
                <w:sz w:val="28"/>
                <w:szCs w:val="28"/>
                <w:cs/>
              </w:rPr>
              <w:t xml:space="preserve">   ความปลอดภัยทาง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EBEE211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BF38555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84F01F1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A0A625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B6AFA05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20672EC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C73B129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6D603B2C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FCAF98D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48D465B9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74F3956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E26DB5" w:rsidRPr="00B70AF0" w14:paraId="1885A538" w14:textId="77777777" w:rsidTr="00A5678B">
        <w:tc>
          <w:tcPr>
            <w:tcW w:w="2430" w:type="dxa"/>
            <w:shd w:val="clear" w:color="auto" w:fill="auto"/>
            <w:vAlign w:val="bottom"/>
          </w:tcPr>
          <w:p w14:paraId="0FECAFEF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B70AF0">
              <w:rPr>
                <w:rFonts w:ascii="Angsana New" w:eastAsia="MS Mincho" w:hAnsi="Angsana New" w:hint="cs"/>
                <w:sz w:val="28"/>
                <w:szCs w:val="28"/>
                <w:cs/>
              </w:rPr>
              <w:t xml:space="preserve">   คอมพิวเตอร์และระบบ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62622D8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01362BC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2BF647F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37F1756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DAEEC0B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AA2334F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B97591B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384240F1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0C2391D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1615E607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12661DF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E26DB5" w:rsidRPr="00B70AF0" w14:paraId="51D829F5" w14:textId="77777777" w:rsidTr="00A5678B">
        <w:tc>
          <w:tcPr>
            <w:tcW w:w="2430" w:type="dxa"/>
            <w:shd w:val="clear" w:color="auto" w:fill="auto"/>
            <w:vAlign w:val="bottom"/>
          </w:tcPr>
          <w:p w14:paraId="5A201CD3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B70AF0">
              <w:rPr>
                <w:rFonts w:ascii="Angsana New" w:eastAsia="MS Mincho" w:hAnsi="Angsana New" w:hint="cs"/>
                <w:sz w:val="28"/>
                <w:szCs w:val="28"/>
                <w:cs/>
              </w:rPr>
              <w:t xml:space="preserve">   เครือข่าย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CFEAF6F" w14:textId="507DE7E2" w:rsidR="00E26DB5" w:rsidRPr="00B70AF0" w:rsidRDefault="001C4363" w:rsidP="00E26DB5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719CF490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D5F1DD8" w14:textId="3AFA4A0C" w:rsidR="00E26DB5" w:rsidRPr="00B70AF0" w:rsidRDefault="00E26DB5" w:rsidP="00E26DB5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35089FB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6E4FF50" w14:textId="499DA5A8" w:rsidR="00E26DB5" w:rsidRPr="00B70AF0" w:rsidRDefault="001C436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  <w:r w:rsidR="006A7937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6</w:t>
            </w: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="006A7937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00</w:t>
            </w:r>
            <w:r w:rsidR="009C03A5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270" w:type="dxa"/>
            <w:shd w:val="clear" w:color="auto" w:fill="auto"/>
          </w:tcPr>
          <w:p w14:paraId="3A2357E2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8EF5F4D" w14:textId="5449F82F" w:rsidR="00E26DB5" w:rsidRPr="00B70AF0" w:rsidRDefault="007A4B2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47,268</w:t>
            </w:r>
          </w:p>
        </w:tc>
        <w:tc>
          <w:tcPr>
            <w:tcW w:w="270" w:type="dxa"/>
          </w:tcPr>
          <w:p w14:paraId="122803E3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429D922" w14:textId="609F150A" w:rsidR="00E26DB5" w:rsidRPr="00B70AF0" w:rsidRDefault="006A7937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46,00</w:t>
            </w:r>
            <w:r w:rsidR="009C03A5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270" w:type="dxa"/>
          </w:tcPr>
          <w:p w14:paraId="747BB3A2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8A7363A" w14:textId="6B9FEDFE" w:rsidR="00E26DB5" w:rsidRPr="00B70AF0" w:rsidRDefault="007A4B2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47,268</w:t>
            </w:r>
          </w:p>
        </w:tc>
      </w:tr>
      <w:tr w:rsidR="00E26DB5" w:rsidRPr="00B70AF0" w14:paraId="5C7F73F6" w14:textId="77777777" w:rsidTr="00A5678B">
        <w:tc>
          <w:tcPr>
            <w:tcW w:w="2430" w:type="dxa"/>
            <w:shd w:val="clear" w:color="auto" w:fill="auto"/>
            <w:vAlign w:val="bottom"/>
          </w:tcPr>
          <w:p w14:paraId="6CCE8281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B70AF0">
              <w:rPr>
                <w:rFonts w:ascii="Angsana New" w:eastAsia="MS Mincho" w:hAnsi="Angsana New" w:hint="cs"/>
                <w:sz w:val="28"/>
                <w:szCs w:val="28"/>
                <w:cs/>
              </w:rPr>
              <w:t>บริการบำรุงรักษาและ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9717B49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21937311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0B21AF5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3BC1034B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6A8295D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2C47BBD0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6FCEB1C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3FD47520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549E324D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53FCA078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DA4F609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E26DB5" w:rsidRPr="00B70AF0" w14:paraId="33D2FF07" w14:textId="77777777" w:rsidTr="00A5678B">
        <w:tc>
          <w:tcPr>
            <w:tcW w:w="2430" w:type="dxa"/>
            <w:shd w:val="clear" w:color="auto" w:fill="auto"/>
            <w:vAlign w:val="bottom"/>
          </w:tcPr>
          <w:p w14:paraId="20908327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B70AF0">
              <w:rPr>
                <w:rFonts w:ascii="Angsana New" w:eastAsia="MS Mincho" w:hAnsi="Angsana New" w:hint="cs"/>
                <w:sz w:val="28"/>
                <w:szCs w:val="28"/>
                <w:cs/>
              </w:rPr>
              <w:t xml:space="preserve">   บริการอื่น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3044063" w14:textId="0935B753" w:rsidR="00E26DB5" w:rsidRPr="00B70AF0" w:rsidRDefault="001C4363" w:rsidP="00E26DB5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35271246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F4C805" w14:textId="2EF77073" w:rsidR="00E26DB5" w:rsidRPr="00B70AF0" w:rsidRDefault="00E26DB5" w:rsidP="00E26DB5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67AA3152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732F7E6" w14:textId="1332849D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446,590</w:t>
            </w:r>
          </w:p>
        </w:tc>
        <w:tc>
          <w:tcPr>
            <w:tcW w:w="270" w:type="dxa"/>
            <w:shd w:val="clear" w:color="auto" w:fill="auto"/>
          </w:tcPr>
          <w:p w14:paraId="495CF59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4777AF" w14:textId="7E88E788" w:rsidR="00E26DB5" w:rsidRPr="00B70AF0" w:rsidRDefault="007A4B2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403,550</w:t>
            </w:r>
          </w:p>
        </w:tc>
        <w:tc>
          <w:tcPr>
            <w:tcW w:w="270" w:type="dxa"/>
          </w:tcPr>
          <w:p w14:paraId="66C71A69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7F4D23EE" w14:textId="2E8412C9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446,590</w:t>
            </w:r>
          </w:p>
        </w:tc>
        <w:tc>
          <w:tcPr>
            <w:tcW w:w="270" w:type="dxa"/>
          </w:tcPr>
          <w:p w14:paraId="4D684FFB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5D12707" w14:textId="2372F846" w:rsidR="00E26DB5" w:rsidRPr="00B70AF0" w:rsidRDefault="007A4B2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403,550</w:t>
            </w:r>
          </w:p>
        </w:tc>
      </w:tr>
      <w:tr w:rsidR="00E26DB5" w:rsidRPr="00B70AF0" w14:paraId="5A0DE5C6" w14:textId="77777777" w:rsidTr="00A5678B">
        <w:tc>
          <w:tcPr>
            <w:tcW w:w="2430" w:type="dxa"/>
            <w:shd w:val="clear" w:color="auto" w:fill="auto"/>
            <w:vAlign w:val="bottom"/>
          </w:tcPr>
          <w:p w14:paraId="408E6DF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  <w:lang w:val="en-GB"/>
              </w:rPr>
            </w:pPr>
            <w:r w:rsidRPr="00B70AF0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  <w:lang w:val="en-GB"/>
              </w:rPr>
              <w:t>รวมรายได้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31D359C" w14:textId="163A0C47" w:rsidR="00E26DB5" w:rsidRPr="00B70AF0" w:rsidRDefault="00A31C1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1,014,681</w:t>
            </w:r>
          </w:p>
        </w:tc>
        <w:tc>
          <w:tcPr>
            <w:tcW w:w="262" w:type="dxa"/>
            <w:shd w:val="clear" w:color="auto" w:fill="auto"/>
          </w:tcPr>
          <w:p w14:paraId="029E60D7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10F5D04E" w14:textId="4DC81ECB" w:rsidR="00E26DB5" w:rsidRPr="00B70AF0" w:rsidRDefault="007A4B2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1,375,667</w:t>
            </w:r>
          </w:p>
        </w:tc>
        <w:tc>
          <w:tcPr>
            <w:tcW w:w="262" w:type="dxa"/>
            <w:shd w:val="clear" w:color="auto" w:fill="auto"/>
          </w:tcPr>
          <w:p w14:paraId="4144FCA8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E9D8BFB" w14:textId="5790FDA4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492,595</w:t>
            </w:r>
          </w:p>
        </w:tc>
        <w:tc>
          <w:tcPr>
            <w:tcW w:w="270" w:type="dxa"/>
            <w:shd w:val="clear" w:color="auto" w:fill="auto"/>
          </w:tcPr>
          <w:p w14:paraId="4D0FD29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30E7305" w14:textId="39F4C33F" w:rsidR="00E26DB5" w:rsidRPr="00B70AF0" w:rsidRDefault="007A4B2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450,818</w:t>
            </w:r>
          </w:p>
        </w:tc>
        <w:tc>
          <w:tcPr>
            <w:tcW w:w="270" w:type="dxa"/>
          </w:tcPr>
          <w:p w14:paraId="0C5F7F4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6A389CF" w14:textId="451FD7AC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1,507,276</w:t>
            </w:r>
          </w:p>
        </w:tc>
        <w:tc>
          <w:tcPr>
            <w:tcW w:w="270" w:type="dxa"/>
          </w:tcPr>
          <w:p w14:paraId="0AEAA611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6F181D0" w14:textId="58557E11" w:rsidR="00E26DB5" w:rsidRPr="00B70AF0" w:rsidRDefault="007A4B2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1,826,485</w:t>
            </w:r>
          </w:p>
        </w:tc>
      </w:tr>
      <w:tr w:rsidR="00E26DB5" w:rsidRPr="00B70AF0" w14:paraId="06E839E5" w14:textId="77777777" w:rsidTr="00A5678B">
        <w:tc>
          <w:tcPr>
            <w:tcW w:w="2430" w:type="dxa"/>
            <w:shd w:val="clear" w:color="auto" w:fill="auto"/>
            <w:vAlign w:val="bottom"/>
          </w:tcPr>
          <w:p w14:paraId="6234B54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B1AF7D4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74A238BC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E677165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3175F527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54A9B42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A32EE64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EF0741B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29A2FA5D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6C6B915B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75B44C83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0E8328E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E26DB5" w:rsidRPr="00B70AF0" w14:paraId="2EFBF8C3" w14:textId="77777777" w:rsidTr="00A5678B">
        <w:tc>
          <w:tcPr>
            <w:tcW w:w="2430" w:type="dxa"/>
            <w:shd w:val="clear" w:color="auto" w:fill="auto"/>
          </w:tcPr>
          <w:p w14:paraId="1601C489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จังหวะเวลาในการรับรู้รายได้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5CDD740A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36B98D48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76DE158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D6AACCF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07451C0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2970F058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CC11F48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47D9F9A7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04B561C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35332CDD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74CF913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E26DB5" w:rsidRPr="00B70AF0" w14:paraId="09420847" w14:textId="77777777" w:rsidTr="00A5678B">
        <w:tc>
          <w:tcPr>
            <w:tcW w:w="2430" w:type="dxa"/>
            <w:shd w:val="clear" w:color="auto" w:fill="auto"/>
            <w:vAlign w:val="bottom"/>
          </w:tcPr>
          <w:p w14:paraId="138326C9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ณ เวลาใดเวลาหนึ่ง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2973AD9C" w14:textId="6617FA17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1,014,681</w:t>
            </w:r>
          </w:p>
        </w:tc>
        <w:tc>
          <w:tcPr>
            <w:tcW w:w="262" w:type="dxa"/>
            <w:shd w:val="clear" w:color="auto" w:fill="auto"/>
          </w:tcPr>
          <w:p w14:paraId="55D8032D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5AFEB674" w14:textId="00E6DECA" w:rsidR="00E26DB5" w:rsidRPr="00B70AF0" w:rsidRDefault="004A40A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1,375,667</w:t>
            </w:r>
          </w:p>
        </w:tc>
        <w:tc>
          <w:tcPr>
            <w:tcW w:w="262" w:type="dxa"/>
            <w:shd w:val="clear" w:color="auto" w:fill="auto"/>
          </w:tcPr>
          <w:p w14:paraId="78AA6990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3CA0A8F5" w14:textId="2B5DD7A9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323,659</w:t>
            </w:r>
          </w:p>
        </w:tc>
        <w:tc>
          <w:tcPr>
            <w:tcW w:w="270" w:type="dxa"/>
            <w:shd w:val="clear" w:color="auto" w:fill="auto"/>
          </w:tcPr>
          <w:p w14:paraId="7A7E8B5A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3B4FF6B" w14:textId="61AB146B" w:rsidR="00E26DB5" w:rsidRPr="00B70AF0" w:rsidRDefault="004A40A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272,388</w:t>
            </w:r>
          </w:p>
        </w:tc>
        <w:tc>
          <w:tcPr>
            <w:tcW w:w="270" w:type="dxa"/>
          </w:tcPr>
          <w:p w14:paraId="31B7924D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A74530F" w14:textId="313B2AE7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1,338,340</w:t>
            </w:r>
          </w:p>
        </w:tc>
        <w:tc>
          <w:tcPr>
            <w:tcW w:w="270" w:type="dxa"/>
          </w:tcPr>
          <w:p w14:paraId="0BA36468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64FAA39" w14:textId="59CA23B8" w:rsidR="00E26DB5" w:rsidRPr="00B70AF0" w:rsidRDefault="000B0741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E26DB5"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="004A40A6"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648,055</w:t>
            </w:r>
          </w:p>
        </w:tc>
      </w:tr>
      <w:tr w:rsidR="00E26DB5" w:rsidRPr="00B70AF0" w14:paraId="7A1D7990" w14:textId="77777777" w:rsidTr="00A5678B">
        <w:tc>
          <w:tcPr>
            <w:tcW w:w="2430" w:type="dxa"/>
            <w:shd w:val="clear" w:color="auto" w:fill="auto"/>
            <w:vAlign w:val="bottom"/>
          </w:tcPr>
          <w:p w14:paraId="45444EC7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ตลอดช่วงเวลาหนึ่ง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88F10F7" w14:textId="059E3E65" w:rsidR="00E26DB5" w:rsidRPr="00B70AF0" w:rsidRDefault="001C4363" w:rsidP="00E26DB5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538ACA6A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0E8439EC" w14:textId="33F46C52" w:rsidR="00E26DB5" w:rsidRPr="00B70AF0" w:rsidRDefault="00E26DB5" w:rsidP="00E26DB5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01AEDE6B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C974D85" w14:textId="457E8154" w:rsidR="00E26DB5" w:rsidRPr="00B70AF0" w:rsidRDefault="001C436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168,</w:t>
            </w:r>
            <w:r w:rsidR="0025240D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936</w:t>
            </w:r>
          </w:p>
        </w:tc>
        <w:tc>
          <w:tcPr>
            <w:tcW w:w="270" w:type="dxa"/>
            <w:shd w:val="clear" w:color="auto" w:fill="auto"/>
          </w:tcPr>
          <w:p w14:paraId="4385A5F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93C9326" w14:textId="444A1E7A" w:rsidR="00E26DB5" w:rsidRPr="00B70AF0" w:rsidRDefault="004A40A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178,430</w:t>
            </w:r>
          </w:p>
        </w:tc>
        <w:tc>
          <w:tcPr>
            <w:tcW w:w="270" w:type="dxa"/>
          </w:tcPr>
          <w:p w14:paraId="23E60F4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BE48449" w14:textId="6FE4DAF1" w:rsidR="00E26DB5" w:rsidRPr="00B70AF0" w:rsidRDefault="001C436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168,</w:t>
            </w:r>
            <w:r w:rsidR="00C25185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936</w:t>
            </w:r>
          </w:p>
        </w:tc>
        <w:tc>
          <w:tcPr>
            <w:tcW w:w="270" w:type="dxa"/>
          </w:tcPr>
          <w:p w14:paraId="18B3C388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4360F82C" w14:textId="7DD83949" w:rsidR="00E26DB5" w:rsidRPr="00B70AF0" w:rsidRDefault="000B0741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</w:t>
            </w:r>
            <w:r w:rsidR="004A40A6"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78</w:t>
            </w:r>
            <w:r w:rsidR="00E26DB5"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="004A40A6"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430</w:t>
            </w:r>
          </w:p>
        </w:tc>
      </w:tr>
      <w:tr w:rsidR="00E26DB5" w:rsidRPr="00B70AF0" w14:paraId="0154CE46" w14:textId="77777777" w:rsidTr="00A5678B">
        <w:tc>
          <w:tcPr>
            <w:tcW w:w="2430" w:type="dxa"/>
            <w:shd w:val="clear" w:color="auto" w:fill="auto"/>
          </w:tcPr>
          <w:p w14:paraId="57CD7163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  <w:lang w:val="en-GB"/>
              </w:rPr>
              <w:t>รวมรายได้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F83C857" w14:textId="217374A0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1,014,681</w:t>
            </w:r>
          </w:p>
        </w:tc>
        <w:tc>
          <w:tcPr>
            <w:tcW w:w="262" w:type="dxa"/>
            <w:shd w:val="clear" w:color="auto" w:fill="auto"/>
          </w:tcPr>
          <w:p w14:paraId="7DA9A897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0B593C7" w14:textId="7177B593" w:rsidR="00E26DB5" w:rsidRPr="00B70AF0" w:rsidRDefault="004A40A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1,375,667</w:t>
            </w:r>
          </w:p>
        </w:tc>
        <w:tc>
          <w:tcPr>
            <w:tcW w:w="262" w:type="dxa"/>
            <w:shd w:val="clear" w:color="auto" w:fill="auto"/>
          </w:tcPr>
          <w:p w14:paraId="00F31AE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95CC3A7" w14:textId="67F264B4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492,595</w:t>
            </w:r>
          </w:p>
        </w:tc>
        <w:tc>
          <w:tcPr>
            <w:tcW w:w="270" w:type="dxa"/>
            <w:shd w:val="clear" w:color="auto" w:fill="auto"/>
          </w:tcPr>
          <w:p w14:paraId="46CA9112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42C35BE" w14:textId="17A4EB78" w:rsidR="00E26DB5" w:rsidRPr="00B70AF0" w:rsidRDefault="004A40A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450,818</w:t>
            </w:r>
          </w:p>
        </w:tc>
        <w:tc>
          <w:tcPr>
            <w:tcW w:w="270" w:type="dxa"/>
          </w:tcPr>
          <w:p w14:paraId="0F16A639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72F39745" w14:textId="1BE1CCA8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1,507,276</w:t>
            </w:r>
          </w:p>
        </w:tc>
        <w:tc>
          <w:tcPr>
            <w:tcW w:w="270" w:type="dxa"/>
          </w:tcPr>
          <w:p w14:paraId="05FF259C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85288BF" w14:textId="07F3C2F3" w:rsidR="00E26DB5" w:rsidRPr="00B70AF0" w:rsidRDefault="000B0741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</w:t>
            </w:r>
            <w:r w:rsidR="00E26DB5"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="004A40A6"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826</w:t>
            </w:r>
            <w:r w:rsidR="00E26DB5"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="004A40A6"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485</w:t>
            </w:r>
          </w:p>
        </w:tc>
      </w:tr>
      <w:tr w:rsidR="00E26DB5" w:rsidRPr="00B70AF0" w14:paraId="61FE9907" w14:textId="77777777" w:rsidTr="00A5678B">
        <w:tc>
          <w:tcPr>
            <w:tcW w:w="2430" w:type="dxa"/>
            <w:shd w:val="clear" w:color="auto" w:fill="auto"/>
          </w:tcPr>
          <w:p w14:paraId="2D7A0077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C708F14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452DB9EF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642E8E2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4FECDE86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218BE7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1B00F2DD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E71C8E0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3E3402E1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6C5F52D8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1FFA11E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578D478C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E26DB5" w:rsidRPr="00B70AF0" w14:paraId="57201DE1" w14:textId="77777777" w:rsidTr="00A5678B">
        <w:tc>
          <w:tcPr>
            <w:tcW w:w="2430" w:type="dxa"/>
            <w:shd w:val="clear" w:color="auto" w:fill="auto"/>
            <w:vAlign w:val="bottom"/>
          </w:tcPr>
          <w:p w14:paraId="7F41933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  <w:lang w:val="en-GB"/>
              </w:rPr>
              <w:t>กำไร</w:t>
            </w:r>
            <w:r w:rsidRPr="00B70AF0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ขั้นต้น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1B94727" w14:textId="5E452129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142,190</w:t>
            </w:r>
          </w:p>
        </w:tc>
        <w:tc>
          <w:tcPr>
            <w:tcW w:w="262" w:type="dxa"/>
            <w:shd w:val="clear" w:color="auto" w:fill="auto"/>
          </w:tcPr>
          <w:p w14:paraId="0BEB500E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5D6AD4FE" w14:textId="72EC33A9" w:rsidR="00E26DB5" w:rsidRPr="00B70AF0" w:rsidRDefault="004A40A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149,455</w:t>
            </w:r>
          </w:p>
        </w:tc>
        <w:tc>
          <w:tcPr>
            <w:tcW w:w="262" w:type="dxa"/>
            <w:shd w:val="clear" w:color="auto" w:fill="auto"/>
          </w:tcPr>
          <w:p w14:paraId="6679FF0B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713A42FA" w14:textId="0C852313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174,539</w:t>
            </w:r>
          </w:p>
        </w:tc>
        <w:tc>
          <w:tcPr>
            <w:tcW w:w="270" w:type="dxa"/>
            <w:shd w:val="clear" w:color="auto" w:fill="auto"/>
          </w:tcPr>
          <w:p w14:paraId="632865E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FDB5812" w14:textId="393BC917" w:rsidR="00E26DB5" w:rsidRPr="00B70AF0" w:rsidRDefault="000B0741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</w:t>
            </w:r>
            <w:r w:rsidR="004A40A6"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77</w:t>
            </w:r>
            <w:r w:rsidR="00E26DB5"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="004A40A6"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334</w:t>
            </w:r>
          </w:p>
        </w:tc>
        <w:tc>
          <w:tcPr>
            <w:tcW w:w="270" w:type="dxa"/>
          </w:tcPr>
          <w:p w14:paraId="3CCE60A3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545E2C99" w14:textId="16BF6534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316,729</w:t>
            </w:r>
          </w:p>
        </w:tc>
        <w:tc>
          <w:tcPr>
            <w:tcW w:w="270" w:type="dxa"/>
          </w:tcPr>
          <w:p w14:paraId="3BE1CC30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606328C6" w14:textId="28BC7FA7" w:rsidR="00E26DB5" w:rsidRPr="00B70AF0" w:rsidRDefault="004A40A6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326</w:t>
            </w:r>
            <w:r w:rsidR="00E26DB5"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789</w:t>
            </w:r>
          </w:p>
        </w:tc>
      </w:tr>
    </w:tbl>
    <w:p w14:paraId="06271470" w14:textId="77777777" w:rsidR="00A5678B" w:rsidRPr="00B70AF0" w:rsidRDefault="00A5678B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tbl>
      <w:tblPr>
        <w:tblW w:w="972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430"/>
        <w:gridCol w:w="990"/>
        <w:gridCol w:w="262"/>
        <w:gridCol w:w="998"/>
        <w:gridCol w:w="262"/>
        <w:gridCol w:w="998"/>
        <w:gridCol w:w="270"/>
        <w:gridCol w:w="990"/>
        <w:gridCol w:w="270"/>
        <w:gridCol w:w="990"/>
        <w:gridCol w:w="270"/>
        <w:gridCol w:w="990"/>
      </w:tblGrid>
      <w:tr w:rsidR="00A5678B" w:rsidRPr="00B70AF0" w14:paraId="4B3EAFDD" w14:textId="77777777" w:rsidTr="00D8286C">
        <w:trPr>
          <w:trHeight w:val="80"/>
          <w:tblHeader/>
        </w:trPr>
        <w:tc>
          <w:tcPr>
            <w:tcW w:w="2430" w:type="dxa"/>
            <w:shd w:val="clear" w:color="auto" w:fill="auto"/>
          </w:tcPr>
          <w:p w14:paraId="2447BC0B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7290" w:type="dxa"/>
            <w:gridSpan w:val="11"/>
            <w:shd w:val="clear" w:color="auto" w:fill="auto"/>
          </w:tcPr>
          <w:p w14:paraId="6F05C40A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Cs/>
                <w:color w:val="000000"/>
                <w:sz w:val="28"/>
                <w:szCs w:val="28"/>
                <w:cs/>
                <w:lang w:val="en-GB"/>
              </w:rPr>
              <w:t>งบการเงินเฉพาะกิจการ</w:t>
            </w:r>
          </w:p>
        </w:tc>
      </w:tr>
      <w:tr w:rsidR="00A5678B" w:rsidRPr="00B70AF0" w14:paraId="7C7EAB57" w14:textId="77777777" w:rsidTr="00D8286C">
        <w:trPr>
          <w:trHeight w:val="80"/>
          <w:tblHeader/>
        </w:trPr>
        <w:tc>
          <w:tcPr>
            <w:tcW w:w="2430" w:type="dxa"/>
            <w:shd w:val="clear" w:color="auto" w:fill="auto"/>
          </w:tcPr>
          <w:p w14:paraId="3EED916B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250" w:type="dxa"/>
            <w:gridSpan w:val="3"/>
            <w:shd w:val="clear" w:color="auto" w:fill="auto"/>
            <w:vAlign w:val="bottom"/>
          </w:tcPr>
          <w:p w14:paraId="3AF0916F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2"/>
              </w:tabs>
              <w:spacing w:line="240" w:lineRule="auto"/>
              <w:ind w:left="-115" w:right="-129"/>
              <w:jc w:val="center"/>
              <w:rPr>
                <w:rFonts w:ascii="Angsana New" w:hAnsi="Angsana New"/>
                <w:bCs/>
                <w:color w:val="000000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Cs/>
                <w:color w:val="000000"/>
                <w:sz w:val="28"/>
                <w:szCs w:val="28"/>
                <w:cs/>
                <w:lang w:val="en-GB"/>
              </w:rPr>
              <w:t>ส่วนงานขายสินค้า</w:t>
            </w:r>
          </w:p>
        </w:tc>
        <w:tc>
          <w:tcPr>
            <w:tcW w:w="262" w:type="dxa"/>
            <w:shd w:val="clear" w:color="auto" w:fill="auto"/>
            <w:vAlign w:val="bottom"/>
          </w:tcPr>
          <w:p w14:paraId="3A0827D1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2"/>
              </w:tabs>
              <w:spacing w:line="240" w:lineRule="auto"/>
              <w:jc w:val="center"/>
              <w:rPr>
                <w:rFonts w:ascii="Angsana New" w:hAnsi="Angsana New"/>
                <w:color w:val="000000"/>
                <w:sz w:val="28"/>
                <w:szCs w:val="28"/>
              </w:rPr>
            </w:pPr>
          </w:p>
        </w:tc>
        <w:tc>
          <w:tcPr>
            <w:tcW w:w="2258" w:type="dxa"/>
            <w:gridSpan w:val="3"/>
            <w:shd w:val="clear" w:color="auto" w:fill="auto"/>
            <w:vAlign w:val="bottom"/>
          </w:tcPr>
          <w:p w14:paraId="65EC4441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722"/>
              </w:tabs>
              <w:spacing w:line="240" w:lineRule="auto"/>
              <w:ind w:left="-115"/>
              <w:jc w:val="center"/>
              <w:rPr>
                <w:rFonts w:ascii="Angsana New" w:hAnsi="Angsana New"/>
                <w:bCs/>
                <w:color w:val="000000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Cs/>
                <w:color w:val="000000"/>
                <w:sz w:val="28"/>
                <w:szCs w:val="28"/>
                <w:cs/>
                <w:lang w:val="en-GB"/>
              </w:rPr>
              <w:t>ส่วนงานบริการ</w:t>
            </w:r>
          </w:p>
        </w:tc>
        <w:tc>
          <w:tcPr>
            <w:tcW w:w="270" w:type="dxa"/>
          </w:tcPr>
          <w:p w14:paraId="34036ED2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color w:val="000000"/>
                <w:sz w:val="28"/>
                <w:szCs w:val="28"/>
                <w:lang w:val="en-GB"/>
              </w:rPr>
            </w:pPr>
          </w:p>
        </w:tc>
        <w:tc>
          <w:tcPr>
            <w:tcW w:w="2250" w:type="dxa"/>
            <w:gridSpan w:val="3"/>
            <w:vAlign w:val="bottom"/>
          </w:tcPr>
          <w:p w14:paraId="02BF35C6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5"/>
              <w:jc w:val="center"/>
              <w:rPr>
                <w:rFonts w:ascii="Angsana New" w:hAnsi="Angsana New"/>
                <w:bCs/>
                <w:color w:val="000000"/>
                <w:sz w:val="28"/>
                <w:szCs w:val="28"/>
                <w:lang w:val="en-GB"/>
              </w:rPr>
            </w:pPr>
            <w:r w:rsidRPr="00B70AF0">
              <w:rPr>
                <w:rFonts w:ascii="Angsana New" w:hAnsi="Angsana New" w:hint="cs"/>
                <w:bCs/>
                <w:color w:val="000000"/>
                <w:sz w:val="28"/>
                <w:szCs w:val="28"/>
                <w:cs/>
                <w:lang w:val="en-GB"/>
              </w:rPr>
              <w:t>รวมส่วนงานที่รายงาน</w:t>
            </w:r>
          </w:p>
        </w:tc>
      </w:tr>
      <w:tr w:rsidR="00A5678B" w:rsidRPr="00B70AF0" w14:paraId="7F38D014" w14:textId="77777777" w:rsidTr="00D8286C">
        <w:trPr>
          <w:tblHeader/>
        </w:trPr>
        <w:tc>
          <w:tcPr>
            <w:tcW w:w="2430" w:type="dxa"/>
            <w:shd w:val="clear" w:color="auto" w:fill="auto"/>
          </w:tcPr>
          <w:p w14:paraId="22803493" w14:textId="21D35115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8"/>
              <w:rPr>
                <w:rFonts w:ascii="Angsana New" w:hAnsi="Angsana New"/>
                <w:b/>
                <w:bCs/>
                <w:i/>
                <w:iCs/>
                <w:color w:val="000000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สำหรับงวด</w:t>
            </w:r>
            <w:r w:rsidR="009D2191"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เก้า</w:t>
            </w:r>
            <w:r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เดือนสิ้นสุด</w:t>
            </w:r>
            <w:r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</w:tc>
        <w:tc>
          <w:tcPr>
            <w:tcW w:w="990" w:type="dxa"/>
            <w:shd w:val="clear" w:color="auto" w:fill="auto"/>
          </w:tcPr>
          <w:p w14:paraId="2B6DC1A5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</w:tcPr>
          <w:p w14:paraId="2CAAB368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2BB155CE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62" w:type="dxa"/>
            <w:shd w:val="clear" w:color="auto" w:fill="auto"/>
          </w:tcPr>
          <w:p w14:paraId="4D357C14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17E5E69B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70" w:type="dxa"/>
            <w:shd w:val="clear" w:color="auto" w:fill="auto"/>
          </w:tcPr>
          <w:p w14:paraId="69CC8BE4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671FA3E2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43DF112F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5FA30A1E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270" w:type="dxa"/>
          </w:tcPr>
          <w:p w14:paraId="0CC81D22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</w:tcPr>
          <w:p w14:paraId="74125AF8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</w:tr>
      <w:tr w:rsidR="00A5678B" w:rsidRPr="00B70AF0" w14:paraId="22434212" w14:textId="77777777" w:rsidTr="00D8286C">
        <w:trPr>
          <w:tblHeader/>
        </w:trPr>
        <w:tc>
          <w:tcPr>
            <w:tcW w:w="2430" w:type="dxa"/>
            <w:shd w:val="clear" w:color="auto" w:fill="auto"/>
          </w:tcPr>
          <w:p w14:paraId="4193965D" w14:textId="4799D9A8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color w:val="000000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</w:rPr>
              <w:t xml:space="preserve">   </w:t>
            </w:r>
            <w:r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 xml:space="preserve">วันที่ </w:t>
            </w:r>
            <w:r w:rsidR="000B0741"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</w:rPr>
              <w:t>3</w:t>
            </w:r>
            <w:r w:rsidR="000B0741" w:rsidRPr="00B70AF0">
              <w:rPr>
                <w:rFonts w:ascii="Angsana New" w:hAnsi="Angsana New"/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  <w:r w:rsidR="00E26DB5"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 xml:space="preserve"> </w:t>
            </w:r>
            <w:r w:rsidR="009D2191"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กันย</w:t>
            </w:r>
            <w:r w:rsidR="00E26DB5"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ายน</w:t>
            </w:r>
          </w:p>
        </w:tc>
        <w:tc>
          <w:tcPr>
            <w:tcW w:w="990" w:type="dxa"/>
            <w:shd w:val="clear" w:color="auto" w:fill="auto"/>
          </w:tcPr>
          <w:p w14:paraId="55FC3471" w14:textId="122222B3" w:rsidR="00A5678B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62" w:type="dxa"/>
            <w:shd w:val="clear" w:color="auto" w:fill="auto"/>
          </w:tcPr>
          <w:p w14:paraId="4774B7E7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63C0057D" w14:textId="27D89D69" w:rsidR="00A5678B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  <w:tc>
          <w:tcPr>
            <w:tcW w:w="262" w:type="dxa"/>
            <w:shd w:val="clear" w:color="auto" w:fill="auto"/>
          </w:tcPr>
          <w:p w14:paraId="589F6DD1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7744C9DB" w14:textId="09B2069A" w:rsidR="00A5678B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2500DC15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</w:tcPr>
          <w:p w14:paraId="2D07DF7B" w14:textId="4E64A4AE" w:rsidR="00A5678B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  <w:tc>
          <w:tcPr>
            <w:tcW w:w="270" w:type="dxa"/>
          </w:tcPr>
          <w:p w14:paraId="221540F6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0" w:type="dxa"/>
          </w:tcPr>
          <w:p w14:paraId="2469D797" w14:textId="73D03488" w:rsidR="00A5678B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70" w:type="dxa"/>
          </w:tcPr>
          <w:p w14:paraId="0B807481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</w:tcPr>
          <w:p w14:paraId="5A0238A0" w14:textId="5AE08AEB" w:rsidR="00A5678B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</w:tr>
      <w:tr w:rsidR="00A5678B" w:rsidRPr="00B70AF0" w14:paraId="195B7B3E" w14:textId="77777777" w:rsidTr="00D8286C">
        <w:trPr>
          <w:tblHeader/>
        </w:trPr>
        <w:tc>
          <w:tcPr>
            <w:tcW w:w="2430" w:type="dxa"/>
            <w:shd w:val="clear" w:color="auto" w:fill="auto"/>
          </w:tcPr>
          <w:p w14:paraId="094A6E41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i/>
                <w:iCs/>
                <w:color w:val="000000"/>
                <w:sz w:val="28"/>
                <w:szCs w:val="28"/>
              </w:rPr>
            </w:pPr>
          </w:p>
        </w:tc>
        <w:tc>
          <w:tcPr>
            <w:tcW w:w="7290" w:type="dxa"/>
            <w:gridSpan w:val="11"/>
            <w:shd w:val="clear" w:color="auto" w:fill="auto"/>
          </w:tcPr>
          <w:p w14:paraId="0774728F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i/>
                <w:iCs/>
                <w:sz w:val="28"/>
                <w:szCs w:val="28"/>
                <w:cs/>
              </w:rPr>
              <w:t>(พันบาท)</w:t>
            </w:r>
          </w:p>
        </w:tc>
      </w:tr>
      <w:tr w:rsidR="00A5678B" w:rsidRPr="00B70AF0" w14:paraId="2319DD45" w14:textId="77777777" w:rsidTr="00B50FFE">
        <w:trPr>
          <w:trHeight w:val="64"/>
        </w:trPr>
        <w:tc>
          <w:tcPr>
            <w:tcW w:w="2430" w:type="dxa"/>
            <w:shd w:val="clear" w:color="auto" w:fill="auto"/>
          </w:tcPr>
          <w:p w14:paraId="6593C234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ข้อมูลตามส่วนงานดำเนินงาน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708E2612" w14:textId="77777777" w:rsidR="00A5678B" w:rsidRPr="00B70AF0" w:rsidRDefault="00A5678B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85770EF" w14:textId="77777777" w:rsidR="00A5678B" w:rsidRPr="00B70AF0" w:rsidRDefault="00A5678B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6D9445FB" w14:textId="77777777" w:rsidR="00A5678B" w:rsidRPr="00B70AF0" w:rsidRDefault="00A5678B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C4DA11F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92B14AD" w14:textId="77777777" w:rsidR="00A5678B" w:rsidRPr="00B70AF0" w:rsidRDefault="00A5678B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4C518C7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18543B60" w14:textId="77777777" w:rsidR="00A5678B" w:rsidRPr="00B70AF0" w:rsidRDefault="00A5678B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72768460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7C1410C" w14:textId="77777777" w:rsidR="00A5678B" w:rsidRPr="00B70AF0" w:rsidRDefault="00A5678B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5BE95208" w14:textId="77777777" w:rsidR="00A5678B" w:rsidRPr="00B70AF0" w:rsidRDefault="00A5678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0FCF398" w14:textId="77777777" w:rsidR="00A5678B" w:rsidRPr="00B70AF0" w:rsidRDefault="00A5678B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E26DB5" w:rsidRPr="00B70AF0" w14:paraId="24B92A90" w14:textId="77777777" w:rsidTr="00D8286C">
        <w:tc>
          <w:tcPr>
            <w:tcW w:w="2430" w:type="dxa"/>
            <w:shd w:val="clear" w:color="auto" w:fill="auto"/>
            <w:vAlign w:val="bottom"/>
          </w:tcPr>
          <w:p w14:paraId="324A6BBF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GB"/>
              </w:rPr>
              <w:t>รายได้จากลูกค้าภายนอก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C144365" w14:textId="7E7FE87D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798,306</w:t>
            </w:r>
          </w:p>
        </w:tc>
        <w:tc>
          <w:tcPr>
            <w:tcW w:w="262" w:type="dxa"/>
            <w:shd w:val="clear" w:color="auto" w:fill="auto"/>
          </w:tcPr>
          <w:p w14:paraId="606A5EB1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BBFA6CE" w14:textId="4B7F0EA3" w:rsidR="00E26DB5" w:rsidRPr="00B70AF0" w:rsidRDefault="00F16C29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838,542</w:t>
            </w:r>
          </w:p>
        </w:tc>
        <w:tc>
          <w:tcPr>
            <w:tcW w:w="262" w:type="dxa"/>
            <w:shd w:val="clear" w:color="auto" w:fill="auto"/>
          </w:tcPr>
          <w:p w14:paraId="326F2C5D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E05CB9E" w14:textId="53863F4C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216,446</w:t>
            </w:r>
          </w:p>
        </w:tc>
        <w:tc>
          <w:tcPr>
            <w:tcW w:w="270" w:type="dxa"/>
            <w:shd w:val="clear" w:color="auto" w:fill="auto"/>
          </w:tcPr>
          <w:p w14:paraId="6F615273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03A4EEE8" w14:textId="7B3974B4" w:rsidR="00E26DB5" w:rsidRPr="00B70AF0" w:rsidRDefault="00F16C29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207,315</w:t>
            </w:r>
          </w:p>
        </w:tc>
        <w:tc>
          <w:tcPr>
            <w:tcW w:w="270" w:type="dxa"/>
          </w:tcPr>
          <w:p w14:paraId="696DE7C3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3861077F" w14:textId="64A8A6A7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1,014,752</w:t>
            </w:r>
          </w:p>
        </w:tc>
        <w:tc>
          <w:tcPr>
            <w:tcW w:w="270" w:type="dxa"/>
          </w:tcPr>
          <w:p w14:paraId="7D695CF0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4E1F602B" w14:textId="249C5898" w:rsidR="00E26DB5" w:rsidRPr="00B70AF0" w:rsidRDefault="00F16C29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1,045,857</w:t>
            </w:r>
          </w:p>
        </w:tc>
      </w:tr>
      <w:tr w:rsidR="00E26DB5" w:rsidRPr="00B70AF0" w14:paraId="00EBC3EE" w14:textId="77777777" w:rsidTr="00204F0F">
        <w:tc>
          <w:tcPr>
            <w:tcW w:w="2430" w:type="dxa"/>
            <w:shd w:val="clear" w:color="auto" w:fill="auto"/>
          </w:tcPr>
          <w:p w14:paraId="6EA2A117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00AD3D5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A6D828B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06360B8E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2660021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E1FDF01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27BB349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53DCFE7C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601BCA64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25303506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456EE0BA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49B0063A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E26DB5" w:rsidRPr="00B70AF0" w14:paraId="72C6E87C" w14:textId="77777777" w:rsidTr="00D8286C">
        <w:tc>
          <w:tcPr>
            <w:tcW w:w="2430" w:type="dxa"/>
            <w:shd w:val="clear" w:color="auto" w:fill="auto"/>
            <w:vAlign w:val="bottom"/>
          </w:tcPr>
          <w:p w14:paraId="6FC8214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การจำแนกรายได้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6BB28EBE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3C1AF97F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1E25B52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3D63EFF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D3B66D3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0AE46A3F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7CCB233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02DD3B07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C2E2F9D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12E5A376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EBC8F02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E26DB5" w:rsidRPr="00B70AF0" w14:paraId="73BD313B" w14:textId="77777777" w:rsidTr="00D8286C">
        <w:tc>
          <w:tcPr>
            <w:tcW w:w="2430" w:type="dxa"/>
            <w:shd w:val="clear" w:color="auto" w:fill="auto"/>
          </w:tcPr>
          <w:p w14:paraId="53D1D60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ส่วนงานภูมิศาสตร์หลัก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40DBE6A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E4EAE7F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B88E446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4DAA3CBA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6E8899C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1F3D792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2A1FB32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0B2E6A16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EA874F5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6F9B9FDC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050B85A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E26DB5" w:rsidRPr="00B70AF0" w14:paraId="733E9D73" w14:textId="77777777" w:rsidTr="00D8286C">
        <w:tc>
          <w:tcPr>
            <w:tcW w:w="2430" w:type="dxa"/>
            <w:shd w:val="clear" w:color="auto" w:fill="auto"/>
          </w:tcPr>
          <w:p w14:paraId="3C168AC9" w14:textId="77777777" w:rsidR="00E26DB5" w:rsidRPr="00B70AF0" w:rsidRDefault="00E26DB5" w:rsidP="00E26DB5">
            <w:pPr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ประเทศไทย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7D71FA7" w14:textId="2C3445E9" w:rsidR="00F0247D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741,399</w:t>
            </w:r>
          </w:p>
        </w:tc>
        <w:tc>
          <w:tcPr>
            <w:tcW w:w="262" w:type="dxa"/>
            <w:shd w:val="clear" w:color="auto" w:fill="auto"/>
          </w:tcPr>
          <w:p w14:paraId="22E63352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44B889C" w14:textId="1ADC46F7" w:rsidR="00E26DB5" w:rsidRPr="00B70AF0" w:rsidRDefault="00E350D4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748,210</w:t>
            </w:r>
          </w:p>
        </w:tc>
        <w:tc>
          <w:tcPr>
            <w:tcW w:w="262" w:type="dxa"/>
            <w:shd w:val="clear" w:color="auto" w:fill="auto"/>
          </w:tcPr>
          <w:p w14:paraId="10C4AEE1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647597EC" w14:textId="018926C3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201,335</w:t>
            </w:r>
          </w:p>
        </w:tc>
        <w:tc>
          <w:tcPr>
            <w:tcW w:w="270" w:type="dxa"/>
            <w:shd w:val="clear" w:color="auto" w:fill="auto"/>
          </w:tcPr>
          <w:p w14:paraId="0E521CB1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7F23719D" w14:textId="7E0BB7D9" w:rsidR="00E26DB5" w:rsidRPr="00B70AF0" w:rsidRDefault="00E350D4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180,982</w:t>
            </w:r>
          </w:p>
        </w:tc>
        <w:tc>
          <w:tcPr>
            <w:tcW w:w="270" w:type="dxa"/>
          </w:tcPr>
          <w:p w14:paraId="0DCA8089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2CB1BBD9" w14:textId="7625CA2E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942,734</w:t>
            </w:r>
          </w:p>
        </w:tc>
        <w:tc>
          <w:tcPr>
            <w:tcW w:w="270" w:type="dxa"/>
          </w:tcPr>
          <w:p w14:paraId="39803086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5D26378" w14:textId="12508882" w:rsidR="00E26DB5" w:rsidRPr="00B70AF0" w:rsidRDefault="00E350D4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929,192</w:t>
            </w:r>
          </w:p>
        </w:tc>
      </w:tr>
      <w:tr w:rsidR="00E26DB5" w:rsidRPr="00B70AF0" w14:paraId="75DB80D6" w14:textId="77777777" w:rsidTr="00D8286C">
        <w:tc>
          <w:tcPr>
            <w:tcW w:w="2430" w:type="dxa"/>
            <w:shd w:val="clear" w:color="auto" w:fill="auto"/>
          </w:tcPr>
          <w:p w14:paraId="442B4115" w14:textId="0E1835F4" w:rsidR="00E26DB5" w:rsidRPr="00B70AF0" w:rsidRDefault="00F0247D" w:rsidP="00E26DB5">
            <w:pPr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เมียนมาร์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A6CA9A8" w14:textId="59D7845B" w:rsidR="00E26DB5" w:rsidRPr="00B70AF0" w:rsidRDefault="00DD109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76</w:t>
            </w:r>
            <w:r w:rsidR="009C03A5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262" w:type="dxa"/>
            <w:shd w:val="clear" w:color="auto" w:fill="auto"/>
          </w:tcPr>
          <w:p w14:paraId="45B56281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5A90CBD9" w14:textId="1F5C8D0D" w:rsidR="00E26DB5" w:rsidRPr="00B70AF0" w:rsidRDefault="000B0741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54</w:t>
            </w:r>
            <w:r w:rsidR="00E26DB5"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="00E350D4"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517</w:t>
            </w:r>
          </w:p>
        </w:tc>
        <w:tc>
          <w:tcPr>
            <w:tcW w:w="262" w:type="dxa"/>
            <w:shd w:val="clear" w:color="auto" w:fill="auto"/>
          </w:tcPr>
          <w:p w14:paraId="7FE92DA1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F88659C" w14:textId="10F86750" w:rsidR="00E26DB5" w:rsidRPr="00B70AF0" w:rsidRDefault="00DD109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3,269</w:t>
            </w:r>
          </w:p>
        </w:tc>
        <w:tc>
          <w:tcPr>
            <w:tcW w:w="270" w:type="dxa"/>
            <w:shd w:val="clear" w:color="auto" w:fill="auto"/>
          </w:tcPr>
          <w:p w14:paraId="1EAEEFB6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82ECB05" w14:textId="7D389ACB" w:rsidR="00E26DB5" w:rsidRPr="00B70AF0" w:rsidRDefault="00E350D4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20,551</w:t>
            </w:r>
          </w:p>
        </w:tc>
        <w:tc>
          <w:tcPr>
            <w:tcW w:w="270" w:type="dxa"/>
          </w:tcPr>
          <w:p w14:paraId="762F579A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140B884" w14:textId="45BBC8FF" w:rsidR="00E26DB5" w:rsidRPr="00B70AF0" w:rsidRDefault="00DD109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4,03</w:t>
            </w:r>
            <w:r w:rsidR="009C03A5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70" w:type="dxa"/>
          </w:tcPr>
          <w:p w14:paraId="7AF3664F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6A8D40A" w14:textId="14C2BF5D" w:rsidR="00E26DB5" w:rsidRPr="00B70AF0" w:rsidRDefault="00E350D4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75,068</w:t>
            </w:r>
          </w:p>
        </w:tc>
      </w:tr>
      <w:tr w:rsidR="00E26DB5" w:rsidRPr="00B70AF0" w14:paraId="6A11F653" w14:textId="77777777" w:rsidTr="00D8286C">
        <w:tc>
          <w:tcPr>
            <w:tcW w:w="2430" w:type="dxa"/>
            <w:shd w:val="clear" w:color="auto" w:fill="auto"/>
          </w:tcPr>
          <w:p w14:paraId="00EA7F97" w14:textId="465FCB03" w:rsidR="00E26DB5" w:rsidRPr="00B70AF0" w:rsidRDefault="00F0247D" w:rsidP="00E26DB5">
            <w:pPr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กัมพูชา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F2D826C" w14:textId="6527A282" w:rsidR="00E26DB5" w:rsidRPr="00B70AF0" w:rsidRDefault="00DD109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5,292</w:t>
            </w:r>
          </w:p>
        </w:tc>
        <w:tc>
          <w:tcPr>
            <w:tcW w:w="262" w:type="dxa"/>
            <w:shd w:val="clear" w:color="auto" w:fill="auto"/>
          </w:tcPr>
          <w:p w14:paraId="4FF13669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3C142E4" w14:textId="4A44B1B1" w:rsidR="00E26DB5" w:rsidRPr="00B70AF0" w:rsidRDefault="00E350D4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35</w:t>
            </w:r>
            <w:r w:rsidR="00E26DB5"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,</w:t>
            </w:r>
            <w:r w:rsidR="000B0741"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7</w:t>
            </w: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96</w:t>
            </w:r>
          </w:p>
        </w:tc>
        <w:tc>
          <w:tcPr>
            <w:tcW w:w="262" w:type="dxa"/>
            <w:shd w:val="clear" w:color="auto" w:fill="auto"/>
          </w:tcPr>
          <w:p w14:paraId="5830227B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9A7BA0D" w14:textId="03E75248" w:rsidR="00E26DB5" w:rsidRPr="00B70AF0" w:rsidRDefault="00DD1093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2,41</w:t>
            </w:r>
            <w:r w:rsidR="009C03A5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70" w:type="dxa"/>
            <w:shd w:val="clear" w:color="auto" w:fill="auto"/>
          </w:tcPr>
          <w:p w14:paraId="429957B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FC7F7C2" w14:textId="703954DB" w:rsidR="00E26DB5" w:rsidRPr="00B70AF0" w:rsidRDefault="00E350D4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5,782</w:t>
            </w:r>
          </w:p>
        </w:tc>
        <w:tc>
          <w:tcPr>
            <w:tcW w:w="270" w:type="dxa"/>
          </w:tcPr>
          <w:p w14:paraId="057877E4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799C11F5" w14:textId="0A39BCD4" w:rsidR="00E26DB5" w:rsidRPr="00B70AF0" w:rsidRDefault="00EB37A2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7,70</w:t>
            </w:r>
            <w:r w:rsidR="00832A73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5</w:t>
            </w:r>
          </w:p>
        </w:tc>
        <w:tc>
          <w:tcPr>
            <w:tcW w:w="270" w:type="dxa"/>
          </w:tcPr>
          <w:p w14:paraId="7369E3A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05077D5" w14:textId="124361BB" w:rsidR="00E26DB5" w:rsidRPr="00B70AF0" w:rsidRDefault="00E350D4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41,578</w:t>
            </w:r>
          </w:p>
        </w:tc>
      </w:tr>
      <w:tr w:rsidR="00BB2BEF" w:rsidRPr="00B70AF0" w14:paraId="028E9E4B" w14:textId="77777777" w:rsidTr="00D8286C">
        <w:tc>
          <w:tcPr>
            <w:tcW w:w="2430" w:type="dxa"/>
            <w:shd w:val="clear" w:color="auto" w:fill="auto"/>
          </w:tcPr>
          <w:p w14:paraId="55124C0A" w14:textId="73D68697" w:rsidR="00BB2BEF" w:rsidRPr="00B70AF0" w:rsidRDefault="00261C31" w:rsidP="00E26DB5">
            <w:pPr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มาเลเซีย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9FC0848" w14:textId="206E2E49" w:rsidR="00BB2BEF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50,851</w:t>
            </w:r>
          </w:p>
        </w:tc>
        <w:tc>
          <w:tcPr>
            <w:tcW w:w="262" w:type="dxa"/>
            <w:shd w:val="clear" w:color="auto" w:fill="auto"/>
          </w:tcPr>
          <w:p w14:paraId="14D6742C" w14:textId="77777777" w:rsidR="00BB2BEF" w:rsidRPr="00B70AF0" w:rsidRDefault="00BB2BEF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2337070" w14:textId="13F4F12A" w:rsidR="00BB2BEF" w:rsidRPr="00B70AF0" w:rsidRDefault="00194825" w:rsidP="00194825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0A6D31DD" w14:textId="77777777" w:rsidR="00BB2BEF" w:rsidRPr="00B70AF0" w:rsidRDefault="00BB2BEF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A1E8F1B" w14:textId="6962314B" w:rsidR="00BB2BEF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9,429</w:t>
            </w:r>
          </w:p>
        </w:tc>
        <w:tc>
          <w:tcPr>
            <w:tcW w:w="270" w:type="dxa"/>
            <w:shd w:val="clear" w:color="auto" w:fill="auto"/>
          </w:tcPr>
          <w:p w14:paraId="2164C289" w14:textId="77777777" w:rsidR="00BB2BEF" w:rsidRPr="00B70AF0" w:rsidRDefault="00BB2BEF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187D428" w14:textId="39B04F9B" w:rsidR="00BB2BEF" w:rsidRPr="00B70AF0" w:rsidRDefault="00C25185" w:rsidP="00C25185">
            <w:pPr>
              <w:pStyle w:val="acctfourfigures"/>
              <w:tabs>
                <w:tab w:val="clear" w:pos="765"/>
                <w:tab w:val="left" w:pos="444"/>
                <w:tab w:val="decimal" w:pos="534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42E2BE36" w14:textId="77777777" w:rsidR="00BB2BEF" w:rsidRPr="00B70AF0" w:rsidRDefault="00BB2BEF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FA7FE3E" w14:textId="21983174" w:rsidR="00BB2BEF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60,280</w:t>
            </w:r>
          </w:p>
        </w:tc>
        <w:tc>
          <w:tcPr>
            <w:tcW w:w="270" w:type="dxa"/>
          </w:tcPr>
          <w:p w14:paraId="3AD1396F" w14:textId="77777777" w:rsidR="00BB2BEF" w:rsidRPr="00B70AF0" w:rsidRDefault="00BB2BEF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79537E9" w14:textId="51EED16C" w:rsidR="00BB2BEF" w:rsidRPr="00B70AF0" w:rsidRDefault="00C25185" w:rsidP="00C25185">
            <w:pPr>
              <w:pStyle w:val="acctfourfigures"/>
              <w:tabs>
                <w:tab w:val="clear" w:pos="765"/>
                <w:tab w:val="left" w:pos="444"/>
                <w:tab w:val="decimal" w:pos="534"/>
              </w:tabs>
              <w:spacing w:line="240" w:lineRule="auto"/>
              <w:ind w:right="-108"/>
              <w:jc w:val="center"/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</w:tr>
      <w:tr w:rsidR="00E26DB5" w:rsidRPr="00B70AF0" w14:paraId="385C79A7" w14:textId="77777777" w:rsidTr="00D8286C">
        <w:tc>
          <w:tcPr>
            <w:tcW w:w="2430" w:type="dxa"/>
            <w:shd w:val="clear" w:color="auto" w:fill="auto"/>
          </w:tcPr>
          <w:p w14:paraId="4E23C716" w14:textId="77777777" w:rsidR="00E26DB5" w:rsidRPr="00B70AF0" w:rsidRDefault="00E26DB5" w:rsidP="00E26DB5">
            <w:pPr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ประเทศอื่นๆ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D997746" w14:textId="26C8E72B" w:rsidR="00E26DB5" w:rsidRPr="00B70AF0" w:rsidRDefault="00194825" w:rsidP="00194825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1381A1EF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F2DF7B5" w14:textId="227E8C65" w:rsidR="00E26DB5" w:rsidRPr="00B70AF0" w:rsidRDefault="000B0741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19</w:t>
            </w:r>
          </w:p>
        </w:tc>
        <w:tc>
          <w:tcPr>
            <w:tcW w:w="262" w:type="dxa"/>
            <w:shd w:val="clear" w:color="auto" w:fill="auto"/>
          </w:tcPr>
          <w:p w14:paraId="5184C933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E277979" w14:textId="1DF81EAA" w:rsidR="00E26DB5" w:rsidRPr="00B70AF0" w:rsidRDefault="004315B8" w:rsidP="004315B8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7B6C0FE3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BAA7E42" w14:textId="2DB4AE43" w:rsidR="00E26DB5" w:rsidRPr="00B70AF0" w:rsidRDefault="00E26DB5" w:rsidP="00E26DB5">
            <w:pPr>
              <w:pStyle w:val="acctfourfigures"/>
              <w:tabs>
                <w:tab w:val="clear" w:pos="765"/>
                <w:tab w:val="left" w:pos="444"/>
                <w:tab w:val="decimal" w:pos="534"/>
              </w:tabs>
              <w:spacing w:line="240" w:lineRule="auto"/>
              <w:ind w:right="-108"/>
              <w:jc w:val="center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6BAA17C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0D20775" w14:textId="7D85752F" w:rsidR="00E26DB5" w:rsidRPr="00B70AF0" w:rsidRDefault="004315B8" w:rsidP="004315B8">
            <w:pPr>
              <w:pStyle w:val="acctfourfigures"/>
              <w:tabs>
                <w:tab w:val="clear" w:pos="765"/>
                <w:tab w:val="decimal" w:pos="433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2475058C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386290DE" w14:textId="11D631CE" w:rsidR="00E26DB5" w:rsidRPr="00B70AF0" w:rsidRDefault="000B0741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19</w:t>
            </w:r>
          </w:p>
        </w:tc>
      </w:tr>
      <w:tr w:rsidR="00E26DB5" w:rsidRPr="00B70AF0" w14:paraId="5F951D7C" w14:textId="77777777" w:rsidTr="00D8286C">
        <w:tc>
          <w:tcPr>
            <w:tcW w:w="2430" w:type="dxa"/>
            <w:shd w:val="clear" w:color="auto" w:fill="auto"/>
            <w:vAlign w:val="bottom"/>
          </w:tcPr>
          <w:p w14:paraId="4EB3CFD0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  <w:lang w:val="en-GB"/>
              </w:rPr>
            </w:pPr>
            <w:r w:rsidRPr="00B70AF0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  <w:lang w:val="en-GB"/>
              </w:rPr>
              <w:t>รวมรายได้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33837BA" w14:textId="7B489FB8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798,306</w:t>
            </w:r>
          </w:p>
        </w:tc>
        <w:tc>
          <w:tcPr>
            <w:tcW w:w="262" w:type="dxa"/>
            <w:shd w:val="clear" w:color="auto" w:fill="auto"/>
          </w:tcPr>
          <w:p w14:paraId="7EBEBA40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5FC27BA" w14:textId="02DEB00E" w:rsidR="00E26DB5" w:rsidRPr="00B70AF0" w:rsidRDefault="00E350D4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838,542</w:t>
            </w:r>
          </w:p>
        </w:tc>
        <w:tc>
          <w:tcPr>
            <w:tcW w:w="262" w:type="dxa"/>
            <w:shd w:val="clear" w:color="auto" w:fill="auto"/>
          </w:tcPr>
          <w:p w14:paraId="658CFBC9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CA4398A" w14:textId="52492885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216,446</w:t>
            </w:r>
          </w:p>
        </w:tc>
        <w:tc>
          <w:tcPr>
            <w:tcW w:w="270" w:type="dxa"/>
            <w:shd w:val="clear" w:color="auto" w:fill="auto"/>
          </w:tcPr>
          <w:p w14:paraId="73405612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0632E2F5" w14:textId="1166ED33" w:rsidR="00E26DB5" w:rsidRPr="00B70AF0" w:rsidRDefault="00E350D4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207,315</w:t>
            </w:r>
          </w:p>
        </w:tc>
        <w:tc>
          <w:tcPr>
            <w:tcW w:w="270" w:type="dxa"/>
          </w:tcPr>
          <w:p w14:paraId="69399290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60B89C0A" w14:textId="4823D4D1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1,014,752</w:t>
            </w:r>
          </w:p>
        </w:tc>
        <w:tc>
          <w:tcPr>
            <w:tcW w:w="270" w:type="dxa"/>
          </w:tcPr>
          <w:p w14:paraId="254723E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3538D020" w14:textId="39BB806F" w:rsidR="00E26DB5" w:rsidRPr="00B70AF0" w:rsidRDefault="00E350D4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1,045,857</w:t>
            </w:r>
          </w:p>
        </w:tc>
      </w:tr>
      <w:tr w:rsidR="00E26DB5" w:rsidRPr="00B70AF0" w14:paraId="6A667257" w14:textId="77777777" w:rsidTr="00D8286C">
        <w:tc>
          <w:tcPr>
            <w:tcW w:w="2430" w:type="dxa"/>
            <w:shd w:val="clear" w:color="auto" w:fill="auto"/>
            <w:vAlign w:val="bottom"/>
          </w:tcPr>
          <w:p w14:paraId="76991149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rPr>
                <w:rFonts w:ascii="Angsana New" w:hAnsi="Angsana New"/>
                <w:color w:val="000000"/>
                <w:sz w:val="24"/>
                <w:szCs w:val="24"/>
                <w:cs/>
                <w:lang w:val="en-GB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6939054B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4B8CFE1D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AFD7FA4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A16A000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1050FB9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A38D904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1EA39C2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01B69B7A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55773C2F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5A4CBF00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vAlign w:val="bottom"/>
          </w:tcPr>
          <w:p w14:paraId="4D48515E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E26DB5" w:rsidRPr="00B70AF0" w14:paraId="317DCE2B" w14:textId="77777777" w:rsidTr="00D8286C">
        <w:tc>
          <w:tcPr>
            <w:tcW w:w="2430" w:type="dxa"/>
            <w:shd w:val="clear" w:color="auto" w:fill="auto"/>
            <w:vAlign w:val="bottom"/>
          </w:tcPr>
          <w:p w14:paraId="773D62B9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ประเภทของสินค้าและ</w:t>
            </w:r>
          </w:p>
          <w:p w14:paraId="09013B5C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 xml:space="preserve">   บริการหลัก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F4EFE7C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4858827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1C52757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33833961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C3D12FB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5E0E11BB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CCB1803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76650633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CABCDF0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060829F6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23E7792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E26DB5" w:rsidRPr="00B70AF0" w14:paraId="51201E55" w14:textId="77777777" w:rsidTr="00D8286C">
        <w:tc>
          <w:tcPr>
            <w:tcW w:w="2430" w:type="dxa"/>
            <w:shd w:val="clear" w:color="auto" w:fill="auto"/>
            <w:vAlign w:val="bottom"/>
          </w:tcPr>
          <w:p w14:paraId="425B0EF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B70AF0">
              <w:rPr>
                <w:rFonts w:ascii="Angsana New" w:eastAsia="MS Mincho" w:hAnsi="Angsana New" w:hint="cs"/>
                <w:sz w:val="28"/>
                <w:szCs w:val="28"/>
                <w:cs/>
              </w:rPr>
              <w:t>อุปกรณ์คอมพิวเตอร์และ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A59947C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9A23DD4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02AAD42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0457C2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4B84FA5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2DD4114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3BA75BF0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1E7EEA5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5F1EC5F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2D05B248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4E954FB8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E26DB5" w:rsidRPr="00B70AF0" w14:paraId="3CF93632" w14:textId="77777777" w:rsidTr="00D8286C">
        <w:tc>
          <w:tcPr>
            <w:tcW w:w="2430" w:type="dxa"/>
            <w:shd w:val="clear" w:color="auto" w:fill="auto"/>
            <w:vAlign w:val="bottom"/>
          </w:tcPr>
          <w:p w14:paraId="58389093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color w:val="000000"/>
                <w:sz w:val="28"/>
                <w:szCs w:val="28"/>
                <w:cs/>
              </w:rPr>
            </w:pPr>
            <w:r w:rsidRPr="00B70AF0">
              <w:rPr>
                <w:rFonts w:ascii="Angsana New" w:eastAsia="MS Mincho" w:hAnsi="Angsana New" w:hint="cs"/>
                <w:sz w:val="28"/>
                <w:szCs w:val="28"/>
                <w:cs/>
              </w:rPr>
              <w:t xml:space="preserve">   ซอฟต์แวร์ที่เกี่ยวข้อง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0D0F2E3F" w14:textId="481077C2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798,306</w:t>
            </w:r>
          </w:p>
        </w:tc>
        <w:tc>
          <w:tcPr>
            <w:tcW w:w="262" w:type="dxa"/>
            <w:shd w:val="clear" w:color="auto" w:fill="auto"/>
          </w:tcPr>
          <w:p w14:paraId="1A6DEE5F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65E70EE" w14:textId="61832BB2" w:rsidR="00E26DB5" w:rsidRPr="00B70AF0" w:rsidRDefault="00EC1D8D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838,542</w:t>
            </w:r>
          </w:p>
        </w:tc>
        <w:tc>
          <w:tcPr>
            <w:tcW w:w="262" w:type="dxa"/>
            <w:shd w:val="clear" w:color="auto" w:fill="auto"/>
          </w:tcPr>
          <w:p w14:paraId="701F19B3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429CD8D" w14:textId="68D8EF1B" w:rsidR="00E26DB5" w:rsidRPr="00B70AF0" w:rsidRDefault="00EB37A2" w:rsidP="00E26DB5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02BF9F39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0C4C1112" w14:textId="6ED787AD" w:rsidR="00E26DB5" w:rsidRPr="00B70AF0" w:rsidRDefault="00E26DB5" w:rsidP="00E26DB5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</w:tcPr>
          <w:p w14:paraId="5D379E54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9C1F597" w14:textId="220ED89A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798,306</w:t>
            </w:r>
          </w:p>
        </w:tc>
        <w:tc>
          <w:tcPr>
            <w:tcW w:w="270" w:type="dxa"/>
          </w:tcPr>
          <w:p w14:paraId="60F780CA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214A48B" w14:textId="26444237" w:rsidR="00E26DB5" w:rsidRPr="00B70AF0" w:rsidRDefault="00937C89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838,542</w:t>
            </w:r>
          </w:p>
        </w:tc>
      </w:tr>
      <w:tr w:rsidR="00E26DB5" w:rsidRPr="00B70AF0" w14:paraId="256EAA96" w14:textId="77777777" w:rsidTr="00D8286C">
        <w:tc>
          <w:tcPr>
            <w:tcW w:w="2430" w:type="dxa"/>
            <w:shd w:val="clear" w:color="auto" w:fill="auto"/>
            <w:vAlign w:val="bottom"/>
          </w:tcPr>
          <w:p w14:paraId="3FA103DD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B70AF0">
              <w:rPr>
                <w:rFonts w:ascii="Angsana New" w:eastAsia="MS Mincho" w:hAnsi="Angsana New" w:hint="cs"/>
                <w:sz w:val="28"/>
                <w:szCs w:val="28"/>
                <w:cs/>
              </w:rPr>
              <w:t>บริการบำรุงรักษาและ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1F1E1E1D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6175F66E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057BC723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78932FC6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19CC99F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36EFBAF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25E58122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7097CD8A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0AB51F52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617F4DC0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BD6AB18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E26DB5" w:rsidRPr="00B70AF0" w14:paraId="492E1233" w14:textId="77777777" w:rsidTr="00D8286C">
        <w:tc>
          <w:tcPr>
            <w:tcW w:w="2430" w:type="dxa"/>
            <w:shd w:val="clear" w:color="auto" w:fill="auto"/>
            <w:vAlign w:val="bottom"/>
          </w:tcPr>
          <w:p w14:paraId="21930181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eastAsia="MS Mincho" w:hAnsi="Angsana New"/>
                <w:sz w:val="28"/>
                <w:szCs w:val="28"/>
                <w:cs/>
              </w:rPr>
            </w:pPr>
            <w:r w:rsidRPr="00B70AF0">
              <w:rPr>
                <w:rFonts w:ascii="Angsana New" w:eastAsia="MS Mincho" w:hAnsi="Angsana New" w:hint="cs"/>
                <w:sz w:val="28"/>
                <w:szCs w:val="28"/>
                <w:cs/>
              </w:rPr>
              <w:t xml:space="preserve">   บริการอื่น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FAD7081" w14:textId="481BDADB" w:rsidR="00E26DB5" w:rsidRPr="00B70AF0" w:rsidRDefault="00EB37A2" w:rsidP="00E26DB5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5BC1D902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AEFAE4" w14:textId="05DCCB75" w:rsidR="00E26DB5" w:rsidRPr="00B70AF0" w:rsidRDefault="00E26DB5" w:rsidP="00E26DB5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71DBDC82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AA765B5" w14:textId="7B7F457A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216,446</w:t>
            </w:r>
          </w:p>
        </w:tc>
        <w:tc>
          <w:tcPr>
            <w:tcW w:w="270" w:type="dxa"/>
            <w:shd w:val="clear" w:color="auto" w:fill="auto"/>
          </w:tcPr>
          <w:p w14:paraId="22F59B9C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5F74C2" w14:textId="4948C24B" w:rsidR="00E26DB5" w:rsidRPr="00B70AF0" w:rsidRDefault="00937C89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207,315</w:t>
            </w:r>
          </w:p>
        </w:tc>
        <w:tc>
          <w:tcPr>
            <w:tcW w:w="270" w:type="dxa"/>
          </w:tcPr>
          <w:p w14:paraId="400EFC16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9E9A805" w14:textId="2AA7D99D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216,446</w:t>
            </w:r>
          </w:p>
        </w:tc>
        <w:tc>
          <w:tcPr>
            <w:tcW w:w="270" w:type="dxa"/>
          </w:tcPr>
          <w:p w14:paraId="33DF7AF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1F7E3E70" w14:textId="0002D301" w:rsidR="00E26DB5" w:rsidRPr="00B70AF0" w:rsidRDefault="00937C89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207,315</w:t>
            </w:r>
          </w:p>
        </w:tc>
      </w:tr>
      <w:tr w:rsidR="00E26DB5" w:rsidRPr="00B70AF0" w14:paraId="6F2DDE30" w14:textId="77777777" w:rsidTr="00D8286C">
        <w:tc>
          <w:tcPr>
            <w:tcW w:w="2430" w:type="dxa"/>
            <w:shd w:val="clear" w:color="auto" w:fill="auto"/>
            <w:vAlign w:val="bottom"/>
          </w:tcPr>
          <w:p w14:paraId="077CFB42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  <w:lang w:val="en-GB"/>
              </w:rPr>
            </w:pPr>
            <w:r w:rsidRPr="00B70AF0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  <w:lang w:val="en-GB"/>
              </w:rPr>
              <w:t>รวมรายได้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60BFC673" w14:textId="4A3160DD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798,306</w:t>
            </w:r>
          </w:p>
        </w:tc>
        <w:tc>
          <w:tcPr>
            <w:tcW w:w="262" w:type="dxa"/>
            <w:shd w:val="clear" w:color="auto" w:fill="auto"/>
          </w:tcPr>
          <w:p w14:paraId="382D21D0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67701F4" w14:textId="17054956" w:rsidR="00E26DB5" w:rsidRPr="00B70AF0" w:rsidRDefault="00EC1D8D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838,542</w:t>
            </w:r>
          </w:p>
        </w:tc>
        <w:tc>
          <w:tcPr>
            <w:tcW w:w="262" w:type="dxa"/>
            <w:shd w:val="clear" w:color="auto" w:fill="auto"/>
          </w:tcPr>
          <w:p w14:paraId="0E92BBD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E3DFF67" w14:textId="41A25B54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216,446</w:t>
            </w:r>
          </w:p>
        </w:tc>
        <w:tc>
          <w:tcPr>
            <w:tcW w:w="270" w:type="dxa"/>
            <w:shd w:val="clear" w:color="auto" w:fill="auto"/>
          </w:tcPr>
          <w:p w14:paraId="1B7BDE66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A0FA992" w14:textId="387B9DD6" w:rsidR="00E26DB5" w:rsidRPr="00B70AF0" w:rsidRDefault="00937C89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207,315</w:t>
            </w:r>
          </w:p>
        </w:tc>
        <w:tc>
          <w:tcPr>
            <w:tcW w:w="270" w:type="dxa"/>
          </w:tcPr>
          <w:p w14:paraId="45E940EC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06C7361" w14:textId="276E3996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1,014,752</w:t>
            </w:r>
          </w:p>
        </w:tc>
        <w:tc>
          <w:tcPr>
            <w:tcW w:w="270" w:type="dxa"/>
          </w:tcPr>
          <w:p w14:paraId="7B931B50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558BCC6A" w14:textId="0FBEF0C0" w:rsidR="00E26DB5" w:rsidRPr="00B70AF0" w:rsidRDefault="00937C89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1,045,857</w:t>
            </w:r>
          </w:p>
        </w:tc>
      </w:tr>
      <w:tr w:rsidR="00E26DB5" w:rsidRPr="00B70AF0" w14:paraId="78A2E7FA" w14:textId="77777777" w:rsidTr="009A6327">
        <w:tc>
          <w:tcPr>
            <w:tcW w:w="2430" w:type="dxa"/>
            <w:shd w:val="clear" w:color="auto" w:fill="auto"/>
            <w:vAlign w:val="bottom"/>
          </w:tcPr>
          <w:p w14:paraId="4DB1D5EA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5"/>
              <w:rPr>
                <w:rFonts w:ascii="Angsana New" w:eastAsia="MS Mincho" w:hAnsi="Angsana New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3A68633A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51B36D27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6B6F5D23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2A54FE1A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19A504FD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ABD13B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shd w:val="clear" w:color="auto" w:fill="auto"/>
            <w:vAlign w:val="bottom"/>
          </w:tcPr>
          <w:p w14:paraId="72A9F0A0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7C811D36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004AA0D3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4A086A09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double" w:sz="4" w:space="0" w:color="auto"/>
            </w:tcBorders>
            <w:vAlign w:val="bottom"/>
          </w:tcPr>
          <w:p w14:paraId="3FD8BBA1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4"/>
                <w:szCs w:val="24"/>
                <w:lang w:val="en-US" w:bidi="th-TH"/>
              </w:rPr>
            </w:pPr>
          </w:p>
        </w:tc>
      </w:tr>
      <w:tr w:rsidR="00E26DB5" w:rsidRPr="00B70AF0" w14:paraId="2F26A6F3" w14:textId="77777777" w:rsidTr="00D8286C">
        <w:tc>
          <w:tcPr>
            <w:tcW w:w="2430" w:type="dxa"/>
            <w:shd w:val="clear" w:color="auto" w:fill="auto"/>
          </w:tcPr>
          <w:p w14:paraId="1CAA4F8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จังหวะเวลาในการรับรู้รายได้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4CB951CB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7C83C696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666673A2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36EF389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52816E8A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4A7A7E92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58568A18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0AFC9982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1799BB17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</w:tcPr>
          <w:p w14:paraId="7FAB10E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60B587C6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E26DB5" w:rsidRPr="00B70AF0" w14:paraId="4633C4AB" w14:textId="77777777" w:rsidTr="00D8286C">
        <w:tc>
          <w:tcPr>
            <w:tcW w:w="2430" w:type="dxa"/>
            <w:shd w:val="clear" w:color="auto" w:fill="auto"/>
            <w:vAlign w:val="bottom"/>
          </w:tcPr>
          <w:p w14:paraId="78DF80F4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ณ เวลาใดเวลาหนึ่ง</w:t>
            </w:r>
          </w:p>
        </w:tc>
        <w:tc>
          <w:tcPr>
            <w:tcW w:w="990" w:type="dxa"/>
            <w:shd w:val="clear" w:color="auto" w:fill="auto"/>
            <w:vAlign w:val="bottom"/>
          </w:tcPr>
          <w:p w14:paraId="31631830" w14:textId="62A7BF8C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798,306</w:t>
            </w:r>
          </w:p>
        </w:tc>
        <w:tc>
          <w:tcPr>
            <w:tcW w:w="262" w:type="dxa"/>
            <w:shd w:val="clear" w:color="auto" w:fill="auto"/>
          </w:tcPr>
          <w:p w14:paraId="41A3B38B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402BA7A0" w14:textId="72EA08DC" w:rsidR="00E26DB5" w:rsidRPr="00B70AF0" w:rsidRDefault="00284491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838,542</w:t>
            </w:r>
          </w:p>
        </w:tc>
        <w:tc>
          <w:tcPr>
            <w:tcW w:w="262" w:type="dxa"/>
            <w:shd w:val="clear" w:color="auto" w:fill="auto"/>
          </w:tcPr>
          <w:p w14:paraId="65CA6D94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1DAB968" w14:textId="6AFFBA18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141,382</w:t>
            </w:r>
          </w:p>
        </w:tc>
        <w:tc>
          <w:tcPr>
            <w:tcW w:w="270" w:type="dxa"/>
            <w:shd w:val="clear" w:color="auto" w:fill="auto"/>
          </w:tcPr>
          <w:p w14:paraId="5F07A12C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shd w:val="clear" w:color="auto" w:fill="auto"/>
            <w:vAlign w:val="bottom"/>
          </w:tcPr>
          <w:p w14:paraId="42BEFF62" w14:textId="26F212A6" w:rsidR="00E26DB5" w:rsidRPr="00B70AF0" w:rsidRDefault="00284491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109,356</w:t>
            </w:r>
          </w:p>
        </w:tc>
        <w:tc>
          <w:tcPr>
            <w:tcW w:w="270" w:type="dxa"/>
          </w:tcPr>
          <w:p w14:paraId="345829BF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5464161" w14:textId="330E20D8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939,688</w:t>
            </w:r>
          </w:p>
        </w:tc>
        <w:tc>
          <w:tcPr>
            <w:tcW w:w="270" w:type="dxa"/>
          </w:tcPr>
          <w:p w14:paraId="6346FA88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vAlign w:val="bottom"/>
          </w:tcPr>
          <w:p w14:paraId="35061A82" w14:textId="0311B54E" w:rsidR="00E26DB5" w:rsidRPr="00B70AF0" w:rsidRDefault="00284491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947,898</w:t>
            </w:r>
          </w:p>
        </w:tc>
      </w:tr>
      <w:tr w:rsidR="00E26DB5" w:rsidRPr="00B70AF0" w14:paraId="170D2F91" w14:textId="77777777" w:rsidTr="00D8286C">
        <w:tc>
          <w:tcPr>
            <w:tcW w:w="2430" w:type="dxa"/>
            <w:shd w:val="clear" w:color="auto" w:fill="auto"/>
            <w:vAlign w:val="bottom"/>
          </w:tcPr>
          <w:p w14:paraId="4B0CACFC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color w:val="000000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ตลอดช่วงเวลาหนึ่ง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05529B8" w14:textId="435A78B7" w:rsidR="00E26DB5" w:rsidRPr="00B70AF0" w:rsidRDefault="00EB37A2" w:rsidP="00E26DB5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1E2E6072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436BEC4" w14:textId="76D6E195" w:rsidR="00E26DB5" w:rsidRPr="00B70AF0" w:rsidRDefault="00E26DB5" w:rsidP="00E26DB5">
            <w:pPr>
              <w:pStyle w:val="acctfourfigures"/>
              <w:tabs>
                <w:tab w:val="clear" w:pos="765"/>
                <w:tab w:val="decimal" w:pos="436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73415EBC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2DDC441D" w14:textId="3FE1A1F2" w:rsidR="00E26DB5" w:rsidRPr="00B70AF0" w:rsidRDefault="00EB37A2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75,064</w:t>
            </w:r>
          </w:p>
        </w:tc>
        <w:tc>
          <w:tcPr>
            <w:tcW w:w="270" w:type="dxa"/>
            <w:shd w:val="clear" w:color="auto" w:fill="auto"/>
          </w:tcPr>
          <w:p w14:paraId="762DE313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596D483C" w14:textId="05CBA40F" w:rsidR="00E26DB5" w:rsidRPr="00B70AF0" w:rsidRDefault="00284491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97,959</w:t>
            </w:r>
          </w:p>
        </w:tc>
        <w:tc>
          <w:tcPr>
            <w:tcW w:w="270" w:type="dxa"/>
          </w:tcPr>
          <w:p w14:paraId="50791B3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5115B24B" w14:textId="2DC71B22" w:rsidR="00E26DB5" w:rsidRPr="00B70AF0" w:rsidRDefault="00EB37A2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75,064</w:t>
            </w:r>
          </w:p>
        </w:tc>
        <w:tc>
          <w:tcPr>
            <w:tcW w:w="270" w:type="dxa"/>
          </w:tcPr>
          <w:p w14:paraId="4865D29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  <w:vAlign w:val="bottom"/>
          </w:tcPr>
          <w:p w14:paraId="054DDC68" w14:textId="2C355CA6" w:rsidR="00E26DB5" w:rsidRPr="00B70AF0" w:rsidRDefault="00284491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 w:bidi="th-TH"/>
              </w:rPr>
              <w:t>97,959</w:t>
            </w:r>
          </w:p>
        </w:tc>
      </w:tr>
      <w:tr w:rsidR="00E26DB5" w:rsidRPr="00B70AF0" w14:paraId="37332A81" w14:textId="77777777" w:rsidTr="00D8286C">
        <w:tc>
          <w:tcPr>
            <w:tcW w:w="2430" w:type="dxa"/>
            <w:shd w:val="clear" w:color="auto" w:fill="auto"/>
          </w:tcPr>
          <w:p w14:paraId="6FE68079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b/>
                <w:bCs/>
                <w:color w:val="000000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  <w:lang w:val="en-GB"/>
              </w:rPr>
              <w:t>รวมรายได้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78DBA800" w14:textId="6BED40E1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798,306</w:t>
            </w:r>
          </w:p>
        </w:tc>
        <w:tc>
          <w:tcPr>
            <w:tcW w:w="262" w:type="dxa"/>
            <w:shd w:val="clear" w:color="auto" w:fill="auto"/>
          </w:tcPr>
          <w:p w14:paraId="1DC9068E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440D477C" w14:textId="6106C855" w:rsidR="00E26DB5" w:rsidRPr="00B70AF0" w:rsidRDefault="00284491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838,542</w:t>
            </w:r>
          </w:p>
        </w:tc>
        <w:tc>
          <w:tcPr>
            <w:tcW w:w="262" w:type="dxa"/>
            <w:shd w:val="clear" w:color="auto" w:fill="auto"/>
          </w:tcPr>
          <w:p w14:paraId="4C7C27FA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52168A0B" w14:textId="74EF9D25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216,446</w:t>
            </w:r>
          </w:p>
        </w:tc>
        <w:tc>
          <w:tcPr>
            <w:tcW w:w="270" w:type="dxa"/>
            <w:shd w:val="clear" w:color="auto" w:fill="auto"/>
          </w:tcPr>
          <w:p w14:paraId="45BABB3C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27ADD493" w14:textId="3B1DDA27" w:rsidR="00E26DB5" w:rsidRPr="00B70AF0" w:rsidRDefault="00284491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207,315</w:t>
            </w:r>
          </w:p>
        </w:tc>
        <w:tc>
          <w:tcPr>
            <w:tcW w:w="270" w:type="dxa"/>
          </w:tcPr>
          <w:p w14:paraId="52C0D4D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4AB1C984" w14:textId="26EA3846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1,014,752</w:t>
            </w:r>
          </w:p>
        </w:tc>
        <w:tc>
          <w:tcPr>
            <w:tcW w:w="270" w:type="dxa"/>
          </w:tcPr>
          <w:p w14:paraId="218CBA80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14:paraId="2EDB8968" w14:textId="2412010A" w:rsidR="00E26DB5" w:rsidRPr="00B70AF0" w:rsidRDefault="00284491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1,045,857</w:t>
            </w:r>
          </w:p>
        </w:tc>
      </w:tr>
      <w:tr w:rsidR="00E26DB5" w:rsidRPr="00B70AF0" w14:paraId="1ECD26DA" w14:textId="77777777" w:rsidTr="00D8286C">
        <w:tc>
          <w:tcPr>
            <w:tcW w:w="2430" w:type="dxa"/>
            <w:shd w:val="clear" w:color="auto" w:fill="auto"/>
          </w:tcPr>
          <w:p w14:paraId="40F27AE5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8" w:right="-105"/>
              <w:rPr>
                <w:rFonts w:ascii="Angsana New" w:hAnsi="Angsana New"/>
                <w:b/>
                <w:bCs/>
                <w:color w:val="000000"/>
                <w:sz w:val="24"/>
                <w:szCs w:val="24"/>
                <w:cs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3161697A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1182F56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17DCAAB2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78D27D7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3E126C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61559AFA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C2753F8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7BCD2130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077F3550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  <w:tc>
          <w:tcPr>
            <w:tcW w:w="270" w:type="dxa"/>
          </w:tcPr>
          <w:p w14:paraId="362CEFB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vAlign w:val="bottom"/>
          </w:tcPr>
          <w:p w14:paraId="74F60FE8" w14:textId="77777777" w:rsidR="00E26DB5" w:rsidRPr="00B70AF0" w:rsidRDefault="00E26DB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4"/>
                <w:szCs w:val="24"/>
                <w:lang w:val="en-US" w:bidi="th-TH"/>
              </w:rPr>
            </w:pPr>
          </w:p>
        </w:tc>
      </w:tr>
      <w:tr w:rsidR="00E26DB5" w:rsidRPr="00B70AF0" w14:paraId="4D1B7980" w14:textId="77777777" w:rsidTr="00D8286C">
        <w:tc>
          <w:tcPr>
            <w:tcW w:w="2430" w:type="dxa"/>
            <w:shd w:val="clear" w:color="auto" w:fill="auto"/>
            <w:vAlign w:val="bottom"/>
          </w:tcPr>
          <w:p w14:paraId="3F583E81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color w:val="000000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  <w:lang w:val="en-GB"/>
              </w:rPr>
              <w:t>กำไร</w:t>
            </w:r>
            <w:r w:rsidRPr="00B70AF0">
              <w:rPr>
                <w:rFonts w:ascii="Angsana New" w:hAnsi="Angsana New" w:hint="cs"/>
                <w:b/>
                <w:bCs/>
                <w:color w:val="000000"/>
                <w:sz w:val="28"/>
                <w:szCs w:val="28"/>
                <w:cs/>
              </w:rPr>
              <w:t>ขั้นต้น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3762B561" w14:textId="21721E91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108,080</w:t>
            </w:r>
          </w:p>
        </w:tc>
        <w:tc>
          <w:tcPr>
            <w:tcW w:w="262" w:type="dxa"/>
            <w:shd w:val="clear" w:color="auto" w:fill="auto"/>
          </w:tcPr>
          <w:p w14:paraId="60D50DE6" w14:textId="77777777" w:rsidR="00E26DB5" w:rsidRPr="00B70AF0" w:rsidRDefault="00E26DB5" w:rsidP="00E26DB5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8830B37" w14:textId="6C19A9DB" w:rsidR="00E26DB5" w:rsidRPr="00B70AF0" w:rsidRDefault="00284491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89,473</w:t>
            </w:r>
          </w:p>
        </w:tc>
        <w:tc>
          <w:tcPr>
            <w:tcW w:w="262" w:type="dxa"/>
            <w:shd w:val="clear" w:color="auto" w:fill="auto"/>
          </w:tcPr>
          <w:p w14:paraId="065234F2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1AC5D3F9" w14:textId="3DDF91C3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24,309</w:t>
            </w:r>
          </w:p>
        </w:tc>
        <w:tc>
          <w:tcPr>
            <w:tcW w:w="270" w:type="dxa"/>
            <w:shd w:val="clear" w:color="auto" w:fill="auto"/>
          </w:tcPr>
          <w:p w14:paraId="3261C9CE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  <w:vAlign w:val="bottom"/>
          </w:tcPr>
          <w:p w14:paraId="6C87AF36" w14:textId="4CA53353" w:rsidR="00E26DB5" w:rsidRPr="00B70AF0" w:rsidRDefault="00284491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33,914</w:t>
            </w:r>
          </w:p>
        </w:tc>
        <w:tc>
          <w:tcPr>
            <w:tcW w:w="270" w:type="dxa"/>
          </w:tcPr>
          <w:p w14:paraId="2C59A07B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056E5DE3" w14:textId="42E409EF" w:rsidR="00E26DB5" w:rsidRPr="00B70AF0" w:rsidRDefault="009C03A5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132,389</w:t>
            </w:r>
          </w:p>
        </w:tc>
        <w:tc>
          <w:tcPr>
            <w:tcW w:w="270" w:type="dxa"/>
          </w:tcPr>
          <w:p w14:paraId="761480B6" w14:textId="77777777" w:rsidR="00E26DB5" w:rsidRPr="00B70AF0" w:rsidRDefault="00E26DB5" w:rsidP="00E26DB5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double" w:sz="4" w:space="0" w:color="auto"/>
            </w:tcBorders>
            <w:vAlign w:val="bottom"/>
          </w:tcPr>
          <w:p w14:paraId="0B9ACF9D" w14:textId="6E3A28B4" w:rsidR="00E26DB5" w:rsidRPr="00B70AF0" w:rsidRDefault="00284491" w:rsidP="00E26DB5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 w:bidi="th-TH"/>
              </w:rPr>
              <w:t>123,287</w:t>
            </w:r>
          </w:p>
        </w:tc>
      </w:tr>
    </w:tbl>
    <w:p w14:paraId="3210F792" w14:textId="77777777" w:rsidR="001F49B1" w:rsidRPr="00B70AF0" w:rsidRDefault="001F49B1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jc w:val="thaiDistribute"/>
        <w:rPr>
          <w:rFonts w:ascii="Angsana New" w:hAnsi="Angsana New"/>
          <w:sz w:val="24"/>
          <w:szCs w:val="24"/>
          <w:cs/>
        </w:rPr>
      </w:pPr>
    </w:p>
    <w:p w14:paraId="4FF66E3C" w14:textId="77777777" w:rsidR="00632358" w:rsidRPr="00B70AF0" w:rsidRDefault="00632358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i/>
          <w:iCs/>
          <w:sz w:val="28"/>
          <w:szCs w:val="28"/>
          <w:cs/>
        </w:rPr>
      </w:pPr>
      <w:r w:rsidRPr="00B70AF0">
        <w:rPr>
          <w:rFonts w:ascii="Angsana New" w:hAnsi="Angsana New"/>
          <w:b/>
          <w:bCs/>
          <w:i/>
          <w:iCs/>
          <w:sz w:val="28"/>
          <w:szCs w:val="28"/>
          <w:cs/>
        </w:rPr>
        <w:br w:type="page"/>
      </w:r>
    </w:p>
    <w:p w14:paraId="3C4B80EE" w14:textId="77777777" w:rsidR="002072CA" w:rsidRPr="00B70AF0" w:rsidRDefault="002072CA" w:rsidP="002072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b/>
          <w:bCs/>
          <w:i/>
          <w:iCs/>
          <w:color w:val="000000"/>
          <w:sz w:val="28"/>
          <w:szCs w:val="28"/>
        </w:rPr>
      </w:pPr>
      <w:r w:rsidRPr="00B70AF0">
        <w:rPr>
          <w:rFonts w:ascii="Angsana New" w:hAnsi="Angsana New" w:hint="cs"/>
          <w:b/>
          <w:bCs/>
          <w:i/>
          <w:iCs/>
          <w:color w:val="000000"/>
          <w:sz w:val="28"/>
          <w:szCs w:val="28"/>
          <w:cs/>
        </w:rPr>
        <w:lastRenderedPageBreak/>
        <w:t xml:space="preserve">สำหรับงวดเก้าเดือนสิ้นสุดวันที่ </w:t>
      </w:r>
      <w:r w:rsidRPr="00B70AF0">
        <w:rPr>
          <w:rFonts w:ascii="Angsana New" w:hAnsi="Angsana New" w:hint="cs"/>
          <w:b/>
          <w:bCs/>
          <w:i/>
          <w:iCs/>
          <w:color w:val="000000"/>
          <w:sz w:val="28"/>
          <w:szCs w:val="28"/>
        </w:rPr>
        <w:t>3</w:t>
      </w:r>
      <w:r w:rsidRPr="00B70AF0">
        <w:rPr>
          <w:rFonts w:ascii="Angsana New" w:hAnsi="Angsana New"/>
          <w:b/>
          <w:bCs/>
          <w:i/>
          <w:iCs/>
          <w:color w:val="000000"/>
          <w:sz w:val="28"/>
          <w:szCs w:val="28"/>
        </w:rPr>
        <w:t>0</w:t>
      </w:r>
      <w:r w:rsidRPr="00B70AF0">
        <w:rPr>
          <w:rFonts w:ascii="Angsana New" w:hAnsi="Angsana New" w:hint="cs"/>
          <w:b/>
          <w:bCs/>
          <w:i/>
          <w:iCs/>
          <w:color w:val="000000"/>
          <w:sz w:val="28"/>
          <w:szCs w:val="28"/>
          <w:cs/>
        </w:rPr>
        <w:t xml:space="preserve"> กันยายน</w:t>
      </w:r>
    </w:p>
    <w:p w14:paraId="769C7492" w14:textId="7EE766F0" w:rsidR="002072CA" w:rsidRPr="00B70AF0" w:rsidRDefault="002072CA" w:rsidP="002072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b/>
          <w:bCs/>
          <w:i/>
          <w:iCs/>
          <w:sz w:val="28"/>
          <w:szCs w:val="28"/>
        </w:rPr>
      </w:pPr>
      <w:r w:rsidRPr="00B70AF0">
        <w:rPr>
          <w:rFonts w:ascii="Angsana New" w:hAnsi="Angsana New" w:hint="cs"/>
          <w:b/>
          <w:bCs/>
          <w:i/>
          <w:iCs/>
          <w:sz w:val="28"/>
          <w:szCs w:val="28"/>
          <w:cs/>
        </w:rPr>
        <w:t xml:space="preserve">ข้อมูลตามส่วนงานดำเนินงาน </w:t>
      </w:r>
      <w:r w:rsidRPr="00B70AF0">
        <w:rPr>
          <w:rFonts w:ascii="Angsana New" w:hAnsi="Angsana New"/>
          <w:b/>
          <w:bCs/>
          <w:i/>
          <w:iCs/>
          <w:sz w:val="28"/>
          <w:szCs w:val="28"/>
        </w:rPr>
        <w:t xml:space="preserve">- </w:t>
      </w:r>
      <w:r w:rsidRPr="00B70AF0">
        <w:rPr>
          <w:rFonts w:ascii="Angsana New" w:hAnsi="Angsana New" w:hint="cs"/>
          <w:b/>
          <w:bCs/>
          <w:i/>
          <w:iCs/>
          <w:sz w:val="28"/>
          <w:szCs w:val="28"/>
          <w:cs/>
        </w:rPr>
        <w:t>รายได้จากลูกค้าภายนอก</w:t>
      </w:r>
    </w:p>
    <w:p w14:paraId="4F3E10F4" w14:textId="29012413" w:rsidR="002072CA" w:rsidRPr="00B70AF0" w:rsidRDefault="001C41DC" w:rsidP="002072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b/>
          <w:bCs/>
          <w:i/>
          <w:iCs/>
          <w:sz w:val="28"/>
          <w:szCs w:val="28"/>
        </w:rPr>
      </w:pPr>
      <w:r w:rsidRPr="00B70AF0">
        <w:rPr>
          <w:rFonts w:ascii="Angsana New" w:hAnsi="Angsana New"/>
          <w:b/>
          <w:bCs/>
          <w:i/>
          <w:iCs/>
          <w:noProof/>
          <w:sz w:val="28"/>
          <w:szCs w:val="28"/>
        </w:rPr>
        <w:drawing>
          <wp:inline distT="0" distB="0" distL="0" distR="0" wp14:anchorId="5FA506B5" wp14:editId="25C955BC">
            <wp:extent cx="6183270" cy="2540000"/>
            <wp:effectExtent l="0" t="0" r="825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0" t="10120" r="7299" b="5299"/>
                    <a:stretch/>
                  </pic:blipFill>
                  <pic:spPr bwMode="auto">
                    <a:xfrm>
                      <a:off x="0" y="0"/>
                      <a:ext cx="6283108" cy="25810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59AB9ED" w14:textId="273DAE11" w:rsidR="002072CA" w:rsidRPr="00B70AF0" w:rsidRDefault="002072CA" w:rsidP="002072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b/>
          <w:bCs/>
          <w:i/>
          <w:iCs/>
          <w:sz w:val="28"/>
          <w:szCs w:val="28"/>
        </w:rPr>
      </w:pPr>
      <w:r w:rsidRPr="00B70AF0">
        <w:rPr>
          <w:rFonts w:ascii="Angsana New" w:hAnsi="Angsana New" w:hint="cs"/>
          <w:b/>
          <w:bCs/>
          <w:i/>
          <w:iCs/>
          <w:sz w:val="28"/>
          <w:szCs w:val="28"/>
          <w:cs/>
        </w:rPr>
        <w:t>การจำแนกรายได้ส่วนงานตามภูมิศาสตร์หลักรวมส่วนงานที่รายงาน</w:t>
      </w:r>
    </w:p>
    <w:p w14:paraId="52976DC9" w14:textId="4D33FB0F" w:rsidR="002072CA" w:rsidRPr="00B70AF0" w:rsidRDefault="00832A73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  <w:r w:rsidRPr="00B70AF0">
        <w:rPr>
          <w:rFonts w:ascii="Angsana New" w:hAnsi="Angsana New"/>
          <w:b/>
          <w:bCs/>
          <w:i/>
          <w:iCs/>
          <w:noProof/>
          <w:sz w:val="28"/>
          <w:szCs w:val="28"/>
        </w:rPr>
        <w:drawing>
          <wp:inline distT="0" distB="0" distL="0" distR="0" wp14:anchorId="29A88A1A" wp14:editId="1F0F2DBE">
            <wp:extent cx="6223238" cy="2482850"/>
            <wp:effectExtent l="0" t="0" r="635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47" r="10399" b="10285"/>
                    <a:stretch/>
                  </pic:blipFill>
                  <pic:spPr bwMode="auto">
                    <a:xfrm>
                      <a:off x="0" y="0"/>
                      <a:ext cx="6238728" cy="2489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FF550CC" w14:textId="29F2C404" w:rsidR="002072CA" w:rsidRPr="00B70AF0" w:rsidRDefault="002072CA" w:rsidP="002072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b/>
          <w:bCs/>
          <w:i/>
          <w:iCs/>
          <w:sz w:val="28"/>
          <w:szCs w:val="28"/>
          <w:cs/>
        </w:rPr>
      </w:pPr>
      <w:r w:rsidRPr="00B70AF0">
        <w:rPr>
          <w:rFonts w:ascii="Angsana New" w:hAnsi="Angsana New" w:hint="cs"/>
          <w:b/>
          <w:bCs/>
          <w:i/>
          <w:iCs/>
          <w:sz w:val="28"/>
          <w:szCs w:val="28"/>
          <w:cs/>
        </w:rPr>
        <w:t>การจำแนกรายได้ส่วนงานตามประเภทของสินค้าและบริการหลักรวมส่วนงานที่รายงาน</w:t>
      </w:r>
    </w:p>
    <w:p w14:paraId="6D1B26E5" w14:textId="5E77917D" w:rsidR="002072CA" w:rsidRPr="00B70AF0" w:rsidRDefault="001C41DC" w:rsidP="00205E2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28"/>
          <w:szCs w:val="28"/>
          <w:cs/>
        </w:rPr>
      </w:pPr>
      <w:r w:rsidRPr="00B70AF0">
        <w:rPr>
          <w:rFonts w:ascii="Angsana New" w:hAnsi="Angsana New"/>
          <w:b/>
          <w:bCs/>
          <w:i/>
          <w:iCs/>
          <w:noProof/>
          <w:sz w:val="28"/>
          <w:szCs w:val="28"/>
        </w:rPr>
        <w:drawing>
          <wp:inline distT="0" distB="0" distL="0" distR="0" wp14:anchorId="0DFBFF36" wp14:editId="186E6724">
            <wp:extent cx="6174204" cy="2374900"/>
            <wp:effectExtent l="0" t="0" r="0" b="6350"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2758" b="6462"/>
                    <a:stretch/>
                  </pic:blipFill>
                  <pic:spPr bwMode="auto">
                    <a:xfrm>
                      <a:off x="0" y="0"/>
                      <a:ext cx="6241468" cy="2400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2072CA" w:rsidRPr="00B70AF0">
        <w:rPr>
          <w:rFonts w:ascii="Angsana New" w:hAnsi="Angsana New"/>
          <w:b/>
          <w:bCs/>
          <w:i/>
          <w:iCs/>
          <w:sz w:val="28"/>
          <w:szCs w:val="28"/>
          <w:cs/>
        </w:rPr>
        <w:br w:type="page"/>
      </w:r>
    </w:p>
    <w:p w14:paraId="2A285A9A" w14:textId="77777777" w:rsidR="002072CA" w:rsidRPr="00B70AF0" w:rsidRDefault="002072CA" w:rsidP="002072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b/>
          <w:bCs/>
          <w:i/>
          <w:iCs/>
          <w:color w:val="000000"/>
          <w:sz w:val="28"/>
          <w:szCs w:val="28"/>
        </w:rPr>
      </w:pPr>
      <w:r w:rsidRPr="00B70AF0">
        <w:rPr>
          <w:rFonts w:ascii="Angsana New" w:hAnsi="Angsana New" w:hint="cs"/>
          <w:b/>
          <w:bCs/>
          <w:i/>
          <w:iCs/>
          <w:color w:val="000000"/>
          <w:sz w:val="28"/>
          <w:szCs w:val="28"/>
          <w:cs/>
        </w:rPr>
        <w:lastRenderedPageBreak/>
        <w:t xml:space="preserve">สำหรับงวดเก้าเดือนสิ้นสุดวันที่ </w:t>
      </w:r>
      <w:r w:rsidRPr="00B70AF0">
        <w:rPr>
          <w:rFonts w:ascii="Angsana New" w:hAnsi="Angsana New" w:hint="cs"/>
          <w:b/>
          <w:bCs/>
          <w:i/>
          <w:iCs/>
          <w:color w:val="000000"/>
          <w:sz w:val="28"/>
          <w:szCs w:val="28"/>
        </w:rPr>
        <w:t>3</w:t>
      </w:r>
      <w:r w:rsidRPr="00B70AF0">
        <w:rPr>
          <w:rFonts w:ascii="Angsana New" w:hAnsi="Angsana New"/>
          <w:b/>
          <w:bCs/>
          <w:i/>
          <w:iCs/>
          <w:color w:val="000000"/>
          <w:sz w:val="28"/>
          <w:szCs w:val="28"/>
        </w:rPr>
        <w:t>0</w:t>
      </w:r>
      <w:r w:rsidRPr="00B70AF0">
        <w:rPr>
          <w:rFonts w:ascii="Angsana New" w:hAnsi="Angsana New" w:hint="cs"/>
          <w:b/>
          <w:bCs/>
          <w:i/>
          <w:iCs/>
          <w:color w:val="000000"/>
          <w:sz w:val="28"/>
          <w:szCs w:val="28"/>
          <w:cs/>
        </w:rPr>
        <w:t xml:space="preserve"> กันยายน</w:t>
      </w:r>
    </w:p>
    <w:p w14:paraId="78D5B4A4" w14:textId="24083E92" w:rsidR="002072CA" w:rsidRPr="00B70AF0" w:rsidRDefault="002072CA" w:rsidP="002072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b/>
          <w:bCs/>
          <w:i/>
          <w:iCs/>
          <w:sz w:val="28"/>
          <w:szCs w:val="28"/>
          <w:cs/>
        </w:rPr>
      </w:pPr>
      <w:r w:rsidRPr="00B70AF0">
        <w:rPr>
          <w:rFonts w:ascii="Angsana New" w:hAnsi="Angsana New" w:hint="cs"/>
          <w:b/>
          <w:bCs/>
          <w:i/>
          <w:iCs/>
          <w:sz w:val="28"/>
          <w:szCs w:val="28"/>
          <w:cs/>
        </w:rPr>
        <w:t>การจำแนกรายได้ส่วนงานตามจังหวะเวลาในการรับรู้รายได้รวมส่วนงานที่รายงาน</w:t>
      </w:r>
    </w:p>
    <w:p w14:paraId="1077BA07" w14:textId="4E185E89" w:rsidR="002072CA" w:rsidRPr="00B70AF0" w:rsidRDefault="00205E29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  <w:r w:rsidRPr="00B70AF0">
        <w:rPr>
          <w:rFonts w:ascii="Angsana New" w:hAnsi="Angsana New"/>
          <w:b/>
          <w:bCs/>
          <w:i/>
          <w:iCs/>
          <w:noProof/>
          <w:sz w:val="28"/>
          <w:szCs w:val="28"/>
        </w:rPr>
        <w:drawing>
          <wp:inline distT="0" distB="0" distL="0" distR="0" wp14:anchorId="49E59D07" wp14:editId="108B897A">
            <wp:extent cx="6177126" cy="2451100"/>
            <wp:effectExtent l="0" t="0" r="0" b="6350"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9885" r="6734" b="5389"/>
                    <a:stretch/>
                  </pic:blipFill>
                  <pic:spPr bwMode="auto">
                    <a:xfrm>
                      <a:off x="0" y="0"/>
                      <a:ext cx="6237173" cy="2474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BEFD79A" w14:textId="537CDDCD" w:rsidR="00F14CC6" w:rsidRPr="00B70AF0" w:rsidRDefault="00F14CC6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28"/>
          <w:szCs w:val="28"/>
        </w:rPr>
      </w:pPr>
      <w:r w:rsidRPr="00B70AF0">
        <w:rPr>
          <w:rFonts w:ascii="Angsana New" w:hAnsi="Angsana New" w:hint="cs"/>
          <w:b/>
          <w:bCs/>
          <w:i/>
          <w:iCs/>
          <w:sz w:val="28"/>
          <w:szCs w:val="28"/>
          <w:cs/>
        </w:rPr>
        <w:t>การกระทบยอดกำไรหรือขาดทุนของส่วนงานที่รายงาน</w:t>
      </w:r>
    </w:p>
    <w:p w14:paraId="7B2F06AF" w14:textId="77777777" w:rsidR="00B24F46" w:rsidRPr="00B70AF0" w:rsidRDefault="00B24F46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b/>
          <w:bCs/>
          <w:i/>
          <w:iCs/>
          <w:sz w:val="24"/>
          <w:szCs w:val="24"/>
        </w:rPr>
      </w:pPr>
    </w:p>
    <w:tbl>
      <w:tblPr>
        <w:tblW w:w="9270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4500"/>
        <w:gridCol w:w="990"/>
        <w:gridCol w:w="262"/>
        <w:gridCol w:w="998"/>
        <w:gridCol w:w="255"/>
        <w:gridCol w:w="998"/>
        <w:gridCol w:w="270"/>
        <w:gridCol w:w="997"/>
      </w:tblGrid>
      <w:tr w:rsidR="00B24F46" w:rsidRPr="00B70AF0" w14:paraId="0F62021D" w14:textId="77777777" w:rsidTr="00DE7026">
        <w:tc>
          <w:tcPr>
            <w:tcW w:w="4500" w:type="dxa"/>
            <w:shd w:val="clear" w:color="auto" w:fill="auto"/>
          </w:tcPr>
          <w:p w14:paraId="56205C50" w14:textId="77777777" w:rsidR="00B24F46" w:rsidRPr="00B70AF0" w:rsidRDefault="00B24F46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250" w:type="dxa"/>
            <w:gridSpan w:val="3"/>
            <w:shd w:val="clear" w:color="auto" w:fill="auto"/>
            <w:vAlign w:val="bottom"/>
          </w:tcPr>
          <w:p w14:paraId="328242E7" w14:textId="77777777" w:rsidR="00B24F46" w:rsidRPr="00B70AF0" w:rsidRDefault="00B24F46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  <w:cs/>
                <w:lang w:bidi="th-TH"/>
              </w:rPr>
              <w:t>งบการเงินรวม</w:t>
            </w:r>
          </w:p>
        </w:tc>
        <w:tc>
          <w:tcPr>
            <w:tcW w:w="255" w:type="dxa"/>
            <w:shd w:val="clear" w:color="auto" w:fill="auto"/>
          </w:tcPr>
          <w:p w14:paraId="4A4D6997" w14:textId="77777777" w:rsidR="00B24F46" w:rsidRPr="00B70AF0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14:paraId="16D89F3F" w14:textId="77777777" w:rsidR="00B24F46" w:rsidRPr="00B70AF0" w:rsidRDefault="00B24F46" w:rsidP="00C4658D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  <w:cs/>
                <w:lang w:bidi="th-TH"/>
              </w:rPr>
              <w:t>งบการเงินเฉพาะกิจการ</w:t>
            </w:r>
          </w:p>
        </w:tc>
      </w:tr>
      <w:tr w:rsidR="00B24F46" w:rsidRPr="00B70AF0" w14:paraId="7F8EAACE" w14:textId="77777777" w:rsidTr="00DE7026">
        <w:tc>
          <w:tcPr>
            <w:tcW w:w="4500" w:type="dxa"/>
            <w:shd w:val="clear" w:color="auto" w:fill="auto"/>
          </w:tcPr>
          <w:p w14:paraId="3DF7DE4A" w14:textId="23234337" w:rsidR="00B24F46" w:rsidRPr="00B70AF0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สำหรับงวด</w:t>
            </w:r>
            <w:r w:rsidR="00366F4B"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เก้า</w:t>
            </w:r>
            <w:r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เดือนสิ้นสุดวันที่</w:t>
            </w:r>
            <w:r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0B0741"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</w:rPr>
              <w:t>3</w:t>
            </w:r>
            <w:r w:rsidR="000B0741" w:rsidRPr="00B70AF0">
              <w:rPr>
                <w:rFonts w:ascii="Angsana New" w:hAnsi="Angsana New"/>
                <w:b/>
                <w:bCs/>
                <w:i/>
                <w:iCs/>
                <w:color w:val="000000"/>
                <w:sz w:val="28"/>
                <w:szCs w:val="28"/>
              </w:rPr>
              <w:t>0</w:t>
            </w:r>
            <w:r w:rsidR="00BC4BF1" w:rsidRPr="00B70AF0">
              <w:rPr>
                <w:rFonts w:ascii="Angsana New" w:hAnsi="Angsana New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  <w:r w:rsidR="00366F4B"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กันยา</w:t>
            </w:r>
            <w:r w:rsidR="00BC4BF1" w:rsidRPr="00B70AF0">
              <w:rPr>
                <w:rFonts w:ascii="Angsana New" w:hAnsi="Angsana New" w:hint="cs"/>
                <w:b/>
                <w:bCs/>
                <w:i/>
                <w:iCs/>
                <w:color w:val="000000"/>
                <w:sz w:val="28"/>
                <w:szCs w:val="28"/>
                <w:cs/>
              </w:rPr>
              <w:t>ยน</w:t>
            </w:r>
          </w:p>
        </w:tc>
        <w:tc>
          <w:tcPr>
            <w:tcW w:w="990" w:type="dxa"/>
            <w:shd w:val="clear" w:color="auto" w:fill="auto"/>
          </w:tcPr>
          <w:p w14:paraId="691788DC" w14:textId="7F64203C" w:rsidR="00B24F46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62" w:type="dxa"/>
            <w:shd w:val="clear" w:color="auto" w:fill="auto"/>
          </w:tcPr>
          <w:p w14:paraId="46EA40CE" w14:textId="77777777" w:rsidR="00B24F46" w:rsidRPr="00B70AF0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23C4F35B" w14:textId="07D5ADEC" w:rsidR="00B24F46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  <w:tc>
          <w:tcPr>
            <w:tcW w:w="255" w:type="dxa"/>
            <w:shd w:val="clear" w:color="auto" w:fill="auto"/>
          </w:tcPr>
          <w:p w14:paraId="55B8BFB3" w14:textId="77777777" w:rsidR="00B24F46" w:rsidRPr="00B70AF0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2B9F2778" w14:textId="18978AE7" w:rsidR="00B24F46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13BA0096" w14:textId="77777777" w:rsidR="00B24F46" w:rsidRPr="00B70AF0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14:paraId="61B533BC" w14:textId="2B03EF44" w:rsidR="00B24F46" w:rsidRPr="00B70AF0" w:rsidRDefault="000B074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</w:tr>
      <w:tr w:rsidR="00B24F46" w:rsidRPr="00B70AF0" w14:paraId="44242552" w14:textId="77777777" w:rsidTr="00DE7026">
        <w:tc>
          <w:tcPr>
            <w:tcW w:w="4500" w:type="dxa"/>
            <w:shd w:val="clear" w:color="auto" w:fill="auto"/>
          </w:tcPr>
          <w:p w14:paraId="1F3B962D" w14:textId="77777777" w:rsidR="00B24F46" w:rsidRPr="00B70AF0" w:rsidRDefault="00B24F46" w:rsidP="00C4658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b/>
                <w:i/>
                <w:iCs/>
                <w:sz w:val="28"/>
                <w:szCs w:val="28"/>
                <w:cs/>
                <w:lang w:bidi="th-TH"/>
              </w:rPr>
            </w:pPr>
          </w:p>
        </w:tc>
        <w:tc>
          <w:tcPr>
            <w:tcW w:w="4770" w:type="dxa"/>
            <w:gridSpan w:val="7"/>
            <w:shd w:val="clear" w:color="auto" w:fill="auto"/>
            <w:vAlign w:val="bottom"/>
          </w:tcPr>
          <w:p w14:paraId="4BFD0135" w14:textId="77777777" w:rsidR="00B24F46" w:rsidRPr="00B70AF0" w:rsidRDefault="00B24F46" w:rsidP="00C4658D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70AF0">
              <w:rPr>
                <w:rFonts w:ascii="Angsana New" w:hAnsi="Angsana New" w:hint="cs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B24F46" w:rsidRPr="00B70AF0" w14:paraId="283DDDB6" w14:textId="77777777" w:rsidTr="00DE7026">
        <w:tc>
          <w:tcPr>
            <w:tcW w:w="4500" w:type="dxa"/>
            <w:shd w:val="clear" w:color="auto" w:fill="auto"/>
          </w:tcPr>
          <w:p w14:paraId="39B8972D" w14:textId="77777777" w:rsidR="00B24F46" w:rsidRPr="00B70AF0" w:rsidRDefault="00B24F46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  <w:lang w:bidi="th-TH"/>
              </w:rPr>
              <w:t>กำไรหรือขาดทุน</w:t>
            </w:r>
          </w:p>
        </w:tc>
        <w:tc>
          <w:tcPr>
            <w:tcW w:w="990" w:type="dxa"/>
            <w:shd w:val="clear" w:color="auto" w:fill="auto"/>
          </w:tcPr>
          <w:p w14:paraId="798C71C3" w14:textId="77777777" w:rsidR="00B24F46" w:rsidRPr="00B70AF0" w:rsidRDefault="00B24F46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1BF52C92" w14:textId="77777777" w:rsidR="00B24F46" w:rsidRPr="00B70AF0" w:rsidRDefault="00B24F46" w:rsidP="00C4658D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</w:tcPr>
          <w:p w14:paraId="27BB91B7" w14:textId="77777777" w:rsidR="00B24F46" w:rsidRPr="00B70AF0" w:rsidRDefault="00B24F46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55" w:type="dxa"/>
            <w:shd w:val="clear" w:color="auto" w:fill="auto"/>
          </w:tcPr>
          <w:p w14:paraId="61D1E78E" w14:textId="77777777" w:rsidR="00B24F46" w:rsidRPr="00B70AF0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4CAD16C4" w14:textId="77777777" w:rsidR="00B24F46" w:rsidRPr="00B70AF0" w:rsidRDefault="00B24F46" w:rsidP="00C4658D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274F316D" w14:textId="77777777" w:rsidR="00B24F46" w:rsidRPr="00B70AF0" w:rsidRDefault="00B24F4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14:paraId="2427DC5F" w14:textId="77777777" w:rsidR="00B24F46" w:rsidRPr="00B70AF0" w:rsidRDefault="00B24F46" w:rsidP="00C4658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BC4BF1" w:rsidRPr="00B70AF0" w14:paraId="1B9104E3" w14:textId="77777777" w:rsidTr="00DE7026">
        <w:tc>
          <w:tcPr>
            <w:tcW w:w="4500" w:type="dxa"/>
            <w:shd w:val="clear" w:color="auto" w:fill="auto"/>
          </w:tcPr>
          <w:p w14:paraId="686F679B" w14:textId="77777777" w:rsidR="00BC4BF1" w:rsidRPr="00B70AF0" w:rsidRDefault="00BC4BF1" w:rsidP="00BC4BF1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color w:val="000000"/>
                <w:sz w:val="28"/>
                <w:szCs w:val="28"/>
                <w:cs/>
                <w:lang w:val="en-GB"/>
              </w:rPr>
              <w:t>กำไร</w:t>
            </w:r>
            <w:r w:rsidRPr="00B70AF0">
              <w:rPr>
                <w:rFonts w:ascii="Angsana New" w:hAnsi="Angsana New" w:hint="cs"/>
                <w:color w:val="000000"/>
                <w:sz w:val="28"/>
                <w:szCs w:val="28"/>
                <w:cs/>
              </w:rPr>
              <w:t>ขั้นต้นตามส่วนงานที่รายงาน</w:t>
            </w:r>
          </w:p>
        </w:tc>
        <w:tc>
          <w:tcPr>
            <w:tcW w:w="990" w:type="dxa"/>
            <w:shd w:val="clear" w:color="auto" w:fill="auto"/>
          </w:tcPr>
          <w:p w14:paraId="14E69302" w14:textId="744E513A" w:rsidR="00BC4BF1" w:rsidRPr="00B70AF0" w:rsidRDefault="005E3E76" w:rsidP="00BC4BF1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316,729</w:t>
            </w:r>
          </w:p>
        </w:tc>
        <w:tc>
          <w:tcPr>
            <w:tcW w:w="262" w:type="dxa"/>
            <w:shd w:val="clear" w:color="auto" w:fill="auto"/>
          </w:tcPr>
          <w:p w14:paraId="6CA26434" w14:textId="77777777" w:rsidR="00BC4BF1" w:rsidRPr="00B70AF0" w:rsidRDefault="00BC4BF1" w:rsidP="00BC4BF1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CEB0CBD" w14:textId="4E5955D0" w:rsidR="00BC4BF1" w:rsidRPr="00B70AF0" w:rsidRDefault="002D6581" w:rsidP="00BC4BF1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326,789</w:t>
            </w:r>
          </w:p>
        </w:tc>
        <w:tc>
          <w:tcPr>
            <w:tcW w:w="255" w:type="dxa"/>
            <w:shd w:val="clear" w:color="auto" w:fill="auto"/>
          </w:tcPr>
          <w:p w14:paraId="50546D3A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51EF173F" w14:textId="41D409A2" w:rsidR="00BC4BF1" w:rsidRPr="00B70AF0" w:rsidRDefault="005E3E76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132,389</w:t>
            </w:r>
          </w:p>
        </w:tc>
        <w:tc>
          <w:tcPr>
            <w:tcW w:w="270" w:type="dxa"/>
            <w:shd w:val="clear" w:color="auto" w:fill="auto"/>
          </w:tcPr>
          <w:p w14:paraId="5C5BA92C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4375DC4B" w14:textId="266534F9" w:rsidR="00BC4BF1" w:rsidRPr="00B70AF0" w:rsidRDefault="002D6581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123,387</w:t>
            </w:r>
          </w:p>
        </w:tc>
      </w:tr>
      <w:tr w:rsidR="00BC4BF1" w:rsidRPr="00B70AF0" w14:paraId="72CF11E6" w14:textId="77777777" w:rsidTr="00DE7026">
        <w:tc>
          <w:tcPr>
            <w:tcW w:w="4500" w:type="dxa"/>
            <w:shd w:val="clear" w:color="auto" w:fill="auto"/>
          </w:tcPr>
          <w:p w14:paraId="25753190" w14:textId="77777777" w:rsidR="00BC4BF1" w:rsidRPr="00B70AF0" w:rsidRDefault="00BC4BF1" w:rsidP="00BC4BF1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จำนวนที่ไม่ได้ปันส่วน</w:t>
            </w:r>
          </w:p>
        </w:tc>
        <w:tc>
          <w:tcPr>
            <w:tcW w:w="990" w:type="dxa"/>
            <w:shd w:val="clear" w:color="auto" w:fill="auto"/>
          </w:tcPr>
          <w:p w14:paraId="1BFB2487" w14:textId="77777777" w:rsidR="00BC4BF1" w:rsidRPr="00B70AF0" w:rsidRDefault="00BC4BF1" w:rsidP="00BC4BF1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62" w:type="dxa"/>
            <w:shd w:val="clear" w:color="auto" w:fill="auto"/>
          </w:tcPr>
          <w:p w14:paraId="0CB4FFE6" w14:textId="77777777" w:rsidR="00BC4BF1" w:rsidRPr="00B70AF0" w:rsidRDefault="00BC4BF1" w:rsidP="00BC4BF1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6C9DE84" w14:textId="77777777" w:rsidR="00BC4BF1" w:rsidRPr="00B70AF0" w:rsidRDefault="00BC4BF1" w:rsidP="00BC4BF1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55" w:type="dxa"/>
            <w:shd w:val="clear" w:color="auto" w:fill="auto"/>
          </w:tcPr>
          <w:p w14:paraId="596A3E20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5BDE3919" w14:textId="77777777" w:rsidR="00BC4BF1" w:rsidRPr="00B70AF0" w:rsidRDefault="00BC4BF1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70" w:type="dxa"/>
            <w:shd w:val="clear" w:color="auto" w:fill="auto"/>
          </w:tcPr>
          <w:p w14:paraId="77416E5D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2433D069" w14:textId="77777777" w:rsidR="00BC4BF1" w:rsidRPr="00B70AF0" w:rsidRDefault="00BC4BF1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</w:tr>
      <w:tr w:rsidR="00BC4BF1" w:rsidRPr="00B70AF0" w14:paraId="02B08AE8" w14:textId="77777777" w:rsidTr="00DE7026">
        <w:tc>
          <w:tcPr>
            <w:tcW w:w="4500" w:type="dxa"/>
            <w:shd w:val="clear" w:color="auto" w:fill="auto"/>
          </w:tcPr>
          <w:p w14:paraId="0CEEA8E2" w14:textId="77777777" w:rsidR="00BC4BF1" w:rsidRPr="00B70AF0" w:rsidRDefault="00BC4BF1" w:rsidP="00BC4BF1">
            <w:pPr>
              <w:numPr>
                <w:ilvl w:val="0"/>
                <w:numId w:val="18"/>
              </w:numPr>
              <w:tabs>
                <w:tab w:val="clear" w:pos="454"/>
                <w:tab w:val="clear" w:pos="680"/>
                <w:tab w:val="clear" w:pos="1644"/>
                <w:tab w:val="left" w:pos="360"/>
                <w:tab w:val="left" w:pos="540"/>
                <w:tab w:val="left" w:pos="1427"/>
              </w:tabs>
              <w:spacing w:line="240" w:lineRule="auto"/>
              <w:ind w:left="576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90" w:type="dxa"/>
            <w:shd w:val="clear" w:color="auto" w:fill="auto"/>
          </w:tcPr>
          <w:p w14:paraId="3AD19130" w14:textId="3692F6F4" w:rsidR="00BC4BF1" w:rsidRPr="00B70AF0" w:rsidRDefault="005E3E76" w:rsidP="2CA98EA4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15,783</w:t>
            </w:r>
          </w:p>
        </w:tc>
        <w:tc>
          <w:tcPr>
            <w:tcW w:w="262" w:type="dxa"/>
            <w:shd w:val="clear" w:color="auto" w:fill="auto"/>
          </w:tcPr>
          <w:p w14:paraId="14BBA2ED" w14:textId="77777777" w:rsidR="00BC4BF1" w:rsidRPr="00B70AF0" w:rsidRDefault="00BC4BF1" w:rsidP="00BC4BF1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7D661252" w14:textId="61B06E57" w:rsidR="00BC4BF1" w:rsidRPr="00B70AF0" w:rsidRDefault="002D6581" w:rsidP="00484A06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7,103</w:t>
            </w:r>
          </w:p>
        </w:tc>
        <w:tc>
          <w:tcPr>
            <w:tcW w:w="255" w:type="dxa"/>
            <w:shd w:val="clear" w:color="auto" w:fill="auto"/>
          </w:tcPr>
          <w:p w14:paraId="4FD9C4C8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705F0332" w14:textId="18B23946" w:rsidR="00BC4BF1" w:rsidRPr="00B70AF0" w:rsidRDefault="005E3E76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8,853</w:t>
            </w:r>
          </w:p>
        </w:tc>
        <w:tc>
          <w:tcPr>
            <w:tcW w:w="270" w:type="dxa"/>
            <w:shd w:val="clear" w:color="auto" w:fill="auto"/>
          </w:tcPr>
          <w:p w14:paraId="080A8D81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17E3368D" w14:textId="5BBDE815" w:rsidR="00BC4BF1" w:rsidRPr="00B70AF0" w:rsidRDefault="002D6581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5,214</w:t>
            </w:r>
          </w:p>
        </w:tc>
      </w:tr>
      <w:tr w:rsidR="00BC4BF1" w:rsidRPr="00B70AF0" w14:paraId="6899FAC1" w14:textId="77777777" w:rsidTr="00DE7026">
        <w:tc>
          <w:tcPr>
            <w:tcW w:w="4500" w:type="dxa"/>
            <w:shd w:val="clear" w:color="auto" w:fill="auto"/>
          </w:tcPr>
          <w:p w14:paraId="49CD84ED" w14:textId="77777777" w:rsidR="00BC4BF1" w:rsidRPr="00B70AF0" w:rsidRDefault="00BC4BF1" w:rsidP="00BC4BF1">
            <w:pPr>
              <w:numPr>
                <w:ilvl w:val="0"/>
                <w:numId w:val="18"/>
              </w:numPr>
              <w:tabs>
                <w:tab w:val="clear" w:pos="454"/>
                <w:tab w:val="clear" w:pos="680"/>
                <w:tab w:val="clear" w:pos="1644"/>
                <w:tab w:val="left" w:pos="360"/>
                <w:tab w:val="left" w:pos="540"/>
                <w:tab w:val="left" w:pos="1427"/>
              </w:tabs>
              <w:spacing w:line="240" w:lineRule="auto"/>
              <w:ind w:left="576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ต้นทุนในการจัดจำหน่าย</w:t>
            </w:r>
          </w:p>
        </w:tc>
        <w:tc>
          <w:tcPr>
            <w:tcW w:w="990" w:type="dxa"/>
            <w:shd w:val="clear" w:color="auto" w:fill="auto"/>
          </w:tcPr>
          <w:p w14:paraId="6C715D1A" w14:textId="596FC974" w:rsidR="00BC4BF1" w:rsidRPr="00B70AF0" w:rsidRDefault="005E3E76" w:rsidP="00BC4BF1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(37,337)</w:t>
            </w:r>
          </w:p>
        </w:tc>
        <w:tc>
          <w:tcPr>
            <w:tcW w:w="262" w:type="dxa"/>
            <w:shd w:val="clear" w:color="auto" w:fill="auto"/>
          </w:tcPr>
          <w:p w14:paraId="540D9998" w14:textId="77777777" w:rsidR="00BC4BF1" w:rsidRPr="00B70AF0" w:rsidRDefault="00BC4BF1" w:rsidP="00BC4BF1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8CA2C78" w14:textId="45B4796E" w:rsidR="00BC4BF1" w:rsidRPr="00B70AF0" w:rsidRDefault="002D6581" w:rsidP="00BC4BF1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(43,255)</w:t>
            </w:r>
          </w:p>
        </w:tc>
        <w:tc>
          <w:tcPr>
            <w:tcW w:w="255" w:type="dxa"/>
            <w:shd w:val="clear" w:color="auto" w:fill="auto"/>
          </w:tcPr>
          <w:p w14:paraId="6F18BFAC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237E1FA6" w14:textId="2D3DA7AF" w:rsidR="00BC4BF1" w:rsidRPr="00B70AF0" w:rsidRDefault="005E3E76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(20,343)</w:t>
            </w:r>
          </w:p>
        </w:tc>
        <w:tc>
          <w:tcPr>
            <w:tcW w:w="270" w:type="dxa"/>
            <w:shd w:val="clear" w:color="auto" w:fill="auto"/>
          </w:tcPr>
          <w:p w14:paraId="3890E804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2A21AA96" w14:textId="433E12E7" w:rsidR="00BC4BF1" w:rsidRPr="00B70AF0" w:rsidRDefault="002D6581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(20,897)</w:t>
            </w:r>
          </w:p>
        </w:tc>
      </w:tr>
      <w:tr w:rsidR="00BC4BF1" w:rsidRPr="00B70AF0" w14:paraId="41B64AF1" w14:textId="77777777" w:rsidTr="00DE7026">
        <w:tc>
          <w:tcPr>
            <w:tcW w:w="4500" w:type="dxa"/>
            <w:shd w:val="clear" w:color="auto" w:fill="auto"/>
          </w:tcPr>
          <w:p w14:paraId="7635BC24" w14:textId="77777777" w:rsidR="00BC4BF1" w:rsidRPr="00B70AF0" w:rsidRDefault="00BC4BF1" w:rsidP="00BC4BF1">
            <w:pPr>
              <w:numPr>
                <w:ilvl w:val="0"/>
                <w:numId w:val="18"/>
              </w:numPr>
              <w:tabs>
                <w:tab w:val="clear" w:pos="454"/>
                <w:tab w:val="clear" w:pos="680"/>
                <w:tab w:val="clear" w:pos="1644"/>
                <w:tab w:val="left" w:pos="360"/>
                <w:tab w:val="left" w:pos="540"/>
              </w:tabs>
              <w:spacing w:line="240" w:lineRule="auto"/>
              <w:ind w:left="576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ค่าใช้จ่ายในการบริหาร</w:t>
            </w:r>
          </w:p>
        </w:tc>
        <w:tc>
          <w:tcPr>
            <w:tcW w:w="990" w:type="dxa"/>
            <w:shd w:val="clear" w:color="auto" w:fill="auto"/>
          </w:tcPr>
          <w:p w14:paraId="067F9EDA" w14:textId="5D1F1DAB" w:rsidR="00BC4BF1" w:rsidRPr="00B70AF0" w:rsidRDefault="00416BB0" w:rsidP="2CA98EA4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(15</w:t>
            </w:r>
            <w:r w:rsidR="00A90C4F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2</w:t>
            </w: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,</w:t>
            </w:r>
            <w:r w:rsidR="00A90C4F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8</w:t>
            </w:r>
            <w:r w:rsidR="00773FB9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37</w:t>
            </w: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68FDC8B7" w14:textId="77777777" w:rsidR="00BC4BF1" w:rsidRPr="00B70AF0" w:rsidRDefault="00BC4BF1" w:rsidP="00BC4BF1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6B0A052C" w14:textId="3577F45A" w:rsidR="00BC4BF1" w:rsidRPr="00B70AF0" w:rsidRDefault="002D6581" w:rsidP="00BC4BF1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(149,179)</w:t>
            </w:r>
          </w:p>
        </w:tc>
        <w:tc>
          <w:tcPr>
            <w:tcW w:w="255" w:type="dxa"/>
            <w:shd w:val="clear" w:color="auto" w:fill="auto"/>
          </w:tcPr>
          <w:p w14:paraId="7A754A03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00A55DFD" w14:textId="68DD772C" w:rsidR="00BC4BF1" w:rsidRPr="00B70AF0" w:rsidRDefault="00416BB0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(48,049)</w:t>
            </w:r>
          </w:p>
        </w:tc>
        <w:tc>
          <w:tcPr>
            <w:tcW w:w="270" w:type="dxa"/>
            <w:shd w:val="clear" w:color="auto" w:fill="auto"/>
          </w:tcPr>
          <w:p w14:paraId="631360FD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  <w:cs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797CBEF2" w14:textId="0130576F" w:rsidR="00BC4BF1" w:rsidRPr="00B70AF0" w:rsidRDefault="002D6581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(46,568)</w:t>
            </w:r>
          </w:p>
        </w:tc>
      </w:tr>
      <w:tr w:rsidR="00BC4BF1" w:rsidRPr="00B70AF0" w14:paraId="2F1ACA05" w14:textId="77777777" w:rsidTr="00DE7026">
        <w:tc>
          <w:tcPr>
            <w:tcW w:w="4500" w:type="dxa"/>
            <w:shd w:val="clear" w:color="auto" w:fill="auto"/>
          </w:tcPr>
          <w:p w14:paraId="0965D14D" w14:textId="77777777" w:rsidR="00BC4BF1" w:rsidRPr="00B70AF0" w:rsidRDefault="00BC4BF1" w:rsidP="00BC4BF1">
            <w:pPr>
              <w:numPr>
                <w:ilvl w:val="0"/>
                <w:numId w:val="18"/>
              </w:numPr>
              <w:tabs>
                <w:tab w:val="clear" w:pos="454"/>
                <w:tab w:val="clear" w:pos="680"/>
                <w:tab w:val="clear" w:pos="1644"/>
                <w:tab w:val="left" w:pos="360"/>
                <w:tab w:val="left" w:pos="540"/>
              </w:tabs>
              <w:spacing w:line="240" w:lineRule="auto"/>
              <w:ind w:left="576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ต้นทุนทางการเงิน</w:t>
            </w:r>
          </w:p>
        </w:tc>
        <w:tc>
          <w:tcPr>
            <w:tcW w:w="990" w:type="dxa"/>
            <w:shd w:val="clear" w:color="auto" w:fill="auto"/>
          </w:tcPr>
          <w:p w14:paraId="221B30F8" w14:textId="21B312F0" w:rsidR="00BC4BF1" w:rsidRPr="00B70AF0" w:rsidRDefault="00416BB0" w:rsidP="00BC4BF1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(5,</w:t>
            </w:r>
            <w:r w:rsidR="00A90C4F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463</w:t>
            </w: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08326434" w14:textId="77777777" w:rsidR="00BC4BF1" w:rsidRPr="00B70AF0" w:rsidRDefault="00BC4BF1" w:rsidP="00BC4BF1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03AC4A8" w14:textId="01F17174" w:rsidR="00BC4BF1" w:rsidRPr="00B70AF0" w:rsidRDefault="002D6581" w:rsidP="00BC4BF1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</w:rPr>
              <w:t>(3,185)</w:t>
            </w:r>
          </w:p>
        </w:tc>
        <w:tc>
          <w:tcPr>
            <w:tcW w:w="255" w:type="dxa"/>
            <w:shd w:val="clear" w:color="auto" w:fill="auto"/>
          </w:tcPr>
          <w:p w14:paraId="3997297D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771F6CAF" w14:textId="66B4471C" w:rsidR="00BC4BF1" w:rsidRPr="00B70AF0" w:rsidRDefault="00416BB0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(4,44</w:t>
            </w:r>
            <w:r w:rsidR="005E3E76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70" w:type="dxa"/>
            <w:shd w:val="clear" w:color="auto" w:fill="auto"/>
          </w:tcPr>
          <w:p w14:paraId="0B997255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18C3EAFE" w14:textId="1CB8BC16" w:rsidR="00BC4BF1" w:rsidRPr="00B70AF0" w:rsidRDefault="002D6581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</w:rPr>
              <w:t>(2,426)</w:t>
            </w:r>
          </w:p>
        </w:tc>
      </w:tr>
      <w:tr w:rsidR="001677E6" w:rsidRPr="00B70AF0" w14:paraId="2082CD12" w14:textId="77777777" w:rsidTr="00DE7026">
        <w:tc>
          <w:tcPr>
            <w:tcW w:w="4500" w:type="dxa"/>
            <w:shd w:val="clear" w:color="auto" w:fill="auto"/>
          </w:tcPr>
          <w:p w14:paraId="78E51AA1" w14:textId="2A7D2CFC" w:rsidR="001677E6" w:rsidRPr="00B70AF0" w:rsidRDefault="00E97398" w:rsidP="00BC4BF1">
            <w:pPr>
              <w:numPr>
                <w:ilvl w:val="0"/>
                <w:numId w:val="18"/>
              </w:numPr>
              <w:tabs>
                <w:tab w:val="clear" w:pos="454"/>
                <w:tab w:val="clear" w:pos="680"/>
                <w:tab w:val="clear" w:pos="1644"/>
                <w:tab w:val="left" w:pos="360"/>
                <w:tab w:val="left" w:pos="540"/>
              </w:tabs>
              <w:spacing w:line="240" w:lineRule="auto"/>
              <w:ind w:left="576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ผล</w:t>
            </w:r>
            <w:r w:rsidR="001677E6" w:rsidRPr="00B70AF0">
              <w:rPr>
                <w:rFonts w:ascii="Angsana New" w:hAnsi="Angsana New" w:hint="cs"/>
                <w:sz w:val="28"/>
                <w:szCs w:val="28"/>
                <w:cs/>
              </w:rPr>
              <w:t>ขาดทุนจากการด้อยค่า</w:t>
            </w:r>
            <w:r w:rsidR="001677E6" w:rsidRPr="00B70AF0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1677E6" w:rsidRPr="00B70AF0">
              <w:rPr>
                <w:rFonts w:ascii="Angsana New" w:hAnsi="Angsana New" w:hint="cs"/>
                <w:sz w:val="28"/>
                <w:szCs w:val="28"/>
                <w:cs/>
              </w:rPr>
              <w:t>ซึ่งเป็นไปตาม</w:t>
            </w:r>
            <w:r w:rsidR="001677E6" w:rsidRPr="00B70AF0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1677E6" w:rsidRPr="00B70AF0">
              <w:rPr>
                <w:rFonts w:ascii="Angsana New" w:hAnsi="Angsana New"/>
                <w:sz w:val="28"/>
                <w:szCs w:val="28"/>
              </w:rPr>
              <w:t xml:space="preserve">TFRS </w:t>
            </w:r>
            <w:r w:rsidR="000B0741" w:rsidRPr="00B70AF0">
              <w:rPr>
                <w:rFonts w:ascii="Angsana New" w:hAnsi="Angsana New"/>
                <w:sz w:val="28"/>
                <w:szCs w:val="28"/>
              </w:rPr>
              <w:t>9</w:t>
            </w:r>
          </w:p>
        </w:tc>
        <w:tc>
          <w:tcPr>
            <w:tcW w:w="990" w:type="dxa"/>
            <w:shd w:val="clear" w:color="auto" w:fill="auto"/>
          </w:tcPr>
          <w:p w14:paraId="083B80F0" w14:textId="537C0A5C" w:rsidR="001677E6" w:rsidRPr="00B70AF0" w:rsidRDefault="00416BB0" w:rsidP="00BC4BF1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(</w:t>
            </w:r>
            <w:r w:rsidR="003640A7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103</w:t>
            </w: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)</w:t>
            </w:r>
          </w:p>
        </w:tc>
        <w:tc>
          <w:tcPr>
            <w:tcW w:w="262" w:type="dxa"/>
            <w:shd w:val="clear" w:color="auto" w:fill="auto"/>
          </w:tcPr>
          <w:p w14:paraId="6DCE20C5" w14:textId="77777777" w:rsidR="001677E6" w:rsidRPr="00B70AF0" w:rsidRDefault="001677E6" w:rsidP="00BC4BF1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17CC1E81" w14:textId="0219F40F" w:rsidR="001677E6" w:rsidRPr="00B70AF0" w:rsidRDefault="002D6581" w:rsidP="00BC4BF1">
            <w:pPr>
              <w:pStyle w:val="acctfourfigures"/>
              <w:spacing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</w:rPr>
              <w:t>(8,977)</w:t>
            </w:r>
          </w:p>
        </w:tc>
        <w:tc>
          <w:tcPr>
            <w:tcW w:w="255" w:type="dxa"/>
            <w:shd w:val="clear" w:color="auto" w:fill="auto"/>
          </w:tcPr>
          <w:p w14:paraId="0CBAF4F0" w14:textId="77777777" w:rsidR="001677E6" w:rsidRPr="00B70AF0" w:rsidRDefault="001677E6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7B5345E5" w14:textId="3C1A56F9" w:rsidR="001677E6" w:rsidRPr="00B70AF0" w:rsidRDefault="00416BB0" w:rsidP="001677E6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70" w:type="dxa"/>
            <w:shd w:val="clear" w:color="auto" w:fill="auto"/>
          </w:tcPr>
          <w:p w14:paraId="44AD5090" w14:textId="77777777" w:rsidR="001677E6" w:rsidRPr="00B70AF0" w:rsidRDefault="001677E6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  <w:vAlign w:val="bottom"/>
          </w:tcPr>
          <w:p w14:paraId="47F86D38" w14:textId="325E2B6E" w:rsidR="001677E6" w:rsidRPr="00B70AF0" w:rsidRDefault="002D6581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</w:rPr>
              <w:t>(3,765)</w:t>
            </w:r>
          </w:p>
        </w:tc>
      </w:tr>
      <w:tr w:rsidR="00BC4BF1" w:rsidRPr="00B70AF0" w14:paraId="35FC541C" w14:textId="77777777" w:rsidTr="00DE7026">
        <w:tc>
          <w:tcPr>
            <w:tcW w:w="4500" w:type="dxa"/>
            <w:shd w:val="clear" w:color="auto" w:fill="auto"/>
          </w:tcPr>
          <w:p w14:paraId="65828A65" w14:textId="4F3F0B5D" w:rsidR="00BC4BF1" w:rsidRPr="00B70AF0" w:rsidRDefault="00BC4BF1" w:rsidP="00BC4BF1">
            <w:pPr>
              <w:numPr>
                <w:ilvl w:val="0"/>
                <w:numId w:val="18"/>
              </w:numPr>
              <w:tabs>
                <w:tab w:val="clear" w:pos="454"/>
                <w:tab w:val="clear" w:pos="680"/>
                <w:tab w:val="clear" w:pos="1644"/>
                <w:tab w:val="left" w:pos="360"/>
                <w:tab w:val="left" w:pos="540"/>
              </w:tabs>
              <w:spacing w:line="240" w:lineRule="auto"/>
              <w:ind w:left="576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ส่วนแบ่ง</w:t>
            </w:r>
            <w:r w:rsidR="001779EC" w:rsidRPr="00B70AF0">
              <w:rPr>
                <w:rFonts w:ascii="Angsana New" w:hAnsi="Angsana New" w:hint="cs"/>
                <w:sz w:val="28"/>
                <w:szCs w:val="28"/>
                <w:cs/>
              </w:rPr>
              <w:t>กำไร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จากเงินลงทุนในบริษัทร่วม</w:t>
            </w:r>
          </w:p>
        </w:tc>
        <w:tc>
          <w:tcPr>
            <w:tcW w:w="990" w:type="dxa"/>
            <w:shd w:val="clear" w:color="auto" w:fill="auto"/>
          </w:tcPr>
          <w:p w14:paraId="5C043276" w14:textId="3DCA30B7" w:rsidR="00BC4BF1" w:rsidRPr="00B70AF0" w:rsidRDefault="00416BB0" w:rsidP="00BC4BF1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1,792</w:t>
            </w:r>
          </w:p>
        </w:tc>
        <w:tc>
          <w:tcPr>
            <w:tcW w:w="262" w:type="dxa"/>
            <w:shd w:val="clear" w:color="auto" w:fill="auto"/>
          </w:tcPr>
          <w:p w14:paraId="2810B6AE" w14:textId="77777777" w:rsidR="00BC4BF1" w:rsidRPr="00B70AF0" w:rsidRDefault="00BC4BF1" w:rsidP="00BC4BF1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shd w:val="clear" w:color="auto" w:fill="auto"/>
            <w:vAlign w:val="bottom"/>
          </w:tcPr>
          <w:p w14:paraId="243CF493" w14:textId="12BF0A5E" w:rsidR="00BC4BF1" w:rsidRPr="00B70AF0" w:rsidRDefault="00BC4BF1" w:rsidP="00BC4BF1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14:paraId="517F6A31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2019BBE2" w14:textId="07C972EF" w:rsidR="00BC4BF1" w:rsidRPr="00B70AF0" w:rsidRDefault="00416BB0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1,792</w:t>
            </w:r>
          </w:p>
        </w:tc>
        <w:tc>
          <w:tcPr>
            <w:tcW w:w="270" w:type="dxa"/>
            <w:shd w:val="clear" w:color="auto" w:fill="auto"/>
          </w:tcPr>
          <w:p w14:paraId="16499E07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14:paraId="21402C9D" w14:textId="472313EB" w:rsidR="00BC4BF1" w:rsidRPr="00B70AF0" w:rsidRDefault="00BC4BF1" w:rsidP="00BC4BF1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</w:rPr>
              <w:t>-</w:t>
            </w:r>
          </w:p>
        </w:tc>
      </w:tr>
      <w:tr w:rsidR="00BC4BF1" w:rsidRPr="00B70AF0" w14:paraId="6731AD6E" w14:textId="77777777" w:rsidTr="00DE7026">
        <w:tc>
          <w:tcPr>
            <w:tcW w:w="4500" w:type="dxa"/>
            <w:shd w:val="clear" w:color="auto" w:fill="auto"/>
          </w:tcPr>
          <w:p w14:paraId="31C5010D" w14:textId="77777777" w:rsidR="00BC4BF1" w:rsidRPr="00B70AF0" w:rsidRDefault="00BC4BF1" w:rsidP="00BC4BF1">
            <w:pPr>
              <w:numPr>
                <w:ilvl w:val="0"/>
                <w:numId w:val="18"/>
              </w:numPr>
              <w:tabs>
                <w:tab w:val="clear" w:pos="454"/>
                <w:tab w:val="clear" w:pos="680"/>
                <w:tab w:val="clear" w:pos="1644"/>
                <w:tab w:val="left" w:pos="360"/>
                <w:tab w:val="left" w:pos="540"/>
              </w:tabs>
              <w:spacing w:line="240" w:lineRule="auto"/>
              <w:ind w:left="576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ส่วนแบ่งกำไรจากเงินลงทุนในบริษัทย่อย</w:t>
            </w:r>
          </w:p>
        </w:tc>
        <w:tc>
          <w:tcPr>
            <w:tcW w:w="990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DC62464" w14:textId="439AD4E0" w:rsidR="00BC4BF1" w:rsidRPr="00B70AF0" w:rsidRDefault="00416BB0" w:rsidP="00BC4BF1">
            <w:pPr>
              <w:pStyle w:val="acctfourfigures"/>
              <w:tabs>
                <w:tab w:val="clear" w:pos="765"/>
                <w:tab w:val="decimal" w:pos="525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-</w:t>
            </w:r>
          </w:p>
        </w:tc>
        <w:tc>
          <w:tcPr>
            <w:tcW w:w="262" w:type="dxa"/>
            <w:shd w:val="clear" w:color="auto" w:fill="auto"/>
          </w:tcPr>
          <w:p w14:paraId="656EF3E8" w14:textId="77777777" w:rsidR="00BC4BF1" w:rsidRPr="00B70AF0" w:rsidRDefault="00BC4BF1" w:rsidP="00BC4BF1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C8FF48E" w14:textId="2FB8A095" w:rsidR="00BC4BF1" w:rsidRPr="00B70AF0" w:rsidRDefault="00BC4BF1" w:rsidP="00BC4BF1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55" w:type="dxa"/>
            <w:shd w:val="clear" w:color="auto" w:fill="auto"/>
          </w:tcPr>
          <w:p w14:paraId="69A5CD4A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single" w:sz="4" w:space="0" w:color="auto"/>
            </w:tcBorders>
            <w:shd w:val="clear" w:color="auto" w:fill="auto"/>
          </w:tcPr>
          <w:p w14:paraId="18C18AB1" w14:textId="78093DF0" w:rsidR="00BC4BF1" w:rsidRPr="00B70AF0" w:rsidRDefault="00416BB0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42,63</w:t>
            </w:r>
            <w:r w:rsidR="00044118"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1</w:t>
            </w:r>
          </w:p>
        </w:tc>
        <w:tc>
          <w:tcPr>
            <w:tcW w:w="270" w:type="dxa"/>
            <w:shd w:val="clear" w:color="auto" w:fill="auto"/>
          </w:tcPr>
          <w:p w14:paraId="53F276F9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7CB2406" w14:textId="4A773620" w:rsidR="00BC4BF1" w:rsidRPr="00B70AF0" w:rsidRDefault="002D6581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sz w:val="28"/>
                <w:szCs w:val="28"/>
                <w:lang w:val="en-US"/>
              </w:rPr>
              <w:t>49,571</w:t>
            </w:r>
          </w:p>
        </w:tc>
      </w:tr>
      <w:tr w:rsidR="00BC4BF1" w:rsidRPr="00B70AF0" w14:paraId="3749FA97" w14:textId="77777777" w:rsidTr="00DE7026">
        <w:tc>
          <w:tcPr>
            <w:tcW w:w="4500" w:type="dxa"/>
            <w:shd w:val="clear" w:color="auto" w:fill="auto"/>
          </w:tcPr>
          <w:p w14:paraId="77D73817" w14:textId="77777777" w:rsidR="00BC4BF1" w:rsidRPr="00B70AF0" w:rsidRDefault="00BC4BF1" w:rsidP="00BC4BF1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กำไรรวมก่อนภาษีเงินได้</w:t>
            </w: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68FB01C" w14:textId="6C3135C9" w:rsidR="00BC4BF1" w:rsidRPr="00B70AF0" w:rsidRDefault="005E3E76" w:rsidP="00BC4BF1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138,564</w:t>
            </w:r>
          </w:p>
        </w:tc>
        <w:tc>
          <w:tcPr>
            <w:tcW w:w="262" w:type="dxa"/>
            <w:shd w:val="clear" w:color="auto" w:fill="auto"/>
          </w:tcPr>
          <w:p w14:paraId="2163EF6D" w14:textId="77777777" w:rsidR="00BC4BF1" w:rsidRPr="00B70AF0" w:rsidRDefault="00BC4BF1" w:rsidP="00BC4BF1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11E4E67E" w14:textId="2CE9F85E" w:rsidR="00BC4BF1" w:rsidRPr="00B70AF0" w:rsidRDefault="002D6581" w:rsidP="00BC4BF1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129,296</w:t>
            </w:r>
          </w:p>
        </w:tc>
        <w:tc>
          <w:tcPr>
            <w:tcW w:w="255" w:type="dxa"/>
            <w:shd w:val="clear" w:color="auto" w:fill="auto"/>
          </w:tcPr>
          <w:p w14:paraId="156B249A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</w:tcPr>
          <w:p w14:paraId="4A67DD98" w14:textId="6B00C3E8" w:rsidR="00BC4BF1" w:rsidRPr="00B70AF0" w:rsidRDefault="005E3E76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112,832</w:t>
            </w:r>
          </w:p>
        </w:tc>
        <w:tc>
          <w:tcPr>
            <w:tcW w:w="270" w:type="dxa"/>
            <w:shd w:val="clear" w:color="auto" w:fill="auto"/>
          </w:tcPr>
          <w:p w14:paraId="0DACEC29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tcBorders>
              <w:top w:val="single" w:sz="4" w:space="0" w:color="auto"/>
              <w:bottom w:val="double" w:sz="4" w:space="0" w:color="auto"/>
            </w:tcBorders>
            <w:shd w:val="clear" w:color="auto" w:fill="auto"/>
            <w:vAlign w:val="bottom"/>
          </w:tcPr>
          <w:p w14:paraId="3DEC8F80" w14:textId="72BB29FE" w:rsidR="00BC4BF1" w:rsidRPr="00B70AF0" w:rsidRDefault="002D6581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lang w:val="en-US"/>
              </w:rPr>
              <w:t>104,516</w:t>
            </w:r>
          </w:p>
        </w:tc>
      </w:tr>
      <w:tr w:rsidR="00BC4BF1" w:rsidRPr="00B70AF0" w14:paraId="7990EB7B" w14:textId="77777777" w:rsidTr="00DE7026">
        <w:tc>
          <w:tcPr>
            <w:tcW w:w="4500" w:type="dxa"/>
            <w:shd w:val="clear" w:color="auto" w:fill="auto"/>
          </w:tcPr>
          <w:p w14:paraId="2C1F4B92" w14:textId="77777777" w:rsidR="00BC4BF1" w:rsidRPr="00B70AF0" w:rsidRDefault="00BC4BF1" w:rsidP="00BC4BF1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250" w:type="dxa"/>
            <w:gridSpan w:val="3"/>
            <w:shd w:val="clear" w:color="auto" w:fill="auto"/>
            <w:vAlign w:val="bottom"/>
          </w:tcPr>
          <w:p w14:paraId="47A2FC47" w14:textId="77777777" w:rsidR="00BC4BF1" w:rsidRPr="00B70AF0" w:rsidRDefault="00BC4BF1" w:rsidP="00BC4BF1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lang w:bidi="th-TH"/>
              </w:rPr>
            </w:pPr>
          </w:p>
        </w:tc>
        <w:tc>
          <w:tcPr>
            <w:tcW w:w="255" w:type="dxa"/>
            <w:shd w:val="clear" w:color="auto" w:fill="auto"/>
          </w:tcPr>
          <w:p w14:paraId="52B4FA45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4"/>
                <w:szCs w:val="24"/>
              </w:rPr>
            </w:pPr>
          </w:p>
        </w:tc>
        <w:tc>
          <w:tcPr>
            <w:tcW w:w="2265" w:type="dxa"/>
            <w:gridSpan w:val="3"/>
            <w:shd w:val="clear" w:color="auto" w:fill="auto"/>
            <w:vAlign w:val="bottom"/>
          </w:tcPr>
          <w:p w14:paraId="03F2180A" w14:textId="77777777" w:rsidR="00BC4BF1" w:rsidRPr="00B70AF0" w:rsidRDefault="00BC4BF1" w:rsidP="00BC4BF1">
            <w:pPr>
              <w:pStyle w:val="acctfourfigures"/>
              <w:tabs>
                <w:tab w:val="clear" w:pos="765"/>
                <w:tab w:val="decimal" w:pos="702"/>
              </w:tabs>
              <w:spacing w:line="240" w:lineRule="auto"/>
              <w:jc w:val="center"/>
              <w:rPr>
                <w:rFonts w:ascii="Angsana New" w:hAnsi="Angsana New"/>
                <w:sz w:val="24"/>
                <w:szCs w:val="24"/>
                <w:cs/>
                <w:lang w:bidi="th-TH"/>
              </w:rPr>
            </w:pPr>
          </w:p>
        </w:tc>
      </w:tr>
      <w:tr w:rsidR="00BC4BF1" w:rsidRPr="00B70AF0" w14:paraId="3F086CA6" w14:textId="77777777" w:rsidTr="00DE7026">
        <w:tc>
          <w:tcPr>
            <w:tcW w:w="4500" w:type="dxa"/>
            <w:shd w:val="clear" w:color="auto" w:fill="auto"/>
          </w:tcPr>
          <w:p w14:paraId="47A6C232" w14:textId="77777777" w:rsidR="00BC4BF1" w:rsidRPr="00B70AF0" w:rsidRDefault="00BC4BF1" w:rsidP="00BC4BF1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6374E362" w14:textId="1EDE46B8" w:rsidR="00BC4BF1" w:rsidRPr="00B70AF0" w:rsidRDefault="000B074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</w:rPr>
              <w:t>3</w:t>
            </w:r>
            <w:r w:rsidRPr="00B70AF0">
              <w:rPr>
                <w:rFonts w:ascii="Angsana New" w:hAnsi="Angsana New"/>
                <w:bCs/>
                <w:sz w:val="28"/>
                <w:szCs w:val="28"/>
              </w:rPr>
              <w:t>0</w:t>
            </w:r>
            <w:r w:rsidR="00BC4BF1" w:rsidRPr="00B70AF0">
              <w:rPr>
                <w:rFonts w:ascii="Angsana New" w:hAnsi="Angsana New"/>
                <w:bCs/>
                <w:sz w:val="28"/>
                <w:szCs w:val="28"/>
              </w:rPr>
              <w:t xml:space="preserve"> </w:t>
            </w:r>
            <w:r w:rsidR="0094381F" w:rsidRPr="00B70AF0">
              <w:rPr>
                <w:rFonts w:ascii="Angsana New" w:hAnsi="Angsana New" w:hint="cs"/>
                <w:b/>
                <w:sz w:val="28"/>
                <w:szCs w:val="28"/>
                <w:cs/>
              </w:rPr>
              <w:t>กันยา</w:t>
            </w:r>
            <w:r w:rsidR="00BC4BF1" w:rsidRPr="00B70AF0">
              <w:rPr>
                <w:rFonts w:ascii="Angsana New" w:hAnsi="Angsana New" w:hint="cs"/>
                <w:b/>
                <w:sz w:val="28"/>
                <w:szCs w:val="28"/>
                <w:cs/>
              </w:rPr>
              <w:t>ยน</w:t>
            </w:r>
          </w:p>
        </w:tc>
        <w:tc>
          <w:tcPr>
            <w:tcW w:w="262" w:type="dxa"/>
            <w:shd w:val="clear" w:color="auto" w:fill="auto"/>
          </w:tcPr>
          <w:p w14:paraId="16442409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4F27234B" w14:textId="4F10D6D0" w:rsidR="00BC4BF1" w:rsidRPr="00B70AF0" w:rsidRDefault="000B074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</w:rPr>
              <w:t>31</w:t>
            </w:r>
            <w:r w:rsidR="00BC4BF1" w:rsidRPr="00B70AF0">
              <w:rPr>
                <w:rFonts w:ascii="Angsana New" w:hAnsi="Angsana New" w:hint="cs"/>
                <w:b/>
                <w:sz w:val="28"/>
                <w:szCs w:val="28"/>
                <w:cs/>
              </w:rPr>
              <w:t xml:space="preserve"> ธันวาคม</w:t>
            </w:r>
          </w:p>
        </w:tc>
        <w:tc>
          <w:tcPr>
            <w:tcW w:w="255" w:type="dxa"/>
            <w:shd w:val="clear" w:color="auto" w:fill="auto"/>
          </w:tcPr>
          <w:p w14:paraId="2B81CCAA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2D95561F" w14:textId="282CFCD1" w:rsidR="00BC4BF1" w:rsidRPr="00B70AF0" w:rsidRDefault="000B074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</w:rPr>
              <w:t>3</w:t>
            </w:r>
            <w:r w:rsidRPr="00B70AF0">
              <w:rPr>
                <w:rFonts w:ascii="Angsana New" w:hAnsi="Angsana New"/>
                <w:bCs/>
                <w:sz w:val="28"/>
                <w:szCs w:val="28"/>
              </w:rPr>
              <w:t>0</w:t>
            </w:r>
            <w:r w:rsidR="00BC4BF1" w:rsidRPr="00B70AF0">
              <w:rPr>
                <w:rFonts w:ascii="Angsana New" w:hAnsi="Angsana New"/>
                <w:bCs/>
                <w:sz w:val="28"/>
                <w:szCs w:val="28"/>
              </w:rPr>
              <w:t xml:space="preserve"> </w:t>
            </w:r>
            <w:r w:rsidR="0094381F" w:rsidRPr="00B70AF0">
              <w:rPr>
                <w:rFonts w:ascii="Angsana New" w:hAnsi="Angsana New" w:hint="cs"/>
                <w:b/>
                <w:sz w:val="28"/>
                <w:szCs w:val="28"/>
                <w:cs/>
              </w:rPr>
              <w:t>กันย</w:t>
            </w:r>
            <w:r w:rsidR="00BC4BF1" w:rsidRPr="00B70AF0">
              <w:rPr>
                <w:rFonts w:ascii="Angsana New" w:hAnsi="Angsana New" w:hint="cs"/>
                <w:b/>
                <w:sz w:val="28"/>
                <w:szCs w:val="28"/>
                <w:cs/>
              </w:rPr>
              <w:t>ายน</w:t>
            </w:r>
          </w:p>
        </w:tc>
        <w:tc>
          <w:tcPr>
            <w:tcW w:w="270" w:type="dxa"/>
            <w:shd w:val="clear" w:color="auto" w:fill="auto"/>
          </w:tcPr>
          <w:p w14:paraId="5515BE39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14:paraId="3E2F7E2D" w14:textId="06898B1B" w:rsidR="00BC4BF1" w:rsidRPr="00B70AF0" w:rsidRDefault="000B074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Cs/>
                <w:sz w:val="28"/>
                <w:szCs w:val="28"/>
              </w:rPr>
              <w:t>31</w:t>
            </w:r>
            <w:r w:rsidR="00BC4BF1" w:rsidRPr="00B70AF0">
              <w:rPr>
                <w:rFonts w:ascii="Angsana New" w:hAnsi="Angsana New" w:hint="cs"/>
                <w:b/>
                <w:sz w:val="28"/>
                <w:szCs w:val="28"/>
                <w:cs/>
              </w:rPr>
              <w:t xml:space="preserve"> ธันวาคม</w:t>
            </w:r>
          </w:p>
        </w:tc>
      </w:tr>
      <w:tr w:rsidR="00BC4BF1" w:rsidRPr="00B70AF0" w14:paraId="55E5F9DE" w14:textId="77777777" w:rsidTr="00DE7026">
        <w:tc>
          <w:tcPr>
            <w:tcW w:w="4500" w:type="dxa"/>
            <w:shd w:val="clear" w:color="auto" w:fill="auto"/>
          </w:tcPr>
          <w:p w14:paraId="413CF026" w14:textId="77777777" w:rsidR="00BC4BF1" w:rsidRPr="00B70AF0" w:rsidRDefault="00BC4BF1" w:rsidP="00BC4BF1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990" w:type="dxa"/>
            <w:shd w:val="clear" w:color="auto" w:fill="auto"/>
          </w:tcPr>
          <w:p w14:paraId="59D5C575" w14:textId="0BC952BC" w:rsidR="00BC4BF1" w:rsidRPr="00B70AF0" w:rsidRDefault="000B074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62" w:type="dxa"/>
            <w:shd w:val="clear" w:color="auto" w:fill="auto"/>
          </w:tcPr>
          <w:p w14:paraId="790509AB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5150E21A" w14:textId="1CB88B96" w:rsidR="00BC4BF1" w:rsidRPr="00B70AF0" w:rsidRDefault="000B074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08" w:firstLine="10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  <w:tc>
          <w:tcPr>
            <w:tcW w:w="255" w:type="dxa"/>
            <w:shd w:val="clear" w:color="auto" w:fill="auto"/>
          </w:tcPr>
          <w:p w14:paraId="26FED863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</w:p>
        </w:tc>
        <w:tc>
          <w:tcPr>
            <w:tcW w:w="998" w:type="dxa"/>
            <w:shd w:val="clear" w:color="auto" w:fill="auto"/>
          </w:tcPr>
          <w:p w14:paraId="19C018BF" w14:textId="2F680090" w:rsidR="00BC4BF1" w:rsidRPr="00B70AF0" w:rsidRDefault="000B074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8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2564</w:t>
            </w:r>
          </w:p>
        </w:tc>
        <w:tc>
          <w:tcPr>
            <w:tcW w:w="270" w:type="dxa"/>
            <w:shd w:val="clear" w:color="auto" w:fill="auto"/>
          </w:tcPr>
          <w:p w14:paraId="79821580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shd w:val="clear" w:color="auto" w:fill="auto"/>
          </w:tcPr>
          <w:p w14:paraId="0E7FBF99" w14:textId="0F85CE67" w:rsidR="00BC4BF1" w:rsidRPr="00B70AF0" w:rsidRDefault="000B074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0" w:right="-116"/>
              <w:jc w:val="center"/>
              <w:rPr>
                <w:rFonts w:ascii="Angsana New" w:hAnsi="Angsana New"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Cs/>
                <w:sz w:val="28"/>
                <w:szCs w:val="28"/>
              </w:rPr>
              <w:t>2563</w:t>
            </w:r>
          </w:p>
        </w:tc>
      </w:tr>
      <w:tr w:rsidR="00BC4BF1" w:rsidRPr="00B70AF0" w14:paraId="02A96C65" w14:textId="77777777" w:rsidTr="00DE7026">
        <w:tc>
          <w:tcPr>
            <w:tcW w:w="4500" w:type="dxa"/>
            <w:shd w:val="clear" w:color="auto" w:fill="auto"/>
          </w:tcPr>
          <w:p w14:paraId="72AF96B5" w14:textId="77777777" w:rsidR="00BC4BF1" w:rsidRPr="00B70AF0" w:rsidRDefault="00BC4BF1" w:rsidP="00BC4BF1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4770" w:type="dxa"/>
            <w:gridSpan w:val="7"/>
            <w:shd w:val="clear" w:color="auto" w:fill="auto"/>
            <w:vAlign w:val="bottom"/>
          </w:tcPr>
          <w:p w14:paraId="55358E85" w14:textId="77777777" w:rsidR="00BC4BF1" w:rsidRPr="00B70AF0" w:rsidRDefault="00BC4BF1" w:rsidP="00BC4BF1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/>
                <w:sz w:val="28"/>
                <w:szCs w:val="28"/>
                <w:lang w:bidi="th-TH"/>
              </w:rPr>
            </w:pPr>
            <w:r w:rsidRPr="00B70AF0">
              <w:rPr>
                <w:rFonts w:ascii="Angsana New" w:hAnsi="Angsana New" w:hint="cs"/>
                <w:b/>
                <w:i/>
                <w:iCs/>
                <w:sz w:val="28"/>
                <w:szCs w:val="28"/>
                <w:cs/>
                <w:lang w:bidi="th-TH"/>
              </w:rPr>
              <w:t>(พันบาท)</w:t>
            </w:r>
          </w:p>
        </w:tc>
      </w:tr>
      <w:tr w:rsidR="00BC4BF1" w:rsidRPr="00B70AF0" w14:paraId="56C1903B" w14:textId="77777777" w:rsidTr="00DE7026">
        <w:tc>
          <w:tcPr>
            <w:tcW w:w="4500" w:type="dxa"/>
            <w:shd w:val="clear" w:color="auto" w:fill="auto"/>
          </w:tcPr>
          <w:p w14:paraId="38B01DA2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สินทรัพย์ที่ไม่ได้ปันส่วน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576D9982" w14:textId="21A0E059" w:rsidR="00BC4BF1" w:rsidRPr="00B70AF0" w:rsidRDefault="005E3E76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1,323,242</w:t>
            </w:r>
          </w:p>
        </w:tc>
        <w:tc>
          <w:tcPr>
            <w:tcW w:w="262" w:type="dxa"/>
            <w:shd w:val="clear" w:color="auto" w:fill="auto"/>
          </w:tcPr>
          <w:p w14:paraId="22A6EFE9" w14:textId="77777777" w:rsidR="00BC4BF1" w:rsidRPr="00B70AF0" w:rsidRDefault="00BC4BF1" w:rsidP="00BC4BF1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</w:tcPr>
          <w:p w14:paraId="794E95C2" w14:textId="3AF41AA2" w:rsidR="00BC4BF1" w:rsidRPr="00B70AF0" w:rsidRDefault="000B0741" w:rsidP="00BC4BF1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</w:t>
            </w:r>
            <w:r w:rsidR="00BC4BF1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460</w:t>
            </w:r>
            <w:r w:rsidR="00BC4BF1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956</w:t>
            </w:r>
          </w:p>
        </w:tc>
        <w:tc>
          <w:tcPr>
            <w:tcW w:w="255" w:type="dxa"/>
            <w:shd w:val="clear" w:color="auto" w:fill="auto"/>
          </w:tcPr>
          <w:p w14:paraId="56D424B1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</w:tcPr>
          <w:p w14:paraId="239085D3" w14:textId="30444467" w:rsidR="00BC4BF1" w:rsidRPr="00B70AF0" w:rsidRDefault="005E3E76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1,094,455</w:t>
            </w:r>
          </w:p>
        </w:tc>
        <w:tc>
          <w:tcPr>
            <w:tcW w:w="270" w:type="dxa"/>
            <w:shd w:val="clear" w:color="auto" w:fill="auto"/>
          </w:tcPr>
          <w:p w14:paraId="7A6ABC3A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tcBorders>
              <w:bottom w:val="double" w:sz="4" w:space="0" w:color="auto"/>
            </w:tcBorders>
            <w:shd w:val="clear" w:color="auto" w:fill="auto"/>
          </w:tcPr>
          <w:p w14:paraId="6BC3EF55" w14:textId="2E7AB4A3" w:rsidR="00BC4BF1" w:rsidRPr="00B70AF0" w:rsidRDefault="000B0741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1</w:t>
            </w:r>
            <w:r w:rsidR="00BC4BF1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208</w:t>
            </w:r>
            <w:r w:rsidR="00BC4BF1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355</w:t>
            </w:r>
          </w:p>
        </w:tc>
      </w:tr>
      <w:tr w:rsidR="00BC4BF1" w:rsidRPr="00B70AF0" w14:paraId="5677A49E" w14:textId="77777777" w:rsidTr="00DE7026">
        <w:tc>
          <w:tcPr>
            <w:tcW w:w="4500" w:type="dxa"/>
            <w:shd w:val="clear" w:color="auto" w:fill="auto"/>
          </w:tcPr>
          <w:p w14:paraId="5AC7071E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360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หนี้สินที่ไม่ได้ปันส่วน</w:t>
            </w:r>
          </w:p>
        </w:tc>
        <w:tc>
          <w:tcPr>
            <w:tcW w:w="990" w:type="dxa"/>
            <w:tcBorders>
              <w:bottom w:val="double" w:sz="4" w:space="0" w:color="auto"/>
            </w:tcBorders>
            <w:shd w:val="clear" w:color="auto" w:fill="auto"/>
          </w:tcPr>
          <w:p w14:paraId="2068E204" w14:textId="68DFFC13" w:rsidR="00BC4BF1" w:rsidRPr="00B70AF0" w:rsidRDefault="005E3E76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744,668</w:t>
            </w:r>
          </w:p>
        </w:tc>
        <w:tc>
          <w:tcPr>
            <w:tcW w:w="262" w:type="dxa"/>
            <w:shd w:val="clear" w:color="auto" w:fill="auto"/>
          </w:tcPr>
          <w:p w14:paraId="72B37E4E" w14:textId="77777777" w:rsidR="00BC4BF1" w:rsidRPr="00B70AF0" w:rsidRDefault="00BC4BF1" w:rsidP="00BC4BF1">
            <w:pPr>
              <w:pStyle w:val="acctfourfigures"/>
              <w:tabs>
                <w:tab w:val="clear" w:pos="765"/>
                <w:tab w:val="decimal" w:pos="710"/>
              </w:tabs>
              <w:spacing w:line="240" w:lineRule="auto"/>
              <w:jc w:val="right"/>
              <w:rPr>
                <w:rFonts w:ascii="Angsana New" w:hAnsi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</w:tcPr>
          <w:p w14:paraId="6B0161C8" w14:textId="604CECD6" w:rsidR="00BC4BF1" w:rsidRPr="00B70AF0" w:rsidRDefault="000B0741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956</w:t>
            </w:r>
            <w:r w:rsidR="00BC4BF1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240</w:t>
            </w:r>
          </w:p>
        </w:tc>
        <w:tc>
          <w:tcPr>
            <w:tcW w:w="255" w:type="dxa"/>
            <w:shd w:val="clear" w:color="auto" w:fill="auto"/>
          </w:tcPr>
          <w:p w14:paraId="2F1121C7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8" w:type="dxa"/>
            <w:tcBorders>
              <w:bottom w:val="double" w:sz="4" w:space="0" w:color="auto"/>
            </w:tcBorders>
            <w:shd w:val="clear" w:color="auto" w:fill="auto"/>
          </w:tcPr>
          <w:p w14:paraId="3F49AD54" w14:textId="213EBC4F" w:rsidR="00BC4BF1" w:rsidRPr="00B70AF0" w:rsidRDefault="005E3E76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560,586</w:t>
            </w:r>
          </w:p>
        </w:tc>
        <w:tc>
          <w:tcPr>
            <w:tcW w:w="270" w:type="dxa"/>
            <w:shd w:val="clear" w:color="auto" w:fill="auto"/>
          </w:tcPr>
          <w:p w14:paraId="088B47C9" w14:textId="77777777" w:rsidR="00BC4BF1" w:rsidRPr="00B70AF0" w:rsidRDefault="00BC4BF1" w:rsidP="00BC4BF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right"/>
              <w:rPr>
                <w:rFonts w:ascii="Angsana New" w:hAnsi="Angsana New"/>
                <w:b/>
                <w:sz w:val="28"/>
                <w:szCs w:val="28"/>
              </w:rPr>
            </w:pPr>
          </w:p>
        </w:tc>
        <w:tc>
          <w:tcPr>
            <w:tcW w:w="997" w:type="dxa"/>
            <w:tcBorders>
              <w:bottom w:val="double" w:sz="4" w:space="0" w:color="auto"/>
            </w:tcBorders>
            <w:shd w:val="clear" w:color="auto" w:fill="auto"/>
          </w:tcPr>
          <w:p w14:paraId="624D9C72" w14:textId="255FB22D" w:rsidR="00BC4BF1" w:rsidRPr="00B70AF0" w:rsidRDefault="000B0741" w:rsidP="00BC4BF1">
            <w:pPr>
              <w:pStyle w:val="acctfourfigures"/>
              <w:tabs>
                <w:tab w:val="clear" w:pos="765"/>
                <w:tab w:val="decimal" w:pos="782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757</w:t>
            </w:r>
            <w:r w:rsidR="00BC4BF1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265</w:t>
            </w:r>
          </w:p>
        </w:tc>
      </w:tr>
    </w:tbl>
    <w:p w14:paraId="7A3D243D" w14:textId="26A74978" w:rsidR="00F2469E" w:rsidRPr="00B70AF0" w:rsidRDefault="000B0741" w:rsidP="00C4658D">
      <w:pPr>
        <w:pStyle w:val="Heading6"/>
        <w:ind w:left="540" w:right="-45" w:hanging="540"/>
        <w:jc w:val="thaiDistribute"/>
        <w:rPr>
          <w:rFonts w:ascii="Angsana New" w:eastAsia="MS Mincho" w:hAnsi="Angsana New"/>
          <w:sz w:val="28"/>
          <w:szCs w:val="28"/>
          <w:cs/>
          <w:lang w:val="en-US"/>
        </w:rPr>
      </w:pPr>
      <w:r w:rsidRPr="00B70AF0">
        <w:rPr>
          <w:rFonts w:ascii="Angsana New" w:eastAsia="MS Mincho" w:hAnsi="Angsana New"/>
          <w:sz w:val="28"/>
          <w:szCs w:val="28"/>
          <w:lang w:val="en-US"/>
        </w:rPr>
        <w:lastRenderedPageBreak/>
        <w:t>8</w:t>
      </w:r>
      <w:r w:rsidR="008B3281" w:rsidRPr="00B70AF0">
        <w:rPr>
          <w:rFonts w:ascii="Angsana New" w:eastAsia="MS Mincho" w:hAnsi="Angsana New" w:hint="cs"/>
          <w:sz w:val="28"/>
          <w:szCs w:val="28"/>
          <w:lang w:val="en-US"/>
        </w:rPr>
        <w:t xml:space="preserve"> </w:t>
      </w:r>
      <w:r w:rsidR="00D631D2" w:rsidRPr="00B70AF0">
        <w:rPr>
          <w:rFonts w:ascii="Angsana New" w:eastAsia="MS Mincho" w:hAnsi="Angsana New" w:hint="cs"/>
          <w:sz w:val="28"/>
          <w:szCs w:val="28"/>
          <w:lang w:val="en-US"/>
        </w:rPr>
        <w:tab/>
      </w:r>
      <w:r w:rsidR="00F2469E" w:rsidRPr="00B70AF0">
        <w:rPr>
          <w:rFonts w:ascii="Angsana New" w:eastAsia="MS Mincho" w:hAnsi="Angsana New" w:hint="cs"/>
          <w:sz w:val="28"/>
          <w:szCs w:val="28"/>
          <w:cs/>
          <w:lang w:val="en-US"/>
        </w:rPr>
        <w:t>ภาษีเงินได้</w:t>
      </w:r>
    </w:p>
    <w:p w14:paraId="16A43538" w14:textId="77777777" w:rsidR="00F2469E" w:rsidRPr="00B70AF0" w:rsidRDefault="00F2469E" w:rsidP="00C4658D">
      <w:pPr>
        <w:pStyle w:val="block"/>
        <w:spacing w:after="0" w:line="240" w:lineRule="atLeast"/>
        <w:ind w:left="540" w:right="-45"/>
        <w:jc w:val="thaiDistribute"/>
        <w:rPr>
          <w:rFonts w:ascii="Angsana New" w:eastAsia="MS Mincho" w:hAnsi="Angsana New"/>
          <w:sz w:val="24"/>
          <w:szCs w:val="22"/>
          <w:lang w:val="en-US"/>
        </w:rPr>
      </w:pPr>
    </w:p>
    <w:p w14:paraId="349A5EF7" w14:textId="0E37CDE1" w:rsidR="008808DC" w:rsidRPr="00B70AF0" w:rsidRDefault="00F2469E" w:rsidP="00D73E10">
      <w:pPr>
        <w:spacing w:line="240" w:lineRule="auto"/>
        <w:ind w:left="540" w:right="-90"/>
        <w:jc w:val="thaiDistribute"/>
        <w:rPr>
          <w:rFonts w:ascii="Angsana New" w:hAnsi="Angsana New"/>
          <w:spacing w:val="-2"/>
          <w:sz w:val="28"/>
          <w:szCs w:val="28"/>
        </w:rPr>
      </w:pPr>
      <w:r w:rsidRPr="00B70AF0">
        <w:rPr>
          <w:rFonts w:ascii="Angsana New" w:hAnsi="Angsana New" w:hint="cs"/>
          <w:spacing w:val="-2"/>
          <w:sz w:val="28"/>
          <w:szCs w:val="28"/>
          <w:cs/>
        </w:rPr>
        <w:t>อัตราภาษีเงินได้ที่แท้จริงรวมของกลุ่มบริษัท</w:t>
      </w:r>
      <w:r w:rsidR="00496469" w:rsidRPr="00B70AF0">
        <w:rPr>
          <w:rFonts w:ascii="Angsana New" w:hAnsi="Angsana New" w:hint="cs"/>
          <w:spacing w:val="-2"/>
          <w:sz w:val="28"/>
          <w:szCs w:val="28"/>
          <w:cs/>
        </w:rPr>
        <w:t>และบริษัท</w:t>
      </w:r>
      <w:r w:rsidRPr="00B70AF0">
        <w:rPr>
          <w:rFonts w:ascii="Angsana New" w:hAnsi="Angsana New" w:hint="cs"/>
          <w:spacing w:val="-2"/>
          <w:sz w:val="28"/>
          <w:szCs w:val="28"/>
          <w:cs/>
        </w:rPr>
        <w:t>ในการดำเนินงานต่อเนื่อง</w:t>
      </w:r>
      <w:r w:rsidR="00713FCE" w:rsidRPr="00B70AF0">
        <w:rPr>
          <w:rFonts w:ascii="Angsana New" w:hAnsi="Angsana New" w:hint="cs"/>
          <w:spacing w:val="-2"/>
          <w:sz w:val="28"/>
          <w:szCs w:val="28"/>
          <w:cs/>
        </w:rPr>
        <w:t>เป็นระยะเวลา</w:t>
      </w:r>
      <w:r w:rsidR="0094381F" w:rsidRPr="00B70AF0">
        <w:rPr>
          <w:rFonts w:ascii="Angsana New" w:hAnsi="Angsana New" w:hint="cs"/>
          <w:spacing w:val="-2"/>
          <w:sz w:val="28"/>
          <w:szCs w:val="28"/>
          <w:cs/>
        </w:rPr>
        <w:t>เก้า</w:t>
      </w:r>
      <w:r w:rsidR="00713FCE" w:rsidRPr="00B70AF0">
        <w:rPr>
          <w:rFonts w:ascii="Angsana New" w:hAnsi="Angsana New" w:hint="cs"/>
          <w:spacing w:val="-2"/>
          <w:sz w:val="28"/>
          <w:szCs w:val="28"/>
          <w:cs/>
        </w:rPr>
        <w:t>เดือน</w:t>
      </w:r>
      <w:r w:rsidRPr="00B70AF0">
        <w:rPr>
          <w:rFonts w:ascii="Angsana New" w:hAnsi="Angsana New" w:hint="cs"/>
          <w:spacing w:val="-2"/>
          <w:sz w:val="28"/>
          <w:szCs w:val="28"/>
          <w:cs/>
        </w:rPr>
        <w:t>สิ้นสุดวันที่</w:t>
      </w:r>
      <w:r w:rsidR="00713FCE" w:rsidRPr="00B70AF0">
        <w:rPr>
          <w:rFonts w:ascii="Angsana New" w:hAnsi="Angsana New"/>
          <w:spacing w:val="-2"/>
          <w:sz w:val="28"/>
          <w:szCs w:val="28"/>
        </w:rPr>
        <w:br/>
      </w:r>
      <w:r w:rsidR="000B0741" w:rsidRPr="00B70AF0">
        <w:rPr>
          <w:rFonts w:ascii="Angsana New" w:hAnsi="Angsana New" w:hint="cs"/>
          <w:spacing w:val="-2"/>
          <w:sz w:val="28"/>
          <w:szCs w:val="28"/>
        </w:rPr>
        <w:t>3</w:t>
      </w:r>
      <w:r w:rsidR="000B0741" w:rsidRPr="00B70AF0">
        <w:rPr>
          <w:rFonts w:ascii="Angsana New" w:hAnsi="Angsana New"/>
          <w:spacing w:val="-2"/>
          <w:sz w:val="28"/>
          <w:szCs w:val="28"/>
        </w:rPr>
        <w:t>0</w:t>
      </w:r>
      <w:r w:rsidR="00221B72" w:rsidRPr="00B70AF0">
        <w:rPr>
          <w:rFonts w:ascii="Angsana New" w:hAnsi="Angsana New"/>
          <w:spacing w:val="-2"/>
          <w:sz w:val="28"/>
          <w:szCs w:val="28"/>
        </w:rPr>
        <w:t xml:space="preserve"> </w:t>
      </w:r>
      <w:r w:rsidR="0094381F" w:rsidRPr="00B70AF0">
        <w:rPr>
          <w:rFonts w:ascii="Angsana New" w:hAnsi="Angsana New" w:hint="cs"/>
          <w:spacing w:val="-2"/>
          <w:sz w:val="28"/>
          <w:szCs w:val="28"/>
          <w:cs/>
        </w:rPr>
        <w:t>กันย</w:t>
      </w:r>
      <w:r w:rsidR="00221B72" w:rsidRPr="00B70AF0">
        <w:rPr>
          <w:rFonts w:ascii="Angsana New" w:hAnsi="Angsana New" w:hint="cs"/>
          <w:spacing w:val="-2"/>
          <w:sz w:val="28"/>
          <w:szCs w:val="28"/>
          <w:cs/>
        </w:rPr>
        <w:t>ายน</w:t>
      </w:r>
      <w:r w:rsidR="00BD4DA7" w:rsidRPr="00B70AF0">
        <w:rPr>
          <w:rFonts w:ascii="Angsana New" w:hAnsi="Angsana New" w:hint="cs"/>
          <w:spacing w:val="-2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 w:hint="cs"/>
          <w:spacing w:val="-2"/>
          <w:sz w:val="28"/>
          <w:szCs w:val="28"/>
        </w:rPr>
        <w:t>256</w:t>
      </w:r>
      <w:r w:rsidR="000B0741" w:rsidRPr="00B70AF0">
        <w:rPr>
          <w:rFonts w:ascii="Angsana New" w:hAnsi="Angsana New"/>
          <w:spacing w:val="-2"/>
          <w:sz w:val="28"/>
          <w:szCs w:val="28"/>
        </w:rPr>
        <w:t>4</w:t>
      </w:r>
      <w:r w:rsidRPr="00B70AF0">
        <w:rPr>
          <w:rFonts w:ascii="Angsana New" w:hAnsi="Angsana New" w:hint="cs"/>
          <w:spacing w:val="-2"/>
          <w:sz w:val="28"/>
          <w:szCs w:val="28"/>
          <w:cs/>
        </w:rPr>
        <w:t xml:space="preserve"> คือร้อยละ</w:t>
      </w:r>
      <w:r w:rsidR="00C1702C" w:rsidRPr="00B70AF0">
        <w:rPr>
          <w:rFonts w:ascii="Angsana New" w:hAnsi="Angsana New" w:hint="cs"/>
          <w:spacing w:val="-2"/>
          <w:sz w:val="28"/>
          <w:szCs w:val="28"/>
        </w:rPr>
        <w:t xml:space="preserve"> </w:t>
      </w:r>
      <w:r w:rsidR="008C46A8" w:rsidRPr="00B70AF0">
        <w:rPr>
          <w:rFonts w:ascii="Angsana New" w:hAnsi="Angsana New"/>
          <w:spacing w:val="-2"/>
          <w:sz w:val="28"/>
          <w:szCs w:val="28"/>
        </w:rPr>
        <w:t>17.1</w:t>
      </w:r>
      <w:r w:rsidR="00180E0E" w:rsidRPr="00B70AF0">
        <w:rPr>
          <w:rFonts w:ascii="Angsana New" w:hAnsi="Angsana New"/>
          <w:spacing w:val="-2"/>
          <w:sz w:val="28"/>
          <w:szCs w:val="28"/>
        </w:rPr>
        <w:t>9</w:t>
      </w:r>
      <w:r w:rsidR="00A7594B" w:rsidRPr="00B70AF0">
        <w:rPr>
          <w:rFonts w:ascii="Angsana New" w:hAnsi="Angsana New"/>
          <w:spacing w:val="-2"/>
          <w:sz w:val="28"/>
          <w:szCs w:val="28"/>
        </w:rPr>
        <w:t xml:space="preserve"> </w:t>
      </w:r>
      <w:r w:rsidR="003A0528" w:rsidRPr="00B70AF0">
        <w:rPr>
          <w:rFonts w:ascii="Angsana New" w:hAnsi="Angsana New" w:hint="cs"/>
          <w:spacing w:val="-2"/>
          <w:sz w:val="28"/>
          <w:szCs w:val="28"/>
          <w:cs/>
        </w:rPr>
        <w:t>และ</w:t>
      </w:r>
      <w:r w:rsidR="008A38BD" w:rsidRPr="00B70AF0">
        <w:rPr>
          <w:rFonts w:ascii="Angsana New" w:hAnsi="Angsana New" w:hint="cs"/>
          <w:spacing w:val="-2"/>
          <w:sz w:val="28"/>
          <w:szCs w:val="28"/>
          <w:cs/>
        </w:rPr>
        <w:t xml:space="preserve">ร้อยละ </w:t>
      </w:r>
      <w:r w:rsidR="008C46A8" w:rsidRPr="00B70AF0">
        <w:rPr>
          <w:rFonts w:ascii="Angsana New" w:hAnsi="Angsana New"/>
          <w:spacing w:val="-2"/>
          <w:sz w:val="28"/>
          <w:szCs w:val="28"/>
        </w:rPr>
        <w:t>12.</w:t>
      </w:r>
      <w:r w:rsidR="00180E0E" w:rsidRPr="00B70AF0">
        <w:rPr>
          <w:rFonts w:ascii="Angsana New" w:hAnsi="Angsana New"/>
          <w:spacing w:val="-2"/>
          <w:sz w:val="28"/>
          <w:szCs w:val="28"/>
        </w:rPr>
        <w:t>11</w:t>
      </w:r>
      <w:r w:rsidR="00FE12AB" w:rsidRPr="00B70AF0">
        <w:rPr>
          <w:rFonts w:ascii="Angsana New" w:hAnsi="Angsana New"/>
          <w:spacing w:val="-2"/>
          <w:sz w:val="28"/>
          <w:szCs w:val="28"/>
        </w:rPr>
        <w:t xml:space="preserve"> </w:t>
      </w:r>
      <w:r w:rsidR="00FE12AB" w:rsidRPr="00B70AF0">
        <w:rPr>
          <w:rFonts w:ascii="Angsana New" w:hAnsi="Angsana New"/>
          <w:i/>
          <w:iCs/>
          <w:spacing w:val="-2"/>
          <w:sz w:val="28"/>
          <w:szCs w:val="28"/>
        </w:rPr>
        <w:t>(</w:t>
      </w:r>
      <w:r w:rsidR="000B0741" w:rsidRPr="00B70AF0">
        <w:rPr>
          <w:rFonts w:ascii="Angsana New" w:hAnsi="Angsana New"/>
          <w:i/>
          <w:iCs/>
          <w:spacing w:val="-2"/>
          <w:sz w:val="28"/>
          <w:szCs w:val="28"/>
        </w:rPr>
        <w:t>2563</w:t>
      </w:r>
      <w:r w:rsidR="00FE12AB" w:rsidRPr="00B70AF0">
        <w:rPr>
          <w:rFonts w:ascii="Angsana New" w:hAnsi="Angsana New"/>
          <w:i/>
          <w:iCs/>
          <w:spacing w:val="-2"/>
          <w:sz w:val="28"/>
          <w:szCs w:val="28"/>
        </w:rPr>
        <w:t xml:space="preserve">: </w:t>
      </w:r>
      <w:r w:rsidR="00FE12AB" w:rsidRPr="00B70AF0">
        <w:rPr>
          <w:rFonts w:ascii="Angsana New" w:hAnsi="Angsana New" w:hint="cs"/>
          <w:i/>
          <w:iCs/>
          <w:spacing w:val="-2"/>
          <w:sz w:val="28"/>
          <w:szCs w:val="28"/>
          <w:cs/>
        </w:rPr>
        <w:t xml:space="preserve">ร้อยละ </w:t>
      </w:r>
      <w:r w:rsidR="0094381F" w:rsidRPr="00B70AF0">
        <w:rPr>
          <w:rFonts w:ascii="Angsana New" w:hAnsi="Angsana New"/>
          <w:i/>
          <w:iCs/>
          <w:spacing w:val="-2"/>
          <w:sz w:val="28"/>
          <w:szCs w:val="28"/>
        </w:rPr>
        <w:t>17.36</w:t>
      </w:r>
      <w:r w:rsidR="00FE12AB" w:rsidRPr="00B70AF0">
        <w:rPr>
          <w:rFonts w:ascii="Angsana New" w:hAnsi="Angsana New"/>
          <w:i/>
          <w:iCs/>
          <w:spacing w:val="-2"/>
          <w:sz w:val="28"/>
          <w:szCs w:val="28"/>
        </w:rPr>
        <w:t xml:space="preserve"> </w:t>
      </w:r>
      <w:r w:rsidR="00FE12AB" w:rsidRPr="00B70AF0">
        <w:rPr>
          <w:rFonts w:ascii="Angsana New" w:hAnsi="Angsana New" w:hint="cs"/>
          <w:i/>
          <w:iCs/>
          <w:spacing w:val="-2"/>
          <w:sz w:val="28"/>
          <w:szCs w:val="28"/>
          <w:cs/>
        </w:rPr>
        <w:t xml:space="preserve">และร้อยละ </w:t>
      </w:r>
      <w:r w:rsidR="0094381F" w:rsidRPr="00B70AF0">
        <w:rPr>
          <w:rFonts w:ascii="Angsana New" w:hAnsi="Angsana New"/>
          <w:i/>
          <w:iCs/>
          <w:spacing w:val="-2"/>
          <w:sz w:val="28"/>
          <w:szCs w:val="28"/>
        </w:rPr>
        <w:t>11</w:t>
      </w:r>
      <w:r w:rsidR="00D73E10" w:rsidRPr="00B70AF0">
        <w:rPr>
          <w:rFonts w:ascii="Angsana New" w:hAnsi="Angsana New"/>
          <w:i/>
          <w:iCs/>
          <w:spacing w:val="-2"/>
          <w:sz w:val="28"/>
          <w:szCs w:val="28"/>
        </w:rPr>
        <w:t>.</w:t>
      </w:r>
      <w:r w:rsidR="0094381F" w:rsidRPr="00B70AF0">
        <w:rPr>
          <w:rFonts w:ascii="Angsana New" w:hAnsi="Angsana New"/>
          <w:i/>
          <w:iCs/>
          <w:spacing w:val="-2"/>
          <w:sz w:val="28"/>
          <w:szCs w:val="28"/>
        </w:rPr>
        <w:t>2</w:t>
      </w:r>
      <w:r w:rsidR="000B0741" w:rsidRPr="00B70AF0">
        <w:rPr>
          <w:rFonts w:ascii="Angsana New" w:hAnsi="Angsana New"/>
          <w:i/>
          <w:iCs/>
          <w:spacing w:val="-2"/>
          <w:sz w:val="28"/>
          <w:szCs w:val="28"/>
        </w:rPr>
        <w:t>2</w:t>
      </w:r>
      <w:r w:rsidR="00D73E10" w:rsidRPr="00B70AF0">
        <w:rPr>
          <w:rFonts w:ascii="Angsana New" w:hAnsi="Angsana New"/>
          <w:i/>
          <w:iCs/>
          <w:spacing w:val="-2"/>
          <w:sz w:val="28"/>
          <w:szCs w:val="28"/>
        </w:rPr>
        <w:t xml:space="preserve"> </w:t>
      </w:r>
      <w:r w:rsidR="00D73E10" w:rsidRPr="00B70AF0">
        <w:rPr>
          <w:rFonts w:ascii="Angsana New" w:hAnsi="Angsana New" w:hint="cs"/>
          <w:i/>
          <w:iCs/>
          <w:spacing w:val="-2"/>
          <w:sz w:val="28"/>
          <w:szCs w:val="28"/>
          <w:cs/>
        </w:rPr>
        <w:t>ตามลำดับ</w:t>
      </w:r>
      <w:r w:rsidR="00D73E10" w:rsidRPr="00B70AF0">
        <w:rPr>
          <w:rFonts w:ascii="Angsana New" w:hAnsi="Angsana New"/>
          <w:i/>
          <w:iCs/>
          <w:spacing w:val="-2"/>
          <w:sz w:val="28"/>
          <w:szCs w:val="28"/>
        </w:rPr>
        <w:t>)</w:t>
      </w:r>
      <w:r w:rsidR="00D73E10" w:rsidRPr="00B70AF0">
        <w:rPr>
          <w:rFonts w:ascii="Angsana New" w:hAnsi="Angsana New"/>
          <w:spacing w:val="-2"/>
          <w:sz w:val="28"/>
          <w:szCs w:val="28"/>
        </w:rPr>
        <w:t xml:space="preserve"> </w:t>
      </w:r>
      <w:r w:rsidRPr="00B70AF0">
        <w:rPr>
          <w:rFonts w:ascii="Angsana New" w:hAnsi="Angsana New" w:hint="cs"/>
          <w:spacing w:val="-2"/>
          <w:sz w:val="28"/>
          <w:szCs w:val="28"/>
          <w:cs/>
        </w:rPr>
        <w:t xml:space="preserve">การเปลี่ยนแปลงในอัตราภาษีเงินได้ที่แท้จริงมีสาเหตุหลักเนื่องจากความแตกต่างระหว่างการรับรู้รายได้และค่าใช้จ่ายทางบัญชีและทางภาษีบางรายการ โดยเฉพาะอย่างยิ่ง </w:t>
      </w:r>
      <w:r w:rsidR="001B1992" w:rsidRPr="00B70AF0">
        <w:rPr>
          <w:rFonts w:ascii="Angsana New" w:hAnsi="Angsana New" w:hint="cs"/>
          <w:spacing w:val="-2"/>
          <w:sz w:val="28"/>
          <w:szCs w:val="28"/>
          <w:cs/>
        </w:rPr>
        <w:t xml:space="preserve">ส่วนแบ่งกำไรจากเงินลงทุนในบริษัทย่อย </w:t>
      </w:r>
      <w:r w:rsidRPr="00B70AF0">
        <w:rPr>
          <w:rFonts w:ascii="Angsana New" w:hAnsi="Angsana New" w:hint="cs"/>
          <w:color w:val="000000"/>
          <w:spacing w:val="-2"/>
          <w:sz w:val="28"/>
          <w:szCs w:val="28"/>
          <w:cs/>
        </w:rPr>
        <w:t>รายได้รับล่วงหน้า และประมาณการหนี้สิน</w:t>
      </w:r>
    </w:p>
    <w:p w14:paraId="47D33ECA" w14:textId="401A4C0D" w:rsidR="00632358" w:rsidRPr="00B70AF0" w:rsidRDefault="00632358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MS Mincho" w:hAnsi="Angsana New"/>
          <w:b/>
          <w:bCs/>
          <w:sz w:val="28"/>
          <w:szCs w:val="28"/>
          <w:lang w:eastAsia="x-none"/>
        </w:rPr>
      </w:pPr>
    </w:p>
    <w:p w14:paraId="7DCF961C" w14:textId="51933B99" w:rsidR="00DE7026" w:rsidRPr="00B70AF0" w:rsidRDefault="000B0741" w:rsidP="00C4658D">
      <w:pPr>
        <w:pStyle w:val="Heading6"/>
        <w:tabs>
          <w:tab w:val="left" w:pos="540"/>
          <w:tab w:val="left" w:pos="630"/>
        </w:tabs>
        <w:ind w:left="720" w:right="-45" w:hanging="720"/>
        <w:jc w:val="thaiDistribute"/>
        <w:rPr>
          <w:rFonts w:asciiTheme="majorBidi" w:eastAsia="MS Mincho" w:hAnsiTheme="majorBidi" w:cstheme="majorBidi"/>
          <w:sz w:val="28"/>
          <w:szCs w:val="28"/>
          <w:lang w:val="en-US"/>
        </w:rPr>
      </w:pPr>
      <w:r w:rsidRPr="00B70AF0">
        <w:rPr>
          <w:rFonts w:ascii="Angsana New" w:eastAsia="MS Mincho" w:hAnsi="Angsana New"/>
          <w:sz w:val="28"/>
          <w:szCs w:val="28"/>
          <w:lang w:val="en-US"/>
        </w:rPr>
        <w:t>9</w:t>
      </w:r>
      <w:r w:rsidR="00DE7026" w:rsidRPr="00B70AF0">
        <w:rPr>
          <w:rFonts w:ascii="Angsana New" w:eastAsia="MS Mincho" w:hAnsi="Angsana New"/>
          <w:sz w:val="28"/>
          <w:szCs w:val="28"/>
          <w:lang w:val="en-US"/>
        </w:rPr>
        <w:tab/>
      </w:r>
      <w:r w:rsidR="00DE7026" w:rsidRPr="00B70AF0">
        <w:rPr>
          <w:rFonts w:ascii="Angsana New" w:eastAsia="MS Mincho" w:hAnsi="Angsana New" w:hint="cs"/>
          <w:sz w:val="28"/>
          <w:szCs w:val="28"/>
          <w:cs/>
          <w:lang w:val="en-US"/>
        </w:rPr>
        <w:t>กำไรต่อ</w:t>
      </w:r>
      <w:r w:rsidR="00DE7026" w:rsidRPr="00B70AF0">
        <w:rPr>
          <w:rFonts w:asciiTheme="majorBidi" w:eastAsia="MS Mincho" w:hAnsiTheme="majorBidi" w:cstheme="majorBidi"/>
          <w:sz w:val="28"/>
          <w:szCs w:val="28"/>
          <w:cs/>
          <w:lang w:val="en-US"/>
        </w:rPr>
        <w:t>หุ้นขั้นพื้นฐาน</w:t>
      </w:r>
    </w:p>
    <w:p w14:paraId="6A5D7AB7" w14:textId="351CD533" w:rsidR="00DE7026" w:rsidRPr="00B70AF0" w:rsidRDefault="00DE7026" w:rsidP="00DE7026">
      <w:pPr>
        <w:rPr>
          <w:rFonts w:asciiTheme="majorBidi" w:hAnsiTheme="majorBidi" w:cstheme="majorBidi"/>
          <w:sz w:val="24"/>
          <w:szCs w:val="24"/>
          <w:lang w:eastAsia="x-none"/>
        </w:rPr>
      </w:pPr>
    </w:p>
    <w:p w14:paraId="21892AE4" w14:textId="3AD8CF8B" w:rsidR="00020B5E" w:rsidRPr="00B70AF0" w:rsidRDefault="007C6548" w:rsidP="007C6548">
      <w:pPr>
        <w:pStyle w:val="ListParagraph"/>
        <w:spacing w:line="240" w:lineRule="auto"/>
        <w:ind w:left="540"/>
        <w:jc w:val="thaiDistribute"/>
        <w:rPr>
          <w:rFonts w:ascii="Angsana New" w:hAnsi="Angsana New"/>
          <w:sz w:val="28"/>
          <w:szCs w:val="28"/>
        </w:rPr>
      </w:pPr>
      <w:r w:rsidRPr="00B70AF0">
        <w:rPr>
          <w:rFonts w:asciiTheme="majorBidi" w:hAnsiTheme="majorBidi" w:cstheme="majorBidi"/>
          <w:sz w:val="28"/>
          <w:szCs w:val="28"/>
          <w:cs/>
        </w:rPr>
        <w:t>กำไรต่อหุ้นขั้นพื้นฐาน</w:t>
      </w:r>
      <w:r w:rsidRPr="00B70AF0">
        <w:rPr>
          <w:rFonts w:asciiTheme="majorBidi" w:hAnsiTheme="majorBidi" w:hint="cs"/>
          <w:sz w:val="28"/>
          <w:szCs w:val="28"/>
          <w:cs/>
        </w:rPr>
        <w:t>สำหรับงวดสามเดือนและ</w:t>
      </w:r>
      <w:r w:rsidR="00A65A5B" w:rsidRPr="00B70AF0">
        <w:rPr>
          <w:rFonts w:asciiTheme="majorBidi" w:hAnsiTheme="majorBidi" w:hint="cs"/>
          <w:sz w:val="28"/>
          <w:szCs w:val="28"/>
          <w:cs/>
        </w:rPr>
        <w:t>เก้า</w:t>
      </w:r>
      <w:r w:rsidRPr="00B70AF0">
        <w:rPr>
          <w:rFonts w:asciiTheme="majorBidi" w:hAnsiTheme="majorBidi" w:hint="cs"/>
          <w:sz w:val="28"/>
          <w:szCs w:val="28"/>
          <w:cs/>
        </w:rPr>
        <w:t>เดือนสิ้นสุดวันที่</w:t>
      </w:r>
      <w:r w:rsidRPr="00B70AF0">
        <w:rPr>
          <w:rFonts w:asciiTheme="majorBidi" w:hAnsiTheme="majorBidi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 w:hint="cs"/>
          <w:bCs/>
          <w:sz w:val="28"/>
          <w:szCs w:val="28"/>
        </w:rPr>
        <w:t>3</w:t>
      </w:r>
      <w:r w:rsidR="000B0741" w:rsidRPr="00B70AF0">
        <w:rPr>
          <w:rFonts w:ascii="Angsana New" w:hAnsi="Angsana New"/>
          <w:bCs/>
          <w:sz w:val="28"/>
          <w:szCs w:val="28"/>
        </w:rPr>
        <w:t>0</w:t>
      </w:r>
      <w:r w:rsidRPr="00B70AF0">
        <w:rPr>
          <w:rFonts w:ascii="Angsana New" w:hAnsi="Angsana New"/>
          <w:bCs/>
          <w:sz w:val="28"/>
          <w:szCs w:val="28"/>
        </w:rPr>
        <w:t xml:space="preserve"> </w:t>
      </w:r>
      <w:r w:rsidR="00A65A5B" w:rsidRPr="00B70AF0">
        <w:rPr>
          <w:rFonts w:ascii="Angsana New" w:hAnsi="Angsana New" w:hint="cs"/>
          <w:b/>
          <w:sz w:val="28"/>
          <w:szCs w:val="28"/>
          <w:cs/>
        </w:rPr>
        <w:t>กันยา</w:t>
      </w:r>
      <w:r w:rsidRPr="00B70AF0">
        <w:rPr>
          <w:rFonts w:ascii="Angsana New" w:hAnsi="Angsana New" w:hint="cs"/>
          <w:b/>
          <w:sz w:val="28"/>
          <w:szCs w:val="28"/>
          <w:cs/>
        </w:rPr>
        <w:t>ยน</w:t>
      </w:r>
      <w:r w:rsidRPr="00B70AF0">
        <w:rPr>
          <w:rFonts w:ascii="Angsana New" w:hAnsi="Angsana New"/>
          <w:b/>
          <w:sz w:val="28"/>
          <w:szCs w:val="28"/>
        </w:rPr>
        <w:t xml:space="preserve"> </w:t>
      </w:r>
      <w:r w:rsidR="000B0741" w:rsidRPr="00B70AF0">
        <w:rPr>
          <w:rFonts w:ascii="Angsana New" w:hAnsi="Angsana New"/>
          <w:bCs/>
          <w:sz w:val="28"/>
          <w:szCs w:val="28"/>
        </w:rPr>
        <w:t>2564</w:t>
      </w:r>
      <w:r w:rsidRPr="00B70AF0">
        <w:rPr>
          <w:rFonts w:asciiTheme="majorBidi" w:hAnsiTheme="majorBidi"/>
          <w:sz w:val="28"/>
          <w:szCs w:val="28"/>
          <w:cs/>
        </w:rPr>
        <w:t xml:space="preserve"> </w:t>
      </w:r>
      <w:r w:rsidRPr="00B70AF0">
        <w:rPr>
          <w:rFonts w:asciiTheme="majorBidi" w:hAnsiTheme="majorBidi" w:hint="cs"/>
          <w:sz w:val="28"/>
          <w:szCs w:val="28"/>
          <w:cs/>
        </w:rPr>
        <w:t>และ</w:t>
      </w:r>
      <w:r w:rsidRPr="00B70AF0">
        <w:rPr>
          <w:rFonts w:asciiTheme="majorBidi" w:hAnsiTheme="majorBidi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/>
          <w:bCs/>
          <w:sz w:val="28"/>
          <w:szCs w:val="28"/>
        </w:rPr>
        <w:t>2563</w:t>
      </w:r>
      <w:r w:rsidRPr="00B70AF0">
        <w:rPr>
          <w:rFonts w:asciiTheme="majorBidi" w:hAnsiTheme="majorBidi"/>
          <w:sz w:val="28"/>
          <w:szCs w:val="28"/>
          <w:cs/>
        </w:rPr>
        <w:t xml:space="preserve"> </w:t>
      </w:r>
      <w:r w:rsidRPr="00B70AF0">
        <w:rPr>
          <w:rFonts w:asciiTheme="majorBidi" w:hAnsiTheme="majorBidi" w:cstheme="majorBidi"/>
          <w:sz w:val="28"/>
          <w:szCs w:val="28"/>
          <w:cs/>
        </w:rPr>
        <w:t>คำนวณจากกำไรสำหรับ</w:t>
      </w:r>
      <w:r w:rsidRPr="00B70AF0">
        <w:rPr>
          <w:rFonts w:asciiTheme="majorBidi" w:hAnsiTheme="majorBidi" w:hint="cs"/>
          <w:sz w:val="28"/>
          <w:szCs w:val="28"/>
          <w:cs/>
        </w:rPr>
        <w:t>งวด</w:t>
      </w:r>
      <w:r w:rsidRPr="00B70AF0">
        <w:rPr>
          <w:rFonts w:asciiTheme="majorBidi" w:hAnsiTheme="majorBidi" w:cstheme="majorBidi"/>
          <w:sz w:val="28"/>
          <w:szCs w:val="28"/>
          <w:cs/>
        </w:rPr>
        <w:t>ที่เป็นส่วนของผู้ถือหุ้นสามัญของบริษัทและ</w:t>
      </w:r>
      <w:r w:rsidRPr="00B70AF0">
        <w:rPr>
          <w:rFonts w:ascii="Angsana New" w:hAnsi="Angsana New"/>
          <w:sz w:val="28"/>
          <w:szCs w:val="28"/>
          <w:cs/>
        </w:rPr>
        <w:t>จำนวนหุ้นสามัญที่ออกจำหน่ายแล้วระหว่าง</w:t>
      </w:r>
      <w:r w:rsidR="00020B5E" w:rsidRPr="00B70AF0">
        <w:rPr>
          <w:rFonts w:asciiTheme="majorBidi" w:hAnsiTheme="majorBidi" w:hint="cs"/>
          <w:sz w:val="28"/>
          <w:szCs w:val="28"/>
          <w:cs/>
        </w:rPr>
        <w:t>งวด</w:t>
      </w:r>
      <w:r w:rsidRPr="00B70AF0">
        <w:rPr>
          <w:rFonts w:ascii="Angsana New" w:hAnsi="Angsana New"/>
          <w:sz w:val="28"/>
          <w:szCs w:val="28"/>
          <w:cs/>
        </w:rPr>
        <w:t>โดยแสดงการคำนวณดังนี้</w:t>
      </w:r>
      <w:r w:rsidRPr="00B70AF0">
        <w:rPr>
          <w:rFonts w:ascii="Angsana New" w:hAnsi="Angsana New"/>
          <w:sz w:val="28"/>
          <w:szCs w:val="28"/>
        </w:rPr>
        <w:t xml:space="preserve"> </w:t>
      </w:r>
    </w:p>
    <w:p w14:paraId="605F4FA4" w14:textId="713CD4DD" w:rsidR="00020B5E" w:rsidRPr="00B70AF0" w:rsidRDefault="00020B5E" w:rsidP="007C6548">
      <w:pPr>
        <w:pStyle w:val="ListParagraph"/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tbl>
      <w:tblPr>
        <w:tblW w:w="9216" w:type="dxa"/>
        <w:tblInd w:w="450" w:type="dxa"/>
        <w:tblLook w:val="01E0" w:firstRow="1" w:lastRow="1" w:firstColumn="1" w:lastColumn="1" w:noHBand="0" w:noVBand="0"/>
      </w:tblPr>
      <w:tblGrid>
        <w:gridCol w:w="3942"/>
        <w:gridCol w:w="307"/>
        <w:gridCol w:w="1041"/>
        <w:gridCol w:w="274"/>
        <w:gridCol w:w="18"/>
        <w:gridCol w:w="988"/>
        <w:gridCol w:w="291"/>
        <w:gridCol w:w="1059"/>
        <w:gridCol w:w="291"/>
        <w:gridCol w:w="1005"/>
      </w:tblGrid>
      <w:tr w:rsidR="00E97398" w:rsidRPr="00B70AF0" w14:paraId="0A838576" w14:textId="77777777" w:rsidTr="008C46A8">
        <w:tc>
          <w:tcPr>
            <w:tcW w:w="3942" w:type="dxa"/>
            <w:shd w:val="clear" w:color="auto" w:fill="auto"/>
          </w:tcPr>
          <w:p w14:paraId="7C9D5E5A" w14:textId="457B02D2" w:rsidR="00020B5E" w:rsidRPr="00B70AF0" w:rsidRDefault="00020B5E" w:rsidP="0090384A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307" w:type="dxa"/>
            <w:shd w:val="clear" w:color="auto" w:fill="auto"/>
          </w:tcPr>
          <w:p w14:paraId="3C39A7C5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21" w:type="dxa"/>
            <w:gridSpan w:val="4"/>
            <w:shd w:val="clear" w:color="auto" w:fill="auto"/>
          </w:tcPr>
          <w:p w14:paraId="0AE5FAD3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109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91" w:type="dxa"/>
            <w:shd w:val="clear" w:color="auto" w:fill="auto"/>
          </w:tcPr>
          <w:p w14:paraId="33D4245B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109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55" w:type="dxa"/>
            <w:gridSpan w:val="3"/>
            <w:shd w:val="clear" w:color="auto" w:fill="auto"/>
          </w:tcPr>
          <w:p w14:paraId="6C837745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10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97398" w:rsidRPr="00B70AF0" w14:paraId="340933BF" w14:textId="77777777" w:rsidTr="008C46A8">
        <w:tc>
          <w:tcPr>
            <w:tcW w:w="3942" w:type="dxa"/>
            <w:shd w:val="clear" w:color="auto" w:fill="auto"/>
          </w:tcPr>
          <w:p w14:paraId="72A3A8DA" w14:textId="60105D84" w:rsidR="00020B5E" w:rsidRPr="00B70AF0" w:rsidRDefault="00E97398" w:rsidP="0090384A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สำหรับงวดสามเดือนสิ้นสุด</w:t>
            </w:r>
            <w:r w:rsidR="00020B5E" w:rsidRPr="00B70AF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วันที่ </w:t>
            </w:r>
            <w:r w:rsidR="000B0741" w:rsidRPr="00B70AF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30</w:t>
            </w:r>
            <w:r w:rsidR="00020B5E" w:rsidRPr="00B70AF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720C02"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กันย</w:t>
            </w:r>
            <w:r w:rsidR="00020B5E"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ายน</w:t>
            </w:r>
          </w:p>
        </w:tc>
        <w:tc>
          <w:tcPr>
            <w:tcW w:w="307" w:type="dxa"/>
            <w:shd w:val="clear" w:color="auto" w:fill="auto"/>
          </w:tcPr>
          <w:p w14:paraId="0B919AC0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shd w:val="clear" w:color="auto" w:fill="auto"/>
          </w:tcPr>
          <w:p w14:paraId="6BEA6C6C" w14:textId="3953726B" w:rsidR="00020B5E" w:rsidRPr="00B70AF0" w:rsidRDefault="000B0741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74" w:type="dxa"/>
            <w:shd w:val="clear" w:color="auto" w:fill="auto"/>
          </w:tcPr>
          <w:p w14:paraId="1B4E5FAD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28B92DD1" w14:textId="6A119197" w:rsidR="00020B5E" w:rsidRPr="00B70AF0" w:rsidRDefault="000B0741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291" w:type="dxa"/>
            <w:shd w:val="clear" w:color="auto" w:fill="auto"/>
          </w:tcPr>
          <w:p w14:paraId="631F66B7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9" w:type="dxa"/>
            <w:shd w:val="clear" w:color="auto" w:fill="auto"/>
          </w:tcPr>
          <w:p w14:paraId="46B478BC" w14:textId="2AED3E9A" w:rsidR="00020B5E" w:rsidRPr="00B70AF0" w:rsidRDefault="000B0741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91" w:type="dxa"/>
            <w:shd w:val="clear" w:color="auto" w:fill="auto"/>
          </w:tcPr>
          <w:p w14:paraId="1488A09D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5" w:type="dxa"/>
            <w:shd w:val="clear" w:color="auto" w:fill="auto"/>
          </w:tcPr>
          <w:p w14:paraId="5886521E" w14:textId="69DC12E7" w:rsidR="00020B5E" w:rsidRPr="00B70AF0" w:rsidRDefault="000B0741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020B5E" w:rsidRPr="00B70AF0" w14:paraId="1782AEC3" w14:textId="77777777" w:rsidTr="008C46A8">
        <w:tc>
          <w:tcPr>
            <w:tcW w:w="3942" w:type="dxa"/>
            <w:shd w:val="clear" w:color="auto" w:fill="auto"/>
          </w:tcPr>
          <w:p w14:paraId="601300F9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43"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7" w:type="dxa"/>
            <w:shd w:val="clear" w:color="auto" w:fill="auto"/>
          </w:tcPr>
          <w:p w14:paraId="54194173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967" w:type="dxa"/>
            <w:gridSpan w:val="8"/>
            <w:shd w:val="clear" w:color="auto" w:fill="auto"/>
          </w:tcPr>
          <w:p w14:paraId="67F0AF51" w14:textId="09CC81D3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B70AF0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</w:t>
            </w:r>
            <w:r w:rsidRPr="00B70AF0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พั</w:t>
            </w:r>
            <w:r w:rsidRPr="00B70AF0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นบาท</w:t>
            </w:r>
            <w:r w:rsidR="002072CA" w:rsidRPr="00B70AF0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 xml:space="preserve"> </w:t>
            </w:r>
            <w:r w:rsidRPr="00B70AF0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/</w:t>
            </w:r>
            <w:r w:rsidR="002072CA" w:rsidRPr="00B70AF0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 xml:space="preserve"> </w:t>
            </w:r>
            <w:r w:rsidRPr="00B70AF0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พันหุ้น</w:t>
            </w:r>
            <w:r w:rsidRPr="00B70AF0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)</w:t>
            </w:r>
          </w:p>
        </w:tc>
      </w:tr>
      <w:tr w:rsidR="00E97398" w:rsidRPr="00B70AF0" w14:paraId="12CC0311" w14:textId="77777777" w:rsidTr="008C46A8">
        <w:tc>
          <w:tcPr>
            <w:tcW w:w="3942" w:type="dxa"/>
            <w:shd w:val="clear" w:color="auto" w:fill="auto"/>
          </w:tcPr>
          <w:p w14:paraId="0B773DBE" w14:textId="2D9CF27D" w:rsidR="00020B5E" w:rsidRPr="00B70AF0" w:rsidRDefault="00020B5E" w:rsidP="0090384A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กำไร</w:t>
            </w: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ที่เป็นส่วนของ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ผู้ถือหุ้น</w:t>
            </w: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สามัญของบริษัท</w:t>
            </w:r>
          </w:p>
        </w:tc>
        <w:tc>
          <w:tcPr>
            <w:tcW w:w="307" w:type="dxa"/>
            <w:shd w:val="clear" w:color="auto" w:fill="auto"/>
          </w:tcPr>
          <w:p w14:paraId="78885FC3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shd w:val="clear" w:color="auto" w:fill="auto"/>
          </w:tcPr>
          <w:p w14:paraId="22CEAF75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4" w:type="dxa"/>
            <w:shd w:val="clear" w:color="auto" w:fill="auto"/>
          </w:tcPr>
          <w:p w14:paraId="6E2DD978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6FFCB2BF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" w:type="dxa"/>
            <w:shd w:val="clear" w:color="auto" w:fill="auto"/>
          </w:tcPr>
          <w:p w14:paraId="4C6247CA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9" w:type="dxa"/>
            <w:shd w:val="clear" w:color="auto" w:fill="auto"/>
          </w:tcPr>
          <w:p w14:paraId="7168FAB4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" w:type="dxa"/>
            <w:shd w:val="clear" w:color="auto" w:fill="auto"/>
          </w:tcPr>
          <w:p w14:paraId="6366C1ED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5" w:type="dxa"/>
            <w:shd w:val="clear" w:color="auto" w:fill="auto"/>
          </w:tcPr>
          <w:p w14:paraId="782A88B8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97398" w:rsidRPr="00B70AF0" w14:paraId="7EE7735D" w14:textId="77777777" w:rsidTr="008C46A8">
        <w:tc>
          <w:tcPr>
            <w:tcW w:w="3942" w:type="dxa"/>
            <w:shd w:val="clear" w:color="auto" w:fill="auto"/>
          </w:tcPr>
          <w:p w14:paraId="379E5F58" w14:textId="19483512" w:rsidR="00020B5E" w:rsidRPr="00B70AF0" w:rsidRDefault="00E97398" w:rsidP="0090384A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  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</w:t>
            </w:r>
            <w:r w:rsidR="00020B5E" w:rsidRPr="00B70AF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(ขั้นพื้นฐาน)</w:t>
            </w:r>
          </w:p>
        </w:tc>
        <w:tc>
          <w:tcPr>
            <w:tcW w:w="307" w:type="dxa"/>
            <w:shd w:val="clear" w:color="auto" w:fill="auto"/>
          </w:tcPr>
          <w:p w14:paraId="51BC8756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bottom w:val="double" w:sz="4" w:space="0" w:color="auto"/>
            </w:tcBorders>
            <w:shd w:val="clear" w:color="auto" w:fill="auto"/>
          </w:tcPr>
          <w:p w14:paraId="48A0DC50" w14:textId="52D8ABA1" w:rsidR="00020B5E" w:rsidRPr="00B70AF0" w:rsidRDefault="00180E0E" w:rsidP="00E9739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31,238</w:t>
            </w:r>
          </w:p>
        </w:tc>
        <w:tc>
          <w:tcPr>
            <w:tcW w:w="274" w:type="dxa"/>
            <w:shd w:val="clear" w:color="auto" w:fill="auto"/>
          </w:tcPr>
          <w:p w14:paraId="5E30BC62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754"/>
              </w:tabs>
              <w:ind w:right="-91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tcBorders>
              <w:bottom w:val="double" w:sz="4" w:space="0" w:color="auto"/>
            </w:tcBorders>
            <w:shd w:val="clear" w:color="auto" w:fill="auto"/>
          </w:tcPr>
          <w:p w14:paraId="0EB7D4D8" w14:textId="5A60F429" w:rsidR="00020B5E" w:rsidRPr="00B70AF0" w:rsidRDefault="00A65A5B" w:rsidP="00E9739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23</w:t>
            </w:r>
            <w:r w:rsidR="00020B5E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490</w:t>
            </w:r>
          </w:p>
        </w:tc>
        <w:tc>
          <w:tcPr>
            <w:tcW w:w="291" w:type="dxa"/>
            <w:shd w:val="clear" w:color="auto" w:fill="auto"/>
          </w:tcPr>
          <w:p w14:paraId="3D6D22C2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double" w:sz="4" w:space="0" w:color="auto"/>
            </w:tcBorders>
            <w:shd w:val="clear" w:color="auto" w:fill="auto"/>
          </w:tcPr>
          <w:p w14:paraId="1EDB4079" w14:textId="5A56C091" w:rsidR="00020B5E" w:rsidRPr="00B70AF0" w:rsidRDefault="00180E0E" w:rsidP="00E9739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31,238</w:t>
            </w:r>
          </w:p>
        </w:tc>
        <w:tc>
          <w:tcPr>
            <w:tcW w:w="291" w:type="dxa"/>
            <w:shd w:val="clear" w:color="auto" w:fill="auto"/>
          </w:tcPr>
          <w:p w14:paraId="5C452D2F" w14:textId="77777777" w:rsidR="00020B5E" w:rsidRPr="00B70AF0" w:rsidRDefault="00020B5E" w:rsidP="00E9739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1005" w:type="dxa"/>
            <w:tcBorders>
              <w:bottom w:val="double" w:sz="4" w:space="0" w:color="auto"/>
            </w:tcBorders>
            <w:shd w:val="clear" w:color="auto" w:fill="auto"/>
          </w:tcPr>
          <w:p w14:paraId="64E34BFF" w14:textId="4F529CA3" w:rsidR="00020B5E" w:rsidRPr="00B70AF0" w:rsidRDefault="00A65A5B" w:rsidP="00E9739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23</w:t>
            </w:r>
            <w:r w:rsidR="00020B5E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236</w:t>
            </w:r>
          </w:p>
        </w:tc>
      </w:tr>
      <w:tr w:rsidR="00E97398" w:rsidRPr="00B70AF0" w14:paraId="1A3A6486" w14:textId="77777777" w:rsidTr="008C46A8">
        <w:tc>
          <w:tcPr>
            <w:tcW w:w="3942" w:type="dxa"/>
            <w:shd w:val="clear" w:color="auto" w:fill="auto"/>
          </w:tcPr>
          <w:p w14:paraId="1041AF0C" w14:textId="77777777" w:rsidR="00020B5E" w:rsidRPr="00B70AF0" w:rsidRDefault="00020B5E" w:rsidP="0090384A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307" w:type="dxa"/>
            <w:shd w:val="clear" w:color="auto" w:fill="auto"/>
          </w:tcPr>
          <w:p w14:paraId="42E5275E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</w:tcPr>
          <w:p w14:paraId="6C2409FA" w14:textId="77777777" w:rsidR="00020B5E" w:rsidRPr="00B70AF0" w:rsidRDefault="00020B5E" w:rsidP="0090384A">
            <w:pPr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4" w:type="dxa"/>
            <w:shd w:val="clear" w:color="auto" w:fill="auto"/>
          </w:tcPr>
          <w:p w14:paraId="3D9FAAF0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754"/>
              </w:tabs>
              <w:ind w:right="-9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316DA16A" w14:textId="77777777" w:rsidR="00020B5E" w:rsidRPr="00B70AF0" w:rsidRDefault="00020B5E" w:rsidP="0090384A">
            <w:pPr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91" w:type="dxa"/>
            <w:shd w:val="clear" w:color="auto" w:fill="auto"/>
          </w:tcPr>
          <w:p w14:paraId="55D62C62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9" w:type="dxa"/>
            <w:shd w:val="clear" w:color="auto" w:fill="auto"/>
          </w:tcPr>
          <w:p w14:paraId="14719361" w14:textId="77777777" w:rsidR="00020B5E" w:rsidRPr="00B70AF0" w:rsidRDefault="00020B5E" w:rsidP="0090384A">
            <w:pPr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91" w:type="dxa"/>
            <w:shd w:val="clear" w:color="auto" w:fill="auto"/>
          </w:tcPr>
          <w:p w14:paraId="642FB9AB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</w:tcPr>
          <w:p w14:paraId="15F2AF43" w14:textId="77777777" w:rsidR="00020B5E" w:rsidRPr="00B70AF0" w:rsidRDefault="00020B5E" w:rsidP="0090384A">
            <w:pPr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E97398" w:rsidRPr="00B70AF0" w14:paraId="222303EB" w14:textId="77777777" w:rsidTr="008C46A8">
        <w:tc>
          <w:tcPr>
            <w:tcW w:w="3942" w:type="dxa"/>
            <w:shd w:val="clear" w:color="auto" w:fill="auto"/>
          </w:tcPr>
          <w:p w14:paraId="4D2F3196" w14:textId="77777777" w:rsidR="00020B5E" w:rsidRPr="00B70AF0" w:rsidRDefault="00020B5E" w:rsidP="0090384A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จำนวนหุ้นสามัญที่ออกจำหน่ายแล้ว</w:t>
            </w:r>
          </w:p>
        </w:tc>
        <w:tc>
          <w:tcPr>
            <w:tcW w:w="307" w:type="dxa"/>
            <w:shd w:val="clear" w:color="auto" w:fill="auto"/>
          </w:tcPr>
          <w:p w14:paraId="268E1738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41" w:type="dxa"/>
            <w:shd w:val="clear" w:color="auto" w:fill="auto"/>
          </w:tcPr>
          <w:p w14:paraId="341D7D03" w14:textId="77777777" w:rsidR="00020B5E" w:rsidRPr="00B70AF0" w:rsidRDefault="00020B5E" w:rsidP="0090384A">
            <w:pPr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74" w:type="dxa"/>
            <w:shd w:val="clear" w:color="auto" w:fill="auto"/>
          </w:tcPr>
          <w:p w14:paraId="6A51A25F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754"/>
              </w:tabs>
              <w:ind w:right="-91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58CEFEE3" w14:textId="77777777" w:rsidR="00020B5E" w:rsidRPr="00B70AF0" w:rsidRDefault="00020B5E" w:rsidP="0090384A">
            <w:pPr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91" w:type="dxa"/>
            <w:shd w:val="clear" w:color="auto" w:fill="auto"/>
          </w:tcPr>
          <w:p w14:paraId="18152548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9" w:type="dxa"/>
            <w:shd w:val="clear" w:color="auto" w:fill="auto"/>
          </w:tcPr>
          <w:p w14:paraId="7E43F453" w14:textId="77777777" w:rsidR="00020B5E" w:rsidRPr="00B70AF0" w:rsidRDefault="00020B5E" w:rsidP="0090384A">
            <w:pPr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91" w:type="dxa"/>
            <w:shd w:val="clear" w:color="auto" w:fill="auto"/>
          </w:tcPr>
          <w:p w14:paraId="100104B3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05" w:type="dxa"/>
            <w:shd w:val="clear" w:color="auto" w:fill="auto"/>
          </w:tcPr>
          <w:p w14:paraId="121DF3EA" w14:textId="77777777" w:rsidR="00020B5E" w:rsidRPr="00B70AF0" w:rsidRDefault="00020B5E" w:rsidP="0090384A">
            <w:pPr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8C46A8" w:rsidRPr="00B70AF0" w14:paraId="1DA8A76F" w14:textId="77777777" w:rsidTr="008C46A8">
        <w:tc>
          <w:tcPr>
            <w:tcW w:w="3942" w:type="dxa"/>
            <w:shd w:val="clear" w:color="auto" w:fill="auto"/>
          </w:tcPr>
          <w:p w14:paraId="345A12C8" w14:textId="55F90F5D" w:rsidR="008C46A8" w:rsidRPr="00B70AF0" w:rsidRDefault="008C46A8" w:rsidP="008C46A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จำนวนหุ้นสามัญที่ออก</w:t>
            </w:r>
            <w:r w:rsidRPr="00B70AF0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ณ</w:t>
            </w:r>
            <w:r w:rsidRPr="00B70AF0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วันที่</w:t>
            </w:r>
            <w:r w:rsidRPr="00B70AF0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B70AF0">
              <w:rPr>
                <w:rFonts w:ascii="Angsana New" w:hAnsi="Angsana New"/>
                <w:sz w:val="28"/>
                <w:szCs w:val="28"/>
              </w:rPr>
              <w:t>1</w:t>
            </w:r>
            <w:r w:rsidRPr="00B70AF0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มกราคม</w:t>
            </w:r>
          </w:p>
        </w:tc>
        <w:tc>
          <w:tcPr>
            <w:tcW w:w="307" w:type="dxa"/>
            <w:shd w:val="clear" w:color="auto" w:fill="auto"/>
          </w:tcPr>
          <w:p w14:paraId="7E8F5646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shd w:val="clear" w:color="auto" w:fill="auto"/>
          </w:tcPr>
          <w:p w14:paraId="5BEDB08B" w14:textId="68E11861" w:rsidR="008C46A8" w:rsidRPr="00B70AF0" w:rsidRDefault="008C46A8" w:rsidP="008C46A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  <w:r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000</w:t>
            </w:r>
          </w:p>
        </w:tc>
        <w:tc>
          <w:tcPr>
            <w:tcW w:w="274" w:type="dxa"/>
            <w:shd w:val="clear" w:color="auto" w:fill="auto"/>
          </w:tcPr>
          <w:p w14:paraId="489A9ABD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754"/>
              </w:tabs>
              <w:ind w:right="-9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6E2F211F" w14:textId="17F352F1" w:rsidR="008C46A8" w:rsidRPr="00B70AF0" w:rsidRDefault="008C46A8" w:rsidP="008C46A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  <w:r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000</w:t>
            </w:r>
          </w:p>
        </w:tc>
        <w:tc>
          <w:tcPr>
            <w:tcW w:w="291" w:type="dxa"/>
            <w:shd w:val="clear" w:color="auto" w:fill="auto"/>
          </w:tcPr>
          <w:p w14:paraId="211681A6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9" w:type="dxa"/>
            <w:shd w:val="clear" w:color="auto" w:fill="auto"/>
          </w:tcPr>
          <w:p w14:paraId="7778799E" w14:textId="7D63763D" w:rsidR="008C46A8" w:rsidRPr="00B70AF0" w:rsidRDefault="008C46A8" w:rsidP="008C46A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  <w:r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000</w:t>
            </w:r>
          </w:p>
        </w:tc>
        <w:tc>
          <w:tcPr>
            <w:tcW w:w="291" w:type="dxa"/>
            <w:shd w:val="clear" w:color="auto" w:fill="auto"/>
          </w:tcPr>
          <w:p w14:paraId="63DEAB11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5" w:type="dxa"/>
            <w:shd w:val="clear" w:color="auto" w:fill="auto"/>
          </w:tcPr>
          <w:p w14:paraId="70559100" w14:textId="622CF2F5" w:rsidR="008C46A8" w:rsidRPr="00B70AF0" w:rsidRDefault="008C46A8" w:rsidP="008C46A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300,000</w:t>
            </w:r>
          </w:p>
        </w:tc>
      </w:tr>
      <w:tr w:rsidR="008C46A8" w:rsidRPr="00B70AF0" w14:paraId="236084A5" w14:textId="77777777" w:rsidTr="008C46A8">
        <w:tc>
          <w:tcPr>
            <w:tcW w:w="3942" w:type="dxa"/>
            <w:shd w:val="clear" w:color="auto" w:fill="auto"/>
          </w:tcPr>
          <w:p w14:paraId="6A2C1FAB" w14:textId="77777777" w:rsidR="008C46A8" w:rsidRPr="00B70AF0" w:rsidRDefault="008C46A8" w:rsidP="008C46A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ผลกระทบจากหุ้นที่ออกจำหน่าย</w:t>
            </w:r>
            <w:r w:rsidRPr="00B70AF0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ณ</w:t>
            </w:r>
            <w:r w:rsidRPr="00B70AF0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วันที่</w:t>
            </w:r>
          </w:p>
        </w:tc>
        <w:tc>
          <w:tcPr>
            <w:tcW w:w="307" w:type="dxa"/>
            <w:shd w:val="clear" w:color="auto" w:fill="auto"/>
          </w:tcPr>
          <w:p w14:paraId="39C7D4DD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shd w:val="clear" w:color="auto" w:fill="auto"/>
          </w:tcPr>
          <w:p w14:paraId="423DF1C9" w14:textId="77777777" w:rsidR="008C46A8" w:rsidRPr="00B70AF0" w:rsidRDefault="008C46A8" w:rsidP="008C46A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4" w:type="dxa"/>
            <w:shd w:val="clear" w:color="auto" w:fill="auto"/>
          </w:tcPr>
          <w:p w14:paraId="5D717B24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754"/>
              </w:tabs>
              <w:ind w:right="-9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shd w:val="clear" w:color="auto" w:fill="auto"/>
          </w:tcPr>
          <w:p w14:paraId="658E0D16" w14:textId="77777777" w:rsidR="008C46A8" w:rsidRPr="00B70AF0" w:rsidRDefault="008C46A8" w:rsidP="008C46A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" w:type="dxa"/>
            <w:shd w:val="clear" w:color="auto" w:fill="auto"/>
          </w:tcPr>
          <w:p w14:paraId="1598EC3F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9" w:type="dxa"/>
            <w:shd w:val="clear" w:color="auto" w:fill="auto"/>
          </w:tcPr>
          <w:p w14:paraId="26ABEBE7" w14:textId="77777777" w:rsidR="008C46A8" w:rsidRPr="00B70AF0" w:rsidRDefault="008C46A8" w:rsidP="008C46A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" w:type="dxa"/>
            <w:shd w:val="clear" w:color="auto" w:fill="auto"/>
          </w:tcPr>
          <w:p w14:paraId="2C85CD8B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5" w:type="dxa"/>
            <w:shd w:val="clear" w:color="auto" w:fill="auto"/>
          </w:tcPr>
          <w:p w14:paraId="242B120F" w14:textId="77777777" w:rsidR="008C46A8" w:rsidRPr="00B70AF0" w:rsidRDefault="008C46A8" w:rsidP="008C46A8">
            <w:pPr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C46A8" w:rsidRPr="00B70AF0" w14:paraId="532C4EAD" w14:textId="77777777" w:rsidTr="008C46A8">
        <w:tc>
          <w:tcPr>
            <w:tcW w:w="3942" w:type="dxa"/>
            <w:shd w:val="clear" w:color="auto" w:fill="auto"/>
          </w:tcPr>
          <w:p w14:paraId="48CD7473" w14:textId="6E2D527D" w:rsidR="008C46A8" w:rsidRPr="00B70AF0" w:rsidRDefault="008C46A8" w:rsidP="008C46A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  </w:t>
            </w:r>
            <w:r w:rsidRPr="00B70AF0">
              <w:rPr>
                <w:rFonts w:ascii="Angsana New" w:hAnsi="Angsana New"/>
                <w:sz w:val="28"/>
                <w:szCs w:val="28"/>
              </w:rPr>
              <w:t xml:space="preserve">18 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 xml:space="preserve">พฤษภาคม </w:t>
            </w:r>
            <w:r w:rsidRPr="00B70AF0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307" w:type="dxa"/>
            <w:shd w:val="clear" w:color="auto" w:fill="auto"/>
          </w:tcPr>
          <w:p w14:paraId="0CF936B3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bottom w:val="single" w:sz="4" w:space="0" w:color="auto"/>
            </w:tcBorders>
            <w:shd w:val="clear" w:color="auto" w:fill="auto"/>
          </w:tcPr>
          <w:p w14:paraId="4FB4191D" w14:textId="5ED1AB10" w:rsidR="008C46A8" w:rsidRPr="00B70AF0" w:rsidRDefault="008C46A8" w:rsidP="008C46A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7,005</w:t>
            </w:r>
          </w:p>
        </w:tc>
        <w:tc>
          <w:tcPr>
            <w:tcW w:w="274" w:type="dxa"/>
            <w:shd w:val="clear" w:color="auto" w:fill="auto"/>
          </w:tcPr>
          <w:p w14:paraId="4B344E31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754"/>
              </w:tabs>
              <w:ind w:right="-91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0A893C8" w14:textId="59DF5DAC" w:rsidR="008C46A8" w:rsidRPr="00B70AF0" w:rsidRDefault="008C46A8" w:rsidP="008C46A8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91" w:type="dxa"/>
            <w:shd w:val="clear" w:color="auto" w:fill="auto"/>
          </w:tcPr>
          <w:p w14:paraId="4E3A1B4C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single" w:sz="4" w:space="0" w:color="auto"/>
            </w:tcBorders>
            <w:shd w:val="clear" w:color="auto" w:fill="auto"/>
          </w:tcPr>
          <w:p w14:paraId="263622EE" w14:textId="70C662CA" w:rsidR="008C46A8" w:rsidRPr="00B70AF0" w:rsidRDefault="008C46A8" w:rsidP="008C46A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 w:bidi="th-TH"/>
              </w:rPr>
              <w:t>7,005</w:t>
            </w:r>
          </w:p>
        </w:tc>
        <w:tc>
          <w:tcPr>
            <w:tcW w:w="291" w:type="dxa"/>
            <w:shd w:val="clear" w:color="auto" w:fill="auto"/>
          </w:tcPr>
          <w:p w14:paraId="05E6C2A8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05" w:type="dxa"/>
            <w:tcBorders>
              <w:bottom w:val="single" w:sz="4" w:space="0" w:color="auto"/>
            </w:tcBorders>
            <w:shd w:val="clear" w:color="auto" w:fill="auto"/>
          </w:tcPr>
          <w:p w14:paraId="00C6515F" w14:textId="77777777" w:rsidR="008C46A8" w:rsidRPr="00B70AF0" w:rsidRDefault="008C46A8" w:rsidP="008C46A8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8C46A8" w:rsidRPr="00B70AF0" w14:paraId="6DB104CF" w14:textId="77777777" w:rsidTr="008C46A8">
        <w:tc>
          <w:tcPr>
            <w:tcW w:w="3942" w:type="dxa"/>
            <w:shd w:val="clear" w:color="auto" w:fill="auto"/>
          </w:tcPr>
          <w:p w14:paraId="65D32048" w14:textId="77777777" w:rsidR="008C46A8" w:rsidRPr="00B70AF0" w:rsidRDefault="008C46A8" w:rsidP="008C46A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จำนวนหุ้นสามัญ</w:t>
            </w: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โดยวิธีถัวเฉลี่ยถ่วงน้ำหนัก</w:t>
            </w:r>
          </w:p>
        </w:tc>
        <w:tc>
          <w:tcPr>
            <w:tcW w:w="307" w:type="dxa"/>
            <w:shd w:val="clear" w:color="auto" w:fill="auto"/>
          </w:tcPr>
          <w:p w14:paraId="6F8A62DD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top w:val="single" w:sz="4" w:space="0" w:color="auto"/>
            </w:tcBorders>
            <w:shd w:val="clear" w:color="auto" w:fill="auto"/>
          </w:tcPr>
          <w:p w14:paraId="2AFFAA07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46" w:right="89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74" w:type="dxa"/>
            <w:shd w:val="clear" w:color="auto" w:fill="auto"/>
          </w:tcPr>
          <w:p w14:paraId="2D2A9E31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06" w:type="dxa"/>
            <w:gridSpan w:val="2"/>
            <w:tcBorders>
              <w:top w:val="single" w:sz="4" w:space="0" w:color="auto"/>
            </w:tcBorders>
            <w:shd w:val="clear" w:color="auto" w:fill="auto"/>
          </w:tcPr>
          <w:p w14:paraId="57039ADC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46" w:right="89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1" w:type="dxa"/>
            <w:shd w:val="clear" w:color="auto" w:fill="auto"/>
          </w:tcPr>
          <w:p w14:paraId="4058DAB0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59" w:type="dxa"/>
            <w:tcBorders>
              <w:top w:val="single" w:sz="4" w:space="0" w:color="auto"/>
            </w:tcBorders>
            <w:shd w:val="clear" w:color="auto" w:fill="auto"/>
          </w:tcPr>
          <w:p w14:paraId="2BCA79F1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1" w:type="dxa"/>
            <w:shd w:val="clear" w:color="auto" w:fill="auto"/>
          </w:tcPr>
          <w:p w14:paraId="11B4CA86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top w:val="single" w:sz="4" w:space="0" w:color="auto"/>
            </w:tcBorders>
            <w:shd w:val="clear" w:color="auto" w:fill="auto"/>
          </w:tcPr>
          <w:p w14:paraId="5FCA4474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8C46A8" w:rsidRPr="00B70AF0" w14:paraId="2658756D" w14:textId="77777777" w:rsidTr="008C46A8">
        <w:tc>
          <w:tcPr>
            <w:tcW w:w="3942" w:type="dxa"/>
            <w:shd w:val="clear" w:color="auto" w:fill="auto"/>
          </w:tcPr>
          <w:p w14:paraId="3B125DE7" w14:textId="77777777" w:rsidR="008C46A8" w:rsidRPr="00B70AF0" w:rsidRDefault="008C46A8" w:rsidP="008C46A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 </w:t>
            </w: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 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(</w:t>
            </w: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ขั้นพื้นฐาน)</w:t>
            </w:r>
          </w:p>
        </w:tc>
        <w:tc>
          <w:tcPr>
            <w:tcW w:w="307" w:type="dxa"/>
            <w:shd w:val="clear" w:color="auto" w:fill="auto"/>
          </w:tcPr>
          <w:p w14:paraId="4AA9458D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bottom w:val="double" w:sz="4" w:space="0" w:color="auto"/>
            </w:tcBorders>
            <w:shd w:val="clear" w:color="auto" w:fill="auto"/>
          </w:tcPr>
          <w:p w14:paraId="5ADE1BDF" w14:textId="5D12AD2E" w:rsidR="008C46A8" w:rsidRPr="00B70AF0" w:rsidRDefault="008C46A8" w:rsidP="008C46A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307,005</w:t>
            </w:r>
          </w:p>
        </w:tc>
        <w:tc>
          <w:tcPr>
            <w:tcW w:w="292" w:type="dxa"/>
            <w:gridSpan w:val="2"/>
            <w:shd w:val="clear" w:color="auto" w:fill="auto"/>
          </w:tcPr>
          <w:p w14:paraId="15E01833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88" w:type="dxa"/>
            <w:tcBorders>
              <w:bottom w:val="double" w:sz="4" w:space="0" w:color="auto"/>
            </w:tcBorders>
            <w:shd w:val="clear" w:color="auto" w:fill="auto"/>
          </w:tcPr>
          <w:p w14:paraId="510D1C5E" w14:textId="2FDD5B27" w:rsidR="008C46A8" w:rsidRPr="00B70AF0" w:rsidRDefault="008C46A8" w:rsidP="008C46A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300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000</w:t>
            </w:r>
          </w:p>
        </w:tc>
        <w:tc>
          <w:tcPr>
            <w:tcW w:w="291" w:type="dxa"/>
            <w:shd w:val="clear" w:color="auto" w:fill="auto"/>
          </w:tcPr>
          <w:p w14:paraId="7F0612B1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double" w:sz="4" w:space="0" w:color="auto"/>
            </w:tcBorders>
            <w:shd w:val="clear" w:color="auto" w:fill="auto"/>
          </w:tcPr>
          <w:p w14:paraId="27081A9F" w14:textId="2368A4DC" w:rsidR="008C46A8" w:rsidRPr="00B70AF0" w:rsidRDefault="008C46A8" w:rsidP="008C46A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307,005</w:t>
            </w:r>
          </w:p>
        </w:tc>
        <w:tc>
          <w:tcPr>
            <w:tcW w:w="291" w:type="dxa"/>
            <w:shd w:val="clear" w:color="auto" w:fill="auto"/>
          </w:tcPr>
          <w:p w14:paraId="7CF20539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bottom w:val="double" w:sz="4" w:space="0" w:color="auto"/>
            </w:tcBorders>
            <w:shd w:val="clear" w:color="auto" w:fill="auto"/>
          </w:tcPr>
          <w:p w14:paraId="6BBF5623" w14:textId="7DE7BB05" w:rsidR="008C46A8" w:rsidRPr="00B70AF0" w:rsidRDefault="008C46A8" w:rsidP="008C46A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300,000</w:t>
            </w:r>
          </w:p>
        </w:tc>
      </w:tr>
      <w:tr w:rsidR="008C46A8" w:rsidRPr="00B70AF0" w14:paraId="0CEB603E" w14:textId="77777777" w:rsidTr="008C46A8">
        <w:tc>
          <w:tcPr>
            <w:tcW w:w="3942" w:type="dxa"/>
            <w:shd w:val="clear" w:color="auto" w:fill="auto"/>
          </w:tcPr>
          <w:p w14:paraId="2A9DA20D" w14:textId="77777777" w:rsidR="008C46A8" w:rsidRPr="00B70AF0" w:rsidRDefault="008C46A8" w:rsidP="008C46A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307" w:type="dxa"/>
            <w:shd w:val="clear" w:color="auto" w:fill="auto"/>
          </w:tcPr>
          <w:p w14:paraId="7C5EA330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41" w:type="dxa"/>
            <w:tcBorders>
              <w:top w:val="double" w:sz="4" w:space="0" w:color="auto"/>
            </w:tcBorders>
            <w:shd w:val="clear" w:color="auto" w:fill="auto"/>
          </w:tcPr>
          <w:p w14:paraId="55A759CE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46" w:right="89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92" w:type="dxa"/>
            <w:gridSpan w:val="2"/>
            <w:shd w:val="clear" w:color="auto" w:fill="auto"/>
          </w:tcPr>
          <w:p w14:paraId="102D06EF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double" w:sz="4" w:space="0" w:color="auto"/>
            </w:tcBorders>
            <w:shd w:val="clear" w:color="auto" w:fill="auto"/>
          </w:tcPr>
          <w:p w14:paraId="2A6FC329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46" w:right="89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91" w:type="dxa"/>
            <w:shd w:val="clear" w:color="auto" w:fill="auto"/>
          </w:tcPr>
          <w:p w14:paraId="1C9EC88C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double" w:sz="4" w:space="0" w:color="auto"/>
            </w:tcBorders>
            <w:shd w:val="clear" w:color="auto" w:fill="auto"/>
          </w:tcPr>
          <w:p w14:paraId="128075BC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91" w:type="dxa"/>
            <w:shd w:val="clear" w:color="auto" w:fill="auto"/>
          </w:tcPr>
          <w:p w14:paraId="65315CB9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05" w:type="dxa"/>
            <w:tcBorders>
              <w:top w:val="double" w:sz="4" w:space="0" w:color="auto"/>
            </w:tcBorders>
            <w:shd w:val="clear" w:color="auto" w:fill="auto"/>
          </w:tcPr>
          <w:p w14:paraId="31BF2496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8C46A8" w:rsidRPr="00B70AF0" w14:paraId="49083830" w14:textId="77777777" w:rsidTr="008C46A8">
        <w:trPr>
          <w:trHeight w:val="425"/>
        </w:trPr>
        <w:tc>
          <w:tcPr>
            <w:tcW w:w="3942" w:type="dxa"/>
            <w:shd w:val="clear" w:color="auto" w:fill="auto"/>
          </w:tcPr>
          <w:p w14:paraId="3CD7E485" w14:textId="77777777" w:rsidR="008C46A8" w:rsidRPr="00B70AF0" w:rsidRDefault="008C46A8" w:rsidP="008C46A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กำไรต่อหุ้นขั้นพื้นฐาน </w:t>
            </w: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(บาท)</w:t>
            </w:r>
          </w:p>
        </w:tc>
        <w:tc>
          <w:tcPr>
            <w:tcW w:w="307" w:type="dxa"/>
            <w:shd w:val="clear" w:color="auto" w:fill="auto"/>
          </w:tcPr>
          <w:p w14:paraId="41668C6C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1" w:type="dxa"/>
            <w:tcBorders>
              <w:bottom w:val="double" w:sz="4" w:space="0" w:color="auto"/>
            </w:tcBorders>
            <w:shd w:val="clear" w:color="auto" w:fill="auto"/>
          </w:tcPr>
          <w:p w14:paraId="1625D75D" w14:textId="3B1E3D67" w:rsidR="008C46A8" w:rsidRPr="00B70AF0" w:rsidRDefault="008C46A8" w:rsidP="008C46A8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0.10</w:t>
            </w:r>
          </w:p>
        </w:tc>
        <w:tc>
          <w:tcPr>
            <w:tcW w:w="292" w:type="dxa"/>
            <w:gridSpan w:val="2"/>
            <w:shd w:val="clear" w:color="auto" w:fill="auto"/>
          </w:tcPr>
          <w:p w14:paraId="44C3D33E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88" w:type="dxa"/>
            <w:tcBorders>
              <w:bottom w:val="double" w:sz="4" w:space="0" w:color="auto"/>
            </w:tcBorders>
            <w:shd w:val="clear" w:color="auto" w:fill="auto"/>
          </w:tcPr>
          <w:p w14:paraId="278BBDCD" w14:textId="799B4C83" w:rsidR="008C46A8" w:rsidRPr="00B70AF0" w:rsidRDefault="008C46A8" w:rsidP="008C46A8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0.08</w:t>
            </w:r>
          </w:p>
        </w:tc>
        <w:tc>
          <w:tcPr>
            <w:tcW w:w="291" w:type="dxa"/>
            <w:shd w:val="clear" w:color="auto" w:fill="auto"/>
          </w:tcPr>
          <w:p w14:paraId="36FD37DE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59" w:type="dxa"/>
            <w:tcBorders>
              <w:bottom w:val="double" w:sz="4" w:space="0" w:color="auto"/>
            </w:tcBorders>
            <w:shd w:val="clear" w:color="auto" w:fill="auto"/>
          </w:tcPr>
          <w:p w14:paraId="2B5503AF" w14:textId="37182588" w:rsidR="008C46A8" w:rsidRPr="00B70AF0" w:rsidRDefault="008C46A8" w:rsidP="008C46A8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0.10</w:t>
            </w:r>
          </w:p>
        </w:tc>
        <w:tc>
          <w:tcPr>
            <w:tcW w:w="291" w:type="dxa"/>
            <w:shd w:val="clear" w:color="auto" w:fill="auto"/>
          </w:tcPr>
          <w:p w14:paraId="777B27B6" w14:textId="77777777" w:rsidR="008C46A8" w:rsidRPr="00B70AF0" w:rsidRDefault="008C46A8" w:rsidP="008C46A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56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05" w:type="dxa"/>
            <w:tcBorders>
              <w:bottom w:val="double" w:sz="4" w:space="0" w:color="auto"/>
            </w:tcBorders>
            <w:shd w:val="clear" w:color="auto" w:fill="auto"/>
          </w:tcPr>
          <w:p w14:paraId="4AAF7AD6" w14:textId="1E88B8B3" w:rsidR="008C46A8" w:rsidRPr="00B70AF0" w:rsidRDefault="008C46A8" w:rsidP="008C46A8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0.08</w:t>
            </w:r>
          </w:p>
        </w:tc>
      </w:tr>
    </w:tbl>
    <w:p w14:paraId="45BF184C" w14:textId="4F13F8BF" w:rsidR="00020B5E" w:rsidRPr="00B70AF0" w:rsidRDefault="00020B5E" w:rsidP="007C6548">
      <w:pPr>
        <w:pStyle w:val="ListParagraph"/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tbl>
      <w:tblPr>
        <w:tblW w:w="9225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3960"/>
        <w:gridCol w:w="306"/>
        <w:gridCol w:w="1035"/>
        <w:gridCol w:w="291"/>
        <w:gridCol w:w="978"/>
        <w:gridCol w:w="288"/>
        <w:gridCol w:w="1087"/>
        <w:gridCol w:w="288"/>
        <w:gridCol w:w="992"/>
      </w:tblGrid>
      <w:tr w:rsidR="00020B5E" w:rsidRPr="00B70AF0" w14:paraId="557622A6" w14:textId="77777777" w:rsidTr="002072CA">
        <w:trPr>
          <w:tblHeader/>
        </w:trPr>
        <w:tc>
          <w:tcPr>
            <w:tcW w:w="3960" w:type="dxa"/>
            <w:shd w:val="clear" w:color="auto" w:fill="auto"/>
          </w:tcPr>
          <w:p w14:paraId="1D59BC03" w14:textId="6EF48735" w:rsidR="00020B5E" w:rsidRPr="00B70AF0" w:rsidRDefault="00020B5E" w:rsidP="0090384A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B70AF0">
              <w:rPr>
                <w:sz w:val="28"/>
                <w:szCs w:val="28"/>
              </w:rPr>
              <w:br w:type="page"/>
            </w:r>
            <w:r w:rsidRPr="00B70AF0">
              <w:rPr>
                <w:sz w:val="28"/>
                <w:szCs w:val="28"/>
              </w:rPr>
              <w:br w:type="page"/>
            </w:r>
            <w:r w:rsidRPr="00B70AF0">
              <w:rPr>
                <w:sz w:val="28"/>
                <w:szCs w:val="28"/>
              </w:rPr>
              <w:br w:type="page"/>
            </w:r>
          </w:p>
        </w:tc>
        <w:tc>
          <w:tcPr>
            <w:tcW w:w="306" w:type="dxa"/>
            <w:shd w:val="clear" w:color="auto" w:fill="auto"/>
          </w:tcPr>
          <w:p w14:paraId="168E7647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04" w:type="dxa"/>
            <w:gridSpan w:val="3"/>
            <w:shd w:val="clear" w:color="auto" w:fill="auto"/>
          </w:tcPr>
          <w:p w14:paraId="725C3FF1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109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88" w:type="dxa"/>
            <w:shd w:val="clear" w:color="auto" w:fill="auto"/>
          </w:tcPr>
          <w:p w14:paraId="580E074F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109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366" w:type="dxa"/>
            <w:gridSpan w:val="3"/>
            <w:shd w:val="clear" w:color="auto" w:fill="auto"/>
          </w:tcPr>
          <w:p w14:paraId="2D3B4295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109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020B5E" w:rsidRPr="00B70AF0" w14:paraId="360C681F" w14:textId="77777777" w:rsidTr="002072CA">
        <w:trPr>
          <w:tblHeader/>
        </w:trPr>
        <w:tc>
          <w:tcPr>
            <w:tcW w:w="3960" w:type="dxa"/>
            <w:shd w:val="clear" w:color="auto" w:fill="auto"/>
          </w:tcPr>
          <w:p w14:paraId="301C0FF3" w14:textId="782B8C16" w:rsidR="00020B5E" w:rsidRPr="00B70AF0" w:rsidRDefault="00E97398" w:rsidP="0090384A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สำหรับงวด</w:t>
            </w:r>
            <w:r w:rsidR="00720C02"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เก้า</w:t>
            </w:r>
            <w:r w:rsidRPr="00B70AF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 xml:space="preserve">เดือนสิ้นสุดวันที่ </w:t>
            </w:r>
            <w:r w:rsidR="000B0741" w:rsidRPr="00B70AF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30</w:t>
            </w:r>
            <w:r w:rsidRPr="00B70AF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720C02"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กันย</w:t>
            </w: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ายน</w:t>
            </w:r>
          </w:p>
        </w:tc>
        <w:tc>
          <w:tcPr>
            <w:tcW w:w="306" w:type="dxa"/>
            <w:shd w:val="clear" w:color="auto" w:fill="auto"/>
          </w:tcPr>
          <w:p w14:paraId="3F9CA85B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shd w:val="clear" w:color="auto" w:fill="auto"/>
          </w:tcPr>
          <w:p w14:paraId="77F3850B" w14:textId="5F28C369" w:rsidR="00020B5E" w:rsidRPr="00B70AF0" w:rsidRDefault="000B0741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91" w:type="dxa"/>
            <w:shd w:val="clear" w:color="auto" w:fill="auto"/>
          </w:tcPr>
          <w:p w14:paraId="5443FCF8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auto"/>
          </w:tcPr>
          <w:p w14:paraId="4F4C873E" w14:textId="7F31EB23" w:rsidR="00020B5E" w:rsidRPr="00B70AF0" w:rsidRDefault="000B0741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  <w:tc>
          <w:tcPr>
            <w:tcW w:w="288" w:type="dxa"/>
            <w:shd w:val="clear" w:color="auto" w:fill="auto"/>
          </w:tcPr>
          <w:p w14:paraId="45ED247F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shd w:val="clear" w:color="auto" w:fill="auto"/>
          </w:tcPr>
          <w:p w14:paraId="359E0736" w14:textId="335BF60E" w:rsidR="00020B5E" w:rsidRPr="00B70AF0" w:rsidRDefault="000B0741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88" w:type="dxa"/>
            <w:shd w:val="clear" w:color="auto" w:fill="auto"/>
          </w:tcPr>
          <w:p w14:paraId="0A876BC0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shd w:val="clear" w:color="auto" w:fill="auto"/>
          </w:tcPr>
          <w:p w14:paraId="083D6305" w14:textId="657132E7" w:rsidR="00020B5E" w:rsidRPr="00B70AF0" w:rsidRDefault="000B0741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2563</w:t>
            </w:r>
          </w:p>
        </w:tc>
      </w:tr>
      <w:tr w:rsidR="00020B5E" w:rsidRPr="00B70AF0" w14:paraId="75E2DD39" w14:textId="77777777" w:rsidTr="002072CA">
        <w:trPr>
          <w:tblHeader/>
        </w:trPr>
        <w:tc>
          <w:tcPr>
            <w:tcW w:w="3960" w:type="dxa"/>
            <w:shd w:val="clear" w:color="auto" w:fill="auto"/>
          </w:tcPr>
          <w:p w14:paraId="150334AC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left="-126"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6" w:type="dxa"/>
            <w:shd w:val="clear" w:color="auto" w:fill="auto"/>
          </w:tcPr>
          <w:p w14:paraId="370861EF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4959" w:type="dxa"/>
            <w:gridSpan w:val="7"/>
            <w:shd w:val="clear" w:color="auto" w:fill="auto"/>
          </w:tcPr>
          <w:p w14:paraId="57A1D12F" w14:textId="1727E5AA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B70AF0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(</w:t>
            </w:r>
            <w:r w:rsidRPr="00B70AF0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พั</w:t>
            </w:r>
            <w:r w:rsidRPr="00B70AF0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นบาท</w:t>
            </w:r>
            <w:r w:rsidR="002072CA" w:rsidRPr="00B70AF0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 xml:space="preserve"> </w:t>
            </w:r>
            <w:r w:rsidRPr="00B70AF0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/</w:t>
            </w:r>
            <w:r w:rsidR="002072CA" w:rsidRPr="00B70AF0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 xml:space="preserve"> </w:t>
            </w:r>
            <w:r w:rsidRPr="00B70AF0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พันหุ้น</w:t>
            </w:r>
            <w:r w:rsidRPr="00B70AF0">
              <w:rPr>
                <w:rFonts w:ascii="Angsana New" w:hAnsi="Angsana New"/>
                <w:i/>
                <w:iCs/>
                <w:sz w:val="28"/>
                <w:szCs w:val="28"/>
                <w:cs/>
              </w:rPr>
              <w:t>)</w:t>
            </w:r>
          </w:p>
        </w:tc>
      </w:tr>
      <w:tr w:rsidR="00E97398" w:rsidRPr="00B70AF0" w14:paraId="2482FE8B" w14:textId="77777777" w:rsidTr="00E97398">
        <w:tc>
          <w:tcPr>
            <w:tcW w:w="3960" w:type="dxa"/>
            <w:shd w:val="clear" w:color="auto" w:fill="auto"/>
          </w:tcPr>
          <w:p w14:paraId="1B4DDC27" w14:textId="5C6AA22B" w:rsidR="00E97398" w:rsidRPr="00B70AF0" w:rsidRDefault="00E97398" w:rsidP="00E9739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กำไร</w:t>
            </w: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ที่เป็นส่วนของ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ผู้ถือหุ้น</w:t>
            </w: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สามัญของบริษัท</w:t>
            </w:r>
          </w:p>
        </w:tc>
        <w:tc>
          <w:tcPr>
            <w:tcW w:w="306" w:type="dxa"/>
            <w:shd w:val="clear" w:color="auto" w:fill="auto"/>
          </w:tcPr>
          <w:p w14:paraId="1503952B" w14:textId="77777777" w:rsidR="00E97398" w:rsidRPr="00B70AF0" w:rsidRDefault="00E97398" w:rsidP="00E973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shd w:val="clear" w:color="auto" w:fill="auto"/>
          </w:tcPr>
          <w:p w14:paraId="457E53A9" w14:textId="77777777" w:rsidR="00E97398" w:rsidRPr="00B70AF0" w:rsidRDefault="00E97398" w:rsidP="00E973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91" w:type="dxa"/>
            <w:shd w:val="clear" w:color="auto" w:fill="auto"/>
          </w:tcPr>
          <w:p w14:paraId="1A5C4759" w14:textId="77777777" w:rsidR="00E97398" w:rsidRPr="00B70AF0" w:rsidRDefault="00E97398" w:rsidP="00E973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auto"/>
          </w:tcPr>
          <w:p w14:paraId="6129E9B6" w14:textId="77777777" w:rsidR="00E97398" w:rsidRPr="00B70AF0" w:rsidRDefault="00E97398" w:rsidP="00E973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" w:type="dxa"/>
            <w:shd w:val="clear" w:color="auto" w:fill="auto"/>
          </w:tcPr>
          <w:p w14:paraId="1FF7D6CB" w14:textId="77777777" w:rsidR="00E97398" w:rsidRPr="00B70AF0" w:rsidRDefault="00E97398" w:rsidP="00E973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shd w:val="clear" w:color="auto" w:fill="auto"/>
          </w:tcPr>
          <w:p w14:paraId="01F7DDE6" w14:textId="77777777" w:rsidR="00E97398" w:rsidRPr="00B70AF0" w:rsidRDefault="00E97398" w:rsidP="00E973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88" w:type="dxa"/>
            <w:shd w:val="clear" w:color="auto" w:fill="auto"/>
          </w:tcPr>
          <w:p w14:paraId="1D088438" w14:textId="77777777" w:rsidR="00E97398" w:rsidRPr="00B70AF0" w:rsidRDefault="00E97398" w:rsidP="00E973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shd w:val="clear" w:color="auto" w:fill="auto"/>
          </w:tcPr>
          <w:p w14:paraId="6AC50CA5" w14:textId="77777777" w:rsidR="00E97398" w:rsidRPr="00B70AF0" w:rsidRDefault="00E97398" w:rsidP="00E973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97398" w:rsidRPr="00B70AF0" w14:paraId="2135FA14" w14:textId="77777777" w:rsidTr="00E97398">
        <w:tc>
          <w:tcPr>
            <w:tcW w:w="3960" w:type="dxa"/>
            <w:shd w:val="clear" w:color="auto" w:fill="auto"/>
          </w:tcPr>
          <w:p w14:paraId="506BE3DA" w14:textId="381C3531" w:rsidR="00E97398" w:rsidRPr="00B70AF0" w:rsidRDefault="00E97398" w:rsidP="00E97398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  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 xml:space="preserve"> (ขั้นพื้นฐาน)</w:t>
            </w:r>
          </w:p>
        </w:tc>
        <w:tc>
          <w:tcPr>
            <w:tcW w:w="306" w:type="dxa"/>
            <w:shd w:val="clear" w:color="auto" w:fill="auto"/>
          </w:tcPr>
          <w:p w14:paraId="5610F55D" w14:textId="77777777" w:rsidR="00E97398" w:rsidRPr="00B70AF0" w:rsidRDefault="00E97398" w:rsidP="00E973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tcBorders>
              <w:bottom w:val="double" w:sz="4" w:space="0" w:color="auto"/>
            </w:tcBorders>
            <w:shd w:val="clear" w:color="auto" w:fill="auto"/>
          </w:tcPr>
          <w:p w14:paraId="63A1E273" w14:textId="249B8AC5" w:rsidR="00E97398" w:rsidRPr="00B70AF0" w:rsidRDefault="00180E0E" w:rsidP="00E9739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99,165</w:t>
            </w:r>
          </w:p>
        </w:tc>
        <w:tc>
          <w:tcPr>
            <w:tcW w:w="291" w:type="dxa"/>
            <w:shd w:val="clear" w:color="auto" w:fill="auto"/>
          </w:tcPr>
          <w:p w14:paraId="547944AC" w14:textId="77777777" w:rsidR="00E97398" w:rsidRPr="00B70AF0" w:rsidRDefault="00E97398" w:rsidP="00E973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754"/>
              </w:tabs>
              <w:ind w:right="-91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78" w:type="dxa"/>
            <w:tcBorders>
              <w:bottom w:val="double" w:sz="4" w:space="0" w:color="auto"/>
            </w:tcBorders>
            <w:shd w:val="clear" w:color="auto" w:fill="auto"/>
          </w:tcPr>
          <w:p w14:paraId="4B4C4DBB" w14:textId="37DBC154" w:rsidR="00E97398" w:rsidRPr="00B70AF0" w:rsidRDefault="00A65A5B" w:rsidP="00E9739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92</w:t>
            </w:r>
            <w:r w:rsidR="00E97398" w:rsidRPr="00B70AF0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79</w:t>
            </w:r>
            <w:r w:rsidR="000B0741"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88" w:type="dxa"/>
            <w:shd w:val="clear" w:color="auto" w:fill="auto"/>
          </w:tcPr>
          <w:p w14:paraId="494ED134" w14:textId="77777777" w:rsidR="00E97398" w:rsidRPr="00B70AF0" w:rsidRDefault="00E97398" w:rsidP="00E97398">
            <w:pPr>
              <w:tabs>
                <w:tab w:val="clear" w:pos="22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double" w:sz="4" w:space="0" w:color="auto"/>
            </w:tcBorders>
            <w:shd w:val="clear" w:color="auto" w:fill="auto"/>
          </w:tcPr>
          <w:p w14:paraId="6FBCA2A9" w14:textId="3592AE6F" w:rsidR="00E97398" w:rsidRPr="00B70AF0" w:rsidRDefault="00180E0E" w:rsidP="00E9739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99,165</w:t>
            </w:r>
          </w:p>
        </w:tc>
        <w:tc>
          <w:tcPr>
            <w:tcW w:w="288" w:type="dxa"/>
            <w:shd w:val="clear" w:color="auto" w:fill="auto"/>
          </w:tcPr>
          <w:p w14:paraId="32B92761" w14:textId="77777777" w:rsidR="00E97398" w:rsidRPr="00B70AF0" w:rsidRDefault="00E97398" w:rsidP="00E9739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bottom w:val="double" w:sz="4" w:space="0" w:color="auto"/>
            </w:tcBorders>
            <w:shd w:val="clear" w:color="auto" w:fill="auto"/>
          </w:tcPr>
          <w:p w14:paraId="042882FE" w14:textId="11E7BD6C" w:rsidR="00E97398" w:rsidRPr="00B70AF0" w:rsidRDefault="00A65A5B" w:rsidP="00E9739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92</w:t>
            </w:r>
            <w:r w:rsidR="00E97398" w:rsidRPr="00B70AF0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79</w:t>
            </w:r>
            <w:r w:rsidR="000B0741"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1</w:t>
            </w:r>
          </w:p>
        </w:tc>
      </w:tr>
      <w:tr w:rsidR="00020B5E" w:rsidRPr="00B70AF0" w14:paraId="24D75507" w14:textId="77777777" w:rsidTr="00E97398">
        <w:tc>
          <w:tcPr>
            <w:tcW w:w="3960" w:type="dxa"/>
            <w:shd w:val="clear" w:color="auto" w:fill="auto"/>
          </w:tcPr>
          <w:p w14:paraId="16F003F4" w14:textId="77777777" w:rsidR="00020B5E" w:rsidRPr="00B70AF0" w:rsidRDefault="00020B5E" w:rsidP="0090384A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  <w:p w14:paraId="404D81D3" w14:textId="77777777" w:rsidR="002072CA" w:rsidRPr="00B70AF0" w:rsidRDefault="002072CA" w:rsidP="0090384A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  <w:p w14:paraId="2EC7A6C3" w14:textId="10D46C5A" w:rsidR="002072CA" w:rsidRPr="00B70AF0" w:rsidRDefault="002072CA" w:rsidP="0090384A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306" w:type="dxa"/>
            <w:shd w:val="clear" w:color="auto" w:fill="auto"/>
          </w:tcPr>
          <w:p w14:paraId="3C5543FB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shd w:val="clear" w:color="auto" w:fill="auto"/>
          </w:tcPr>
          <w:p w14:paraId="2E1DD66A" w14:textId="77777777" w:rsidR="00020B5E" w:rsidRPr="00B70AF0" w:rsidRDefault="00020B5E" w:rsidP="0090384A">
            <w:pPr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91" w:type="dxa"/>
            <w:shd w:val="clear" w:color="auto" w:fill="auto"/>
          </w:tcPr>
          <w:p w14:paraId="49B77F5E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754"/>
              </w:tabs>
              <w:ind w:right="-91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78" w:type="dxa"/>
            <w:shd w:val="clear" w:color="auto" w:fill="auto"/>
          </w:tcPr>
          <w:p w14:paraId="1F9E1157" w14:textId="77777777" w:rsidR="00020B5E" w:rsidRPr="00B70AF0" w:rsidRDefault="00020B5E" w:rsidP="0090384A">
            <w:pPr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88" w:type="dxa"/>
            <w:shd w:val="clear" w:color="auto" w:fill="auto"/>
          </w:tcPr>
          <w:p w14:paraId="0E0C086E" w14:textId="77777777" w:rsidR="00020B5E" w:rsidRPr="00B70AF0" w:rsidRDefault="00020B5E" w:rsidP="0090384A">
            <w:pPr>
              <w:tabs>
                <w:tab w:val="clear" w:pos="22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7" w:type="dxa"/>
            <w:shd w:val="clear" w:color="auto" w:fill="auto"/>
          </w:tcPr>
          <w:p w14:paraId="7EAC24EC" w14:textId="77777777" w:rsidR="00020B5E" w:rsidRPr="00B70AF0" w:rsidRDefault="00020B5E" w:rsidP="0090384A">
            <w:pPr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  <w:tc>
          <w:tcPr>
            <w:tcW w:w="288" w:type="dxa"/>
            <w:shd w:val="clear" w:color="auto" w:fill="auto"/>
          </w:tcPr>
          <w:p w14:paraId="2D115E15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shd w:val="clear" w:color="auto" w:fill="auto"/>
          </w:tcPr>
          <w:p w14:paraId="0E531849" w14:textId="77777777" w:rsidR="00020B5E" w:rsidRPr="00B70AF0" w:rsidRDefault="00020B5E" w:rsidP="0090384A">
            <w:pPr>
              <w:jc w:val="right"/>
              <w:rPr>
                <w:rFonts w:ascii="Angsana New" w:hAnsi="Angsana New"/>
                <w:b/>
                <w:bCs/>
                <w:sz w:val="24"/>
                <w:szCs w:val="24"/>
                <w:cs/>
              </w:rPr>
            </w:pPr>
          </w:p>
        </w:tc>
      </w:tr>
      <w:tr w:rsidR="00020B5E" w:rsidRPr="00B70AF0" w14:paraId="100BBDDC" w14:textId="77777777" w:rsidTr="00E97398">
        <w:tc>
          <w:tcPr>
            <w:tcW w:w="3960" w:type="dxa"/>
            <w:shd w:val="clear" w:color="auto" w:fill="auto"/>
          </w:tcPr>
          <w:p w14:paraId="73E5C355" w14:textId="77777777" w:rsidR="00020B5E" w:rsidRPr="00B70AF0" w:rsidRDefault="00020B5E" w:rsidP="0090384A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lastRenderedPageBreak/>
              <w:t>จำนวนหุ้นสามัญที่ออกจำหน่ายแล้ว</w:t>
            </w:r>
          </w:p>
        </w:tc>
        <w:tc>
          <w:tcPr>
            <w:tcW w:w="306" w:type="dxa"/>
            <w:shd w:val="clear" w:color="auto" w:fill="auto"/>
          </w:tcPr>
          <w:p w14:paraId="50839342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shd w:val="clear" w:color="auto" w:fill="auto"/>
          </w:tcPr>
          <w:p w14:paraId="62B51CB9" w14:textId="77777777" w:rsidR="00020B5E" w:rsidRPr="00B70AF0" w:rsidRDefault="00020B5E" w:rsidP="0090384A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91" w:type="dxa"/>
            <w:shd w:val="clear" w:color="auto" w:fill="auto"/>
          </w:tcPr>
          <w:p w14:paraId="591BC590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754"/>
              </w:tabs>
              <w:ind w:right="-91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auto"/>
          </w:tcPr>
          <w:p w14:paraId="197715C8" w14:textId="77777777" w:rsidR="00020B5E" w:rsidRPr="00B70AF0" w:rsidRDefault="00020B5E" w:rsidP="0090384A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8" w:type="dxa"/>
            <w:shd w:val="clear" w:color="auto" w:fill="auto"/>
          </w:tcPr>
          <w:p w14:paraId="088B65C9" w14:textId="77777777" w:rsidR="00020B5E" w:rsidRPr="00B70AF0" w:rsidRDefault="00020B5E" w:rsidP="0090384A">
            <w:pPr>
              <w:tabs>
                <w:tab w:val="clear" w:pos="22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shd w:val="clear" w:color="auto" w:fill="auto"/>
          </w:tcPr>
          <w:p w14:paraId="66CC9879" w14:textId="77777777" w:rsidR="00020B5E" w:rsidRPr="00B70AF0" w:rsidRDefault="00020B5E" w:rsidP="0090384A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  <w:tc>
          <w:tcPr>
            <w:tcW w:w="288" w:type="dxa"/>
            <w:shd w:val="clear" w:color="auto" w:fill="auto"/>
          </w:tcPr>
          <w:p w14:paraId="52024C99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shd w:val="clear" w:color="auto" w:fill="auto"/>
          </w:tcPr>
          <w:p w14:paraId="3D415FFA" w14:textId="77777777" w:rsidR="00020B5E" w:rsidRPr="00B70AF0" w:rsidRDefault="00020B5E" w:rsidP="0090384A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</w:tr>
      <w:tr w:rsidR="00020B5E" w:rsidRPr="00B70AF0" w14:paraId="1760595E" w14:textId="77777777" w:rsidTr="00E97398">
        <w:tc>
          <w:tcPr>
            <w:tcW w:w="3960" w:type="dxa"/>
            <w:shd w:val="clear" w:color="auto" w:fill="auto"/>
          </w:tcPr>
          <w:p w14:paraId="2D7F51B4" w14:textId="682A77C4" w:rsidR="00020B5E" w:rsidRPr="00B70AF0" w:rsidRDefault="00020B5E" w:rsidP="0090384A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จำนวนหุ้นสามัญที่ออก</w:t>
            </w:r>
            <w:r w:rsidRPr="00B70AF0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ณ</w:t>
            </w:r>
            <w:r w:rsidRPr="00B70AF0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วันที่</w:t>
            </w:r>
            <w:r w:rsidRPr="00B70AF0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="000B0741" w:rsidRPr="00B70AF0">
              <w:rPr>
                <w:rFonts w:ascii="Angsana New" w:hAnsi="Angsana New"/>
                <w:sz w:val="28"/>
                <w:szCs w:val="28"/>
              </w:rPr>
              <w:t>1</w:t>
            </w:r>
            <w:r w:rsidRPr="00B70AF0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มกราคม</w:t>
            </w:r>
          </w:p>
        </w:tc>
        <w:tc>
          <w:tcPr>
            <w:tcW w:w="306" w:type="dxa"/>
            <w:shd w:val="clear" w:color="auto" w:fill="auto"/>
          </w:tcPr>
          <w:p w14:paraId="086E2363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shd w:val="clear" w:color="auto" w:fill="auto"/>
          </w:tcPr>
          <w:p w14:paraId="04503AE6" w14:textId="7ADE69F7" w:rsidR="00020B5E" w:rsidRPr="00B70AF0" w:rsidRDefault="008C46A8" w:rsidP="00E9739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300,000</w:t>
            </w:r>
          </w:p>
        </w:tc>
        <w:tc>
          <w:tcPr>
            <w:tcW w:w="291" w:type="dxa"/>
            <w:shd w:val="clear" w:color="auto" w:fill="auto"/>
          </w:tcPr>
          <w:p w14:paraId="14F04A4C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754"/>
              </w:tabs>
              <w:ind w:right="-9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auto"/>
          </w:tcPr>
          <w:p w14:paraId="615EF6B0" w14:textId="52558DF7" w:rsidR="00020B5E" w:rsidRPr="00B70AF0" w:rsidRDefault="000B0741" w:rsidP="00E9739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  <w:r w:rsidR="00020B5E"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000</w:t>
            </w:r>
          </w:p>
        </w:tc>
        <w:tc>
          <w:tcPr>
            <w:tcW w:w="288" w:type="dxa"/>
            <w:shd w:val="clear" w:color="auto" w:fill="auto"/>
          </w:tcPr>
          <w:p w14:paraId="132A96CE" w14:textId="77777777" w:rsidR="00020B5E" w:rsidRPr="00B70AF0" w:rsidRDefault="00020B5E" w:rsidP="0090384A">
            <w:pPr>
              <w:tabs>
                <w:tab w:val="clear" w:pos="22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shd w:val="clear" w:color="auto" w:fill="auto"/>
          </w:tcPr>
          <w:p w14:paraId="63E820A5" w14:textId="5A5FCED1" w:rsidR="00020B5E" w:rsidRPr="00B70AF0" w:rsidRDefault="008C46A8" w:rsidP="00E9739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300,000</w:t>
            </w:r>
          </w:p>
        </w:tc>
        <w:tc>
          <w:tcPr>
            <w:tcW w:w="288" w:type="dxa"/>
            <w:shd w:val="clear" w:color="auto" w:fill="auto"/>
          </w:tcPr>
          <w:p w14:paraId="5B39428A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shd w:val="clear" w:color="auto" w:fill="auto"/>
          </w:tcPr>
          <w:p w14:paraId="3EBA97DA" w14:textId="42234F20" w:rsidR="00020B5E" w:rsidRPr="00B70AF0" w:rsidRDefault="000B0741" w:rsidP="00E9739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300</w:t>
            </w:r>
            <w:r w:rsidR="00020B5E"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000</w:t>
            </w:r>
          </w:p>
        </w:tc>
      </w:tr>
      <w:tr w:rsidR="00020B5E" w:rsidRPr="00B70AF0" w14:paraId="41D1480E" w14:textId="77777777" w:rsidTr="00E97398">
        <w:tc>
          <w:tcPr>
            <w:tcW w:w="3960" w:type="dxa"/>
            <w:shd w:val="clear" w:color="auto" w:fill="auto"/>
          </w:tcPr>
          <w:p w14:paraId="66513673" w14:textId="77777777" w:rsidR="00020B5E" w:rsidRPr="00B70AF0" w:rsidRDefault="00020B5E" w:rsidP="0090384A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ผลกระทบจากหุ้นที่ออกจำหน่าย</w:t>
            </w:r>
            <w:r w:rsidRPr="00B70AF0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ณ</w:t>
            </w:r>
            <w:r w:rsidRPr="00B70AF0">
              <w:rPr>
                <w:rFonts w:ascii="Angsana New" w:hAnsi="Angsana New"/>
                <w:sz w:val="28"/>
                <w:szCs w:val="28"/>
                <w:cs/>
              </w:rPr>
              <w:t xml:space="preserve"> 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วันที่</w:t>
            </w:r>
          </w:p>
        </w:tc>
        <w:tc>
          <w:tcPr>
            <w:tcW w:w="306" w:type="dxa"/>
            <w:shd w:val="clear" w:color="auto" w:fill="auto"/>
          </w:tcPr>
          <w:p w14:paraId="54A2C8AC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shd w:val="clear" w:color="auto" w:fill="auto"/>
          </w:tcPr>
          <w:p w14:paraId="03F941BC" w14:textId="77777777" w:rsidR="00020B5E" w:rsidRPr="00B70AF0" w:rsidRDefault="00020B5E" w:rsidP="0090384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91" w:type="dxa"/>
            <w:shd w:val="clear" w:color="auto" w:fill="auto"/>
          </w:tcPr>
          <w:p w14:paraId="0C5B7535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754"/>
              </w:tabs>
              <w:ind w:right="-9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8" w:type="dxa"/>
            <w:shd w:val="clear" w:color="auto" w:fill="auto"/>
          </w:tcPr>
          <w:p w14:paraId="2BAC36AA" w14:textId="77777777" w:rsidR="00020B5E" w:rsidRPr="00B70AF0" w:rsidRDefault="00020B5E" w:rsidP="0090384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8" w:type="dxa"/>
            <w:shd w:val="clear" w:color="auto" w:fill="auto"/>
          </w:tcPr>
          <w:p w14:paraId="08B9EB62" w14:textId="77777777" w:rsidR="00020B5E" w:rsidRPr="00B70AF0" w:rsidRDefault="00020B5E" w:rsidP="0090384A">
            <w:pPr>
              <w:tabs>
                <w:tab w:val="clear" w:pos="22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shd w:val="clear" w:color="auto" w:fill="auto"/>
          </w:tcPr>
          <w:p w14:paraId="5F87B6FC" w14:textId="77777777" w:rsidR="00020B5E" w:rsidRPr="00B70AF0" w:rsidRDefault="00020B5E" w:rsidP="0090384A">
            <w:pPr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88" w:type="dxa"/>
            <w:shd w:val="clear" w:color="auto" w:fill="auto"/>
          </w:tcPr>
          <w:p w14:paraId="7483DE13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shd w:val="clear" w:color="auto" w:fill="auto"/>
          </w:tcPr>
          <w:p w14:paraId="01EB7AC3" w14:textId="77777777" w:rsidR="00020B5E" w:rsidRPr="00B70AF0" w:rsidRDefault="00020B5E" w:rsidP="0090384A">
            <w:pPr>
              <w:jc w:val="right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</w:p>
        </w:tc>
      </w:tr>
      <w:tr w:rsidR="00020B5E" w:rsidRPr="00B70AF0" w14:paraId="6E75EDAE" w14:textId="77777777" w:rsidTr="00E97398">
        <w:tc>
          <w:tcPr>
            <w:tcW w:w="3960" w:type="dxa"/>
            <w:shd w:val="clear" w:color="auto" w:fill="auto"/>
          </w:tcPr>
          <w:p w14:paraId="14C62A4A" w14:textId="300CA666" w:rsidR="00020B5E" w:rsidRPr="00B70AF0" w:rsidRDefault="00020B5E" w:rsidP="0090384A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 xml:space="preserve">   </w:t>
            </w:r>
            <w:r w:rsidR="000B0741" w:rsidRPr="00B70AF0">
              <w:rPr>
                <w:rFonts w:ascii="Angsana New" w:hAnsi="Angsana New"/>
                <w:sz w:val="28"/>
                <w:szCs w:val="28"/>
              </w:rPr>
              <w:t>18</w:t>
            </w:r>
            <w:r w:rsidRPr="00B70AF0">
              <w:rPr>
                <w:rFonts w:ascii="Angsana New" w:hAnsi="Angsana New"/>
                <w:sz w:val="28"/>
                <w:szCs w:val="28"/>
              </w:rPr>
              <w:t xml:space="preserve"> 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 xml:space="preserve">พฤษภาคม </w:t>
            </w:r>
            <w:r w:rsidR="000B0741" w:rsidRPr="00B70AF0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306" w:type="dxa"/>
            <w:shd w:val="clear" w:color="auto" w:fill="auto"/>
          </w:tcPr>
          <w:p w14:paraId="11512444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shd w:val="clear" w:color="auto" w:fill="auto"/>
          </w:tcPr>
          <w:p w14:paraId="70E8EDD6" w14:textId="03A85B15" w:rsidR="00020B5E" w:rsidRPr="00B70AF0" w:rsidRDefault="008C46A8" w:rsidP="00E9739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3,490</w:t>
            </w:r>
          </w:p>
        </w:tc>
        <w:tc>
          <w:tcPr>
            <w:tcW w:w="291" w:type="dxa"/>
            <w:shd w:val="clear" w:color="auto" w:fill="auto"/>
          </w:tcPr>
          <w:p w14:paraId="32F9203B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  <w:tab w:val="decimal" w:pos="754"/>
              </w:tabs>
              <w:ind w:right="-91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8" w:type="dxa"/>
            <w:tcBorders>
              <w:bottom w:val="single" w:sz="4" w:space="0" w:color="auto"/>
            </w:tcBorders>
            <w:shd w:val="clear" w:color="auto" w:fill="auto"/>
          </w:tcPr>
          <w:p w14:paraId="1A564A15" w14:textId="77777777" w:rsidR="00020B5E" w:rsidRPr="00B70AF0" w:rsidRDefault="00020B5E" w:rsidP="00E97398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88" w:type="dxa"/>
            <w:shd w:val="clear" w:color="auto" w:fill="auto"/>
          </w:tcPr>
          <w:p w14:paraId="7B64C883" w14:textId="77777777" w:rsidR="00020B5E" w:rsidRPr="00B70AF0" w:rsidRDefault="00020B5E" w:rsidP="0090384A">
            <w:pPr>
              <w:tabs>
                <w:tab w:val="clear" w:pos="22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</w:tcPr>
          <w:p w14:paraId="646D5554" w14:textId="14B67B7B" w:rsidR="00020B5E" w:rsidRPr="00B70AF0" w:rsidRDefault="008C46A8" w:rsidP="00E9739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3,490</w:t>
            </w:r>
          </w:p>
        </w:tc>
        <w:tc>
          <w:tcPr>
            <w:tcW w:w="288" w:type="dxa"/>
            <w:shd w:val="clear" w:color="auto" w:fill="auto"/>
          </w:tcPr>
          <w:p w14:paraId="516F6E93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tcBorders>
              <w:bottom w:val="single" w:sz="4" w:space="0" w:color="auto"/>
            </w:tcBorders>
            <w:shd w:val="clear" w:color="auto" w:fill="auto"/>
          </w:tcPr>
          <w:p w14:paraId="3AF1EF4B" w14:textId="77777777" w:rsidR="00020B5E" w:rsidRPr="00B70AF0" w:rsidRDefault="00020B5E" w:rsidP="00E97398">
            <w:pPr>
              <w:pStyle w:val="acctfourfigures"/>
              <w:tabs>
                <w:tab w:val="clear" w:pos="765"/>
                <w:tab w:val="decimal" w:pos="530"/>
              </w:tabs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cs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-</w:t>
            </w:r>
          </w:p>
        </w:tc>
      </w:tr>
      <w:tr w:rsidR="00020B5E" w:rsidRPr="00B70AF0" w14:paraId="0A45E680" w14:textId="77777777" w:rsidTr="00E97398">
        <w:tc>
          <w:tcPr>
            <w:tcW w:w="3960" w:type="dxa"/>
            <w:shd w:val="clear" w:color="auto" w:fill="auto"/>
          </w:tcPr>
          <w:p w14:paraId="3D2C1975" w14:textId="77777777" w:rsidR="00020B5E" w:rsidRPr="00B70AF0" w:rsidRDefault="00020B5E" w:rsidP="0090384A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จำนวนหุ้นสามัญ</w:t>
            </w: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โดยวิธีถัวเฉลี่ยถ่วงน้ำหนัก</w:t>
            </w:r>
          </w:p>
        </w:tc>
        <w:tc>
          <w:tcPr>
            <w:tcW w:w="306" w:type="dxa"/>
            <w:shd w:val="clear" w:color="auto" w:fill="auto"/>
          </w:tcPr>
          <w:p w14:paraId="5FD9710C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tcBorders>
              <w:top w:val="single" w:sz="4" w:space="0" w:color="auto"/>
            </w:tcBorders>
            <w:shd w:val="clear" w:color="auto" w:fill="auto"/>
          </w:tcPr>
          <w:p w14:paraId="33D2C781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46" w:right="89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91" w:type="dxa"/>
            <w:shd w:val="clear" w:color="auto" w:fill="auto"/>
          </w:tcPr>
          <w:p w14:paraId="383C7A27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78" w:type="dxa"/>
            <w:tcBorders>
              <w:top w:val="single" w:sz="4" w:space="0" w:color="auto"/>
            </w:tcBorders>
            <w:shd w:val="clear" w:color="auto" w:fill="auto"/>
          </w:tcPr>
          <w:p w14:paraId="0326FF4A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46" w:right="89"/>
              <w:jc w:val="right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88" w:type="dxa"/>
            <w:shd w:val="clear" w:color="auto" w:fill="auto"/>
          </w:tcPr>
          <w:p w14:paraId="0A1C7A8D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top w:val="single" w:sz="4" w:space="0" w:color="auto"/>
            </w:tcBorders>
            <w:shd w:val="clear" w:color="auto" w:fill="auto"/>
          </w:tcPr>
          <w:p w14:paraId="01961D57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88" w:type="dxa"/>
            <w:shd w:val="clear" w:color="auto" w:fill="auto"/>
          </w:tcPr>
          <w:p w14:paraId="76F039DB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top w:val="single" w:sz="4" w:space="0" w:color="auto"/>
            </w:tcBorders>
            <w:shd w:val="clear" w:color="auto" w:fill="auto"/>
          </w:tcPr>
          <w:p w14:paraId="78E87E65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020B5E" w:rsidRPr="00B70AF0" w14:paraId="22DEA7A9" w14:textId="77777777" w:rsidTr="00E97398">
        <w:tc>
          <w:tcPr>
            <w:tcW w:w="3960" w:type="dxa"/>
            <w:shd w:val="clear" w:color="auto" w:fill="auto"/>
          </w:tcPr>
          <w:p w14:paraId="36A86F14" w14:textId="77777777" w:rsidR="00020B5E" w:rsidRPr="00B70AF0" w:rsidRDefault="00020B5E" w:rsidP="0090384A">
            <w:pPr>
              <w:tabs>
                <w:tab w:val="clear" w:pos="680"/>
                <w:tab w:val="left" w:pos="540"/>
              </w:tabs>
              <w:ind w:left="-126" w:firstLine="16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 xml:space="preserve">   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(</w:t>
            </w: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ขั้นพื้นฐาน)</w:t>
            </w:r>
          </w:p>
        </w:tc>
        <w:tc>
          <w:tcPr>
            <w:tcW w:w="306" w:type="dxa"/>
            <w:shd w:val="clear" w:color="auto" w:fill="auto"/>
          </w:tcPr>
          <w:p w14:paraId="76BA1D0B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tcBorders>
              <w:bottom w:val="double" w:sz="4" w:space="0" w:color="auto"/>
            </w:tcBorders>
            <w:shd w:val="clear" w:color="auto" w:fill="auto"/>
          </w:tcPr>
          <w:p w14:paraId="5CF91379" w14:textId="2F0BC713" w:rsidR="00020B5E" w:rsidRPr="00B70AF0" w:rsidRDefault="008C46A8" w:rsidP="00E9739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303,490</w:t>
            </w:r>
          </w:p>
        </w:tc>
        <w:tc>
          <w:tcPr>
            <w:tcW w:w="291" w:type="dxa"/>
            <w:shd w:val="clear" w:color="auto" w:fill="auto"/>
          </w:tcPr>
          <w:p w14:paraId="5A6CF920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78" w:type="dxa"/>
            <w:tcBorders>
              <w:bottom w:val="double" w:sz="4" w:space="0" w:color="auto"/>
            </w:tcBorders>
            <w:shd w:val="clear" w:color="auto" w:fill="auto"/>
          </w:tcPr>
          <w:p w14:paraId="219E173F" w14:textId="23B7AFED" w:rsidR="00020B5E" w:rsidRPr="00B70AF0" w:rsidRDefault="000B0741" w:rsidP="00E9739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300</w:t>
            </w:r>
            <w:r w:rsidR="00020B5E" w:rsidRPr="00B70AF0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000</w:t>
            </w:r>
          </w:p>
        </w:tc>
        <w:tc>
          <w:tcPr>
            <w:tcW w:w="288" w:type="dxa"/>
            <w:shd w:val="clear" w:color="auto" w:fill="auto"/>
          </w:tcPr>
          <w:p w14:paraId="48EE7E77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double" w:sz="4" w:space="0" w:color="auto"/>
            </w:tcBorders>
            <w:shd w:val="clear" w:color="auto" w:fill="auto"/>
          </w:tcPr>
          <w:p w14:paraId="00766603" w14:textId="72488A28" w:rsidR="00020B5E" w:rsidRPr="00B70AF0" w:rsidRDefault="008C46A8" w:rsidP="00E9739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303,490</w:t>
            </w:r>
          </w:p>
        </w:tc>
        <w:tc>
          <w:tcPr>
            <w:tcW w:w="288" w:type="dxa"/>
            <w:shd w:val="clear" w:color="auto" w:fill="auto"/>
          </w:tcPr>
          <w:p w14:paraId="59343F34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1" w:type="dxa"/>
            <w:tcBorders>
              <w:bottom w:val="double" w:sz="4" w:space="0" w:color="auto"/>
            </w:tcBorders>
            <w:shd w:val="clear" w:color="auto" w:fill="auto"/>
          </w:tcPr>
          <w:p w14:paraId="44699DFC" w14:textId="2700A06F" w:rsidR="00020B5E" w:rsidRPr="00B70AF0" w:rsidRDefault="000B0741" w:rsidP="00E97398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300</w:t>
            </w:r>
            <w:r w:rsidR="00020B5E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,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000</w:t>
            </w:r>
          </w:p>
        </w:tc>
      </w:tr>
      <w:tr w:rsidR="00020B5E" w:rsidRPr="00B70AF0" w14:paraId="5DD7D87F" w14:textId="77777777" w:rsidTr="00E97398">
        <w:tc>
          <w:tcPr>
            <w:tcW w:w="3960" w:type="dxa"/>
            <w:shd w:val="clear" w:color="auto" w:fill="auto"/>
          </w:tcPr>
          <w:p w14:paraId="52D2D370" w14:textId="77777777" w:rsidR="00020B5E" w:rsidRPr="00B70AF0" w:rsidRDefault="00020B5E" w:rsidP="0090384A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306" w:type="dxa"/>
            <w:shd w:val="clear" w:color="auto" w:fill="auto"/>
          </w:tcPr>
          <w:p w14:paraId="7D064FBE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4"/>
                <w:szCs w:val="24"/>
              </w:rPr>
            </w:pPr>
          </w:p>
        </w:tc>
        <w:tc>
          <w:tcPr>
            <w:tcW w:w="1035" w:type="dxa"/>
            <w:tcBorders>
              <w:top w:val="double" w:sz="4" w:space="0" w:color="auto"/>
            </w:tcBorders>
            <w:shd w:val="clear" w:color="auto" w:fill="auto"/>
          </w:tcPr>
          <w:p w14:paraId="762E26FA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46" w:right="89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91" w:type="dxa"/>
            <w:shd w:val="clear" w:color="auto" w:fill="auto"/>
          </w:tcPr>
          <w:p w14:paraId="639A47DE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78" w:type="dxa"/>
            <w:tcBorders>
              <w:top w:val="double" w:sz="4" w:space="0" w:color="auto"/>
            </w:tcBorders>
            <w:shd w:val="clear" w:color="auto" w:fill="auto"/>
          </w:tcPr>
          <w:p w14:paraId="30C40403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-146" w:right="89"/>
              <w:jc w:val="right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88" w:type="dxa"/>
            <w:shd w:val="clear" w:color="auto" w:fill="auto"/>
          </w:tcPr>
          <w:p w14:paraId="6ADAC44C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1087" w:type="dxa"/>
            <w:tcBorders>
              <w:top w:val="double" w:sz="4" w:space="0" w:color="auto"/>
            </w:tcBorders>
            <w:shd w:val="clear" w:color="auto" w:fill="auto"/>
          </w:tcPr>
          <w:p w14:paraId="65A99650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288" w:type="dxa"/>
            <w:shd w:val="clear" w:color="auto" w:fill="auto"/>
          </w:tcPr>
          <w:p w14:paraId="35F85AE6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  <w:tc>
          <w:tcPr>
            <w:tcW w:w="991" w:type="dxa"/>
            <w:tcBorders>
              <w:top w:val="double" w:sz="4" w:space="0" w:color="auto"/>
            </w:tcBorders>
            <w:shd w:val="clear" w:color="auto" w:fill="auto"/>
          </w:tcPr>
          <w:p w14:paraId="13C3E93F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01"/>
              </w:tabs>
              <w:rPr>
                <w:rFonts w:ascii="Angsana New" w:hAnsi="Angsana New"/>
                <w:b/>
                <w:bCs/>
                <w:sz w:val="24"/>
                <w:szCs w:val="24"/>
              </w:rPr>
            </w:pPr>
          </w:p>
        </w:tc>
      </w:tr>
      <w:tr w:rsidR="00020B5E" w:rsidRPr="00B70AF0" w14:paraId="28C1F02E" w14:textId="77777777" w:rsidTr="00E97398">
        <w:trPr>
          <w:trHeight w:val="425"/>
        </w:trPr>
        <w:tc>
          <w:tcPr>
            <w:tcW w:w="3960" w:type="dxa"/>
            <w:shd w:val="clear" w:color="auto" w:fill="auto"/>
          </w:tcPr>
          <w:p w14:paraId="3C996C55" w14:textId="77777777" w:rsidR="00020B5E" w:rsidRPr="00B70AF0" w:rsidRDefault="00020B5E" w:rsidP="0090384A">
            <w:pPr>
              <w:tabs>
                <w:tab w:val="clear" w:pos="680"/>
                <w:tab w:val="left" w:pos="540"/>
              </w:tabs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กำไรต่อหุ้นขั้นพื้นฐาน </w:t>
            </w: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(บาท)</w:t>
            </w:r>
          </w:p>
        </w:tc>
        <w:tc>
          <w:tcPr>
            <w:tcW w:w="306" w:type="dxa"/>
            <w:shd w:val="clear" w:color="auto" w:fill="auto"/>
          </w:tcPr>
          <w:p w14:paraId="64DDDDCE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5" w:type="dxa"/>
            <w:tcBorders>
              <w:bottom w:val="double" w:sz="4" w:space="0" w:color="auto"/>
            </w:tcBorders>
            <w:shd w:val="clear" w:color="auto" w:fill="auto"/>
          </w:tcPr>
          <w:p w14:paraId="2E931B60" w14:textId="004518C8" w:rsidR="00020B5E" w:rsidRPr="00B70AF0" w:rsidRDefault="008C46A8" w:rsidP="00E97398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0.3</w:t>
            </w:r>
            <w:r w:rsidR="00180E0E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91" w:type="dxa"/>
            <w:shd w:val="clear" w:color="auto" w:fill="auto"/>
          </w:tcPr>
          <w:p w14:paraId="5C8E0F29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78" w:type="dxa"/>
            <w:tcBorders>
              <w:bottom w:val="double" w:sz="4" w:space="0" w:color="auto"/>
            </w:tcBorders>
            <w:shd w:val="clear" w:color="auto" w:fill="auto"/>
          </w:tcPr>
          <w:p w14:paraId="50E87734" w14:textId="3CF7565C" w:rsidR="00020B5E" w:rsidRPr="00B70AF0" w:rsidRDefault="000B0741" w:rsidP="00E97398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0</w:t>
            </w:r>
            <w:r w:rsidR="00020B5E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.</w:t>
            </w:r>
            <w:r w:rsidR="00A65A5B" w:rsidRPr="00B70AF0">
              <w:rPr>
                <w:rFonts w:ascii="Angsana New" w:hAnsi="Angsana New"/>
                <w:b/>
                <w:bCs/>
                <w:sz w:val="28"/>
                <w:szCs w:val="28"/>
                <w:lang w:val="en-US" w:bidi="th-TH"/>
              </w:rPr>
              <w:t>31</w:t>
            </w:r>
          </w:p>
        </w:tc>
        <w:tc>
          <w:tcPr>
            <w:tcW w:w="288" w:type="dxa"/>
            <w:shd w:val="clear" w:color="auto" w:fill="auto"/>
          </w:tcPr>
          <w:p w14:paraId="0131E188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87" w:type="dxa"/>
            <w:tcBorders>
              <w:bottom w:val="double" w:sz="4" w:space="0" w:color="auto"/>
            </w:tcBorders>
            <w:shd w:val="clear" w:color="auto" w:fill="auto"/>
          </w:tcPr>
          <w:p w14:paraId="71A5D780" w14:textId="6EFE4A70" w:rsidR="00020B5E" w:rsidRPr="00B70AF0" w:rsidRDefault="008C46A8" w:rsidP="00E97398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0.3</w:t>
            </w:r>
            <w:r w:rsidR="00180E0E" w:rsidRPr="00B70AF0">
              <w:rPr>
                <w:rFonts w:ascii="Angsana New" w:hAnsi="Angsana New"/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288" w:type="dxa"/>
            <w:shd w:val="clear" w:color="auto" w:fill="auto"/>
          </w:tcPr>
          <w:p w14:paraId="02493314" w14:textId="77777777" w:rsidR="00020B5E" w:rsidRPr="00B70AF0" w:rsidRDefault="00020B5E" w:rsidP="0090384A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ind w:right="-43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991" w:type="dxa"/>
            <w:tcBorders>
              <w:bottom w:val="double" w:sz="4" w:space="0" w:color="auto"/>
            </w:tcBorders>
            <w:shd w:val="clear" w:color="auto" w:fill="auto"/>
          </w:tcPr>
          <w:p w14:paraId="4D3942BB" w14:textId="0DD9682B" w:rsidR="00020B5E" w:rsidRPr="00B70AF0" w:rsidRDefault="000B0741" w:rsidP="00E97398">
            <w:pPr>
              <w:pStyle w:val="acctfourfigures"/>
              <w:tabs>
                <w:tab w:val="clear" w:pos="765"/>
                <w:tab w:val="decimal" w:pos="540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0</w:t>
            </w:r>
            <w:r w:rsidR="00020B5E" w:rsidRPr="00B70AF0">
              <w:rPr>
                <w:rFonts w:ascii="Angsana New" w:hAnsi="Angsana New"/>
                <w:b/>
                <w:bCs/>
                <w:sz w:val="28"/>
                <w:szCs w:val="28"/>
              </w:rPr>
              <w:t>.</w:t>
            </w:r>
            <w:r w:rsidR="00A65A5B" w:rsidRPr="00B70AF0">
              <w:rPr>
                <w:rFonts w:ascii="Angsana New" w:hAnsi="Angsana New"/>
                <w:b/>
                <w:bCs/>
                <w:sz w:val="28"/>
                <w:szCs w:val="28"/>
                <w:lang w:val="en-US"/>
              </w:rPr>
              <w:t>31</w:t>
            </w:r>
          </w:p>
        </w:tc>
      </w:tr>
    </w:tbl>
    <w:p w14:paraId="53206782" w14:textId="77777777" w:rsidR="007C6548" w:rsidRPr="00B70AF0" w:rsidRDefault="007C6548" w:rsidP="00DE7026">
      <w:pPr>
        <w:rPr>
          <w:cs/>
          <w:lang w:eastAsia="x-none"/>
        </w:rPr>
      </w:pPr>
    </w:p>
    <w:p w14:paraId="0E1CB855" w14:textId="715DBE6A" w:rsidR="00A51ED1" w:rsidRPr="00B70AF0" w:rsidRDefault="000B0741" w:rsidP="00C4658D">
      <w:pPr>
        <w:pStyle w:val="Heading6"/>
        <w:tabs>
          <w:tab w:val="left" w:pos="540"/>
          <w:tab w:val="left" w:pos="630"/>
        </w:tabs>
        <w:ind w:left="720" w:right="-45" w:hanging="720"/>
        <w:jc w:val="thaiDistribute"/>
        <w:rPr>
          <w:rFonts w:ascii="Angsana New" w:eastAsia="MS Mincho" w:hAnsi="Angsana New"/>
          <w:sz w:val="28"/>
          <w:szCs w:val="28"/>
          <w:lang w:val="en-GB"/>
        </w:rPr>
      </w:pPr>
      <w:r w:rsidRPr="00B70AF0">
        <w:rPr>
          <w:rFonts w:ascii="Angsana New" w:eastAsia="MS Mincho" w:hAnsi="Angsana New"/>
          <w:sz w:val="28"/>
          <w:szCs w:val="28"/>
          <w:lang w:val="en-US"/>
        </w:rPr>
        <w:t>10</w:t>
      </w:r>
      <w:r w:rsidR="00A51ED1" w:rsidRPr="00B70AF0">
        <w:rPr>
          <w:rFonts w:ascii="Angsana New" w:eastAsia="MS Mincho" w:hAnsi="Angsana New" w:hint="cs"/>
          <w:sz w:val="28"/>
          <w:szCs w:val="28"/>
          <w:lang w:val="en-GB"/>
        </w:rPr>
        <w:tab/>
      </w:r>
      <w:r w:rsidR="00A51ED1" w:rsidRPr="00B70AF0">
        <w:rPr>
          <w:rFonts w:ascii="Angsana New" w:eastAsia="MS Mincho" w:hAnsi="Angsana New" w:hint="cs"/>
          <w:sz w:val="28"/>
          <w:szCs w:val="28"/>
          <w:cs/>
          <w:lang w:val="en-GB"/>
        </w:rPr>
        <w:t>เงินปันผล</w:t>
      </w:r>
    </w:p>
    <w:p w14:paraId="7ED84C66" w14:textId="77777777" w:rsidR="00A51ED1" w:rsidRPr="00B70AF0" w:rsidRDefault="00A51ED1" w:rsidP="00C4658D">
      <w:pPr>
        <w:pStyle w:val="block"/>
        <w:spacing w:after="0" w:line="240" w:lineRule="auto"/>
        <w:ind w:right="-7"/>
        <w:jc w:val="both"/>
        <w:rPr>
          <w:rFonts w:ascii="Angsana New" w:hAnsi="Angsana New"/>
          <w:sz w:val="24"/>
          <w:szCs w:val="24"/>
          <w:lang w:bidi="th-TH"/>
        </w:rPr>
      </w:pPr>
    </w:p>
    <w:p w14:paraId="4AF7D5BF" w14:textId="79498D1E" w:rsidR="00F32025" w:rsidRPr="00B70AF0" w:rsidRDefault="00DB0FFE" w:rsidP="00C4658D">
      <w:pPr>
        <w:pStyle w:val="block"/>
        <w:spacing w:after="0" w:line="240" w:lineRule="auto"/>
        <w:ind w:left="540" w:right="-7"/>
        <w:jc w:val="thaiDistribute"/>
        <w:rPr>
          <w:rFonts w:ascii="Angsana New" w:hAnsi="Angsana New"/>
          <w:sz w:val="28"/>
          <w:szCs w:val="28"/>
        </w:rPr>
      </w:pPr>
      <w:r w:rsidRPr="00B70AF0">
        <w:rPr>
          <w:rFonts w:ascii="Angsana New" w:hAnsi="Angsana New" w:hint="cs"/>
          <w:sz w:val="28"/>
          <w:szCs w:val="28"/>
          <w:cs/>
        </w:rPr>
        <w:t>รายละเอียดเงินปันผลในระหว่างปี</w:t>
      </w:r>
      <w:r w:rsidRPr="00B70AF0">
        <w:rPr>
          <w:rFonts w:ascii="Angsana New" w:hAnsi="Angsana New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/>
          <w:sz w:val="28"/>
          <w:szCs w:val="28"/>
          <w:lang w:val="en-US" w:bidi="th-TH"/>
        </w:rPr>
        <w:t>2564</w:t>
      </w:r>
      <w:r w:rsidRPr="00B70AF0">
        <w:rPr>
          <w:rFonts w:ascii="Angsana New" w:hAnsi="Angsana New"/>
          <w:sz w:val="28"/>
          <w:szCs w:val="28"/>
          <w:cs/>
        </w:rPr>
        <w:t xml:space="preserve"> มีดังนี้</w:t>
      </w:r>
      <w:r w:rsidR="00F32025" w:rsidRPr="00B70AF0">
        <w:rPr>
          <w:rFonts w:ascii="Angsana New" w:hAnsi="Angsana New" w:hint="cs"/>
          <w:sz w:val="28"/>
          <w:szCs w:val="28"/>
          <w:cs/>
        </w:rPr>
        <w:t xml:space="preserve"> </w:t>
      </w:r>
    </w:p>
    <w:p w14:paraId="20CFE16C" w14:textId="77777777" w:rsidR="00F32025" w:rsidRPr="00B70AF0" w:rsidRDefault="00F32025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tbl>
      <w:tblPr>
        <w:tblW w:w="9180" w:type="dxa"/>
        <w:tblInd w:w="450" w:type="dxa"/>
        <w:tblLook w:val="04A0" w:firstRow="1" w:lastRow="0" w:firstColumn="1" w:lastColumn="0" w:noHBand="0" w:noVBand="1"/>
      </w:tblPr>
      <w:tblGrid>
        <w:gridCol w:w="2430"/>
        <w:gridCol w:w="1350"/>
        <w:gridCol w:w="270"/>
        <w:gridCol w:w="1800"/>
        <w:gridCol w:w="270"/>
        <w:gridCol w:w="1800"/>
        <w:gridCol w:w="316"/>
        <w:gridCol w:w="944"/>
      </w:tblGrid>
      <w:tr w:rsidR="009673C7" w:rsidRPr="00B70AF0" w14:paraId="05990C1A" w14:textId="77777777" w:rsidTr="00E42C9A">
        <w:tc>
          <w:tcPr>
            <w:tcW w:w="2430" w:type="dxa"/>
            <w:vAlign w:val="bottom"/>
          </w:tcPr>
          <w:p w14:paraId="6207A853" w14:textId="77777777" w:rsidR="00CA366B" w:rsidRPr="00B70AF0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350" w:type="dxa"/>
            <w:vAlign w:val="bottom"/>
          </w:tcPr>
          <w:p w14:paraId="5AD16BEA" w14:textId="77777777" w:rsidR="00CA366B" w:rsidRPr="00B70AF0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วันที่อนุมัติ</w:t>
            </w:r>
          </w:p>
        </w:tc>
        <w:tc>
          <w:tcPr>
            <w:tcW w:w="270" w:type="dxa"/>
          </w:tcPr>
          <w:p w14:paraId="2F25E233" w14:textId="77777777" w:rsidR="00CA366B" w:rsidRPr="00B70AF0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5B639179" w14:textId="5FE6C085" w:rsidR="00CA366B" w:rsidRPr="00B70AF0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กำหนดจ่าย</w:t>
            </w:r>
          </w:p>
        </w:tc>
        <w:tc>
          <w:tcPr>
            <w:tcW w:w="270" w:type="dxa"/>
          </w:tcPr>
          <w:p w14:paraId="15D0ABB9" w14:textId="77777777" w:rsidR="00CA366B" w:rsidRPr="00B70AF0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  <w:vAlign w:val="bottom"/>
          </w:tcPr>
          <w:p w14:paraId="015886BE" w14:textId="7E11D1A5" w:rsidR="00CA366B" w:rsidRPr="00B70AF0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อัตร</w:t>
            </w:r>
            <w:r w:rsidR="00E17496" w:rsidRPr="00B70AF0">
              <w:rPr>
                <w:rFonts w:ascii="Angsana New" w:hAnsi="Angsana New" w:hint="cs"/>
                <w:sz w:val="28"/>
                <w:szCs w:val="28"/>
                <w:cs/>
              </w:rPr>
              <w:t>า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ต่อหุ้น</w:t>
            </w:r>
          </w:p>
        </w:tc>
        <w:tc>
          <w:tcPr>
            <w:tcW w:w="316" w:type="dxa"/>
          </w:tcPr>
          <w:p w14:paraId="3C35D2C8" w14:textId="77777777" w:rsidR="00CA366B" w:rsidRPr="00B70AF0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44" w:type="dxa"/>
            <w:vAlign w:val="bottom"/>
          </w:tcPr>
          <w:p w14:paraId="77E41F7E" w14:textId="77777777" w:rsidR="00CA366B" w:rsidRPr="00B70AF0" w:rsidDel="00D43E7A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จำนวนเงิน</w:t>
            </w:r>
          </w:p>
        </w:tc>
      </w:tr>
      <w:tr w:rsidR="009673C7" w:rsidRPr="00B70AF0" w14:paraId="6B678AB5" w14:textId="77777777" w:rsidTr="00E42C9A">
        <w:tc>
          <w:tcPr>
            <w:tcW w:w="2430" w:type="dxa"/>
          </w:tcPr>
          <w:p w14:paraId="5B720780" w14:textId="77777777" w:rsidR="00CA366B" w:rsidRPr="00B70AF0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4096B355" w14:textId="77777777" w:rsidR="00CA366B" w:rsidRPr="00B70AF0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706AAB0D" w14:textId="77777777" w:rsidR="00CA366B" w:rsidRPr="00B70AF0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1800" w:type="dxa"/>
          </w:tcPr>
          <w:p w14:paraId="4731167F" w14:textId="77777777" w:rsidR="00CA366B" w:rsidRPr="00B70AF0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270" w:type="dxa"/>
          </w:tcPr>
          <w:p w14:paraId="4138DAE2" w14:textId="77777777" w:rsidR="00CA366B" w:rsidRPr="00B70AF0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800" w:type="dxa"/>
          </w:tcPr>
          <w:p w14:paraId="3D31D449" w14:textId="77777777" w:rsidR="00CA366B" w:rsidRPr="00B70AF0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(บาท)</w:t>
            </w:r>
          </w:p>
        </w:tc>
        <w:tc>
          <w:tcPr>
            <w:tcW w:w="316" w:type="dxa"/>
          </w:tcPr>
          <w:p w14:paraId="3BA9D999" w14:textId="77777777" w:rsidR="00CA366B" w:rsidRPr="00B70AF0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944" w:type="dxa"/>
          </w:tcPr>
          <w:p w14:paraId="7E0D9DB1" w14:textId="77777777" w:rsidR="00CA366B" w:rsidRPr="00B70AF0" w:rsidRDefault="00CA366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i/>
                <w:i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(ล้านบาท)</w:t>
            </w:r>
          </w:p>
        </w:tc>
      </w:tr>
      <w:tr w:rsidR="00F368F1" w:rsidRPr="00B70AF0" w14:paraId="62EA7312" w14:textId="77777777" w:rsidTr="00F368F1">
        <w:tc>
          <w:tcPr>
            <w:tcW w:w="2430" w:type="dxa"/>
          </w:tcPr>
          <w:p w14:paraId="4797FCF1" w14:textId="270805BE" w:rsidR="00F368F1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บริษัท</w:t>
            </w:r>
          </w:p>
        </w:tc>
        <w:tc>
          <w:tcPr>
            <w:tcW w:w="1350" w:type="dxa"/>
          </w:tcPr>
          <w:p w14:paraId="2CCF88C9" w14:textId="6EA83CAD" w:rsidR="00F368F1" w:rsidRPr="00B70AF0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30BF5BB1" w14:textId="77777777" w:rsidR="00F368F1" w:rsidRPr="00B70AF0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382D5285" w14:textId="20120721" w:rsidR="00F368F1" w:rsidRPr="00B70AF0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3DC37B27" w14:textId="77777777" w:rsidR="00F368F1" w:rsidRPr="00B70AF0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0F5861E9" w14:textId="1AC559C8" w:rsidR="00F368F1" w:rsidRPr="00B70AF0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6" w:type="dxa"/>
          </w:tcPr>
          <w:p w14:paraId="4CB0D9D9" w14:textId="77777777" w:rsidR="00F368F1" w:rsidRPr="00B70AF0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4" w:type="dxa"/>
          </w:tcPr>
          <w:p w14:paraId="37A22822" w14:textId="73979F40" w:rsidR="00F368F1" w:rsidRPr="00B70AF0" w:rsidRDefault="00F368F1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269B6" w:rsidRPr="00B70AF0" w14:paraId="71AD9238" w14:textId="77777777" w:rsidTr="00F368F1">
        <w:tc>
          <w:tcPr>
            <w:tcW w:w="2430" w:type="dxa"/>
          </w:tcPr>
          <w:p w14:paraId="46B817E5" w14:textId="3DA2A350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เงินปันผลประจำปี</w:t>
            </w:r>
          </w:p>
        </w:tc>
        <w:tc>
          <w:tcPr>
            <w:tcW w:w="1350" w:type="dxa"/>
          </w:tcPr>
          <w:p w14:paraId="1F799671" w14:textId="124DD915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 xml:space="preserve">29 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 xml:space="preserve">เมษายน </w:t>
            </w:r>
            <w:r w:rsidRPr="00B70AF0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70" w:type="dxa"/>
          </w:tcPr>
          <w:p w14:paraId="168D3642" w14:textId="77777777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42674736" w14:textId="0C98DFE7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 xml:space="preserve">พฤษภาคม </w:t>
            </w:r>
            <w:r w:rsidRPr="00B70AF0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70" w:type="dxa"/>
          </w:tcPr>
          <w:p w14:paraId="0F23B62A" w14:textId="77777777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8103109" w14:textId="223E8659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0.10</w:t>
            </w:r>
          </w:p>
        </w:tc>
        <w:tc>
          <w:tcPr>
            <w:tcW w:w="316" w:type="dxa"/>
          </w:tcPr>
          <w:p w14:paraId="503626EC" w14:textId="77777777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4" w:type="dxa"/>
          </w:tcPr>
          <w:p w14:paraId="488000DA" w14:textId="66C637B8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30.00</w:t>
            </w:r>
          </w:p>
        </w:tc>
      </w:tr>
      <w:tr w:rsidR="008269B6" w:rsidRPr="00B70AF0" w14:paraId="5C09DD68" w14:textId="77777777" w:rsidTr="00F368F1">
        <w:tc>
          <w:tcPr>
            <w:tcW w:w="2430" w:type="dxa"/>
          </w:tcPr>
          <w:p w14:paraId="7CA7EA5F" w14:textId="521E77FC" w:rsidR="008269B6" w:rsidRPr="00B70AF0" w:rsidRDefault="008269B6" w:rsidP="00826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เงินปันผลระหว่างกาล</w:t>
            </w:r>
          </w:p>
        </w:tc>
        <w:tc>
          <w:tcPr>
            <w:tcW w:w="1350" w:type="dxa"/>
          </w:tcPr>
          <w:p w14:paraId="50D72E4E" w14:textId="6BA9E714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 xml:space="preserve">12 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 xml:space="preserve">สิงหาคม </w:t>
            </w:r>
            <w:r w:rsidRPr="00B70AF0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70" w:type="dxa"/>
          </w:tcPr>
          <w:p w14:paraId="6A184079" w14:textId="77777777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3F6E4F81" w14:textId="567562E1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 xml:space="preserve">กันยายน </w:t>
            </w:r>
            <w:r w:rsidRPr="00B70AF0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70" w:type="dxa"/>
          </w:tcPr>
          <w:p w14:paraId="05ECD0C6" w14:textId="77777777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911E54A" w14:textId="7D5C326F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0.10</w:t>
            </w:r>
          </w:p>
        </w:tc>
        <w:tc>
          <w:tcPr>
            <w:tcW w:w="316" w:type="dxa"/>
          </w:tcPr>
          <w:p w14:paraId="6E962BE9" w14:textId="77777777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4" w:type="dxa"/>
          </w:tcPr>
          <w:p w14:paraId="121F764B" w14:textId="031E8B56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30.70</w:t>
            </w:r>
          </w:p>
        </w:tc>
      </w:tr>
      <w:tr w:rsidR="008269B6" w:rsidRPr="00B70AF0" w14:paraId="2AEE552B" w14:textId="77777777" w:rsidTr="00F368F1">
        <w:tc>
          <w:tcPr>
            <w:tcW w:w="2430" w:type="dxa"/>
          </w:tcPr>
          <w:p w14:paraId="1D2D532C" w14:textId="77777777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350" w:type="dxa"/>
          </w:tcPr>
          <w:p w14:paraId="6EDC70BC" w14:textId="77777777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19DDCD84" w14:textId="77777777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6D22061C" w14:textId="77777777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4D51531D" w14:textId="77777777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43EE4B96" w14:textId="77777777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6" w:type="dxa"/>
          </w:tcPr>
          <w:p w14:paraId="27D6A158" w14:textId="77777777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4" w:type="dxa"/>
          </w:tcPr>
          <w:p w14:paraId="6FF87D5D" w14:textId="77777777" w:rsidR="008269B6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EA190B" w:rsidRPr="00B70AF0" w14:paraId="76F9872C" w14:textId="77777777" w:rsidTr="00F368F1">
        <w:tc>
          <w:tcPr>
            <w:tcW w:w="2430" w:type="dxa"/>
          </w:tcPr>
          <w:p w14:paraId="34679409" w14:textId="2E45F079" w:rsidR="00EA190B" w:rsidRPr="00B70AF0" w:rsidRDefault="008269B6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บริษัทย่อย</w:t>
            </w:r>
          </w:p>
        </w:tc>
        <w:tc>
          <w:tcPr>
            <w:tcW w:w="1350" w:type="dxa"/>
          </w:tcPr>
          <w:p w14:paraId="04A6E1AF" w14:textId="77777777" w:rsidR="00EA190B" w:rsidRPr="00B70AF0" w:rsidRDefault="00EA19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112CA3D6" w14:textId="77777777" w:rsidR="00EA190B" w:rsidRPr="00B70AF0" w:rsidRDefault="00EA19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7895F120" w14:textId="77777777" w:rsidR="00EA190B" w:rsidRPr="00B70AF0" w:rsidRDefault="00EA19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70" w:type="dxa"/>
          </w:tcPr>
          <w:p w14:paraId="2B505528" w14:textId="77777777" w:rsidR="00EA190B" w:rsidRPr="00B70AF0" w:rsidRDefault="00EA19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43DFB52D" w14:textId="77777777" w:rsidR="00EA190B" w:rsidRPr="00B70AF0" w:rsidRDefault="00EA19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16" w:type="dxa"/>
          </w:tcPr>
          <w:p w14:paraId="78364A6C" w14:textId="77777777" w:rsidR="00EA190B" w:rsidRPr="00B70AF0" w:rsidRDefault="00EA19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4" w:type="dxa"/>
          </w:tcPr>
          <w:p w14:paraId="55D21196" w14:textId="77777777" w:rsidR="00EA190B" w:rsidRPr="00B70AF0" w:rsidRDefault="00EA190B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8269B6" w:rsidRPr="00B70AF0" w14:paraId="2DB1B970" w14:textId="77777777" w:rsidTr="00F368F1">
        <w:tc>
          <w:tcPr>
            <w:tcW w:w="2430" w:type="dxa"/>
          </w:tcPr>
          <w:p w14:paraId="3355B98C" w14:textId="0791DEF1" w:rsidR="008269B6" w:rsidRPr="00B70AF0" w:rsidRDefault="008269B6" w:rsidP="00826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เงินปันผลระหว่างกาล</w:t>
            </w:r>
          </w:p>
        </w:tc>
        <w:tc>
          <w:tcPr>
            <w:tcW w:w="1350" w:type="dxa"/>
          </w:tcPr>
          <w:p w14:paraId="7ABBF89D" w14:textId="3A0FB4BF" w:rsidR="008269B6" w:rsidRPr="00B70AF0" w:rsidRDefault="008269B6" w:rsidP="00826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 xml:space="preserve">2 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 xml:space="preserve">กุมภาพันธ์ </w:t>
            </w:r>
            <w:r w:rsidRPr="00B70AF0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70" w:type="dxa"/>
          </w:tcPr>
          <w:p w14:paraId="183D8730" w14:textId="77777777" w:rsidR="008269B6" w:rsidRPr="00B70AF0" w:rsidRDefault="008269B6" w:rsidP="00826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0B780280" w14:textId="38787370" w:rsidR="008269B6" w:rsidRPr="00B70AF0" w:rsidRDefault="008269B6" w:rsidP="00826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 xml:space="preserve">กุมภาพันธ์ </w:t>
            </w:r>
            <w:r w:rsidRPr="00B70AF0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70" w:type="dxa"/>
          </w:tcPr>
          <w:p w14:paraId="1604959C" w14:textId="77777777" w:rsidR="008269B6" w:rsidRPr="00B70AF0" w:rsidRDefault="008269B6" w:rsidP="00826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48EC427C" w14:textId="79AC2757" w:rsidR="008269B6" w:rsidRPr="00B70AF0" w:rsidRDefault="008269B6" w:rsidP="00A1419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50.00</w:t>
            </w:r>
          </w:p>
        </w:tc>
        <w:tc>
          <w:tcPr>
            <w:tcW w:w="316" w:type="dxa"/>
          </w:tcPr>
          <w:p w14:paraId="2ABF6D75" w14:textId="77777777" w:rsidR="008269B6" w:rsidRPr="00B70AF0" w:rsidRDefault="008269B6" w:rsidP="00826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4" w:type="dxa"/>
          </w:tcPr>
          <w:p w14:paraId="0CD6F640" w14:textId="4D2EF752" w:rsidR="008269B6" w:rsidRPr="00B70AF0" w:rsidRDefault="008269B6" w:rsidP="00826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20.00</w:t>
            </w:r>
          </w:p>
        </w:tc>
      </w:tr>
      <w:tr w:rsidR="008269B6" w:rsidRPr="00B70AF0" w14:paraId="651950BF" w14:textId="77777777" w:rsidTr="00F368F1">
        <w:tc>
          <w:tcPr>
            <w:tcW w:w="2430" w:type="dxa"/>
          </w:tcPr>
          <w:p w14:paraId="448D0EA3" w14:textId="173B96CA" w:rsidR="008269B6" w:rsidRPr="00B70AF0" w:rsidRDefault="008269B6" w:rsidP="00826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52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เงินปันผลประจำปี</w:t>
            </w:r>
          </w:p>
        </w:tc>
        <w:tc>
          <w:tcPr>
            <w:tcW w:w="1350" w:type="dxa"/>
          </w:tcPr>
          <w:p w14:paraId="72775B67" w14:textId="4A7CC283" w:rsidR="008269B6" w:rsidRPr="00B70AF0" w:rsidRDefault="008269B6" w:rsidP="00826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08" w:right="-11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 xml:space="preserve">12 </w:t>
            </w: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 xml:space="preserve">เมษายน </w:t>
            </w:r>
            <w:r w:rsidRPr="00B70AF0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70" w:type="dxa"/>
          </w:tcPr>
          <w:p w14:paraId="67FA769A" w14:textId="77777777" w:rsidR="008269B6" w:rsidRPr="00B70AF0" w:rsidRDefault="008269B6" w:rsidP="00826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0EA4D946" w14:textId="79E6C893" w:rsidR="008269B6" w:rsidRPr="00B70AF0" w:rsidRDefault="008269B6" w:rsidP="00826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2" w:right="-145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 xml:space="preserve">เมษายน </w:t>
            </w:r>
            <w:r w:rsidRPr="00B70AF0">
              <w:rPr>
                <w:rFonts w:ascii="Angsana New" w:hAnsi="Angsana New"/>
                <w:sz w:val="28"/>
                <w:szCs w:val="28"/>
              </w:rPr>
              <w:t>2564</w:t>
            </w:r>
          </w:p>
        </w:tc>
        <w:tc>
          <w:tcPr>
            <w:tcW w:w="270" w:type="dxa"/>
          </w:tcPr>
          <w:p w14:paraId="65301869" w14:textId="77777777" w:rsidR="008269B6" w:rsidRPr="00B70AF0" w:rsidRDefault="008269B6" w:rsidP="00826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3" w:right="-10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800" w:type="dxa"/>
          </w:tcPr>
          <w:p w14:paraId="01256704" w14:textId="0D434B26" w:rsidR="008269B6" w:rsidRPr="00B70AF0" w:rsidRDefault="008269B6" w:rsidP="00A1419D">
            <w:pPr>
              <w:pStyle w:val="acctfourfigures"/>
              <w:spacing w:line="240" w:lineRule="auto"/>
              <w:ind w:right="-108"/>
              <w:rPr>
                <w:rFonts w:ascii="Angsana New" w:hAnsi="Angsana New"/>
                <w:sz w:val="28"/>
                <w:szCs w:val="28"/>
                <w:lang w:val="en-US"/>
              </w:rPr>
            </w:pPr>
            <w:r w:rsidRPr="00B70AF0">
              <w:rPr>
                <w:rFonts w:ascii="Angsana New" w:hAnsi="Angsana New"/>
                <w:sz w:val="28"/>
                <w:szCs w:val="28"/>
                <w:lang w:val="en-US"/>
              </w:rPr>
              <w:t>125.00</w:t>
            </w:r>
          </w:p>
        </w:tc>
        <w:tc>
          <w:tcPr>
            <w:tcW w:w="316" w:type="dxa"/>
          </w:tcPr>
          <w:p w14:paraId="12EDA307" w14:textId="77777777" w:rsidR="008269B6" w:rsidRPr="00B70AF0" w:rsidRDefault="008269B6" w:rsidP="00826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44" w:type="dxa"/>
          </w:tcPr>
          <w:p w14:paraId="4193FB37" w14:textId="3F9ACC65" w:rsidR="008269B6" w:rsidRPr="00B70AF0" w:rsidRDefault="008269B6" w:rsidP="008269B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ind w:left="-156" w:right="-10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50.00</w:t>
            </w:r>
          </w:p>
        </w:tc>
      </w:tr>
    </w:tbl>
    <w:p w14:paraId="32D6EFC6" w14:textId="77777777" w:rsidR="00004F5F" w:rsidRPr="00B70AF0" w:rsidRDefault="00004F5F" w:rsidP="00C4658D">
      <w:pPr>
        <w:rPr>
          <w:rFonts w:asciiTheme="majorBidi" w:hAnsiTheme="majorBidi" w:cstheme="majorBidi"/>
          <w:sz w:val="28"/>
          <w:szCs w:val="28"/>
          <w:cs/>
          <w:lang w:val="en-GB" w:eastAsia="x-none"/>
        </w:rPr>
      </w:pPr>
    </w:p>
    <w:p w14:paraId="7AB95013" w14:textId="0E3C1647" w:rsidR="00B96F63" w:rsidRPr="00B70AF0" w:rsidRDefault="000B0741" w:rsidP="00C4658D">
      <w:pPr>
        <w:pStyle w:val="Heading6"/>
        <w:tabs>
          <w:tab w:val="left" w:pos="540"/>
        </w:tabs>
        <w:ind w:left="720" w:right="-45" w:hanging="720"/>
        <w:jc w:val="thaiDistribute"/>
        <w:rPr>
          <w:rFonts w:ascii="Angsana New" w:eastAsia="MS Mincho" w:hAnsi="Angsana New"/>
          <w:sz w:val="28"/>
          <w:szCs w:val="28"/>
          <w:lang w:val="en-GB"/>
        </w:rPr>
      </w:pPr>
      <w:r w:rsidRPr="00B70AF0">
        <w:rPr>
          <w:rFonts w:ascii="Angsana New" w:eastAsia="MS Mincho" w:hAnsi="Angsana New"/>
          <w:sz w:val="28"/>
          <w:szCs w:val="28"/>
          <w:lang w:val="en-US"/>
        </w:rPr>
        <w:t>11</w:t>
      </w:r>
      <w:r w:rsidR="00B96F63" w:rsidRPr="00B70AF0">
        <w:rPr>
          <w:rFonts w:ascii="Angsana New" w:eastAsia="MS Mincho" w:hAnsi="Angsana New" w:hint="cs"/>
          <w:sz w:val="28"/>
          <w:szCs w:val="28"/>
          <w:lang w:val="en-GB"/>
        </w:rPr>
        <w:tab/>
      </w:r>
      <w:r w:rsidR="00B96F63" w:rsidRPr="00B70AF0">
        <w:rPr>
          <w:rFonts w:ascii="Angsana New" w:eastAsia="MS Mincho" w:hAnsi="Angsana New" w:hint="cs"/>
          <w:sz w:val="28"/>
          <w:szCs w:val="28"/>
          <w:cs/>
          <w:lang w:val="en-GB"/>
        </w:rPr>
        <w:t>เครื่องมือทางการเงิน</w:t>
      </w:r>
    </w:p>
    <w:p w14:paraId="3241DE3E" w14:textId="77777777" w:rsidR="00B96F63" w:rsidRPr="00B70AF0" w:rsidRDefault="00B96F63" w:rsidP="00C4658D">
      <w:pPr>
        <w:pStyle w:val="block"/>
        <w:spacing w:after="0" w:line="240" w:lineRule="auto"/>
        <w:ind w:right="-7"/>
        <w:jc w:val="both"/>
        <w:rPr>
          <w:rFonts w:ascii="Angsana New" w:hAnsi="Angsana New"/>
          <w:sz w:val="24"/>
          <w:szCs w:val="24"/>
          <w:lang w:val="en-US" w:eastAsia="x-none"/>
        </w:rPr>
      </w:pPr>
    </w:p>
    <w:p w14:paraId="23F7B562" w14:textId="77777777" w:rsidR="00B96F63" w:rsidRPr="00B70AF0" w:rsidRDefault="00B96F63" w:rsidP="00C4658D">
      <w:pPr>
        <w:pStyle w:val="block"/>
        <w:spacing w:after="0" w:line="240" w:lineRule="auto"/>
        <w:ind w:left="540" w:right="-7"/>
        <w:jc w:val="both"/>
        <w:rPr>
          <w:rFonts w:ascii="Angsana New" w:hAnsi="Angsana New"/>
          <w:b/>
          <w:bCs/>
          <w:i/>
          <w:iCs/>
          <w:sz w:val="28"/>
          <w:szCs w:val="28"/>
          <w:lang w:bidi="th-TH"/>
        </w:rPr>
      </w:pPr>
      <w:r w:rsidRPr="00B70AF0">
        <w:rPr>
          <w:rFonts w:ascii="Angsana New" w:hAnsi="Angsana New" w:hint="cs"/>
          <w:b/>
          <w:bCs/>
          <w:i/>
          <w:iCs/>
          <w:sz w:val="28"/>
          <w:szCs w:val="28"/>
          <w:cs/>
          <w:lang w:bidi="th-TH"/>
        </w:rPr>
        <w:t>มูลค่าตามบัญชีและมูลค่ายุติธรรม</w:t>
      </w:r>
    </w:p>
    <w:p w14:paraId="70F647AA" w14:textId="77777777" w:rsidR="00B96F63" w:rsidRPr="00B70AF0" w:rsidRDefault="00B96F63" w:rsidP="00C4658D">
      <w:pPr>
        <w:pStyle w:val="block"/>
        <w:spacing w:after="0" w:line="240" w:lineRule="auto"/>
        <w:ind w:right="-7"/>
        <w:jc w:val="both"/>
        <w:rPr>
          <w:rFonts w:ascii="Angsana New" w:hAnsi="Angsana New"/>
          <w:sz w:val="24"/>
          <w:szCs w:val="24"/>
          <w:lang w:val="en-US" w:bidi="th-TH"/>
        </w:rPr>
      </w:pPr>
    </w:p>
    <w:p w14:paraId="60BE298E" w14:textId="2A06D336" w:rsidR="00E11502" w:rsidRPr="00B70AF0" w:rsidRDefault="00A378BE" w:rsidP="00A378BE">
      <w:pPr>
        <w:pStyle w:val="block"/>
        <w:spacing w:after="0" w:line="240" w:lineRule="auto"/>
        <w:ind w:left="540" w:right="-7"/>
        <w:jc w:val="thaiDistribute"/>
      </w:pPr>
      <w:r w:rsidRPr="00B70AF0">
        <w:rPr>
          <w:rFonts w:ascii="Angsana New" w:hAnsi="Angsana New" w:hint="cs"/>
          <w:spacing w:val="-6"/>
          <w:sz w:val="28"/>
          <w:szCs w:val="28"/>
          <w:cs/>
          <w:lang w:bidi="th-TH"/>
        </w:rPr>
        <w:t>กลุ่มบริษัทไม่มีสินทรัพย์ทางการเงินและหนี้สินทางการเงินที่วัดด้วยมูลค่ายุติธรรม</w:t>
      </w:r>
      <w:r w:rsidRPr="00B70AF0">
        <w:rPr>
          <w:rFonts w:ascii="Angsana New" w:hAnsi="Angsana New"/>
          <w:spacing w:val="-6"/>
          <w:sz w:val="28"/>
          <w:szCs w:val="28"/>
          <w:cs/>
          <w:lang w:bidi="th-TH"/>
        </w:rPr>
        <w:t xml:space="preserve"> </w:t>
      </w:r>
      <w:r w:rsidRPr="00B70AF0">
        <w:rPr>
          <w:rFonts w:ascii="Angsana New" w:hAnsi="Angsana New" w:hint="cs"/>
          <w:spacing w:val="-6"/>
          <w:sz w:val="28"/>
          <w:szCs w:val="28"/>
          <w:cs/>
          <w:lang w:bidi="th-TH"/>
        </w:rPr>
        <w:t>และมูลค่ายุติธรรมสำหรับสินทรัพย์ทางการเงินและหนี้สินทางการเงินที่วัดมูลค่าด้วยราคาทุนตัดจำหน่ายใกล้เคียงกับมูลค่าตามบัญชีอย่างสมเหตุสมผล</w:t>
      </w:r>
    </w:p>
    <w:p w14:paraId="075BA656" w14:textId="50C3CE15" w:rsidR="00632358" w:rsidRPr="00B70AF0" w:rsidRDefault="00632358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28"/>
          <w:szCs w:val="28"/>
        </w:rPr>
      </w:pPr>
    </w:p>
    <w:p w14:paraId="7274EF6F" w14:textId="77777777" w:rsidR="002072CA" w:rsidRPr="00B70AF0" w:rsidRDefault="002072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MS Mincho" w:hAnsi="Angsana New"/>
          <w:b/>
          <w:bCs/>
          <w:sz w:val="28"/>
          <w:szCs w:val="28"/>
          <w:lang w:eastAsia="x-none"/>
        </w:rPr>
      </w:pPr>
      <w:r w:rsidRPr="00B70AF0">
        <w:rPr>
          <w:rFonts w:ascii="Angsana New" w:eastAsia="MS Mincho" w:hAnsi="Angsana New"/>
          <w:sz w:val="28"/>
          <w:szCs w:val="28"/>
        </w:rPr>
        <w:br w:type="page"/>
      </w:r>
    </w:p>
    <w:p w14:paraId="6208F7E6" w14:textId="7BE3EFD6" w:rsidR="001C2306" w:rsidRPr="00B70AF0" w:rsidRDefault="000B0741" w:rsidP="00C4658D">
      <w:pPr>
        <w:pStyle w:val="Heading6"/>
        <w:tabs>
          <w:tab w:val="left" w:pos="540"/>
          <w:tab w:val="left" w:pos="630"/>
        </w:tabs>
        <w:ind w:left="540" w:right="-45" w:hanging="540"/>
        <w:jc w:val="thaiDistribute"/>
        <w:rPr>
          <w:rFonts w:ascii="Angsana New" w:eastAsia="MS Mincho" w:hAnsi="Angsana New"/>
          <w:sz w:val="28"/>
          <w:szCs w:val="28"/>
          <w:lang w:val="en-US"/>
        </w:rPr>
      </w:pPr>
      <w:r w:rsidRPr="00B70AF0">
        <w:rPr>
          <w:rFonts w:ascii="Angsana New" w:eastAsia="MS Mincho" w:hAnsi="Angsana New" w:hint="cs"/>
          <w:sz w:val="28"/>
          <w:szCs w:val="28"/>
          <w:lang w:val="en-US"/>
        </w:rPr>
        <w:lastRenderedPageBreak/>
        <w:t>1</w:t>
      </w:r>
      <w:r w:rsidRPr="00B70AF0">
        <w:rPr>
          <w:rFonts w:ascii="Angsana New" w:eastAsia="MS Mincho" w:hAnsi="Angsana New"/>
          <w:sz w:val="28"/>
          <w:szCs w:val="28"/>
          <w:lang w:val="en-US"/>
        </w:rPr>
        <w:t>2</w:t>
      </w:r>
      <w:r w:rsidR="00CB3B4E" w:rsidRPr="00B70AF0">
        <w:rPr>
          <w:rFonts w:ascii="Angsana New" w:eastAsia="MS Mincho" w:hAnsi="Angsana New" w:hint="cs"/>
          <w:sz w:val="28"/>
          <w:szCs w:val="28"/>
          <w:lang w:val="en-US"/>
        </w:rPr>
        <w:tab/>
      </w:r>
      <w:r w:rsidR="00020390" w:rsidRPr="00B70AF0">
        <w:rPr>
          <w:rFonts w:ascii="Angsana New" w:eastAsia="MS Mincho" w:hAnsi="Angsana New" w:hint="cs"/>
          <w:sz w:val="28"/>
          <w:szCs w:val="28"/>
          <w:cs/>
          <w:lang w:val="en-US"/>
        </w:rPr>
        <w:t>สัญญาเกี่ยวกับการซื้อธุรกิจ</w:t>
      </w:r>
    </w:p>
    <w:p w14:paraId="0D1B1769" w14:textId="77777777" w:rsidR="005B4D2D" w:rsidRPr="00B70AF0" w:rsidRDefault="005B4D2D" w:rsidP="00C4658D">
      <w:pPr>
        <w:spacing w:line="240" w:lineRule="auto"/>
        <w:rPr>
          <w:rFonts w:ascii="Angsana New" w:hAnsi="Angsana New"/>
          <w:sz w:val="24"/>
          <w:szCs w:val="24"/>
          <w:lang w:eastAsia="x-none"/>
        </w:rPr>
      </w:pPr>
    </w:p>
    <w:p w14:paraId="635DDD5A" w14:textId="77777777" w:rsidR="006B2E0F" w:rsidRPr="00B70AF0" w:rsidRDefault="006B2E0F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i/>
          <w:iCs/>
          <w:sz w:val="28"/>
          <w:szCs w:val="28"/>
        </w:rPr>
      </w:pPr>
      <w:r w:rsidRPr="00B70AF0">
        <w:rPr>
          <w:rFonts w:ascii="Angsana New" w:hAnsi="Angsana New" w:hint="cs"/>
          <w:i/>
          <w:iCs/>
          <w:sz w:val="28"/>
          <w:szCs w:val="28"/>
          <w:cs/>
        </w:rPr>
        <w:t xml:space="preserve">สัญญาให้บริการตามสัญญาการโอนธุรกิจ </w:t>
      </w:r>
    </w:p>
    <w:p w14:paraId="2301A71B" w14:textId="77777777" w:rsidR="006B2E0F" w:rsidRPr="00B70AF0" w:rsidRDefault="006B2E0F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11746F62" w14:textId="35957AC5" w:rsidR="006B2E0F" w:rsidRPr="00B70AF0" w:rsidRDefault="006B2E0F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4"/>
          <w:sz w:val="28"/>
          <w:szCs w:val="28"/>
        </w:rPr>
      </w:pPr>
      <w:r w:rsidRPr="00B70AF0">
        <w:rPr>
          <w:rFonts w:ascii="Angsana New" w:hAnsi="Angsana New" w:hint="cs"/>
          <w:spacing w:val="-4"/>
          <w:sz w:val="28"/>
          <w:szCs w:val="28"/>
          <w:cs/>
        </w:rPr>
        <w:t xml:space="preserve">จากการที่ บริษัท วีเซิร์ฟพลัส จำกัด ได้ซื้อส่วนงานธุรกิจบริการ </w:t>
      </w:r>
      <w:r w:rsidRPr="00B70AF0">
        <w:rPr>
          <w:rFonts w:ascii="Angsana New" w:hAnsi="Angsana New" w:hint="cs"/>
          <w:spacing w:val="-4"/>
          <w:sz w:val="28"/>
          <w:szCs w:val="28"/>
        </w:rPr>
        <w:t xml:space="preserve">IT </w:t>
      </w:r>
      <w:r w:rsidRPr="00B70AF0">
        <w:rPr>
          <w:rFonts w:ascii="Angsana New" w:hAnsi="Angsana New" w:hint="cs"/>
          <w:spacing w:val="-4"/>
          <w:sz w:val="28"/>
          <w:szCs w:val="28"/>
          <w:cs/>
        </w:rPr>
        <w:t>จาก บริษัท วีเอสที อีซีเอส (ประเทศไทย) จำกัด วันที่</w:t>
      </w:r>
      <w:r w:rsidR="00E970E5" w:rsidRPr="00B70AF0">
        <w:rPr>
          <w:rFonts w:ascii="Angsana New" w:hAnsi="Angsana New"/>
          <w:spacing w:val="-4"/>
          <w:sz w:val="28"/>
          <w:szCs w:val="28"/>
        </w:rPr>
        <w:br/>
      </w:r>
      <w:r w:rsidR="000B0741" w:rsidRPr="00B70AF0">
        <w:rPr>
          <w:rFonts w:ascii="Angsana New" w:hAnsi="Angsana New" w:hint="cs"/>
          <w:spacing w:val="-4"/>
          <w:sz w:val="28"/>
          <w:szCs w:val="28"/>
        </w:rPr>
        <w:t>23</w:t>
      </w:r>
      <w:r w:rsidR="00E970E5" w:rsidRPr="00B70AF0">
        <w:rPr>
          <w:rFonts w:ascii="Angsana New" w:hAnsi="Angsana New"/>
          <w:spacing w:val="-4"/>
          <w:sz w:val="28"/>
          <w:szCs w:val="28"/>
        </w:rPr>
        <w:t xml:space="preserve"> </w:t>
      </w:r>
      <w:r w:rsidRPr="00B70AF0">
        <w:rPr>
          <w:rFonts w:ascii="Angsana New" w:hAnsi="Angsana New" w:hint="cs"/>
          <w:spacing w:val="-4"/>
          <w:sz w:val="28"/>
          <w:szCs w:val="28"/>
          <w:cs/>
        </w:rPr>
        <w:t xml:space="preserve">สิงหาคม </w:t>
      </w:r>
      <w:r w:rsidR="000B0741" w:rsidRPr="00B70AF0">
        <w:rPr>
          <w:rFonts w:ascii="Angsana New" w:hAnsi="Angsana New" w:hint="cs"/>
          <w:spacing w:val="-4"/>
          <w:sz w:val="28"/>
          <w:szCs w:val="28"/>
        </w:rPr>
        <w:t>2559</w:t>
      </w:r>
      <w:r w:rsidRPr="00B70AF0">
        <w:rPr>
          <w:rFonts w:ascii="Angsana New" w:hAnsi="Angsana New" w:hint="cs"/>
          <w:spacing w:val="-4"/>
          <w:sz w:val="28"/>
          <w:szCs w:val="28"/>
          <w:cs/>
        </w:rPr>
        <w:t xml:space="preserve"> โดยรับโอนบุคลากร อุปกรณ์ และสัญญาในการดำเนินงานต่างๆ ภายใต้เงื่อนไขใน</w:t>
      </w:r>
      <w:r w:rsidRPr="00B70AF0">
        <w:rPr>
          <w:rFonts w:ascii="Angsana New" w:hAnsi="Angsana New" w:hint="cs"/>
          <w:spacing w:val="-4"/>
          <w:sz w:val="28"/>
          <w:szCs w:val="28"/>
        </w:rPr>
        <w:t xml:space="preserve"> Business Transfer Agreement </w:t>
      </w:r>
      <w:r w:rsidRPr="00B70AF0">
        <w:rPr>
          <w:rFonts w:ascii="Angsana New" w:hAnsi="Angsana New" w:hint="cs"/>
          <w:spacing w:val="-4"/>
          <w:sz w:val="28"/>
          <w:szCs w:val="28"/>
          <w:cs/>
        </w:rPr>
        <w:t xml:space="preserve">และ </w:t>
      </w:r>
      <w:r w:rsidRPr="00B70AF0">
        <w:rPr>
          <w:rFonts w:ascii="Angsana New" w:hAnsi="Angsana New" w:hint="cs"/>
          <w:spacing w:val="-4"/>
          <w:sz w:val="28"/>
          <w:szCs w:val="28"/>
        </w:rPr>
        <w:t xml:space="preserve">Service Level Agreement </w:t>
      </w:r>
      <w:r w:rsidRPr="00B70AF0">
        <w:rPr>
          <w:rFonts w:ascii="Angsana New" w:hAnsi="Angsana New" w:hint="cs"/>
          <w:spacing w:val="-4"/>
          <w:sz w:val="28"/>
          <w:szCs w:val="28"/>
          <w:cs/>
        </w:rPr>
        <w:t>บริษัท วีเอสที</w:t>
      </w:r>
      <w:r w:rsidRPr="00B70AF0">
        <w:rPr>
          <w:rFonts w:ascii="Angsana New" w:hAnsi="Angsana New" w:hint="cs"/>
          <w:spacing w:val="-4"/>
          <w:sz w:val="28"/>
          <w:szCs w:val="28"/>
        </w:rPr>
        <w:t xml:space="preserve"> </w:t>
      </w:r>
      <w:r w:rsidRPr="00B70AF0">
        <w:rPr>
          <w:rFonts w:ascii="Angsana New" w:hAnsi="Angsana New" w:hint="cs"/>
          <w:spacing w:val="-4"/>
          <w:sz w:val="28"/>
          <w:szCs w:val="28"/>
          <w:cs/>
        </w:rPr>
        <w:t>อีซีเอส (ประเทศ</w:t>
      </w:r>
      <w:r w:rsidR="00571F55" w:rsidRPr="00B70AF0">
        <w:rPr>
          <w:rFonts w:ascii="Angsana New" w:hAnsi="Angsana New" w:hint="cs"/>
          <w:spacing w:val="-4"/>
          <w:sz w:val="28"/>
          <w:szCs w:val="28"/>
          <w:cs/>
        </w:rPr>
        <w:t>ไทย) จำกัด ได้มอบหมายให้ บริษัท</w:t>
      </w:r>
      <w:r w:rsidR="0024724B" w:rsidRPr="00B70AF0">
        <w:rPr>
          <w:rFonts w:ascii="Angsana New" w:hAnsi="Angsana New" w:hint="cs"/>
          <w:spacing w:val="-4"/>
          <w:sz w:val="28"/>
          <w:szCs w:val="28"/>
        </w:rPr>
        <w:t xml:space="preserve"> </w:t>
      </w:r>
      <w:r w:rsidRPr="00B70AF0">
        <w:rPr>
          <w:rFonts w:ascii="Angsana New" w:hAnsi="Angsana New" w:hint="cs"/>
          <w:spacing w:val="-4"/>
          <w:sz w:val="28"/>
          <w:szCs w:val="28"/>
          <w:cs/>
        </w:rPr>
        <w:t>วีเซิร์ฟพลัส จำกัด เป็นผู้</w:t>
      </w:r>
      <w:r w:rsidR="0024724B" w:rsidRPr="00B70AF0">
        <w:rPr>
          <w:rFonts w:ascii="Angsana New" w:hAnsi="Angsana New" w:hint="cs"/>
          <w:spacing w:val="-4"/>
          <w:sz w:val="28"/>
          <w:szCs w:val="28"/>
          <w:cs/>
        </w:rPr>
        <w:t>ใ</w:t>
      </w:r>
      <w:r w:rsidRPr="00B70AF0">
        <w:rPr>
          <w:rFonts w:ascii="Angsana New" w:hAnsi="Angsana New" w:hint="cs"/>
          <w:spacing w:val="-4"/>
          <w:sz w:val="28"/>
          <w:szCs w:val="28"/>
          <w:cs/>
        </w:rPr>
        <w:t>ห้บริการแก่ลูกค้า ซึ่งมีการแบ่งสัดส่วนรายได้กันในแต่ละสัญญาของแต่ละประเภทในอัตราที่ตกลงกัน สัญญามีกำหนดระยะเวลาตั้งแต่วันที่</w:t>
      </w:r>
      <w:r w:rsidRPr="00B70AF0">
        <w:rPr>
          <w:rFonts w:ascii="Angsana New" w:hAnsi="Angsana New" w:hint="cs"/>
          <w:spacing w:val="-4"/>
          <w:sz w:val="28"/>
          <w:szCs w:val="28"/>
        </w:rPr>
        <w:t xml:space="preserve"> </w:t>
      </w:r>
      <w:r w:rsidR="000B0741" w:rsidRPr="00B70AF0">
        <w:rPr>
          <w:rFonts w:ascii="Angsana New" w:hAnsi="Angsana New" w:hint="cs"/>
          <w:spacing w:val="-4"/>
          <w:sz w:val="28"/>
          <w:szCs w:val="28"/>
        </w:rPr>
        <w:t>1</w:t>
      </w:r>
      <w:r w:rsidRPr="00B70AF0">
        <w:rPr>
          <w:rFonts w:ascii="Angsana New" w:hAnsi="Angsana New" w:hint="cs"/>
          <w:spacing w:val="-4"/>
          <w:sz w:val="28"/>
          <w:szCs w:val="28"/>
        </w:rPr>
        <w:t xml:space="preserve"> </w:t>
      </w:r>
      <w:r w:rsidR="00AE4562" w:rsidRPr="00B70AF0">
        <w:rPr>
          <w:rFonts w:ascii="Angsana New" w:hAnsi="Angsana New" w:hint="cs"/>
          <w:spacing w:val="-4"/>
          <w:sz w:val="28"/>
          <w:szCs w:val="28"/>
          <w:cs/>
        </w:rPr>
        <w:t>กันยายน</w:t>
      </w:r>
      <w:r w:rsidRPr="00B70AF0">
        <w:rPr>
          <w:rFonts w:ascii="Angsana New" w:hAnsi="Angsana New" w:hint="cs"/>
          <w:spacing w:val="-4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 w:hint="cs"/>
          <w:spacing w:val="-4"/>
          <w:sz w:val="28"/>
          <w:szCs w:val="28"/>
        </w:rPr>
        <w:t>2559</w:t>
      </w:r>
      <w:r w:rsidRPr="00B70AF0">
        <w:rPr>
          <w:rFonts w:ascii="Angsana New" w:hAnsi="Angsana New" w:hint="cs"/>
          <w:spacing w:val="-4"/>
          <w:sz w:val="28"/>
          <w:szCs w:val="28"/>
        </w:rPr>
        <w:t xml:space="preserve"> </w:t>
      </w:r>
      <w:r w:rsidRPr="00B70AF0">
        <w:rPr>
          <w:rFonts w:ascii="Angsana New" w:hAnsi="Angsana New" w:hint="cs"/>
          <w:spacing w:val="-4"/>
          <w:sz w:val="28"/>
          <w:szCs w:val="28"/>
          <w:cs/>
        </w:rPr>
        <w:t xml:space="preserve">ถึงวันที่ </w:t>
      </w:r>
      <w:r w:rsidR="000B0741" w:rsidRPr="00B70AF0">
        <w:rPr>
          <w:rFonts w:ascii="Angsana New" w:hAnsi="Angsana New" w:hint="cs"/>
          <w:spacing w:val="-4"/>
          <w:sz w:val="28"/>
          <w:szCs w:val="28"/>
        </w:rPr>
        <w:t>31</w:t>
      </w:r>
      <w:r w:rsidRPr="00B70AF0">
        <w:rPr>
          <w:rFonts w:ascii="Angsana New" w:hAnsi="Angsana New" w:hint="cs"/>
          <w:spacing w:val="-4"/>
          <w:sz w:val="28"/>
          <w:szCs w:val="28"/>
        </w:rPr>
        <w:t xml:space="preserve"> </w:t>
      </w:r>
      <w:r w:rsidRPr="00B70AF0">
        <w:rPr>
          <w:rFonts w:ascii="Angsana New" w:hAnsi="Angsana New" w:hint="cs"/>
          <w:spacing w:val="-4"/>
          <w:sz w:val="28"/>
          <w:szCs w:val="28"/>
          <w:cs/>
        </w:rPr>
        <w:t xml:space="preserve">กรกฎาคม </w:t>
      </w:r>
      <w:r w:rsidR="000B0741" w:rsidRPr="00B70AF0">
        <w:rPr>
          <w:rFonts w:ascii="Angsana New" w:hAnsi="Angsana New" w:hint="cs"/>
          <w:spacing w:val="-4"/>
          <w:sz w:val="28"/>
          <w:szCs w:val="28"/>
        </w:rPr>
        <w:t>2566</w:t>
      </w:r>
      <w:r w:rsidR="001313C6" w:rsidRPr="00B70AF0">
        <w:rPr>
          <w:rFonts w:ascii="Angsana New" w:hAnsi="Angsana New" w:hint="cs"/>
          <w:spacing w:val="-4"/>
          <w:sz w:val="28"/>
          <w:szCs w:val="28"/>
          <w:cs/>
        </w:rPr>
        <w:t xml:space="preserve"> บริษัท วีเซิร์ฟพลัส จำกัด ได้ชำระเจ้าหนี้ค่าซื้อธุรกิจแล้วทั้งจำนวนในปี </w:t>
      </w:r>
      <w:r w:rsidR="000B0741" w:rsidRPr="00B70AF0">
        <w:rPr>
          <w:rFonts w:ascii="Angsana New" w:hAnsi="Angsana New" w:hint="cs"/>
          <w:spacing w:val="-4"/>
          <w:sz w:val="28"/>
          <w:szCs w:val="28"/>
        </w:rPr>
        <w:t>2562</w:t>
      </w:r>
    </w:p>
    <w:p w14:paraId="3AE1BB66" w14:textId="77777777" w:rsidR="006B2E0F" w:rsidRPr="00B70AF0" w:rsidRDefault="006B2E0F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7A19D415" w14:textId="381DA80A" w:rsidR="00E11502" w:rsidRPr="00B70AF0" w:rsidRDefault="006B2E0F" w:rsidP="00FE50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pacing w:val="-4"/>
          <w:sz w:val="28"/>
          <w:szCs w:val="28"/>
        </w:rPr>
      </w:pPr>
      <w:r w:rsidRPr="00B70AF0">
        <w:rPr>
          <w:rFonts w:ascii="Angsana New" w:hAnsi="Angsana New" w:hint="cs"/>
          <w:spacing w:val="-4"/>
          <w:sz w:val="28"/>
          <w:szCs w:val="28"/>
          <w:cs/>
        </w:rPr>
        <w:t xml:space="preserve">ในเดือนสิงหาคม </w:t>
      </w:r>
      <w:r w:rsidR="000B0741" w:rsidRPr="00B70AF0">
        <w:rPr>
          <w:rFonts w:ascii="Angsana New" w:hAnsi="Angsana New" w:hint="cs"/>
          <w:spacing w:val="-4"/>
          <w:sz w:val="28"/>
          <w:szCs w:val="28"/>
        </w:rPr>
        <w:t>2560</w:t>
      </w:r>
      <w:r w:rsidRPr="00B70AF0">
        <w:rPr>
          <w:rFonts w:ascii="Angsana New" w:hAnsi="Angsana New" w:hint="cs"/>
          <w:spacing w:val="-4"/>
          <w:sz w:val="28"/>
          <w:szCs w:val="28"/>
        </w:rPr>
        <w:t xml:space="preserve"> </w:t>
      </w:r>
      <w:r w:rsidRPr="00B70AF0">
        <w:rPr>
          <w:rFonts w:ascii="Angsana New" w:hAnsi="Angsana New" w:hint="cs"/>
          <w:spacing w:val="-4"/>
          <w:sz w:val="28"/>
          <w:szCs w:val="28"/>
          <w:cs/>
        </w:rPr>
        <w:t xml:space="preserve">บริษัท วีเอสที อีซีเอส (ประเทศไทย) จำกัด เข้าทำสัญญาโอนสิทธิและหนี้สินภายใต้สัญญา </w:t>
      </w:r>
      <w:r w:rsidRPr="00B70AF0">
        <w:rPr>
          <w:rFonts w:ascii="Angsana New" w:hAnsi="Angsana New" w:hint="cs"/>
          <w:spacing w:val="-4"/>
          <w:sz w:val="28"/>
          <w:szCs w:val="28"/>
        </w:rPr>
        <w:t>Business Transfer Agreement</w:t>
      </w:r>
      <w:r w:rsidRPr="00B70AF0">
        <w:rPr>
          <w:rFonts w:ascii="Angsana New" w:hAnsi="Angsana New" w:hint="cs"/>
          <w:spacing w:val="-4"/>
          <w:sz w:val="28"/>
          <w:szCs w:val="28"/>
          <w:cs/>
        </w:rPr>
        <w:t xml:space="preserve"> ลงวันที่ </w:t>
      </w:r>
      <w:r w:rsidR="000B0741" w:rsidRPr="00B70AF0">
        <w:rPr>
          <w:rFonts w:ascii="Angsana New" w:hAnsi="Angsana New" w:hint="cs"/>
          <w:spacing w:val="-4"/>
          <w:sz w:val="28"/>
          <w:szCs w:val="28"/>
        </w:rPr>
        <w:t>23</w:t>
      </w:r>
      <w:r w:rsidRPr="00B70AF0">
        <w:rPr>
          <w:rFonts w:ascii="Angsana New" w:hAnsi="Angsana New" w:hint="cs"/>
          <w:spacing w:val="-4"/>
          <w:sz w:val="28"/>
          <w:szCs w:val="28"/>
          <w:cs/>
        </w:rPr>
        <w:t xml:space="preserve"> สิงหาคม </w:t>
      </w:r>
      <w:r w:rsidR="000B0741" w:rsidRPr="00B70AF0">
        <w:rPr>
          <w:rFonts w:ascii="Angsana New" w:hAnsi="Angsana New" w:hint="cs"/>
          <w:spacing w:val="-4"/>
          <w:sz w:val="28"/>
          <w:szCs w:val="28"/>
        </w:rPr>
        <w:t>2559</w:t>
      </w:r>
      <w:r w:rsidRPr="00B70AF0">
        <w:rPr>
          <w:rFonts w:ascii="Angsana New" w:hAnsi="Angsana New" w:hint="cs"/>
          <w:spacing w:val="-4"/>
          <w:sz w:val="28"/>
          <w:szCs w:val="28"/>
          <w:cs/>
        </w:rPr>
        <w:t xml:space="preserve"> ให้แก่บริษัท วีเอสที อีซีเอส เซอร์วิสเซส (ประเทศไทย) จำกัด ซึ่งเป็นบริษัทย่อยของ บริษัท วีเอสที อีซีเอส (ประเทศไทย) จำกัด</w:t>
      </w:r>
      <w:bookmarkStart w:id="1" w:name="_Hlk24130628"/>
    </w:p>
    <w:p w14:paraId="7D2FAB11" w14:textId="77777777" w:rsidR="00386BAE" w:rsidRPr="00B70AF0" w:rsidRDefault="00386BAE" w:rsidP="00FE504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i/>
          <w:iCs/>
          <w:sz w:val="24"/>
          <w:szCs w:val="24"/>
        </w:rPr>
      </w:pPr>
    </w:p>
    <w:p w14:paraId="3F7BA864" w14:textId="6233836B" w:rsidR="006B2E0F" w:rsidRPr="00B70AF0" w:rsidRDefault="006B2E0F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firstLine="540"/>
        <w:rPr>
          <w:rFonts w:ascii="Angsana New" w:hAnsi="Angsana New"/>
          <w:i/>
          <w:iCs/>
          <w:sz w:val="28"/>
          <w:szCs w:val="28"/>
        </w:rPr>
      </w:pPr>
      <w:r w:rsidRPr="00B70AF0">
        <w:rPr>
          <w:rFonts w:ascii="Angsana New" w:hAnsi="Angsana New" w:hint="cs"/>
          <w:i/>
          <w:iCs/>
          <w:sz w:val="28"/>
          <w:szCs w:val="28"/>
        </w:rPr>
        <w:t>Service Level Agreement</w:t>
      </w:r>
    </w:p>
    <w:p w14:paraId="05F7C7BB" w14:textId="77777777" w:rsidR="00B12345" w:rsidRPr="00B70AF0" w:rsidRDefault="00B12345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z w:val="24"/>
          <w:szCs w:val="24"/>
        </w:rPr>
      </w:pPr>
    </w:p>
    <w:p w14:paraId="0DB5FFFE" w14:textId="3F0304A9" w:rsidR="006B2E0F" w:rsidRPr="00B70AF0" w:rsidRDefault="006B2E0F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47"/>
        <w:jc w:val="thaiDistribute"/>
        <w:rPr>
          <w:rFonts w:ascii="Angsana New" w:hAnsi="Angsana New"/>
          <w:spacing w:val="-6"/>
          <w:sz w:val="28"/>
          <w:szCs w:val="28"/>
        </w:rPr>
      </w:pPr>
      <w:r w:rsidRPr="00B70AF0">
        <w:rPr>
          <w:rFonts w:ascii="Angsana New" w:hAnsi="Angsana New" w:hint="cs"/>
          <w:spacing w:val="-6"/>
          <w:sz w:val="28"/>
          <w:szCs w:val="28"/>
          <w:cs/>
        </w:rPr>
        <w:t xml:space="preserve">บริษัท วีเซิร์ฟพลัส จำกัดเข้าทำสัญญา </w:t>
      </w:r>
      <w:r w:rsidRPr="00B70AF0">
        <w:rPr>
          <w:rFonts w:ascii="Angsana New" w:hAnsi="Angsana New" w:hint="cs"/>
          <w:spacing w:val="-6"/>
          <w:sz w:val="28"/>
          <w:szCs w:val="28"/>
        </w:rPr>
        <w:t xml:space="preserve">Service Level Agreement </w:t>
      </w:r>
      <w:r w:rsidRPr="00B70AF0">
        <w:rPr>
          <w:rFonts w:ascii="Angsana New" w:hAnsi="Angsana New" w:hint="cs"/>
          <w:spacing w:val="-6"/>
          <w:sz w:val="28"/>
          <w:szCs w:val="28"/>
          <w:cs/>
        </w:rPr>
        <w:t>กับบริษัท วีเอสที อีซีเอส เซอร์วิสเซส</w:t>
      </w:r>
      <w:r w:rsidRPr="00B70AF0">
        <w:rPr>
          <w:rFonts w:ascii="Angsana New" w:hAnsi="Angsana New" w:hint="cs"/>
          <w:spacing w:val="-6"/>
          <w:sz w:val="28"/>
          <w:szCs w:val="28"/>
        </w:rPr>
        <w:t xml:space="preserve"> </w:t>
      </w:r>
      <w:r w:rsidRPr="00B70AF0">
        <w:rPr>
          <w:rFonts w:ascii="Angsana New" w:hAnsi="Angsana New" w:hint="cs"/>
          <w:spacing w:val="-6"/>
          <w:sz w:val="28"/>
          <w:szCs w:val="28"/>
          <w:cs/>
        </w:rPr>
        <w:t>(ประเทศไทย) จำกัด</w:t>
      </w:r>
      <w:r w:rsidR="00993E75" w:rsidRPr="00B70AF0">
        <w:rPr>
          <w:rFonts w:ascii="Angsana New" w:hAnsi="Angsana New"/>
          <w:spacing w:val="-6"/>
          <w:sz w:val="28"/>
          <w:szCs w:val="28"/>
        </w:rPr>
        <w:br/>
      </w:r>
      <w:r w:rsidRPr="00B70AF0">
        <w:rPr>
          <w:rFonts w:ascii="Angsana New" w:hAnsi="Angsana New" w:hint="cs"/>
          <w:spacing w:val="-6"/>
          <w:sz w:val="28"/>
          <w:szCs w:val="28"/>
          <w:cs/>
        </w:rPr>
        <w:t>โดยให้สิทธิ</w:t>
      </w:r>
      <w:r w:rsidRPr="00B70AF0">
        <w:rPr>
          <w:rFonts w:ascii="Angsana New" w:hAnsi="Angsana New" w:hint="cs"/>
          <w:spacing w:val="-6"/>
          <w:sz w:val="28"/>
          <w:szCs w:val="28"/>
        </w:rPr>
        <w:t xml:space="preserve"> </w:t>
      </w:r>
      <w:r w:rsidRPr="00B70AF0">
        <w:rPr>
          <w:rFonts w:ascii="Angsana New" w:hAnsi="Angsana New" w:hint="cs"/>
          <w:spacing w:val="-6"/>
          <w:sz w:val="28"/>
          <w:szCs w:val="28"/>
          <w:cs/>
        </w:rPr>
        <w:t xml:space="preserve">บริษัท วีเซิร์ฟพลัส จำกัด ในการให้บริการแก่ บริษัท วีเอสที อีซีเอส เซอร์วิสเซส (ประเทศไทย) จำกัด ซึ่งมีการแบ่งสัดส่วนรายได้กันในแต่ละสัญญาของแต่ละประเภทในอัตราที่ตกลงกัน สัญญามีกำหนดระยะเวลาตั้งแต่วันที่ </w:t>
      </w:r>
      <w:r w:rsidR="000B0741" w:rsidRPr="00B70AF0">
        <w:rPr>
          <w:rFonts w:ascii="Angsana New" w:hAnsi="Angsana New" w:hint="cs"/>
          <w:spacing w:val="-6"/>
          <w:sz w:val="28"/>
          <w:szCs w:val="28"/>
        </w:rPr>
        <w:t>1</w:t>
      </w:r>
      <w:r w:rsidRPr="00B70AF0">
        <w:rPr>
          <w:rFonts w:ascii="Angsana New" w:hAnsi="Angsana New" w:hint="cs"/>
          <w:spacing w:val="-6"/>
          <w:sz w:val="28"/>
          <w:szCs w:val="28"/>
        </w:rPr>
        <w:t xml:space="preserve"> </w:t>
      </w:r>
      <w:r w:rsidR="00651003" w:rsidRPr="00B70AF0">
        <w:rPr>
          <w:rFonts w:ascii="Angsana New" w:hAnsi="Angsana New" w:hint="cs"/>
          <w:spacing w:val="-6"/>
          <w:sz w:val="28"/>
          <w:szCs w:val="28"/>
          <w:cs/>
        </w:rPr>
        <w:t>มกราคม</w:t>
      </w:r>
      <w:r w:rsidRPr="00B70AF0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 w:hint="cs"/>
          <w:spacing w:val="-6"/>
          <w:sz w:val="28"/>
          <w:szCs w:val="28"/>
        </w:rPr>
        <w:t>256</w:t>
      </w:r>
      <w:r w:rsidR="000B0741" w:rsidRPr="00B70AF0">
        <w:rPr>
          <w:rFonts w:ascii="Angsana New" w:hAnsi="Angsana New"/>
          <w:spacing w:val="-6"/>
          <w:sz w:val="28"/>
          <w:szCs w:val="28"/>
        </w:rPr>
        <w:t>3</w:t>
      </w:r>
      <w:r w:rsidR="00993E75" w:rsidRPr="00B70AF0">
        <w:rPr>
          <w:rFonts w:ascii="Angsana New" w:hAnsi="Angsana New"/>
          <w:spacing w:val="-6"/>
          <w:sz w:val="28"/>
          <w:szCs w:val="28"/>
        </w:rPr>
        <w:br/>
      </w:r>
      <w:r w:rsidRPr="00B70AF0">
        <w:rPr>
          <w:rFonts w:ascii="Angsana New" w:hAnsi="Angsana New" w:hint="cs"/>
          <w:spacing w:val="-6"/>
          <w:sz w:val="28"/>
          <w:szCs w:val="28"/>
          <w:cs/>
        </w:rPr>
        <w:t xml:space="preserve">ถึงวันที่ </w:t>
      </w:r>
      <w:r w:rsidR="000B0741" w:rsidRPr="00B70AF0">
        <w:rPr>
          <w:rFonts w:ascii="Angsana New" w:hAnsi="Angsana New" w:hint="cs"/>
          <w:spacing w:val="-6"/>
          <w:sz w:val="28"/>
          <w:szCs w:val="28"/>
        </w:rPr>
        <w:t>31</w:t>
      </w:r>
      <w:r w:rsidRPr="00B70AF0">
        <w:rPr>
          <w:rFonts w:ascii="Angsana New" w:hAnsi="Angsana New" w:hint="cs"/>
          <w:spacing w:val="-6"/>
          <w:sz w:val="28"/>
          <w:szCs w:val="28"/>
        </w:rPr>
        <w:t xml:space="preserve"> </w:t>
      </w:r>
      <w:r w:rsidR="00651003" w:rsidRPr="00B70AF0">
        <w:rPr>
          <w:rFonts w:ascii="Angsana New" w:hAnsi="Angsana New" w:hint="cs"/>
          <w:spacing w:val="-6"/>
          <w:sz w:val="28"/>
          <w:szCs w:val="28"/>
          <w:cs/>
        </w:rPr>
        <w:t>ธันวาคม</w:t>
      </w:r>
      <w:r w:rsidRPr="00B70AF0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  <w:r w:rsidR="000B0741" w:rsidRPr="00B70AF0">
        <w:rPr>
          <w:rFonts w:ascii="Angsana New" w:hAnsi="Angsana New" w:hint="cs"/>
          <w:spacing w:val="-6"/>
          <w:sz w:val="28"/>
          <w:szCs w:val="28"/>
        </w:rPr>
        <w:t>256</w:t>
      </w:r>
      <w:r w:rsidR="000B0741" w:rsidRPr="00B70AF0">
        <w:rPr>
          <w:rFonts w:ascii="Angsana New" w:hAnsi="Angsana New"/>
          <w:spacing w:val="-6"/>
          <w:sz w:val="28"/>
          <w:szCs w:val="28"/>
        </w:rPr>
        <w:t>5</w:t>
      </w:r>
      <w:r w:rsidR="00BE640B" w:rsidRPr="00B70AF0">
        <w:rPr>
          <w:rFonts w:ascii="Angsana New" w:hAnsi="Angsana New" w:hint="cs"/>
          <w:spacing w:val="-6"/>
          <w:sz w:val="28"/>
          <w:szCs w:val="28"/>
          <w:cs/>
        </w:rPr>
        <w:t xml:space="preserve"> </w:t>
      </w:r>
    </w:p>
    <w:bookmarkEnd w:id="1"/>
    <w:p w14:paraId="32A2080E" w14:textId="77777777" w:rsidR="00632B99" w:rsidRPr="00B70AF0" w:rsidRDefault="00632B99" w:rsidP="00C4658D">
      <w:pPr>
        <w:pStyle w:val="BodyText2"/>
        <w:tabs>
          <w:tab w:val="left" w:pos="990"/>
        </w:tabs>
        <w:ind w:left="540"/>
        <w:jc w:val="thaiDistribute"/>
        <w:rPr>
          <w:i/>
          <w:iCs/>
          <w:sz w:val="24"/>
          <w:szCs w:val="24"/>
        </w:rPr>
      </w:pPr>
    </w:p>
    <w:p w14:paraId="681C20C4" w14:textId="5D481D89" w:rsidR="001B7F00" w:rsidRPr="00B70AF0" w:rsidRDefault="001B7F00" w:rsidP="00C4658D">
      <w:pPr>
        <w:pStyle w:val="BodyText2"/>
        <w:tabs>
          <w:tab w:val="left" w:pos="990"/>
        </w:tabs>
        <w:ind w:left="540"/>
        <w:jc w:val="thaiDistribute"/>
        <w:rPr>
          <w:i/>
          <w:iCs/>
          <w:sz w:val="28"/>
          <w:szCs w:val="28"/>
          <w:cs/>
          <w:lang w:val="en-US"/>
        </w:rPr>
      </w:pPr>
      <w:r w:rsidRPr="00B70AF0">
        <w:rPr>
          <w:rFonts w:hint="cs"/>
          <w:i/>
          <w:iCs/>
          <w:sz w:val="28"/>
          <w:szCs w:val="28"/>
          <w:cs/>
        </w:rPr>
        <w:t>สัญญาการ</w:t>
      </w:r>
      <w:r w:rsidR="001D11A6" w:rsidRPr="00B70AF0">
        <w:rPr>
          <w:rFonts w:hint="cs"/>
          <w:i/>
          <w:iCs/>
          <w:sz w:val="28"/>
          <w:szCs w:val="28"/>
          <w:cs/>
        </w:rPr>
        <w:t>ซื้อขายหุ้น</w:t>
      </w:r>
    </w:p>
    <w:p w14:paraId="1A21DDB1" w14:textId="77777777" w:rsidR="001B7F00" w:rsidRPr="00B70AF0" w:rsidRDefault="001B7F00" w:rsidP="00C4658D">
      <w:pPr>
        <w:pStyle w:val="BodyText2"/>
        <w:tabs>
          <w:tab w:val="left" w:pos="990"/>
        </w:tabs>
        <w:ind w:left="540"/>
        <w:jc w:val="thaiDistribute"/>
        <w:rPr>
          <w:sz w:val="24"/>
          <w:szCs w:val="24"/>
          <w:cs/>
        </w:rPr>
      </w:pPr>
    </w:p>
    <w:p w14:paraId="05231762" w14:textId="7D341C2D" w:rsidR="001D11A6" w:rsidRPr="00B70AF0" w:rsidRDefault="00CE2722" w:rsidP="00C4658D">
      <w:pPr>
        <w:pStyle w:val="BodyText2"/>
        <w:tabs>
          <w:tab w:val="left" w:pos="990"/>
        </w:tabs>
        <w:ind w:left="540"/>
        <w:jc w:val="thaiDistribute"/>
        <w:rPr>
          <w:spacing w:val="-2"/>
          <w:sz w:val="28"/>
          <w:szCs w:val="28"/>
          <w:lang w:val="en-US"/>
        </w:rPr>
      </w:pPr>
      <w:r w:rsidRPr="00B70AF0">
        <w:rPr>
          <w:rFonts w:hint="cs"/>
          <w:spacing w:val="-2"/>
          <w:sz w:val="28"/>
          <w:szCs w:val="28"/>
          <w:cs/>
        </w:rPr>
        <w:t xml:space="preserve">เมื่อวันที่ </w:t>
      </w:r>
      <w:r w:rsidR="000B0741" w:rsidRPr="00B70AF0">
        <w:rPr>
          <w:rFonts w:hint="cs"/>
          <w:spacing w:val="-2"/>
          <w:sz w:val="28"/>
          <w:szCs w:val="28"/>
          <w:lang w:val="en-US"/>
        </w:rPr>
        <w:t>17</w:t>
      </w:r>
      <w:r w:rsidRPr="00B70AF0">
        <w:rPr>
          <w:rFonts w:hint="cs"/>
          <w:spacing w:val="-2"/>
          <w:sz w:val="28"/>
          <w:szCs w:val="28"/>
          <w:cs/>
        </w:rPr>
        <w:t xml:space="preserve"> ตุลาคม</w:t>
      </w:r>
      <w:r w:rsidRPr="00B70AF0">
        <w:rPr>
          <w:rFonts w:hint="cs"/>
          <w:spacing w:val="-2"/>
          <w:sz w:val="28"/>
          <w:szCs w:val="28"/>
          <w:lang w:val="en-US"/>
        </w:rPr>
        <w:t xml:space="preserve"> </w:t>
      </w:r>
      <w:r w:rsidR="000B0741" w:rsidRPr="00B70AF0">
        <w:rPr>
          <w:rFonts w:hint="cs"/>
          <w:spacing w:val="-2"/>
          <w:sz w:val="28"/>
          <w:szCs w:val="28"/>
          <w:lang w:val="en-US"/>
        </w:rPr>
        <w:t>2561</w:t>
      </w:r>
      <w:r w:rsidRPr="00B70AF0">
        <w:rPr>
          <w:rFonts w:hint="cs"/>
          <w:spacing w:val="-2"/>
          <w:sz w:val="28"/>
          <w:szCs w:val="28"/>
          <w:lang w:val="en-US"/>
        </w:rPr>
        <w:t xml:space="preserve"> </w:t>
      </w:r>
      <w:r w:rsidRPr="00B70AF0">
        <w:rPr>
          <w:rFonts w:hint="cs"/>
          <w:spacing w:val="-2"/>
          <w:sz w:val="28"/>
          <w:szCs w:val="28"/>
          <w:cs/>
        </w:rPr>
        <w:t>กลุ่มบริษัทได้มาซึ่งอำนาจควบคุมในบริษัท</w:t>
      </w:r>
      <w:r w:rsidRPr="00B70AF0">
        <w:rPr>
          <w:rFonts w:hint="cs"/>
          <w:spacing w:val="-2"/>
          <w:sz w:val="28"/>
          <w:szCs w:val="28"/>
          <w:lang w:val="en-US"/>
        </w:rPr>
        <w:t xml:space="preserve"> </w:t>
      </w:r>
      <w:r w:rsidRPr="00B70AF0">
        <w:rPr>
          <w:rFonts w:hint="cs"/>
          <w:spacing w:val="-2"/>
          <w:sz w:val="28"/>
          <w:szCs w:val="28"/>
          <w:cs/>
          <w:lang w:val="en-US"/>
        </w:rPr>
        <w:t>ไอ</w:t>
      </w:r>
      <w:r w:rsidRPr="00B70AF0">
        <w:rPr>
          <w:rFonts w:hint="cs"/>
          <w:spacing w:val="-2"/>
          <w:sz w:val="28"/>
          <w:szCs w:val="28"/>
          <w:lang w:val="en-US"/>
        </w:rPr>
        <w:t>-</w:t>
      </w:r>
      <w:r w:rsidRPr="00B70AF0">
        <w:rPr>
          <w:rFonts w:hint="cs"/>
          <w:spacing w:val="-2"/>
          <w:sz w:val="28"/>
          <w:szCs w:val="28"/>
          <w:cs/>
          <w:lang w:val="en-US"/>
        </w:rPr>
        <w:t>ซีเคียว</w:t>
      </w:r>
      <w:r w:rsidRPr="00B70AF0">
        <w:rPr>
          <w:rFonts w:hint="cs"/>
          <w:spacing w:val="-2"/>
          <w:sz w:val="28"/>
          <w:szCs w:val="28"/>
          <w:cs/>
        </w:rPr>
        <w:t xml:space="preserve"> จำกัด ซึ่งเป็นผู้</w:t>
      </w:r>
      <w:r w:rsidRPr="00B70AF0">
        <w:rPr>
          <w:rFonts w:hint="cs"/>
          <w:spacing w:val="-2"/>
          <w:sz w:val="28"/>
          <w:szCs w:val="28"/>
          <w:cs/>
          <w:lang w:val="en-US"/>
        </w:rPr>
        <w:t xml:space="preserve">ให้บริการเกี่ยวกับการเฝ้าระวังระบบรักษาความปลอดภัยทางคอมพิวเตอร์และระบบเครือข่าย </w:t>
      </w:r>
      <w:r w:rsidRPr="00B70AF0">
        <w:rPr>
          <w:rFonts w:hint="cs"/>
          <w:spacing w:val="-2"/>
          <w:sz w:val="28"/>
          <w:szCs w:val="28"/>
          <w:lang w:val="en-US"/>
        </w:rPr>
        <w:t xml:space="preserve">(MSSP) </w:t>
      </w:r>
      <w:r w:rsidRPr="00B70AF0">
        <w:rPr>
          <w:rFonts w:hint="cs"/>
          <w:spacing w:val="-2"/>
          <w:sz w:val="28"/>
          <w:szCs w:val="28"/>
          <w:cs/>
          <w:lang w:val="en-US"/>
        </w:rPr>
        <w:t xml:space="preserve">ให้บริการศูนย์เฝ้าระวังระบบรักษาความปลอดภัยทางคอมพิวเตอร์และระบบเครือข่าย </w:t>
      </w:r>
      <w:r w:rsidRPr="00B70AF0">
        <w:rPr>
          <w:rFonts w:hint="cs"/>
          <w:spacing w:val="-2"/>
          <w:sz w:val="28"/>
          <w:szCs w:val="28"/>
          <w:lang w:val="en-US"/>
        </w:rPr>
        <w:t xml:space="preserve">(SOC) </w:t>
      </w:r>
      <w:r w:rsidRPr="00B70AF0">
        <w:rPr>
          <w:rFonts w:hint="cs"/>
          <w:spacing w:val="-2"/>
          <w:sz w:val="28"/>
          <w:szCs w:val="28"/>
          <w:cs/>
          <w:lang w:val="en-US"/>
        </w:rPr>
        <w:t>และให้คำปรึกษาเกี่ยวกับระบบรักษาความปลอดภัย</w:t>
      </w:r>
      <w:r w:rsidRPr="00B70AF0">
        <w:rPr>
          <w:rFonts w:hint="cs"/>
          <w:spacing w:val="-2"/>
          <w:sz w:val="28"/>
          <w:szCs w:val="28"/>
          <w:lang w:val="en-US"/>
        </w:rPr>
        <w:t xml:space="preserve"> </w:t>
      </w:r>
      <w:r w:rsidRPr="00B70AF0">
        <w:rPr>
          <w:rFonts w:hint="cs"/>
          <w:spacing w:val="-2"/>
          <w:sz w:val="28"/>
          <w:szCs w:val="28"/>
          <w:cs/>
          <w:lang w:val="en-US"/>
        </w:rPr>
        <w:t>โดย</w:t>
      </w:r>
      <w:r w:rsidRPr="00B70AF0">
        <w:rPr>
          <w:rFonts w:hint="cs"/>
          <w:spacing w:val="-2"/>
          <w:sz w:val="28"/>
          <w:szCs w:val="28"/>
          <w:cs/>
        </w:rPr>
        <w:t xml:space="preserve">การซื้อหุ้นทุนและสิทธิออกเสียงในบริษัทร้อยละ </w:t>
      </w:r>
      <w:r w:rsidR="000B0741" w:rsidRPr="00B70AF0">
        <w:rPr>
          <w:rFonts w:hint="cs"/>
          <w:spacing w:val="-2"/>
          <w:sz w:val="28"/>
          <w:szCs w:val="28"/>
          <w:lang w:val="en-US"/>
        </w:rPr>
        <w:t>100</w:t>
      </w:r>
      <w:r w:rsidRPr="00B70AF0">
        <w:rPr>
          <w:rFonts w:hint="cs"/>
          <w:spacing w:val="-2"/>
          <w:sz w:val="28"/>
          <w:szCs w:val="28"/>
          <w:cs/>
        </w:rPr>
        <w:t xml:space="preserve"> </w:t>
      </w:r>
      <w:r w:rsidRPr="00B70AF0">
        <w:rPr>
          <w:rFonts w:hint="cs"/>
          <w:spacing w:val="-2"/>
          <w:sz w:val="28"/>
          <w:szCs w:val="28"/>
          <w:cs/>
          <w:lang w:val="en-US"/>
        </w:rPr>
        <w:t xml:space="preserve">จากบุคคลที่ไม่เกี่ยวโยงกันของบริษัท </w:t>
      </w:r>
      <w:r w:rsidRPr="00B70AF0">
        <w:rPr>
          <w:rFonts w:hint="cs"/>
          <w:spacing w:val="-2"/>
          <w:sz w:val="28"/>
          <w:szCs w:val="28"/>
          <w:lang w:val="en-US"/>
        </w:rPr>
        <w:t>(“</w:t>
      </w:r>
      <w:r w:rsidRPr="00B70AF0">
        <w:rPr>
          <w:rFonts w:hint="cs"/>
          <w:spacing w:val="-2"/>
          <w:sz w:val="28"/>
          <w:szCs w:val="28"/>
          <w:cs/>
          <w:lang w:val="en-US"/>
        </w:rPr>
        <w:t>ผู้ขาย</w:t>
      </w:r>
      <w:r w:rsidRPr="00B70AF0">
        <w:rPr>
          <w:rFonts w:hint="cs"/>
          <w:spacing w:val="-2"/>
          <w:sz w:val="28"/>
          <w:szCs w:val="28"/>
          <w:lang w:val="en-US"/>
        </w:rPr>
        <w:t>”)</w:t>
      </w:r>
    </w:p>
    <w:p w14:paraId="487E878B" w14:textId="3922B870" w:rsidR="001D11A6" w:rsidRPr="00B70AF0" w:rsidRDefault="001D11A6" w:rsidP="00C4658D">
      <w:pPr>
        <w:pStyle w:val="BodyText2"/>
        <w:tabs>
          <w:tab w:val="left" w:pos="990"/>
        </w:tabs>
        <w:ind w:left="540"/>
        <w:jc w:val="thaiDistribute"/>
        <w:rPr>
          <w:spacing w:val="-2"/>
          <w:sz w:val="24"/>
          <w:szCs w:val="24"/>
          <w:lang w:val="en-US"/>
        </w:rPr>
      </w:pPr>
    </w:p>
    <w:p w14:paraId="204284A7" w14:textId="44B62212" w:rsidR="00CE2722" w:rsidRPr="00B70AF0" w:rsidRDefault="00EC4714" w:rsidP="00C4658D">
      <w:pPr>
        <w:pStyle w:val="BodyText2"/>
        <w:tabs>
          <w:tab w:val="left" w:pos="990"/>
        </w:tabs>
        <w:ind w:left="540"/>
        <w:jc w:val="thaiDistribute"/>
        <w:rPr>
          <w:spacing w:val="-2"/>
          <w:sz w:val="28"/>
          <w:szCs w:val="28"/>
          <w:lang w:val="en-US"/>
        </w:rPr>
      </w:pPr>
      <w:r w:rsidRPr="00B70AF0">
        <w:rPr>
          <w:rFonts w:hint="cs"/>
          <w:spacing w:val="-2"/>
          <w:sz w:val="28"/>
          <w:szCs w:val="28"/>
          <w:cs/>
          <w:lang w:val="en-US"/>
        </w:rPr>
        <w:t>ในระหว่าง</w:t>
      </w:r>
      <w:r w:rsidR="00D52C43" w:rsidRPr="00B70AF0">
        <w:rPr>
          <w:rFonts w:hint="cs"/>
          <w:spacing w:val="-2"/>
          <w:sz w:val="28"/>
          <w:szCs w:val="28"/>
          <w:cs/>
          <w:lang w:val="en-US"/>
        </w:rPr>
        <w:t xml:space="preserve">ปี </w:t>
      </w:r>
      <w:r w:rsidR="000B0741" w:rsidRPr="00B70AF0">
        <w:rPr>
          <w:spacing w:val="-2"/>
          <w:sz w:val="28"/>
          <w:szCs w:val="28"/>
          <w:lang w:val="en-US"/>
        </w:rPr>
        <w:t>2564</w:t>
      </w:r>
      <w:r w:rsidR="00D52C43" w:rsidRPr="00B70AF0">
        <w:rPr>
          <w:spacing w:val="-2"/>
          <w:sz w:val="28"/>
          <w:szCs w:val="28"/>
          <w:lang w:val="en-US"/>
        </w:rPr>
        <w:t xml:space="preserve"> </w:t>
      </w:r>
      <w:r w:rsidR="00D52C43" w:rsidRPr="00B70AF0">
        <w:rPr>
          <w:rFonts w:hint="cs"/>
          <w:spacing w:val="-2"/>
          <w:sz w:val="28"/>
          <w:szCs w:val="28"/>
          <w:cs/>
          <w:lang w:val="en-US"/>
        </w:rPr>
        <w:t>บริษัทได้จ่ายชำระเจ้าหนี้ค่าซื้อธุรกิจ</w:t>
      </w:r>
      <w:r w:rsidRPr="00B70AF0">
        <w:rPr>
          <w:rFonts w:hint="cs"/>
          <w:spacing w:val="-2"/>
          <w:sz w:val="28"/>
          <w:szCs w:val="28"/>
          <w:cs/>
          <w:lang w:val="en-US"/>
        </w:rPr>
        <w:t>แล้วทั้ง</w:t>
      </w:r>
      <w:r w:rsidR="00D52C43" w:rsidRPr="00B70AF0">
        <w:rPr>
          <w:rFonts w:hint="cs"/>
          <w:spacing w:val="-2"/>
          <w:sz w:val="28"/>
          <w:szCs w:val="28"/>
          <w:cs/>
          <w:lang w:val="en-US"/>
        </w:rPr>
        <w:t>จำนวน</w:t>
      </w:r>
    </w:p>
    <w:p w14:paraId="32E7BABC" w14:textId="77777777" w:rsidR="007F3FD8" w:rsidRPr="00B70AF0" w:rsidRDefault="007F3FD8" w:rsidP="00C4658D">
      <w:pPr>
        <w:pStyle w:val="BodyText2"/>
        <w:tabs>
          <w:tab w:val="left" w:pos="990"/>
        </w:tabs>
        <w:ind w:left="540"/>
        <w:jc w:val="thaiDistribute"/>
        <w:rPr>
          <w:spacing w:val="-2"/>
          <w:sz w:val="24"/>
          <w:szCs w:val="24"/>
          <w:cs/>
          <w:lang w:val="en-US"/>
        </w:rPr>
      </w:pPr>
    </w:p>
    <w:p w14:paraId="7EF37D62" w14:textId="2F863575" w:rsidR="007F3FD8" w:rsidRPr="00B70AF0" w:rsidRDefault="00A648BD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pacing w:val="-6"/>
          <w:sz w:val="28"/>
          <w:szCs w:val="28"/>
        </w:rPr>
      </w:pPr>
      <w:r w:rsidRPr="00B70AF0">
        <w:rPr>
          <w:rFonts w:ascii="Angsana New" w:hAnsi="Angsana New" w:hint="cs"/>
          <w:spacing w:val="-6"/>
          <w:sz w:val="28"/>
          <w:szCs w:val="28"/>
          <w:cs/>
        </w:rPr>
        <w:t>กลุ่มบริษัทมี</w:t>
      </w:r>
      <w:r w:rsidR="007F3FD8" w:rsidRPr="00B70AF0">
        <w:rPr>
          <w:rFonts w:ascii="Angsana New" w:hAnsi="Angsana New" w:hint="cs"/>
          <w:spacing w:val="-6"/>
          <w:sz w:val="28"/>
          <w:szCs w:val="28"/>
          <w:cs/>
        </w:rPr>
        <w:t>ค่าความนิยม</w:t>
      </w:r>
      <w:r w:rsidRPr="00B70AF0">
        <w:rPr>
          <w:rFonts w:ascii="Angsana New" w:hAnsi="Angsana New" w:hint="cs"/>
          <w:spacing w:val="-6"/>
          <w:sz w:val="28"/>
          <w:szCs w:val="28"/>
          <w:cs/>
        </w:rPr>
        <w:t xml:space="preserve">จำนวน </w:t>
      </w:r>
      <w:r w:rsidR="000B0741" w:rsidRPr="00B70AF0">
        <w:rPr>
          <w:rFonts w:ascii="Angsana New" w:hAnsi="Angsana New"/>
          <w:spacing w:val="-6"/>
          <w:sz w:val="28"/>
          <w:szCs w:val="28"/>
        </w:rPr>
        <w:t>210</w:t>
      </w:r>
      <w:r w:rsidRPr="00B70AF0">
        <w:rPr>
          <w:rFonts w:ascii="Angsana New" w:hAnsi="Angsana New"/>
          <w:spacing w:val="-6"/>
          <w:sz w:val="28"/>
          <w:szCs w:val="28"/>
        </w:rPr>
        <w:t xml:space="preserve"> </w:t>
      </w:r>
      <w:r w:rsidRPr="00B70AF0">
        <w:rPr>
          <w:rFonts w:ascii="Angsana New" w:hAnsi="Angsana New" w:hint="cs"/>
          <w:spacing w:val="-6"/>
          <w:sz w:val="28"/>
          <w:szCs w:val="28"/>
          <w:cs/>
        </w:rPr>
        <w:t>ล้านบาทที่</w:t>
      </w:r>
      <w:r w:rsidR="007F3FD8" w:rsidRPr="00B70AF0">
        <w:rPr>
          <w:rFonts w:ascii="Angsana New" w:hAnsi="Angsana New" w:hint="cs"/>
          <w:spacing w:val="-6"/>
          <w:sz w:val="28"/>
          <w:szCs w:val="28"/>
          <w:cs/>
        </w:rPr>
        <w:t xml:space="preserve">เกิดจากการที่บริษัทซื้อหุ้นในอัตราส่วนร้อยละ </w:t>
      </w:r>
      <w:r w:rsidR="000B0741" w:rsidRPr="00B70AF0">
        <w:rPr>
          <w:rFonts w:ascii="Angsana New" w:hAnsi="Angsana New" w:hint="cs"/>
          <w:spacing w:val="-6"/>
          <w:sz w:val="28"/>
          <w:szCs w:val="28"/>
        </w:rPr>
        <w:t>100</w:t>
      </w:r>
      <w:r w:rsidR="007F3FD8" w:rsidRPr="00B70AF0">
        <w:rPr>
          <w:rFonts w:ascii="Angsana New" w:hAnsi="Angsana New" w:hint="cs"/>
          <w:spacing w:val="-6"/>
          <w:sz w:val="28"/>
          <w:szCs w:val="28"/>
          <w:cs/>
        </w:rPr>
        <w:t xml:space="preserve"> ของบริษัท ไอ</w:t>
      </w:r>
      <w:r w:rsidR="007F3FD8" w:rsidRPr="00B70AF0">
        <w:rPr>
          <w:rFonts w:ascii="Angsana New" w:hAnsi="Angsana New" w:hint="cs"/>
          <w:spacing w:val="-6"/>
          <w:sz w:val="28"/>
          <w:szCs w:val="28"/>
        </w:rPr>
        <w:t>-</w:t>
      </w:r>
      <w:r w:rsidR="007F3FD8" w:rsidRPr="00B70AF0">
        <w:rPr>
          <w:rFonts w:ascii="Angsana New" w:hAnsi="Angsana New" w:hint="cs"/>
          <w:spacing w:val="-6"/>
          <w:sz w:val="28"/>
          <w:szCs w:val="28"/>
          <w:cs/>
        </w:rPr>
        <w:t xml:space="preserve">ซีเคียว จำกัด </w:t>
      </w:r>
    </w:p>
    <w:p w14:paraId="43542C76" w14:textId="4BEA2304" w:rsidR="00880D0D" w:rsidRPr="00B70AF0" w:rsidRDefault="00880D0D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MS Mincho" w:hAnsi="Angsana New"/>
          <w:b/>
          <w:bCs/>
          <w:sz w:val="28"/>
          <w:szCs w:val="28"/>
          <w:lang w:eastAsia="x-none"/>
        </w:rPr>
      </w:pPr>
    </w:p>
    <w:p w14:paraId="20344838" w14:textId="77777777" w:rsidR="002072CA" w:rsidRPr="00B70AF0" w:rsidRDefault="002072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MS Mincho" w:hAnsi="Angsana New"/>
          <w:b/>
          <w:bCs/>
          <w:sz w:val="28"/>
          <w:szCs w:val="28"/>
          <w:lang w:eastAsia="x-none"/>
        </w:rPr>
      </w:pPr>
      <w:r w:rsidRPr="00B70AF0">
        <w:rPr>
          <w:rFonts w:ascii="Angsana New" w:eastAsia="MS Mincho" w:hAnsi="Angsana New"/>
          <w:sz w:val="28"/>
          <w:szCs w:val="28"/>
        </w:rPr>
        <w:br w:type="page"/>
      </w:r>
    </w:p>
    <w:p w14:paraId="0F3A93C5" w14:textId="65B30784" w:rsidR="00820F68" w:rsidRPr="00B70AF0" w:rsidRDefault="000B0741" w:rsidP="00C4658D">
      <w:pPr>
        <w:pStyle w:val="Heading6"/>
        <w:ind w:left="540" w:right="-45" w:hanging="540"/>
        <w:jc w:val="thaiDistribute"/>
        <w:rPr>
          <w:rFonts w:ascii="Angsana New" w:eastAsia="MS Mincho" w:hAnsi="Angsana New"/>
          <w:sz w:val="28"/>
          <w:szCs w:val="28"/>
          <w:lang w:val="en-US"/>
        </w:rPr>
      </w:pPr>
      <w:r w:rsidRPr="00B70AF0">
        <w:rPr>
          <w:rFonts w:ascii="Angsana New" w:eastAsia="MS Mincho" w:hAnsi="Angsana New" w:hint="cs"/>
          <w:sz w:val="28"/>
          <w:szCs w:val="28"/>
          <w:lang w:val="en-US"/>
        </w:rPr>
        <w:lastRenderedPageBreak/>
        <w:t>1</w:t>
      </w:r>
      <w:r w:rsidRPr="00B70AF0">
        <w:rPr>
          <w:rFonts w:ascii="Angsana New" w:eastAsia="MS Mincho" w:hAnsi="Angsana New"/>
          <w:sz w:val="28"/>
          <w:szCs w:val="28"/>
          <w:lang w:val="en-US"/>
        </w:rPr>
        <w:t>3</w:t>
      </w:r>
      <w:r w:rsidR="00CB3B4E" w:rsidRPr="00B70AF0">
        <w:rPr>
          <w:rFonts w:ascii="Angsana New" w:eastAsia="MS Mincho" w:hAnsi="Angsana New" w:hint="cs"/>
          <w:sz w:val="28"/>
          <w:szCs w:val="28"/>
          <w:lang w:val="en-US"/>
        </w:rPr>
        <w:tab/>
      </w:r>
      <w:r w:rsidR="00820F68" w:rsidRPr="00B70AF0">
        <w:rPr>
          <w:rFonts w:ascii="Angsana New" w:eastAsia="MS Mincho" w:hAnsi="Angsana New" w:hint="cs"/>
          <w:sz w:val="28"/>
          <w:szCs w:val="28"/>
          <w:cs/>
          <w:lang w:val="en-US"/>
        </w:rPr>
        <w:t>ภาระผูกพันกับบุคคลหรือกิจการที่ไม่เกี่ยวข้องกัน</w:t>
      </w:r>
    </w:p>
    <w:p w14:paraId="5543AB6E" w14:textId="77777777" w:rsidR="00D8286C" w:rsidRPr="00B70AF0" w:rsidRDefault="00D8286C" w:rsidP="00C4658D">
      <w:pPr>
        <w:rPr>
          <w:rFonts w:ascii="Angsana New" w:hAnsi="Angsana New"/>
          <w:sz w:val="24"/>
          <w:szCs w:val="24"/>
          <w:cs/>
        </w:rPr>
      </w:pPr>
    </w:p>
    <w:tbl>
      <w:tblPr>
        <w:tblW w:w="918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20"/>
        <w:gridCol w:w="1867"/>
        <w:gridCol w:w="247"/>
        <w:gridCol w:w="1846"/>
      </w:tblGrid>
      <w:tr w:rsidR="00E970E5" w:rsidRPr="00B70AF0" w14:paraId="05B0ECF9" w14:textId="77777777" w:rsidTr="007F3FD8">
        <w:trPr>
          <w:trHeight w:val="20"/>
          <w:tblHeader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148403" w14:textId="3F6DAA98" w:rsidR="00E970E5" w:rsidRPr="00B70AF0" w:rsidRDefault="00E970E5" w:rsidP="00C4658D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ณ วันที่ </w:t>
            </w:r>
            <w:r w:rsidR="000B0741" w:rsidRPr="00B70AF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30</w:t>
            </w:r>
            <w:r w:rsidR="007A4461" w:rsidRPr="00B70AF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="00197A24"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กันยา</w:t>
            </w:r>
            <w:r w:rsidR="007A4461"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ยน</w:t>
            </w: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 </w:t>
            </w:r>
            <w:r w:rsidR="000B0741" w:rsidRPr="00B70AF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2564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1933E4" w14:textId="77777777" w:rsidR="00E970E5" w:rsidRPr="00B70AF0" w:rsidRDefault="00E970E5" w:rsidP="00C4658D">
            <w:pPr>
              <w:tabs>
                <w:tab w:val="clear" w:pos="680"/>
                <w:tab w:val="left" w:pos="540"/>
              </w:tabs>
              <w:spacing w:line="240" w:lineRule="auto"/>
              <w:ind w:left="-104" w:right="-109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7E892A3" w14:textId="77777777" w:rsidR="00E970E5" w:rsidRPr="00B70AF0" w:rsidRDefault="00E970E5" w:rsidP="00C4658D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14:paraId="704E44C3" w14:textId="77777777" w:rsidR="00E970E5" w:rsidRPr="00B70AF0" w:rsidRDefault="00E970E5" w:rsidP="00C4658D">
            <w:pPr>
              <w:tabs>
                <w:tab w:val="clear" w:pos="680"/>
                <w:tab w:val="clear" w:pos="1644"/>
                <w:tab w:val="left" w:pos="540"/>
              </w:tabs>
              <w:spacing w:line="240" w:lineRule="auto"/>
              <w:ind w:left="-85" w:right="-108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E970E5" w:rsidRPr="00B70AF0" w14:paraId="6923F88B" w14:textId="77777777" w:rsidTr="007F3FD8">
        <w:trPr>
          <w:trHeight w:val="20"/>
          <w:tblHeader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</w:tcPr>
          <w:p w14:paraId="6F7FB0F2" w14:textId="77777777" w:rsidR="00E970E5" w:rsidRPr="00B70AF0" w:rsidRDefault="00E970E5" w:rsidP="00C4658D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="Angsana New" w:hAnsi="Angsana New"/>
                <w:i/>
                <w:iCs/>
                <w:color w:val="0000FF"/>
                <w:sz w:val="28"/>
                <w:szCs w:val="28"/>
              </w:rPr>
            </w:pPr>
          </w:p>
        </w:tc>
        <w:tc>
          <w:tcPr>
            <w:tcW w:w="396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10B41F5D" w14:textId="77777777" w:rsidR="00E970E5" w:rsidRPr="00B70AF0" w:rsidRDefault="00E970E5" w:rsidP="00C4658D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28"/>
                <w:szCs w:val="28"/>
              </w:rPr>
            </w:pPr>
            <w:r w:rsidRPr="00B70AF0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(</w:t>
            </w:r>
            <w:r w:rsidRPr="00B70AF0">
              <w:rPr>
                <w:rFonts w:asciiTheme="majorBidi" w:hAnsiTheme="majorBidi" w:cstheme="majorBidi" w:hint="cs"/>
                <w:i/>
                <w:iCs/>
                <w:sz w:val="28"/>
                <w:szCs w:val="28"/>
                <w:cs/>
              </w:rPr>
              <w:t>พัน</w:t>
            </w:r>
            <w:r w:rsidRPr="00B70AF0">
              <w:rPr>
                <w:rFonts w:asciiTheme="majorBidi" w:hAnsiTheme="majorBidi" w:cstheme="majorBidi"/>
                <w:i/>
                <w:iCs/>
                <w:sz w:val="28"/>
                <w:szCs w:val="28"/>
                <w:cs/>
              </w:rPr>
              <w:t>บาท)</w:t>
            </w:r>
          </w:p>
        </w:tc>
      </w:tr>
      <w:tr w:rsidR="0019073A" w:rsidRPr="00B70AF0" w14:paraId="3623A80C" w14:textId="77777777" w:rsidTr="007F3FD8">
        <w:trPr>
          <w:trHeight w:val="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FEAA0C9" w14:textId="77777777" w:rsidR="0019073A" w:rsidRPr="00B70AF0" w:rsidRDefault="0019073A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ภาระผูกพันอื่นๆ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14:paraId="0726EF80" w14:textId="77777777" w:rsidR="0019073A" w:rsidRPr="00B70AF0" w:rsidRDefault="0019073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BBEC8FA" w14:textId="77777777" w:rsidR="0019073A" w:rsidRPr="00B70AF0" w:rsidRDefault="0019073A" w:rsidP="00C4658D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14:paraId="613129F6" w14:textId="77777777" w:rsidR="0019073A" w:rsidRPr="00B70AF0" w:rsidRDefault="0019073A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</w:tr>
      <w:tr w:rsidR="001D11A6" w:rsidRPr="00B70AF0" w14:paraId="017F6953" w14:textId="77777777" w:rsidTr="007F3FD8">
        <w:trPr>
          <w:trHeight w:val="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F04DC8" w14:textId="51D78673" w:rsidR="001D11A6" w:rsidRPr="00B70AF0" w:rsidRDefault="001D11A6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ภาระผูกพันตามสัญญาเช่าระยะสั้น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14:paraId="7DE4D010" w14:textId="50232519" w:rsidR="001D11A6" w:rsidRPr="00B70AF0" w:rsidRDefault="009C281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4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591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4E0EF0EB" w14:textId="77777777" w:rsidR="001D11A6" w:rsidRPr="00B70AF0" w:rsidRDefault="001D11A6" w:rsidP="00C4658D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14:paraId="2E3D51FF" w14:textId="13C42A8F" w:rsidR="001D11A6" w:rsidRPr="00B70AF0" w:rsidRDefault="009C281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D11A6" w:rsidRPr="00B70AF0" w14:paraId="732DC95C" w14:textId="77777777" w:rsidTr="007F3FD8">
        <w:trPr>
          <w:trHeight w:val="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0F29A7F" w14:textId="77777777" w:rsidR="001D11A6" w:rsidRPr="00B70AF0" w:rsidRDefault="001D11A6" w:rsidP="00C4658D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คำสั่งซื้อที่ผู้ขายสินค้าหรือบริการตกลงแล้ว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14:paraId="461DAE36" w14:textId="4FC53E68" w:rsidR="001D11A6" w:rsidRPr="00B70AF0" w:rsidRDefault="00FE1378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4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2</w:t>
            </w:r>
            <w:r w:rsidR="009B3DB0" w:rsidRPr="00B70AF0">
              <w:rPr>
                <w:rFonts w:ascii="Angsana New" w:hAnsi="Angsana New"/>
                <w:sz w:val="28"/>
                <w:szCs w:val="28"/>
              </w:rPr>
              <w:t>1</w:t>
            </w:r>
            <w:r w:rsidRPr="00B70AF0">
              <w:rPr>
                <w:rFonts w:ascii="Angsana New" w:hAnsi="Angsana New"/>
                <w:sz w:val="28"/>
                <w:szCs w:val="28"/>
              </w:rPr>
              <w:t>7,</w:t>
            </w:r>
            <w:r w:rsidR="009B3DB0" w:rsidRPr="00B70AF0">
              <w:rPr>
                <w:rFonts w:ascii="Angsana New" w:hAnsi="Angsana New"/>
                <w:sz w:val="28"/>
                <w:szCs w:val="28"/>
              </w:rPr>
              <w:t>317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7BB130AB" w14:textId="77777777" w:rsidR="001D11A6" w:rsidRPr="00B70AF0" w:rsidRDefault="001D11A6" w:rsidP="00C4658D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14:paraId="57A51544" w14:textId="71A9A24C" w:rsidR="001D11A6" w:rsidRPr="00B70AF0" w:rsidRDefault="009C281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4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149,486</w:t>
            </w:r>
          </w:p>
        </w:tc>
      </w:tr>
      <w:tr w:rsidR="001D11A6" w:rsidRPr="00B70AF0" w14:paraId="7B13DD73" w14:textId="77777777" w:rsidTr="007F3FD8">
        <w:trPr>
          <w:trHeight w:val="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92D1B2" w14:textId="77777777" w:rsidR="001D11A6" w:rsidRPr="00B70AF0" w:rsidRDefault="001D11A6" w:rsidP="00C4658D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หนังสือค้ำประกันจากธนาคาร</w:t>
            </w:r>
          </w:p>
        </w:tc>
        <w:tc>
          <w:tcPr>
            <w:tcW w:w="1867" w:type="dxa"/>
            <w:tcBorders>
              <w:top w:val="nil"/>
              <w:left w:val="nil"/>
              <w:bottom w:val="nil"/>
              <w:right w:val="nil"/>
            </w:tcBorders>
          </w:tcPr>
          <w:p w14:paraId="21837C7F" w14:textId="5370B3DF" w:rsidR="001D11A6" w:rsidRPr="00B70AF0" w:rsidRDefault="009C281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4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7,</w:t>
            </w:r>
            <w:r w:rsidR="009B3DB0" w:rsidRPr="00B70AF0">
              <w:rPr>
                <w:rFonts w:ascii="Angsana New" w:hAnsi="Angsana New"/>
                <w:sz w:val="28"/>
                <w:szCs w:val="28"/>
              </w:rPr>
              <w:t>775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4C4BDE04" w14:textId="77777777" w:rsidR="001D11A6" w:rsidRPr="00B70AF0" w:rsidRDefault="001D11A6" w:rsidP="00C4658D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nil"/>
              <w:left w:val="nil"/>
              <w:bottom w:val="nil"/>
              <w:right w:val="nil"/>
            </w:tcBorders>
          </w:tcPr>
          <w:p w14:paraId="15911D0B" w14:textId="4096B976" w:rsidR="001D11A6" w:rsidRPr="00B70AF0" w:rsidRDefault="009C281E" w:rsidP="009C281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-</w:t>
            </w:r>
          </w:p>
        </w:tc>
      </w:tr>
      <w:tr w:rsidR="001D11A6" w:rsidRPr="00B70AF0" w14:paraId="20DC487F" w14:textId="77777777" w:rsidTr="007F3FD8">
        <w:trPr>
          <w:trHeight w:val="20"/>
        </w:trPr>
        <w:tc>
          <w:tcPr>
            <w:tcW w:w="52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423764B" w14:textId="77777777" w:rsidR="001D11A6" w:rsidRPr="00B70AF0" w:rsidRDefault="001D11A6" w:rsidP="00C4658D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รวม</w:t>
            </w:r>
          </w:p>
        </w:tc>
        <w:tc>
          <w:tcPr>
            <w:tcW w:w="1867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1F7DFC48" w14:textId="4C7BB8F3" w:rsidR="001D11A6" w:rsidRPr="00B70AF0" w:rsidRDefault="00FE1378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4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2</w:t>
            </w:r>
            <w:r w:rsidR="009B3DB0" w:rsidRPr="00B70AF0">
              <w:rPr>
                <w:rFonts w:ascii="Angsana New" w:hAnsi="Angsana New"/>
                <w:b/>
                <w:bCs/>
                <w:sz w:val="28"/>
                <w:szCs w:val="28"/>
              </w:rPr>
              <w:t>25</w:t>
            </w: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,</w:t>
            </w:r>
            <w:r w:rsidR="009B3DB0" w:rsidRPr="00B70AF0">
              <w:rPr>
                <w:rFonts w:ascii="Angsana New" w:hAnsi="Angsana New"/>
                <w:b/>
                <w:bCs/>
                <w:sz w:val="28"/>
                <w:szCs w:val="28"/>
              </w:rPr>
              <w:t>683</w:t>
            </w:r>
          </w:p>
        </w:tc>
        <w:tc>
          <w:tcPr>
            <w:tcW w:w="247" w:type="dxa"/>
            <w:tcBorders>
              <w:top w:val="nil"/>
              <w:left w:val="nil"/>
              <w:bottom w:val="nil"/>
              <w:right w:val="nil"/>
            </w:tcBorders>
          </w:tcPr>
          <w:p w14:paraId="3F441240" w14:textId="77777777" w:rsidR="001D11A6" w:rsidRPr="00B70AF0" w:rsidRDefault="001D11A6" w:rsidP="00C4658D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28"/>
                <w:szCs w:val="28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14:paraId="317CEEA7" w14:textId="3B325C6F" w:rsidR="001D11A6" w:rsidRPr="00B70AF0" w:rsidRDefault="009C281E" w:rsidP="00C4658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374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149,486</w:t>
            </w:r>
          </w:p>
        </w:tc>
      </w:tr>
    </w:tbl>
    <w:p w14:paraId="3DD60315" w14:textId="77777777" w:rsidR="00632358" w:rsidRPr="00B70AF0" w:rsidRDefault="00632358" w:rsidP="00C4658D">
      <w:pPr>
        <w:tabs>
          <w:tab w:val="clear" w:pos="227"/>
          <w:tab w:val="clear" w:pos="907"/>
        </w:tabs>
        <w:spacing w:line="240" w:lineRule="auto"/>
        <w:ind w:left="900"/>
        <w:rPr>
          <w:rFonts w:ascii="Angsana New" w:eastAsia="MS Mincho" w:hAnsi="Angsana New"/>
          <w:sz w:val="28"/>
          <w:szCs w:val="28"/>
        </w:rPr>
      </w:pPr>
      <w:bookmarkStart w:id="2" w:name="_Hlk15912718"/>
    </w:p>
    <w:p w14:paraId="56411964" w14:textId="10906F69" w:rsidR="009B1177" w:rsidRPr="00B70AF0" w:rsidRDefault="000B0741" w:rsidP="00C4658D">
      <w:pPr>
        <w:pStyle w:val="Heading6"/>
        <w:ind w:left="540" w:right="-45" w:hanging="540"/>
        <w:jc w:val="thaiDistribute"/>
        <w:rPr>
          <w:rFonts w:ascii="Angsana New" w:eastAsia="MS Mincho" w:hAnsi="Angsana New"/>
          <w:sz w:val="28"/>
          <w:szCs w:val="28"/>
          <w:lang w:val="en-US"/>
        </w:rPr>
      </w:pPr>
      <w:r w:rsidRPr="00B70AF0">
        <w:rPr>
          <w:rFonts w:ascii="Angsana New" w:eastAsia="MS Mincho" w:hAnsi="Angsana New" w:hint="cs"/>
          <w:sz w:val="28"/>
          <w:szCs w:val="28"/>
          <w:lang w:val="en-US"/>
        </w:rPr>
        <w:t>1</w:t>
      </w:r>
      <w:r w:rsidRPr="00B70AF0">
        <w:rPr>
          <w:rFonts w:ascii="Angsana New" w:eastAsia="MS Mincho" w:hAnsi="Angsana New"/>
          <w:sz w:val="28"/>
          <w:szCs w:val="28"/>
          <w:lang w:val="en-US"/>
        </w:rPr>
        <w:t>4</w:t>
      </w:r>
      <w:r w:rsidR="00CB3B4E" w:rsidRPr="00B70AF0">
        <w:rPr>
          <w:rFonts w:ascii="Angsana New" w:eastAsia="MS Mincho" w:hAnsi="Angsana New" w:hint="cs"/>
          <w:sz w:val="28"/>
          <w:szCs w:val="28"/>
          <w:lang w:val="en-US"/>
        </w:rPr>
        <w:tab/>
      </w:r>
      <w:r w:rsidR="00F3561A" w:rsidRPr="00B70AF0">
        <w:rPr>
          <w:rFonts w:ascii="Angsana New" w:eastAsia="MS Mincho" w:hAnsi="Angsana New" w:hint="cs"/>
          <w:sz w:val="28"/>
          <w:szCs w:val="28"/>
          <w:cs/>
          <w:lang w:val="en-US"/>
        </w:rPr>
        <w:t>หนี้สินที่อาจเกิดขึ้น</w:t>
      </w:r>
    </w:p>
    <w:p w14:paraId="1A77E639" w14:textId="77777777" w:rsidR="00F3561A" w:rsidRPr="00B70AF0" w:rsidRDefault="00F3561A" w:rsidP="00C4658D">
      <w:pPr>
        <w:tabs>
          <w:tab w:val="clear" w:pos="227"/>
          <w:tab w:val="clear" w:pos="454"/>
          <w:tab w:val="clear" w:pos="907"/>
          <w:tab w:val="left" w:pos="450"/>
        </w:tabs>
        <w:spacing w:line="240" w:lineRule="auto"/>
        <w:ind w:left="900"/>
        <w:rPr>
          <w:rFonts w:ascii="Angsana New" w:eastAsia="MS Mincho" w:hAnsi="Angsana New"/>
          <w:b/>
          <w:bCs/>
          <w:sz w:val="24"/>
          <w:szCs w:val="24"/>
        </w:rPr>
      </w:pPr>
    </w:p>
    <w:p w14:paraId="04C7EAD5" w14:textId="59BC4BC8" w:rsidR="00C237FC" w:rsidRPr="00B70AF0" w:rsidRDefault="00C90333" w:rsidP="00C4658D">
      <w:pPr>
        <w:tabs>
          <w:tab w:val="clear" w:pos="454"/>
        </w:tabs>
        <w:spacing w:line="240" w:lineRule="auto"/>
        <w:ind w:left="540"/>
        <w:jc w:val="thaiDistribute"/>
        <w:rPr>
          <w:rFonts w:ascii="Angsana New" w:eastAsia="MS Mincho" w:hAnsi="Angsana New"/>
          <w:sz w:val="28"/>
          <w:szCs w:val="28"/>
          <w:lang w:val="x-none"/>
        </w:rPr>
      </w:pPr>
      <w:r w:rsidRPr="00B70AF0">
        <w:rPr>
          <w:rFonts w:ascii="Angsana New" w:eastAsia="MS Mincho" w:hAnsi="Angsana New" w:hint="cs"/>
          <w:sz w:val="28"/>
          <w:szCs w:val="28"/>
          <w:cs/>
          <w:lang w:val="x-none"/>
        </w:rPr>
        <w:t xml:space="preserve">ในปี </w:t>
      </w:r>
      <w:r w:rsidR="000B0741" w:rsidRPr="00B70AF0">
        <w:rPr>
          <w:rFonts w:ascii="Angsana New" w:eastAsia="MS Mincho" w:hAnsi="Angsana New" w:hint="cs"/>
          <w:sz w:val="28"/>
          <w:szCs w:val="28"/>
        </w:rPr>
        <w:t>2554</w:t>
      </w:r>
      <w:r w:rsidRPr="00B70AF0">
        <w:rPr>
          <w:rFonts w:ascii="Angsana New" w:eastAsia="MS Mincho" w:hAnsi="Angsana New" w:hint="cs"/>
          <w:sz w:val="28"/>
          <w:szCs w:val="28"/>
        </w:rPr>
        <w:t xml:space="preserve"> </w:t>
      </w:r>
      <w:r w:rsidR="00C237FC" w:rsidRPr="00B70AF0">
        <w:rPr>
          <w:rFonts w:ascii="Angsana New" w:eastAsia="MS Mincho" w:hAnsi="Angsana New" w:hint="cs"/>
          <w:sz w:val="28"/>
          <w:szCs w:val="28"/>
          <w:cs/>
          <w:lang w:val="x-none"/>
        </w:rPr>
        <w:t>บริษัทถูกบริษัทแห่งหนึ่งฟ้องร้องในคดีแพ่ง ละเมิดโดยเรียกค่าเสียหา</w:t>
      </w:r>
      <w:r w:rsidR="00440BBF" w:rsidRPr="00B70AF0">
        <w:rPr>
          <w:rFonts w:ascii="Angsana New" w:eastAsia="MS Mincho" w:hAnsi="Angsana New" w:hint="cs"/>
          <w:sz w:val="28"/>
          <w:szCs w:val="28"/>
          <w:cs/>
          <w:lang w:val="x-none"/>
        </w:rPr>
        <w:t xml:space="preserve">ย </w:t>
      </w:r>
      <w:r w:rsidR="000B0741" w:rsidRPr="00B70AF0">
        <w:rPr>
          <w:rFonts w:ascii="Angsana New" w:eastAsia="MS Mincho" w:hAnsi="Angsana New" w:hint="cs"/>
          <w:sz w:val="28"/>
          <w:szCs w:val="28"/>
        </w:rPr>
        <w:t>120</w:t>
      </w:r>
      <w:r w:rsidR="00440BBF" w:rsidRPr="00B70AF0">
        <w:rPr>
          <w:rFonts w:ascii="Angsana New" w:eastAsia="MS Mincho" w:hAnsi="Angsana New" w:hint="cs"/>
          <w:sz w:val="28"/>
          <w:szCs w:val="28"/>
          <w:cs/>
          <w:lang w:val="x-none"/>
        </w:rPr>
        <w:t>.</w:t>
      </w:r>
      <w:r w:rsidR="000B0741" w:rsidRPr="00B70AF0">
        <w:rPr>
          <w:rFonts w:ascii="Angsana New" w:eastAsia="MS Mincho" w:hAnsi="Angsana New" w:hint="cs"/>
          <w:sz w:val="28"/>
          <w:szCs w:val="28"/>
        </w:rPr>
        <w:t>12</w:t>
      </w:r>
      <w:r w:rsidR="00440BBF" w:rsidRPr="00B70AF0">
        <w:rPr>
          <w:rFonts w:ascii="Angsana New" w:eastAsia="MS Mincho" w:hAnsi="Angsana New" w:hint="cs"/>
          <w:sz w:val="28"/>
          <w:szCs w:val="28"/>
          <w:cs/>
          <w:lang w:val="x-none"/>
        </w:rPr>
        <w:t xml:space="preserve"> ล้านบาท และในปี  </w:t>
      </w:r>
      <w:r w:rsidR="000B0741" w:rsidRPr="00B70AF0">
        <w:rPr>
          <w:rFonts w:ascii="Angsana New" w:eastAsia="MS Mincho" w:hAnsi="Angsana New" w:hint="cs"/>
          <w:sz w:val="28"/>
          <w:szCs w:val="28"/>
        </w:rPr>
        <w:t>2555</w:t>
      </w:r>
      <w:r w:rsidR="00440BBF" w:rsidRPr="00B70AF0">
        <w:rPr>
          <w:rFonts w:ascii="Angsana New" w:eastAsia="MS Mincho" w:hAnsi="Angsana New" w:hint="cs"/>
          <w:sz w:val="28"/>
          <w:szCs w:val="28"/>
          <w:cs/>
          <w:lang w:val="x-none"/>
        </w:rPr>
        <w:t xml:space="preserve"> </w:t>
      </w:r>
      <w:r w:rsidR="00C237FC" w:rsidRPr="00B70AF0">
        <w:rPr>
          <w:rFonts w:ascii="Angsana New" w:eastAsia="MS Mincho" w:hAnsi="Angsana New" w:hint="cs"/>
          <w:sz w:val="28"/>
          <w:szCs w:val="28"/>
          <w:cs/>
          <w:lang w:val="x-none"/>
        </w:rPr>
        <w:t>บริษัทดังกล่าวได้ยื่นฟ้องร้องบริษัทในคดีเดียวกันต่อศาลอาญา</w:t>
      </w:r>
    </w:p>
    <w:p w14:paraId="0488A3DB" w14:textId="77777777" w:rsidR="00C237FC" w:rsidRPr="00B70AF0" w:rsidRDefault="00C237FC" w:rsidP="00C4658D">
      <w:pPr>
        <w:spacing w:line="240" w:lineRule="auto"/>
        <w:ind w:left="540" w:hanging="90"/>
        <w:jc w:val="thaiDistribute"/>
        <w:rPr>
          <w:rFonts w:ascii="Angsana New" w:eastAsia="MS Mincho" w:hAnsi="Angsana New"/>
          <w:sz w:val="24"/>
          <w:szCs w:val="24"/>
          <w:lang w:val="x-none"/>
        </w:rPr>
      </w:pPr>
    </w:p>
    <w:p w14:paraId="0902BE10" w14:textId="1FB15211" w:rsidR="0031469C" w:rsidRPr="00B70AF0" w:rsidRDefault="00C90333" w:rsidP="00C4658D">
      <w:pPr>
        <w:tabs>
          <w:tab w:val="clear" w:pos="454"/>
          <w:tab w:val="left" w:pos="270"/>
        </w:tabs>
        <w:spacing w:line="240" w:lineRule="auto"/>
        <w:ind w:left="540"/>
        <w:jc w:val="thaiDistribute"/>
        <w:rPr>
          <w:rFonts w:ascii="Angsana New" w:eastAsia="MS Mincho" w:hAnsi="Angsana New"/>
          <w:sz w:val="28"/>
          <w:szCs w:val="28"/>
          <w:lang w:val="x-none"/>
        </w:rPr>
      </w:pPr>
      <w:r w:rsidRPr="00B70AF0">
        <w:rPr>
          <w:rFonts w:ascii="Angsana New" w:eastAsia="MS Mincho" w:hAnsi="Angsana New" w:hint="cs"/>
          <w:sz w:val="28"/>
          <w:szCs w:val="28"/>
          <w:cs/>
          <w:lang w:val="x-none"/>
        </w:rPr>
        <w:t xml:space="preserve">ในปี </w:t>
      </w:r>
      <w:r w:rsidR="000B0741" w:rsidRPr="00B70AF0">
        <w:rPr>
          <w:rFonts w:ascii="Angsana New" w:eastAsia="MS Mincho" w:hAnsi="Angsana New" w:hint="cs"/>
          <w:sz w:val="28"/>
          <w:szCs w:val="28"/>
        </w:rPr>
        <w:t>2556</w:t>
      </w:r>
      <w:r w:rsidRPr="00B70AF0">
        <w:rPr>
          <w:rFonts w:ascii="Angsana New" w:eastAsia="MS Mincho" w:hAnsi="Angsana New" w:hint="cs"/>
          <w:sz w:val="28"/>
          <w:szCs w:val="28"/>
          <w:cs/>
          <w:lang w:val="x-none"/>
        </w:rPr>
        <w:t xml:space="preserve"> </w:t>
      </w:r>
      <w:r w:rsidR="00C237FC" w:rsidRPr="00B70AF0">
        <w:rPr>
          <w:rFonts w:ascii="Angsana New" w:eastAsia="MS Mincho" w:hAnsi="Angsana New" w:hint="cs"/>
          <w:sz w:val="28"/>
          <w:szCs w:val="28"/>
          <w:cs/>
          <w:lang w:val="x-none"/>
        </w:rPr>
        <w:t xml:space="preserve">บริษัทจึงได้ฟ้องกลับบริษัทดังกล่าวในคดีอาญาฐานฟ้องเท็จ และเรียกค่าเสียหายเป็นจำนวนเงินที่มากกว่า </w:t>
      </w:r>
      <w:r w:rsidR="001F5AB3" w:rsidRPr="00B70AF0">
        <w:rPr>
          <w:rFonts w:ascii="Angsana New" w:eastAsia="MS Mincho" w:hAnsi="Angsana New"/>
          <w:sz w:val="28"/>
          <w:szCs w:val="28"/>
          <w:cs/>
          <w:lang w:val="x-none"/>
        </w:rPr>
        <w:br/>
      </w:r>
      <w:r w:rsidR="00C237FC" w:rsidRPr="00B70AF0">
        <w:rPr>
          <w:rFonts w:ascii="Angsana New" w:eastAsia="MS Mincho" w:hAnsi="Angsana New" w:hint="cs"/>
          <w:sz w:val="28"/>
          <w:szCs w:val="28"/>
          <w:cs/>
          <w:lang w:val="x-none"/>
        </w:rPr>
        <w:t>ศาลอาญาและศาลแพ่งมีคำสั่งให้รอผลพิจารณาคดีอาญาที่บริษัทถูกฟ้อง ซึ่งอยู่ระหว่างการสืบพยาน</w:t>
      </w:r>
    </w:p>
    <w:p w14:paraId="49421373" w14:textId="77777777" w:rsidR="00094C02" w:rsidRPr="00B70AF0" w:rsidRDefault="00094C02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eastAsia="MS Mincho" w:hAnsi="Angsana New"/>
          <w:sz w:val="24"/>
          <w:szCs w:val="24"/>
          <w:cs/>
          <w:lang w:val="x-none"/>
        </w:rPr>
      </w:pPr>
    </w:p>
    <w:p w14:paraId="06F0FFFE" w14:textId="775907DC" w:rsidR="00C237FC" w:rsidRPr="00B70AF0" w:rsidRDefault="00C237FC" w:rsidP="00C4658D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rPr>
          <w:rFonts w:ascii="Angsana New" w:eastAsia="MS Mincho" w:hAnsi="Angsana New"/>
          <w:sz w:val="28"/>
          <w:szCs w:val="28"/>
        </w:rPr>
      </w:pPr>
      <w:r w:rsidRPr="00B70AF0">
        <w:rPr>
          <w:rFonts w:ascii="Angsana New" w:eastAsia="MS Mincho" w:hAnsi="Angsana New" w:hint="cs"/>
          <w:sz w:val="28"/>
          <w:szCs w:val="28"/>
          <w:cs/>
          <w:lang w:val="x-none"/>
        </w:rPr>
        <w:t xml:space="preserve">ในปี </w:t>
      </w:r>
      <w:r w:rsidR="000B0741" w:rsidRPr="00B70AF0">
        <w:rPr>
          <w:rFonts w:ascii="Angsana New" w:eastAsia="MS Mincho" w:hAnsi="Angsana New" w:hint="cs"/>
          <w:sz w:val="28"/>
          <w:szCs w:val="28"/>
        </w:rPr>
        <w:t>2559</w:t>
      </w:r>
      <w:r w:rsidRPr="00B70AF0">
        <w:rPr>
          <w:rFonts w:ascii="Angsana New" w:eastAsia="MS Mincho" w:hAnsi="Angsana New" w:hint="cs"/>
          <w:sz w:val="28"/>
          <w:szCs w:val="28"/>
          <w:cs/>
          <w:lang w:val="x-none"/>
        </w:rPr>
        <w:t xml:space="preserve"> ศาลอาญาได้มีคำพิพากษายกฟ้อง</w:t>
      </w:r>
      <w:r w:rsidRPr="00B70AF0">
        <w:rPr>
          <w:rFonts w:ascii="Angsana New" w:eastAsia="MS Mincho" w:hAnsi="Angsana New" w:hint="cs"/>
          <w:sz w:val="28"/>
          <w:szCs w:val="28"/>
          <w:cs/>
        </w:rPr>
        <w:t>ในคดีอาญาที่บริษัทถูกฟ้อง</w:t>
      </w:r>
    </w:p>
    <w:p w14:paraId="66996540" w14:textId="77777777" w:rsidR="00D440C4" w:rsidRPr="00B70AF0" w:rsidRDefault="00D440C4" w:rsidP="00C4658D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rPr>
          <w:rFonts w:ascii="Angsana New" w:eastAsia="MS Mincho" w:hAnsi="Angsana New"/>
          <w:sz w:val="24"/>
          <w:szCs w:val="24"/>
        </w:rPr>
      </w:pPr>
    </w:p>
    <w:p w14:paraId="25CE2803" w14:textId="1741CB36" w:rsidR="00871D3E" w:rsidRPr="00B70AF0" w:rsidRDefault="00871D3E" w:rsidP="00C4658D">
      <w:pPr>
        <w:tabs>
          <w:tab w:val="clear" w:pos="227"/>
          <w:tab w:val="clear" w:pos="454"/>
          <w:tab w:val="clear" w:pos="907"/>
          <w:tab w:val="left" w:pos="450"/>
        </w:tabs>
        <w:spacing w:line="240" w:lineRule="auto"/>
        <w:ind w:left="540"/>
        <w:jc w:val="thaiDistribute"/>
        <w:rPr>
          <w:rFonts w:ascii="Angsana New" w:eastAsia="MS Mincho" w:hAnsi="Angsana New"/>
          <w:spacing w:val="-2"/>
          <w:sz w:val="28"/>
          <w:szCs w:val="28"/>
        </w:rPr>
      </w:pPr>
      <w:r w:rsidRPr="00B70AF0">
        <w:rPr>
          <w:rFonts w:ascii="Angsana New" w:eastAsia="MS Mincho" w:hAnsi="Angsana New" w:hint="cs"/>
          <w:spacing w:val="-2"/>
          <w:sz w:val="28"/>
          <w:szCs w:val="28"/>
          <w:cs/>
          <w:lang w:val="x-none"/>
        </w:rPr>
        <w:t xml:space="preserve">ณ วันที่ </w:t>
      </w:r>
      <w:r w:rsidR="000B0741" w:rsidRPr="00B70AF0">
        <w:rPr>
          <w:rFonts w:ascii="Angsana New" w:eastAsia="MS Mincho" w:hAnsi="Angsana New" w:hint="cs"/>
          <w:spacing w:val="-2"/>
          <w:sz w:val="28"/>
          <w:szCs w:val="28"/>
        </w:rPr>
        <w:t>27</w:t>
      </w:r>
      <w:r w:rsidRPr="00B70AF0">
        <w:rPr>
          <w:rFonts w:ascii="Angsana New" w:eastAsia="MS Mincho" w:hAnsi="Angsana New" w:hint="cs"/>
          <w:spacing w:val="-2"/>
          <w:sz w:val="28"/>
          <w:szCs w:val="28"/>
          <w:cs/>
          <w:lang w:val="x-none"/>
        </w:rPr>
        <w:t xml:space="preserve"> มกราคม </w:t>
      </w:r>
      <w:r w:rsidR="000B0741" w:rsidRPr="00B70AF0">
        <w:rPr>
          <w:rFonts w:ascii="Angsana New" w:eastAsia="MS Mincho" w:hAnsi="Angsana New" w:hint="cs"/>
          <w:spacing w:val="-2"/>
          <w:sz w:val="28"/>
          <w:szCs w:val="28"/>
        </w:rPr>
        <w:t>2560</w:t>
      </w:r>
      <w:r w:rsidRPr="00B70AF0">
        <w:rPr>
          <w:rFonts w:ascii="Angsana New" w:eastAsia="MS Mincho" w:hAnsi="Angsana New" w:hint="cs"/>
          <w:spacing w:val="-2"/>
          <w:sz w:val="28"/>
          <w:szCs w:val="28"/>
          <w:cs/>
          <w:lang w:val="x-none"/>
        </w:rPr>
        <w:t xml:space="preserve"> โจทก์ได้ยื่นอุทธรณ์</w:t>
      </w:r>
      <w:r w:rsidRPr="00B70AF0">
        <w:rPr>
          <w:rFonts w:ascii="Angsana New" w:eastAsia="MS Mincho" w:hAnsi="Angsana New" w:hint="cs"/>
          <w:spacing w:val="-2"/>
          <w:sz w:val="28"/>
          <w:szCs w:val="28"/>
        </w:rPr>
        <w:t xml:space="preserve"> </w:t>
      </w:r>
      <w:r w:rsidR="00E53A5C" w:rsidRPr="00B70AF0">
        <w:rPr>
          <w:rFonts w:ascii="Angsana New" w:eastAsia="MS Mincho" w:hAnsi="Angsana New" w:hint="cs"/>
          <w:spacing w:val="-2"/>
          <w:sz w:val="28"/>
          <w:szCs w:val="28"/>
          <w:cs/>
        </w:rPr>
        <w:t xml:space="preserve"> และบริษัทได้ยื่นคำแก้อุทธรณ์ต่อศา</w:t>
      </w:r>
      <w:r w:rsidR="00173EC4" w:rsidRPr="00B70AF0">
        <w:rPr>
          <w:rFonts w:ascii="Angsana New" w:eastAsia="MS Mincho" w:hAnsi="Angsana New" w:hint="cs"/>
          <w:spacing w:val="-2"/>
          <w:sz w:val="28"/>
          <w:szCs w:val="28"/>
          <w:cs/>
        </w:rPr>
        <w:t>ล</w:t>
      </w:r>
      <w:r w:rsidR="00E53A5C" w:rsidRPr="00B70AF0">
        <w:rPr>
          <w:rFonts w:ascii="Angsana New" w:eastAsia="MS Mincho" w:hAnsi="Angsana New" w:hint="cs"/>
          <w:spacing w:val="-2"/>
          <w:sz w:val="28"/>
          <w:szCs w:val="28"/>
          <w:cs/>
        </w:rPr>
        <w:t>อาญาแล้วเมื่อวันที่</w:t>
      </w:r>
      <w:r w:rsidR="00E970E5" w:rsidRPr="00B70AF0">
        <w:rPr>
          <w:rFonts w:ascii="Angsana New" w:eastAsia="MS Mincho" w:hAnsi="Angsana New"/>
          <w:spacing w:val="-2"/>
          <w:sz w:val="28"/>
          <w:szCs w:val="28"/>
        </w:rPr>
        <w:t xml:space="preserve"> </w:t>
      </w:r>
      <w:r w:rsidR="000B0741" w:rsidRPr="00B70AF0">
        <w:rPr>
          <w:rFonts w:ascii="Angsana New" w:eastAsia="MS Mincho" w:hAnsi="Angsana New" w:hint="cs"/>
          <w:spacing w:val="-2"/>
          <w:sz w:val="28"/>
          <w:szCs w:val="28"/>
        </w:rPr>
        <w:t>16</w:t>
      </w:r>
      <w:r w:rsidR="00007B63" w:rsidRPr="00B70AF0">
        <w:rPr>
          <w:rFonts w:ascii="Angsana New" w:eastAsia="MS Mincho" w:hAnsi="Angsana New" w:hint="cs"/>
          <w:spacing w:val="-2"/>
          <w:sz w:val="28"/>
          <w:szCs w:val="28"/>
          <w:cs/>
        </w:rPr>
        <w:t xml:space="preserve"> พฤษภาคม </w:t>
      </w:r>
      <w:r w:rsidR="000B0741" w:rsidRPr="00B70AF0">
        <w:rPr>
          <w:rFonts w:ascii="Angsana New" w:eastAsia="MS Mincho" w:hAnsi="Angsana New" w:hint="cs"/>
          <w:spacing w:val="-2"/>
          <w:sz w:val="28"/>
          <w:szCs w:val="28"/>
        </w:rPr>
        <w:t>2560</w:t>
      </w:r>
    </w:p>
    <w:p w14:paraId="70E1B3CF" w14:textId="77777777" w:rsidR="00007B63" w:rsidRPr="00B70AF0" w:rsidRDefault="00007B63" w:rsidP="00C4658D">
      <w:pPr>
        <w:tabs>
          <w:tab w:val="clear" w:pos="227"/>
          <w:tab w:val="clear" w:pos="454"/>
          <w:tab w:val="clear" w:pos="907"/>
          <w:tab w:val="left" w:pos="450"/>
        </w:tabs>
        <w:spacing w:line="240" w:lineRule="auto"/>
        <w:ind w:left="540"/>
        <w:jc w:val="thaiDistribute"/>
        <w:rPr>
          <w:rFonts w:ascii="Angsana New" w:eastAsia="MS Mincho" w:hAnsi="Angsana New"/>
          <w:sz w:val="24"/>
          <w:szCs w:val="24"/>
        </w:rPr>
      </w:pPr>
    </w:p>
    <w:p w14:paraId="1DBBF94C" w14:textId="38B40942" w:rsidR="00BC77AC" w:rsidRPr="00B70AF0" w:rsidRDefault="00BC77AC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eastAsia="MS Mincho" w:hAnsi="Angsana New"/>
          <w:spacing w:val="-2"/>
          <w:sz w:val="28"/>
          <w:szCs w:val="28"/>
        </w:rPr>
      </w:pPr>
      <w:bookmarkStart w:id="3" w:name="_Hlk24442154"/>
      <w:bookmarkEnd w:id="2"/>
      <w:r w:rsidRPr="00B70AF0">
        <w:rPr>
          <w:rFonts w:ascii="Angsana New" w:eastAsia="MS Mincho" w:hAnsi="Angsana New" w:hint="cs"/>
          <w:spacing w:val="-2"/>
          <w:sz w:val="28"/>
          <w:szCs w:val="28"/>
          <w:cs/>
        </w:rPr>
        <w:t xml:space="preserve">ณ วันที่ </w:t>
      </w:r>
      <w:r w:rsidR="000B0741" w:rsidRPr="00B70AF0">
        <w:rPr>
          <w:rFonts w:ascii="Angsana New" w:eastAsia="MS Mincho" w:hAnsi="Angsana New" w:hint="cs"/>
          <w:spacing w:val="-2"/>
          <w:sz w:val="28"/>
          <w:szCs w:val="28"/>
        </w:rPr>
        <w:t>15</w:t>
      </w:r>
      <w:r w:rsidRPr="00B70AF0">
        <w:rPr>
          <w:rFonts w:ascii="Angsana New" w:eastAsia="MS Mincho" w:hAnsi="Angsana New" w:hint="cs"/>
          <w:spacing w:val="-2"/>
          <w:sz w:val="28"/>
          <w:szCs w:val="28"/>
          <w:cs/>
        </w:rPr>
        <w:t xml:space="preserve"> พฤศจิกายน </w:t>
      </w:r>
      <w:r w:rsidR="000B0741" w:rsidRPr="00B70AF0">
        <w:rPr>
          <w:rFonts w:ascii="Angsana New" w:eastAsia="MS Mincho" w:hAnsi="Angsana New" w:hint="cs"/>
          <w:spacing w:val="-2"/>
          <w:sz w:val="28"/>
          <w:szCs w:val="28"/>
        </w:rPr>
        <w:t>2561</w:t>
      </w:r>
      <w:r w:rsidRPr="00B70AF0">
        <w:rPr>
          <w:rFonts w:ascii="Angsana New" w:eastAsia="MS Mincho" w:hAnsi="Angsana New" w:hint="cs"/>
          <w:spacing w:val="-2"/>
          <w:sz w:val="28"/>
          <w:szCs w:val="28"/>
          <w:cs/>
        </w:rPr>
        <w:t xml:space="preserve"> ศาลอุทธรณ์ได้ตัดสินโดยมีคำสั่งยืนตามศาลชั้นต้น กล่าวคือ ยกฟ้องให้จำเลยทั้ง </w:t>
      </w:r>
      <w:r w:rsidR="000B0741" w:rsidRPr="00B70AF0">
        <w:rPr>
          <w:rFonts w:ascii="Angsana New" w:eastAsia="MS Mincho" w:hAnsi="Angsana New" w:hint="cs"/>
          <w:spacing w:val="-2"/>
          <w:sz w:val="28"/>
          <w:szCs w:val="28"/>
        </w:rPr>
        <w:t>10</w:t>
      </w:r>
      <w:r w:rsidR="001F5AB3" w:rsidRPr="00B70AF0">
        <w:rPr>
          <w:rFonts w:ascii="Angsana New" w:eastAsia="MS Mincho" w:hAnsi="Angsana New" w:hint="cs"/>
          <w:spacing w:val="-2"/>
          <w:sz w:val="28"/>
          <w:szCs w:val="28"/>
          <w:cs/>
        </w:rPr>
        <w:t xml:space="preserve"> </w:t>
      </w:r>
      <w:r w:rsidRPr="00B70AF0">
        <w:rPr>
          <w:rFonts w:ascii="Angsana New" w:eastAsia="MS Mincho" w:hAnsi="Angsana New" w:hint="cs"/>
          <w:spacing w:val="-2"/>
          <w:sz w:val="28"/>
          <w:szCs w:val="28"/>
          <w:cs/>
        </w:rPr>
        <w:t>ไม่มีความผิด</w:t>
      </w:r>
    </w:p>
    <w:p w14:paraId="6DD409EE" w14:textId="77777777" w:rsidR="00102132" w:rsidRPr="00B70AF0" w:rsidRDefault="00102132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eastAsia="MS Mincho" w:hAnsi="Angsana New"/>
          <w:spacing w:val="-2"/>
          <w:sz w:val="24"/>
          <w:szCs w:val="24"/>
        </w:rPr>
      </w:pPr>
    </w:p>
    <w:p w14:paraId="6F57DAA0" w14:textId="7A8DF14F" w:rsidR="00BC77AC" w:rsidRPr="00B70AF0" w:rsidRDefault="00BC77AC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eastAsia="MS Mincho" w:hAnsi="Angsana New"/>
          <w:sz w:val="28"/>
          <w:szCs w:val="28"/>
        </w:rPr>
      </w:pPr>
      <w:r w:rsidRPr="00B70AF0">
        <w:rPr>
          <w:rFonts w:ascii="Angsana New" w:eastAsia="MS Mincho" w:hAnsi="Angsana New" w:hint="cs"/>
          <w:sz w:val="28"/>
          <w:szCs w:val="28"/>
          <w:cs/>
        </w:rPr>
        <w:t xml:space="preserve">ณ วันที่ </w:t>
      </w:r>
      <w:r w:rsidR="000B0741" w:rsidRPr="00B70AF0">
        <w:rPr>
          <w:rFonts w:ascii="Angsana New" w:eastAsia="MS Mincho" w:hAnsi="Angsana New" w:hint="cs"/>
          <w:sz w:val="28"/>
          <w:szCs w:val="28"/>
        </w:rPr>
        <w:t>26</w:t>
      </w:r>
      <w:r w:rsidRPr="00B70AF0">
        <w:rPr>
          <w:rFonts w:ascii="Angsana New" w:eastAsia="MS Mincho" w:hAnsi="Angsana New" w:hint="cs"/>
          <w:sz w:val="28"/>
          <w:szCs w:val="28"/>
          <w:cs/>
        </w:rPr>
        <w:t xml:space="preserve"> มิถุนายน </w:t>
      </w:r>
      <w:r w:rsidR="000B0741" w:rsidRPr="00B70AF0">
        <w:rPr>
          <w:rFonts w:ascii="Angsana New" w:eastAsia="MS Mincho" w:hAnsi="Angsana New" w:hint="cs"/>
          <w:sz w:val="28"/>
          <w:szCs w:val="28"/>
        </w:rPr>
        <w:t>2562</w:t>
      </w:r>
      <w:r w:rsidRPr="00B70AF0">
        <w:rPr>
          <w:rFonts w:ascii="Angsana New" w:eastAsia="MS Mincho" w:hAnsi="Angsana New" w:hint="cs"/>
          <w:sz w:val="28"/>
          <w:szCs w:val="28"/>
          <w:cs/>
        </w:rPr>
        <w:t xml:space="preserve"> คดีอาญาดังกล่าวได้ถึงที่สุดในชั้นศาลอุทธรณ์แล้ว </w:t>
      </w:r>
      <w:r w:rsidR="00A11778" w:rsidRPr="00B70AF0">
        <w:rPr>
          <w:rFonts w:ascii="Angsana New" w:eastAsia="MS Mincho" w:hAnsi="Angsana New" w:hint="cs"/>
          <w:sz w:val="28"/>
          <w:szCs w:val="28"/>
          <w:cs/>
        </w:rPr>
        <w:t>โดยโจทก์</w:t>
      </w:r>
      <w:r w:rsidRPr="00B70AF0">
        <w:rPr>
          <w:rFonts w:ascii="Angsana New" w:eastAsia="MS Mincho" w:hAnsi="Angsana New" w:hint="cs"/>
          <w:sz w:val="28"/>
          <w:szCs w:val="28"/>
          <w:cs/>
        </w:rPr>
        <w:t>ไม่ได้รับอนุญาตให้ฎีกา บริษัทได้นำผลคดีอาญาดังกล่าวยื่นต่อศาลแพ่งกรุงเทพใต้ในคดีแพ่ง เพื่อขอให้ศาลดำเนินกระบวนพิจารณาแล้ว</w:t>
      </w:r>
    </w:p>
    <w:p w14:paraId="326F5BA9" w14:textId="77777777" w:rsidR="00102132" w:rsidRPr="00B70AF0" w:rsidRDefault="00102132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eastAsia="MS Mincho" w:hAnsi="Angsana New"/>
          <w:sz w:val="24"/>
          <w:szCs w:val="24"/>
        </w:rPr>
      </w:pPr>
    </w:p>
    <w:bookmarkEnd w:id="3"/>
    <w:p w14:paraId="5E0158C4" w14:textId="2651C83D" w:rsidR="00F53C03" w:rsidRPr="00B70AF0" w:rsidRDefault="0086234C" w:rsidP="00C4658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eastAsia="MS Mincho" w:hAnsi="Angsana New"/>
          <w:sz w:val="28"/>
          <w:szCs w:val="28"/>
        </w:rPr>
      </w:pPr>
      <w:r w:rsidRPr="00B70AF0">
        <w:rPr>
          <w:rFonts w:ascii="Angsana New" w:eastAsia="MS Mincho" w:hAnsi="Angsana New" w:hint="cs"/>
          <w:sz w:val="28"/>
          <w:szCs w:val="28"/>
          <w:cs/>
        </w:rPr>
        <w:t>อย่างไรก็ตาม</w:t>
      </w:r>
      <w:r w:rsidRPr="00B70AF0">
        <w:rPr>
          <w:rFonts w:ascii="Angsana New" w:eastAsia="MS Mincho" w:hAnsi="Angsana New"/>
          <w:sz w:val="28"/>
          <w:szCs w:val="28"/>
          <w:cs/>
        </w:rPr>
        <w:t xml:space="preserve"> </w:t>
      </w:r>
      <w:r w:rsidRPr="00B70AF0">
        <w:rPr>
          <w:rFonts w:ascii="Angsana New" w:eastAsia="MS Mincho" w:hAnsi="Angsana New" w:hint="cs"/>
          <w:sz w:val="28"/>
          <w:szCs w:val="28"/>
          <w:cs/>
        </w:rPr>
        <w:t>ศาลแพ่งกรุงเทพใต้มีหนังสือลงวันที่</w:t>
      </w:r>
      <w:r w:rsidRPr="00B70AF0">
        <w:rPr>
          <w:rFonts w:ascii="Angsana New" w:eastAsia="MS Mincho" w:hAnsi="Angsana New"/>
          <w:sz w:val="28"/>
          <w:szCs w:val="28"/>
          <w:cs/>
        </w:rPr>
        <w:t xml:space="preserve"> </w:t>
      </w:r>
      <w:r w:rsidR="000B0741" w:rsidRPr="00B70AF0">
        <w:rPr>
          <w:rFonts w:ascii="Angsana New" w:eastAsia="MS Mincho" w:hAnsi="Angsana New"/>
          <w:sz w:val="28"/>
          <w:szCs w:val="28"/>
        </w:rPr>
        <w:t>7</w:t>
      </w:r>
      <w:r w:rsidRPr="00B70AF0">
        <w:rPr>
          <w:rFonts w:ascii="Angsana New" w:eastAsia="MS Mincho" w:hAnsi="Angsana New"/>
          <w:sz w:val="28"/>
          <w:szCs w:val="28"/>
          <w:cs/>
        </w:rPr>
        <w:t xml:space="preserve"> </w:t>
      </w:r>
      <w:r w:rsidRPr="00B70AF0">
        <w:rPr>
          <w:rFonts w:ascii="Angsana New" w:eastAsia="MS Mincho" w:hAnsi="Angsana New" w:hint="cs"/>
          <w:sz w:val="28"/>
          <w:szCs w:val="28"/>
          <w:cs/>
        </w:rPr>
        <w:t>ตุลาคม</w:t>
      </w:r>
      <w:r w:rsidRPr="00B70AF0">
        <w:rPr>
          <w:rFonts w:ascii="Angsana New" w:eastAsia="MS Mincho" w:hAnsi="Angsana New"/>
          <w:sz w:val="28"/>
          <w:szCs w:val="28"/>
        </w:rPr>
        <w:t xml:space="preserve"> </w:t>
      </w:r>
      <w:r w:rsidR="000B0741" w:rsidRPr="00B70AF0">
        <w:rPr>
          <w:rFonts w:ascii="Angsana New" w:eastAsia="MS Mincho" w:hAnsi="Angsana New"/>
          <w:sz w:val="28"/>
          <w:szCs w:val="28"/>
        </w:rPr>
        <w:t>2562</w:t>
      </w:r>
      <w:r w:rsidRPr="00B70AF0">
        <w:rPr>
          <w:rFonts w:ascii="Angsana New" w:eastAsia="MS Mincho" w:hAnsi="Angsana New"/>
          <w:sz w:val="28"/>
          <w:szCs w:val="28"/>
          <w:cs/>
        </w:rPr>
        <w:t xml:space="preserve"> </w:t>
      </w:r>
      <w:r w:rsidRPr="00B70AF0">
        <w:rPr>
          <w:rFonts w:ascii="Angsana New" w:eastAsia="MS Mincho" w:hAnsi="Angsana New" w:hint="cs"/>
          <w:sz w:val="28"/>
          <w:szCs w:val="28"/>
          <w:cs/>
        </w:rPr>
        <w:t>ให้รอผลจากการพิจารณาในคดีของศาลปกครองกลาง</w:t>
      </w:r>
      <w:r w:rsidR="0089254E" w:rsidRPr="00B70AF0">
        <w:rPr>
          <w:rFonts w:ascii="Angsana New" w:eastAsia="MS Mincho" w:hAnsi="Angsana New"/>
          <w:sz w:val="28"/>
          <w:szCs w:val="28"/>
          <w:cs/>
        </w:rPr>
        <w:br/>
      </w:r>
      <w:r w:rsidRPr="00B70AF0">
        <w:rPr>
          <w:rFonts w:ascii="Angsana New" w:eastAsia="MS Mincho" w:hAnsi="Angsana New" w:hint="cs"/>
          <w:sz w:val="28"/>
          <w:szCs w:val="28"/>
          <w:cs/>
        </w:rPr>
        <w:t>ซึ่งเป็นคดีของคู่กรณีอื่นซึ่งมีมูลคดีเป็นอย่างเดียวกันกับคดีนี้ก่อนที่จะดำเนินการพิจารณาต่อไป</w:t>
      </w:r>
    </w:p>
    <w:p w14:paraId="74B74F16" w14:textId="3DCF43D5" w:rsidR="00880D0D" w:rsidRPr="00B70AF0" w:rsidRDefault="00880D0D" w:rsidP="00C4658D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rPr>
          <w:rFonts w:ascii="Angsana New" w:eastAsia="MS Mincho" w:hAnsi="Angsana New"/>
          <w:sz w:val="24"/>
          <w:szCs w:val="24"/>
        </w:rPr>
      </w:pPr>
    </w:p>
    <w:p w14:paraId="536A0643" w14:textId="6AD580A8" w:rsidR="006155A7" w:rsidRPr="00B70AF0" w:rsidRDefault="006155A7" w:rsidP="00C4658D">
      <w:pPr>
        <w:tabs>
          <w:tab w:val="clear" w:pos="227"/>
          <w:tab w:val="clear" w:pos="454"/>
          <w:tab w:val="clear" w:pos="680"/>
          <w:tab w:val="clear" w:pos="907"/>
        </w:tabs>
        <w:spacing w:line="240" w:lineRule="auto"/>
        <w:ind w:left="540"/>
        <w:rPr>
          <w:rFonts w:ascii="Angsana New" w:eastAsia="MS Mincho" w:hAnsi="Angsana New"/>
          <w:sz w:val="28"/>
          <w:szCs w:val="28"/>
          <w:cs/>
        </w:rPr>
      </w:pPr>
      <w:r w:rsidRPr="00B70AF0">
        <w:rPr>
          <w:rFonts w:ascii="Angsana New" w:eastAsia="MS Mincho" w:hAnsi="Angsana New" w:hint="cs"/>
          <w:sz w:val="28"/>
          <w:szCs w:val="28"/>
          <w:cs/>
        </w:rPr>
        <w:t xml:space="preserve">ณ </w:t>
      </w:r>
      <w:r w:rsidR="00B27DA4" w:rsidRPr="00B70AF0">
        <w:rPr>
          <w:rFonts w:ascii="Angsana New" w:eastAsia="MS Mincho" w:hAnsi="Angsana New" w:hint="cs"/>
          <w:sz w:val="28"/>
          <w:szCs w:val="28"/>
          <w:cs/>
        </w:rPr>
        <w:t xml:space="preserve">วันที่ </w:t>
      </w:r>
      <w:r w:rsidR="000B0741" w:rsidRPr="00B70AF0">
        <w:rPr>
          <w:rFonts w:ascii="Angsana New" w:eastAsia="MS Mincho" w:hAnsi="Angsana New" w:hint="cs"/>
          <w:sz w:val="28"/>
          <w:szCs w:val="28"/>
        </w:rPr>
        <w:t>30</w:t>
      </w:r>
      <w:r w:rsidR="007A4461" w:rsidRPr="00B70AF0">
        <w:rPr>
          <w:rFonts w:ascii="Angsana New" w:eastAsia="MS Mincho" w:hAnsi="Angsana New" w:hint="cs"/>
          <w:sz w:val="28"/>
          <w:szCs w:val="28"/>
          <w:cs/>
        </w:rPr>
        <w:t xml:space="preserve"> </w:t>
      </w:r>
      <w:r w:rsidR="005F7DF7" w:rsidRPr="00B70AF0">
        <w:rPr>
          <w:rFonts w:ascii="Angsana New" w:eastAsia="MS Mincho" w:hAnsi="Angsana New" w:hint="cs"/>
          <w:sz w:val="28"/>
          <w:szCs w:val="28"/>
          <w:cs/>
        </w:rPr>
        <w:t>กันยายน</w:t>
      </w:r>
      <w:r w:rsidRPr="00B70AF0">
        <w:rPr>
          <w:rFonts w:ascii="Angsana New" w:eastAsia="MS Mincho" w:hAnsi="Angsana New" w:hint="cs"/>
          <w:sz w:val="28"/>
          <w:szCs w:val="28"/>
          <w:cs/>
        </w:rPr>
        <w:t xml:space="preserve"> </w:t>
      </w:r>
      <w:r w:rsidR="000B0741" w:rsidRPr="00B70AF0">
        <w:rPr>
          <w:rFonts w:ascii="Angsana New" w:eastAsia="MS Mincho" w:hAnsi="Angsana New" w:hint="cs"/>
          <w:sz w:val="28"/>
          <w:szCs w:val="28"/>
        </w:rPr>
        <w:t>2564</w:t>
      </w:r>
      <w:r w:rsidRPr="00B70AF0">
        <w:rPr>
          <w:rFonts w:ascii="Angsana New" w:eastAsia="MS Mincho" w:hAnsi="Angsana New" w:hint="cs"/>
          <w:sz w:val="28"/>
          <w:szCs w:val="28"/>
        </w:rPr>
        <w:t xml:space="preserve"> </w:t>
      </w:r>
      <w:r w:rsidRPr="00B70AF0">
        <w:rPr>
          <w:rFonts w:ascii="Angsana New" w:eastAsia="MS Mincho" w:hAnsi="Angsana New" w:hint="cs"/>
          <w:sz w:val="28"/>
          <w:szCs w:val="28"/>
          <w:cs/>
        </w:rPr>
        <w:t>คดีแพ่งอยู่ในการพิจารณาของศาลแพ่งกรุงเทพใต้</w:t>
      </w:r>
    </w:p>
    <w:p w14:paraId="0B868417" w14:textId="1D77566D" w:rsidR="007A4461" w:rsidRPr="00B70AF0" w:rsidRDefault="007A4461" w:rsidP="007A4461">
      <w:pPr>
        <w:rPr>
          <w:rFonts w:asciiTheme="majorBidi" w:hAnsiTheme="majorBidi" w:cstheme="majorBidi"/>
          <w:sz w:val="28"/>
          <w:szCs w:val="28"/>
          <w:lang w:eastAsia="x-none"/>
        </w:rPr>
      </w:pPr>
    </w:p>
    <w:p w14:paraId="69C6767A" w14:textId="77777777" w:rsidR="002072CA" w:rsidRPr="00B70AF0" w:rsidRDefault="002072C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/>
          <w:b/>
          <w:bCs/>
          <w:sz w:val="28"/>
          <w:szCs w:val="28"/>
          <w:lang w:eastAsia="x-none"/>
        </w:rPr>
      </w:pPr>
      <w:r w:rsidRPr="00B70AF0">
        <w:rPr>
          <w:rFonts w:asciiTheme="majorBidi" w:hAnsiTheme="majorBidi"/>
          <w:sz w:val="28"/>
          <w:szCs w:val="28"/>
        </w:rPr>
        <w:br w:type="page"/>
      </w:r>
    </w:p>
    <w:p w14:paraId="063B461A" w14:textId="609C5DC7" w:rsidR="00724D33" w:rsidRPr="00B70AF0" w:rsidRDefault="000B0741" w:rsidP="00724D33">
      <w:pPr>
        <w:pStyle w:val="Heading6"/>
        <w:ind w:left="540" w:right="-45" w:hanging="540"/>
        <w:jc w:val="thaiDistribute"/>
        <w:rPr>
          <w:rFonts w:asciiTheme="majorBidi" w:hAnsiTheme="majorBidi" w:cstheme="majorBidi"/>
          <w:sz w:val="28"/>
          <w:szCs w:val="28"/>
        </w:rPr>
      </w:pPr>
      <w:r w:rsidRPr="00B70AF0">
        <w:rPr>
          <w:rFonts w:asciiTheme="majorBidi" w:hAnsiTheme="majorBidi"/>
          <w:sz w:val="28"/>
          <w:szCs w:val="28"/>
          <w:lang w:val="en-US"/>
        </w:rPr>
        <w:lastRenderedPageBreak/>
        <w:t>15</w:t>
      </w:r>
      <w:r w:rsidR="00724D33" w:rsidRPr="00B70AF0">
        <w:rPr>
          <w:rFonts w:asciiTheme="majorBidi" w:hAnsiTheme="majorBidi"/>
          <w:sz w:val="28"/>
          <w:szCs w:val="28"/>
        </w:rPr>
        <w:tab/>
      </w:r>
      <w:r w:rsidR="00724D33" w:rsidRPr="00B70AF0">
        <w:rPr>
          <w:rFonts w:asciiTheme="majorBidi" w:hAnsiTheme="majorBidi" w:hint="cs"/>
          <w:sz w:val="28"/>
          <w:szCs w:val="28"/>
          <w:cs/>
        </w:rPr>
        <w:t>เหตุการณ์ภายหลังรอบระยะเวลารายงาน</w:t>
      </w:r>
    </w:p>
    <w:p w14:paraId="66CFCB1E" w14:textId="63490D27" w:rsidR="00724D33" w:rsidRPr="00B70AF0" w:rsidRDefault="00724D33" w:rsidP="007A4461">
      <w:pPr>
        <w:rPr>
          <w:rFonts w:asciiTheme="majorBidi" w:hAnsiTheme="majorBidi" w:cstheme="majorBidi"/>
          <w:sz w:val="24"/>
          <w:szCs w:val="24"/>
          <w:lang w:eastAsia="x-none"/>
        </w:rPr>
      </w:pPr>
    </w:p>
    <w:p w14:paraId="048A85D6" w14:textId="4942F0FE" w:rsidR="002072CA" w:rsidRPr="00B70AF0" w:rsidRDefault="00416D4B" w:rsidP="00290EC8">
      <w:pPr>
        <w:tabs>
          <w:tab w:val="left" w:pos="540"/>
        </w:tabs>
        <w:spacing w:line="228" w:lineRule="auto"/>
        <w:ind w:left="540"/>
        <w:jc w:val="thaiDistribute"/>
        <w:rPr>
          <w:rFonts w:ascii="Angsana New" w:hAnsi="Angsana New"/>
          <w:sz w:val="28"/>
          <w:szCs w:val="28"/>
        </w:rPr>
      </w:pPr>
      <w:r w:rsidRPr="00416D4B">
        <w:rPr>
          <w:rFonts w:ascii="Angsana New" w:hAnsi="Angsana New" w:hint="cs"/>
          <w:sz w:val="28"/>
          <w:szCs w:val="28"/>
          <w:cs/>
        </w:rPr>
        <w:t>วันที่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="00A85FB7">
        <w:rPr>
          <w:rFonts w:ascii="Angsana New" w:hAnsi="Angsana New"/>
          <w:sz w:val="28"/>
          <w:szCs w:val="28"/>
        </w:rPr>
        <w:t>12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Pr="00416D4B">
        <w:rPr>
          <w:rFonts w:ascii="Angsana New" w:hAnsi="Angsana New" w:hint="cs"/>
          <w:sz w:val="28"/>
          <w:szCs w:val="28"/>
          <w:cs/>
        </w:rPr>
        <w:t>พฤศจิกายน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="00A85FB7">
        <w:rPr>
          <w:rFonts w:ascii="Angsana New" w:hAnsi="Angsana New"/>
          <w:sz w:val="28"/>
          <w:szCs w:val="28"/>
        </w:rPr>
        <w:t>2564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Pr="00416D4B">
        <w:rPr>
          <w:rFonts w:ascii="Angsana New" w:hAnsi="Angsana New" w:hint="cs"/>
          <w:sz w:val="28"/>
          <w:szCs w:val="28"/>
          <w:cs/>
        </w:rPr>
        <w:t>ที่ประชุมคณะกรรมการของบริษัท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Pr="00416D4B">
        <w:rPr>
          <w:rFonts w:ascii="Angsana New" w:hAnsi="Angsana New" w:hint="cs"/>
          <w:sz w:val="28"/>
          <w:szCs w:val="28"/>
          <w:cs/>
        </w:rPr>
        <w:t>มีมติเห็นชอบให้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Pr="00416D4B">
        <w:rPr>
          <w:rFonts w:ascii="Angsana New" w:hAnsi="Angsana New" w:hint="cs"/>
          <w:sz w:val="28"/>
          <w:szCs w:val="28"/>
          <w:cs/>
        </w:rPr>
        <w:t>บริษัท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Pr="00416D4B">
        <w:rPr>
          <w:rFonts w:ascii="Angsana New" w:hAnsi="Angsana New" w:hint="cs"/>
          <w:sz w:val="28"/>
          <w:szCs w:val="28"/>
          <w:cs/>
        </w:rPr>
        <w:t>เอ็มอินเทลลิเจนซ์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Pr="00416D4B">
        <w:rPr>
          <w:rFonts w:ascii="Angsana New" w:hAnsi="Angsana New" w:hint="cs"/>
          <w:sz w:val="28"/>
          <w:szCs w:val="28"/>
          <w:cs/>
        </w:rPr>
        <w:t>จำกัด</w:t>
      </w:r>
      <w:r w:rsidRPr="00416D4B">
        <w:rPr>
          <w:rFonts w:ascii="Angsana New" w:hAnsi="Angsana New"/>
          <w:sz w:val="28"/>
          <w:szCs w:val="28"/>
          <w:cs/>
        </w:rPr>
        <w:t xml:space="preserve"> (“</w:t>
      </w:r>
      <w:r w:rsidRPr="00416D4B">
        <w:rPr>
          <w:rFonts w:ascii="Angsana New" w:hAnsi="Angsana New"/>
          <w:sz w:val="28"/>
          <w:szCs w:val="28"/>
        </w:rPr>
        <w:t xml:space="preserve">Mintel”) </w:t>
      </w:r>
      <w:r w:rsidRPr="00416D4B">
        <w:rPr>
          <w:rFonts w:ascii="Angsana New" w:hAnsi="Angsana New" w:hint="cs"/>
          <w:sz w:val="28"/>
          <w:szCs w:val="28"/>
          <w:cs/>
        </w:rPr>
        <w:t>ซึ่งเป็นบริษัทร่วม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Pr="00416D4B">
        <w:rPr>
          <w:rFonts w:ascii="Angsana New" w:hAnsi="Angsana New" w:hint="cs"/>
          <w:sz w:val="28"/>
          <w:szCs w:val="28"/>
          <w:cs/>
        </w:rPr>
        <w:t>เพิ่มทุนจดทะเบียนอีกจำนวน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="00A85FB7">
        <w:rPr>
          <w:rFonts w:ascii="Angsana New" w:hAnsi="Angsana New"/>
          <w:sz w:val="28"/>
          <w:szCs w:val="28"/>
        </w:rPr>
        <w:t>1,196,670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Pr="00416D4B">
        <w:rPr>
          <w:rFonts w:ascii="Angsana New" w:hAnsi="Angsana New" w:hint="cs"/>
          <w:sz w:val="28"/>
          <w:szCs w:val="28"/>
          <w:cs/>
        </w:rPr>
        <w:t>บาท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Pr="00416D4B">
        <w:rPr>
          <w:rFonts w:ascii="Angsana New" w:hAnsi="Angsana New" w:hint="cs"/>
          <w:sz w:val="28"/>
          <w:szCs w:val="28"/>
          <w:cs/>
        </w:rPr>
        <w:t>โดยการออกหุ้นสามัญใหม่จำนวน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="00A85FB7">
        <w:rPr>
          <w:rFonts w:ascii="Angsana New" w:hAnsi="Angsana New"/>
          <w:sz w:val="28"/>
          <w:szCs w:val="28"/>
        </w:rPr>
        <w:t>119,667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Pr="00416D4B">
        <w:rPr>
          <w:rFonts w:ascii="Angsana New" w:hAnsi="Angsana New" w:hint="cs"/>
          <w:sz w:val="28"/>
          <w:szCs w:val="28"/>
          <w:cs/>
        </w:rPr>
        <w:t>หุ้น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Pr="00416D4B">
        <w:rPr>
          <w:rFonts w:ascii="Angsana New" w:hAnsi="Angsana New" w:hint="cs"/>
          <w:sz w:val="28"/>
          <w:szCs w:val="28"/>
          <w:cs/>
        </w:rPr>
        <w:t>ในราคาขายหุ้นละ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="00A85FB7">
        <w:rPr>
          <w:rFonts w:ascii="Angsana New" w:hAnsi="Angsana New"/>
          <w:sz w:val="28"/>
          <w:szCs w:val="28"/>
        </w:rPr>
        <w:t>600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Pr="00416D4B">
        <w:rPr>
          <w:rFonts w:ascii="Angsana New" w:hAnsi="Angsana New" w:hint="cs"/>
          <w:sz w:val="28"/>
          <w:szCs w:val="28"/>
          <w:cs/>
        </w:rPr>
        <w:t>บาท</w:t>
      </w:r>
      <w:r w:rsidRPr="00416D4B">
        <w:rPr>
          <w:rFonts w:ascii="Angsana New" w:hAnsi="Angsana New"/>
          <w:sz w:val="28"/>
          <w:szCs w:val="28"/>
          <w:cs/>
        </w:rPr>
        <w:t xml:space="preserve"> (</w:t>
      </w:r>
      <w:r w:rsidRPr="00416D4B">
        <w:rPr>
          <w:rFonts w:ascii="Angsana New" w:hAnsi="Angsana New" w:hint="cs"/>
          <w:sz w:val="28"/>
          <w:szCs w:val="28"/>
          <w:cs/>
        </w:rPr>
        <w:t>ราคาตามมูลค่าหุ้นละ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="00A85FB7">
        <w:rPr>
          <w:rFonts w:ascii="Angsana New" w:hAnsi="Angsana New"/>
          <w:sz w:val="28"/>
          <w:szCs w:val="28"/>
        </w:rPr>
        <w:t>10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Pr="00416D4B">
        <w:rPr>
          <w:rFonts w:ascii="Angsana New" w:hAnsi="Angsana New" w:hint="cs"/>
          <w:sz w:val="28"/>
          <w:szCs w:val="28"/>
          <w:cs/>
        </w:rPr>
        <w:t>บาท</w:t>
      </w:r>
      <w:r w:rsidRPr="00416D4B">
        <w:rPr>
          <w:rFonts w:ascii="Angsana New" w:hAnsi="Angsana New"/>
          <w:sz w:val="28"/>
          <w:szCs w:val="28"/>
          <w:cs/>
        </w:rPr>
        <w:t xml:space="preserve">) </w:t>
      </w:r>
      <w:r w:rsidRPr="00416D4B">
        <w:rPr>
          <w:rFonts w:ascii="Angsana New" w:hAnsi="Angsana New" w:hint="cs"/>
          <w:sz w:val="28"/>
          <w:szCs w:val="28"/>
          <w:cs/>
        </w:rPr>
        <w:t>โดยบริษัทจะสละสิทธิในการเข้าซื้อหุ้นสามัญเพิ่มทุนดังกล่าว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Pr="00416D4B">
        <w:rPr>
          <w:rFonts w:ascii="Angsana New" w:hAnsi="Angsana New" w:hint="cs"/>
          <w:sz w:val="28"/>
          <w:szCs w:val="28"/>
          <w:cs/>
        </w:rPr>
        <w:t>ซึ่งจะทำให้สัดส่วนการถือหุ้นใน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Pr="00416D4B">
        <w:rPr>
          <w:rFonts w:ascii="Angsana New" w:hAnsi="Angsana New"/>
          <w:sz w:val="28"/>
          <w:szCs w:val="28"/>
        </w:rPr>
        <w:t xml:space="preserve">Mintel </w:t>
      </w:r>
      <w:r w:rsidRPr="00416D4B">
        <w:rPr>
          <w:rFonts w:ascii="Angsana New" w:hAnsi="Angsana New" w:hint="cs"/>
          <w:sz w:val="28"/>
          <w:szCs w:val="28"/>
          <w:cs/>
        </w:rPr>
        <w:t>ของบริษัทลดลงจากเดิมร้อยละ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="00A85FB7">
        <w:rPr>
          <w:rFonts w:ascii="Angsana New" w:hAnsi="Angsana New"/>
          <w:sz w:val="28"/>
          <w:szCs w:val="28"/>
        </w:rPr>
        <w:t>22.00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Pr="00416D4B">
        <w:rPr>
          <w:rFonts w:ascii="Angsana New" w:hAnsi="Angsana New" w:hint="cs"/>
          <w:sz w:val="28"/>
          <w:szCs w:val="28"/>
          <w:cs/>
        </w:rPr>
        <w:t>เป็นร้อยละ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="00A85FB7">
        <w:rPr>
          <w:rFonts w:ascii="Angsana New" w:hAnsi="Angsana New"/>
          <w:sz w:val="28"/>
          <w:szCs w:val="28"/>
        </w:rPr>
        <w:t>18.34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Pr="00416D4B">
        <w:rPr>
          <w:rFonts w:ascii="Angsana New" w:hAnsi="Angsana New" w:hint="cs"/>
          <w:sz w:val="28"/>
          <w:szCs w:val="28"/>
          <w:cs/>
        </w:rPr>
        <w:t>อนึ่ง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Pr="00416D4B">
        <w:rPr>
          <w:rFonts w:ascii="Angsana New" w:hAnsi="Angsana New" w:hint="cs"/>
          <w:sz w:val="28"/>
          <w:szCs w:val="28"/>
          <w:cs/>
        </w:rPr>
        <w:t>บริษัทยังคงมีตัวแทนดำรงตำแหน่งในคณะกรรมการบริษัทของ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Pr="00416D4B">
        <w:rPr>
          <w:rFonts w:ascii="Angsana New" w:hAnsi="Angsana New"/>
          <w:sz w:val="28"/>
          <w:szCs w:val="28"/>
        </w:rPr>
        <w:t xml:space="preserve">Mintel </w:t>
      </w:r>
      <w:r w:rsidRPr="00416D4B">
        <w:rPr>
          <w:rFonts w:ascii="Angsana New" w:hAnsi="Angsana New" w:hint="cs"/>
          <w:sz w:val="28"/>
          <w:szCs w:val="28"/>
          <w:cs/>
        </w:rPr>
        <w:t>และมีส่วนร่วมในการตัดสินใจเกี่ยวกับนโยบายทางการเงินและการดำเนินงานของบริษัทเช่นเดิม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Pr="00416D4B">
        <w:rPr>
          <w:rFonts w:ascii="Angsana New" w:hAnsi="Angsana New" w:hint="cs"/>
          <w:sz w:val="28"/>
          <w:szCs w:val="28"/>
          <w:cs/>
        </w:rPr>
        <w:t>ดังนั้น</w:t>
      </w:r>
      <w:r w:rsidRPr="00416D4B">
        <w:rPr>
          <w:rFonts w:ascii="Angsana New" w:hAnsi="Angsana New"/>
          <w:sz w:val="28"/>
          <w:szCs w:val="28"/>
          <w:cs/>
        </w:rPr>
        <w:t xml:space="preserve"> </w:t>
      </w:r>
      <w:r w:rsidRPr="00416D4B">
        <w:rPr>
          <w:rFonts w:ascii="Angsana New" w:hAnsi="Angsana New"/>
          <w:sz w:val="28"/>
          <w:szCs w:val="28"/>
        </w:rPr>
        <w:t xml:space="preserve">Mintel </w:t>
      </w:r>
      <w:r w:rsidRPr="00416D4B">
        <w:rPr>
          <w:rFonts w:ascii="Angsana New" w:hAnsi="Angsana New" w:hint="cs"/>
          <w:sz w:val="28"/>
          <w:szCs w:val="28"/>
          <w:cs/>
        </w:rPr>
        <w:t>จึงยังคงมีสถานะเป็นบริษัทร่วมของบริษัทต่อไป</w:t>
      </w:r>
    </w:p>
    <w:p w14:paraId="122C51CE" w14:textId="77777777" w:rsidR="002072CA" w:rsidRPr="00B70AF0" w:rsidRDefault="002072CA" w:rsidP="007A4461">
      <w:pPr>
        <w:rPr>
          <w:rFonts w:asciiTheme="majorBidi" w:hAnsiTheme="majorBidi" w:cstheme="majorBidi"/>
          <w:sz w:val="28"/>
          <w:szCs w:val="28"/>
          <w:lang w:eastAsia="x-none"/>
        </w:rPr>
      </w:pPr>
    </w:p>
    <w:p w14:paraId="73C1D85E" w14:textId="7D01115F" w:rsidR="007A4461" w:rsidRPr="00B70AF0" w:rsidRDefault="000B0741" w:rsidP="002072CA">
      <w:pPr>
        <w:pStyle w:val="Heading6"/>
        <w:ind w:left="540" w:right="-45" w:hanging="540"/>
        <w:jc w:val="thaiDistribute"/>
        <w:rPr>
          <w:rFonts w:asciiTheme="majorBidi" w:hAnsiTheme="majorBidi"/>
          <w:sz w:val="28"/>
          <w:szCs w:val="28"/>
          <w:lang w:val="en-US"/>
        </w:rPr>
      </w:pPr>
      <w:r w:rsidRPr="00B70AF0">
        <w:rPr>
          <w:rFonts w:asciiTheme="majorBidi" w:hAnsiTheme="majorBidi"/>
          <w:sz w:val="28"/>
          <w:szCs w:val="28"/>
          <w:lang w:val="en-US"/>
        </w:rPr>
        <w:t>16</w:t>
      </w:r>
      <w:r w:rsidR="007A4461" w:rsidRPr="00B70AF0">
        <w:rPr>
          <w:rFonts w:asciiTheme="majorBidi" w:hAnsiTheme="majorBidi" w:hint="cs"/>
          <w:sz w:val="28"/>
          <w:szCs w:val="28"/>
          <w:lang w:val="en-US"/>
        </w:rPr>
        <w:tab/>
      </w:r>
      <w:r w:rsidR="007A4461" w:rsidRPr="00B70AF0">
        <w:rPr>
          <w:rFonts w:asciiTheme="majorBidi" w:hAnsiTheme="majorBidi" w:hint="cs"/>
          <w:sz w:val="28"/>
          <w:szCs w:val="28"/>
          <w:cs/>
          <w:lang w:val="en-US"/>
        </w:rPr>
        <w:t>การจัดประเภทรายการใหม่</w:t>
      </w:r>
    </w:p>
    <w:p w14:paraId="0000E3C5" w14:textId="77777777" w:rsidR="007A4461" w:rsidRPr="00B70AF0" w:rsidRDefault="007A4461" w:rsidP="007A4461">
      <w:pPr>
        <w:tabs>
          <w:tab w:val="left" w:pos="540"/>
        </w:tabs>
        <w:spacing w:line="228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14:paraId="1870EBD9" w14:textId="622A3C61" w:rsidR="007A4461" w:rsidRPr="00B70AF0" w:rsidRDefault="007A4461" w:rsidP="007A4461">
      <w:pPr>
        <w:tabs>
          <w:tab w:val="left" w:pos="540"/>
        </w:tabs>
        <w:spacing w:line="228" w:lineRule="auto"/>
        <w:ind w:left="540"/>
        <w:jc w:val="thaiDistribute"/>
        <w:rPr>
          <w:rFonts w:ascii="Angsana New" w:hAnsi="Angsana New"/>
          <w:sz w:val="28"/>
          <w:szCs w:val="28"/>
          <w:cs/>
        </w:rPr>
      </w:pPr>
      <w:r w:rsidRPr="00B70AF0">
        <w:rPr>
          <w:rFonts w:ascii="Angsana New" w:hAnsi="Angsana New"/>
          <w:sz w:val="28"/>
          <w:szCs w:val="28"/>
          <w:cs/>
        </w:rPr>
        <w:t>รายการบางรายการในงบ</w:t>
      </w:r>
      <w:r w:rsidR="004E08B7" w:rsidRPr="00B70AF0">
        <w:rPr>
          <w:rFonts w:ascii="Angsana New" w:hAnsi="Angsana New" w:hint="cs"/>
          <w:sz w:val="28"/>
          <w:szCs w:val="28"/>
          <w:cs/>
        </w:rPr>
        <w:t xml:space="preserve">แสดงฐานะการเงิน ณ วันที่ </w:t>
      </w:r>
      <w:r w:rsidR="000B0741" w:rsidRPr="00B70AF0">
        <w:rPr>
          <w:rFonts w:ascii="Angsana New" w:hAnsi="Angsana New"/>
          <w:sz w:val="28"/>
          <w:szCs w:val="28"/>
        </w:rPr>
        <w:t>31</w:t>
      </w:r>
      <w:r w:rsidR="004E08B7" w:rsidRPr="00B70AF0">
        <w:rPr>
          <w:rFonts w:ascii="Angsana New" w:hAnsi="Angsana New"/>
          <w:sz w:val="28"/>
          <w:szCs w:val="28"/>
        </w:rPr>
        <w:t xml:space="preserve"> </w:t>
      </w:r>
      <w:r w:rsidR="004E08B7" w:rsidRPr="00B70AF0">
        <w:rPr>
          <w:rFonts w:ascii="Angsana New" w:hAnsi="Angsana New" w:hint="cs"/>
          <w:sz w:val="28"/>
          <w:szCs w:val="28"/>
          <w:cs/>
        </w:rPr>
        <w:t xml:space="preserve">ธันวาคม </w:t>
      </w:r>
      <w:r w:rsidR="000B0741" w:rsidRPr="00B70AF0">
        <w:rPr>
          <w:rFonts w:ascii="Angsana New" w:hAnsi="Angsana New"/>
          <w:sz w:val="28"/>
          <w:szCs w:val="28"/>
        </w:rPr>
        <w:t>2563</w:t>
      </w:r>
      <w:r w:rsidR="004E08B7" w:rsidRPr="00B70AF0">
        <w:rPr>
          <w:rFonts w:ascii="Angsana New" w:hAnsi="Angsana New"/>
          <w:sz w:val="28"/>
          <w:szCs w:val="28"/>
        </w:rPr>
        <w:t xml:space="preserve"> </w:t>
      </w:r>
      <w:r w:rsidR="004E08B7" w:rsidRPr="00B70AF0">
        <w:rPr>
          <w:rFonts w:ascii="Angsana New" w:hAnsi="Angsana New" w:hint="cs"/>
          <w:sz w:val="28"/>
          <w:szCs w:val="28"/>
          <w:cs/>
        </w:rPr>
        <w:t xml:space="preserve">ซึ่งรวมอยู่ในงบการเงินระหว่างกาลเพื่อวัตถุประสงค์ในการเปรียบเทียบของงวด </w:t>
      </w:r>
      <w:r w:rsidR="000B0741" w:rsidRPr="00B70AF0">
        <w:rPr>
          <w:rFonts w:ascii="Angsana New" w:hAnsi="Angsana New"/>
          <w:sz w:val="28"/>
          <w:szCs w:val="28"/>
        </w:rPr>
        <w:t>2564</w:t>
      </w:r>
      <w:r w:rsidR="004E08B7" w:rsidRPr="00B70AF0">
        <w:rPr>
          <w:rFonts w:ascii="Angsana New" w:hAnsi="Angsana New"/>
          <w:sz w:val="28"/>
          <w:szCs w:val="28"/>
        </w:rPr>
        <w:t xml:space="preserve"> </w:t>
      </w:r>
      <w:r w:rsidR="004E08B7" w:rsidRPr="00B70AF0">
        <w:rPr>
          <w:rFonts w:ascii="Angsana New" w:hAnsi="Angsana New" w:hint="cs"/>
          <w:sz w:val="28"/>
          <w:szCs w:val="28"/>
          <w:cs/>
        </w:rPr>
        <w:t xml:space="preserve">ได้มีการจัดประเภทรายการใหม่เพื่อให้สอดคล้องกับการนำเสนองบการเงินระหว่างกาลปี </w:t>
      </w:r>
      <w:r w:rsidR="000B0741" w:rsidRPr="00B70AF0">
        <w:rPr>
          <w:rFonts w:ascii="Angsana New" w:hAnsi="Angsana New"/>
          <w:sz w:val="28"/>
          <w:szCs w:val="28"/>
        </w:rPr>
        <w:t>2564</w:t>
      </w:r>
      <w:r w:rsidR="004E08B7" w:rsidRPr="00B70AF0">
        <w:rPr>
          <w:rFonts w:ascii="Angsana New" w:hAnsi="Angsana New"/>
          <w:sz w:val="28"/>
          <w:szCs w:val="28"/>
        </w:rPr>
        <w:t xml:space="preserve"> </w:t>
      </w:r>
      <w:r w:rsidR="004E08B7" w:rsidRPr="00B70AF0">
        <w:rPr>
          <w:rFonts w:ascii="Angsana New" w:hAnsi="Angsana New" w:hint="cs"/>
          <w:sz w:val="28"/>
          <w:szCs w:val="28"/>
          <w:cs/>
        </w:rPr>
        <w:t>การจัดประเภทรายการที่มีสาระสำคัญดังนี้</w:t>
      </w:r>
    </w:p>
    <w:p w14:paraId="3F149044" w14:textId="77777777" w:rsidR="007A4461" w:rsidRPr="00B70AF0" w:rsidRDefault="007A4461" w:rsidP="007A4461">
      <w:pPr>
        <w:tabs>
          <w:tab w:val="left" w:pos="540"/>
        </w:tabs>
        <w:spacing w:line="228" w:lineRule="auto"/>
        <w:ind w:left="540"/>
        <w:jc w:val="thaiDistribute"/>
        <w:rPr>
          <w:rFonts w:ascii="Angsana New" w:hAnsi="Angsana New"/>
          <w:sz w:val="24"/>
          <w:szCs w:val="24"/>
          <w:cs/>
        </w:rPr>
      </w:pPr>
    </w:p>
    <w:tbl>
      <w:tblPr>
        <w:tblW w:w="9162" w:type="dxa"/>
        <w:tblInd w:w="450" w:type="dxa"/>
        <w:tblLayout w:type="fixed"/>
        <w:tblLook w:val="01E0" w:firstRow="1" w:lastRow="1" w:firstColumn="1" w:lastColumn="1" w:noHBand="0" w:noVBand="0"/>
      </w:tblPr>
      <w:tblGrid>
        <w:gridCol w:w="2322"/>
        <w:gridCol w:w="990"/>
        <w:gridCol w:w="236"/>
        <w:gridCol w:w="1024"/>
        <w:gridCol w:w="236"/>
        <w:gridCol w:w="1024"/>
        <w:gridCol w:w="238"/>
        <w:gridCol w:w="1022"/>
        <w:gridCol w:w="1022"/>
        <w:gridCol w:w="1048"/>
      </w:tblGrid>
      <w:tr w:rsidR="00D033B4" w:rsidRPr="00B70AF0" w14:paraId="5BE17515" w14:textId="09D4B9AB" w:rsidTr="00632B99">
        <w:trPr>
          <w:trHeight w:val="383"/>
          <w:tblHeader/>
        </w:trPr>
        <w:tc>
          <w:tcPr>
            <w:tcW w:w="2322" w:type="dxa"/>
          </w:tcPr>
          <w:p w14:paraId="12EF4F88" w14:textId="77777777" w:rsidR="00D033B4" w:rsidRPr="00B70AF0" w:rsidRDefault="00D033B4" w:rsidP="004E08B7">
            <w:pPr>
              <w:tabs>
                <w:tab w:val="left" w:pos="31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bookmarkStart w:id="4" w:name="_Hlk71722665"/>
          </w:p>
        </w:tc>
        <w:tc>
          <w:tcPr>
            <w:tcW w:w="6840" w:type="dxa"/>
            <w:gridSpan w:val="9"/>
            <w:hideMark/>
          </w:tcPr>
          <w:p w14:paraId="40E37AE3" w14:textId="0C298CEC" w:rsidR="00D033B4" w:rsidRPr="00B70AF0" w:rsidRDefault="000B0741" w:rsidP="004E08B7">
            <w:pPr>
              <w:tabs>
                <w:tab w:val="left" w:pos="312"/>
              </w:tabs>
              <w:ind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2563</w:t>
            </w:r>
          </w:p>
        </w:tc>
      </w:tr>
      <w:tr w:rsidR="00D033B4" w:rsidRPr="00B70AF0" w14:paraId="78FE0FF4" w14:textId="77777777" w:rsidTr="00632B99">
        <w:trPr>
          <w:trHeight w:val="68"/>
          <w:tblHeader/>
        </w:trPr>
        <w:tc>
          <w:tcPr>
            <w:tcW w:w="2322" w:type="dxa"/>
          </w:tcPr>
          <w:p w14:paraId="30A0F1CF" w14:textId="77777777" w:rsidR="00D033B4" w:rsidRPr="00B70AF0" w:rsidRDefault="00D033B4" w:rsidP="004E08B7">
            <w:pPr>
              <w:tabs>
                <w:tab w:val="left" w:pos="31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3510" w:type="dxa"/>
            <w:gridSpan w:val="5"/>
            <w:tcBorders>
              <w:bottom w:val="single" w:sz="4" w:space="0" w:color="auto"/>
            </w:tcBorders>
          </w:tcPr>
          <w:p w14:paraId="29696A2B" w14:textId="5F3BA803" w:rsidR="00D033B4" w:rsidRPr="00B70AF0" w:rsidRDefault="00D033B4" w:rsidP="004E08B7">
            <w:pPr>
              <w:tabs>
                <w:tab w:val="left" w:pos="312"/>
              </w:tabs>
              <w:ind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งบการเงินรวม</w:t>
            </w:r>
          </w:p>
        </w:tc>
        <w:tc>
          <w:tcPr>
            <w:tcW w:w="238" w:type="dxa"/>
          </w:tcPr>
          <w:p w14:paraId="4C1AC78A" w14:textId="77777777" w:rsidR="00D033B4" w:rsidRPr="00B70AF0" w:rsidRDefault="00D033B4" w:rsidP="004E08B7">
            <w:pPr>
              <w:tabs>
                <w:tab w:val="left" w:pos="312"/>
              </w:tabs>
              <w:ind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3092" w:type="dxa"/>
            <w:gridSpan w:val="3"/>
            <w:tcBorders>
              <w:bottom w:val="single" w:sz="4" w:space="0" w:color="auto"/>
            </w:tcBorders>
          </w:tcPr>
          <w:p w14:paraId="1EECAEE3" w14:textId="29909E9C" w:rsidR="00D033B4" w:rsidRPr="00B70AF0" w:rsidRDefault="00D033B4" w:rsidP="004E08B7">
            <w:pPr>
              <w:tabs>
                <w:tab w:val="left" w:pos="312"/>
              </w:tabs>
              <w:ind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งบการเงินเฉพาะกิจการ</w:t>
            </w:r>
          </w:p>
        </w:tc>
      </w:tr>
      <w:tr w:rsidR="004E08B7" w:rsidRPr="00B70AF0" w14:paraId="329E1DA5" w14:textId="71EE1EEB" w:rsidTr="00632B99">
        <w:trPr>
          <w:trHeight w:val="58"/>
          <w:tblHeader/>
        </w:trPr>
        <w:tc>
          <w:tcPr>
            <w:tcW w:w="2322" w:type="dxa"/>
          </w:tcPr>
          <w:p w14:paraId="73558A82" w14:textId="77777777" w:rsidR="004E08B7" w:rsidRPr="00B70AF0" w:rsidRDefault="004E08B7" w:rsidP="00046B08">
            <w:pPr>
              <w:pStyle w:val="BodyText"/>
              <w:spacing w:line="228" w:lineRule="auto"/>
              <w:ind w:right="-405"/>
              <w:jc w:val="both"/>
              <w:rPr>
                <w:rFonts w:ascii="Angsana New" w:hAnsi="Angsana New"/>
                <w:i/>
                <w:iCs/>
                <w:color w:val="0000FF"/>
                <w:sz w:val="28"/>
                <w:szCs w:val="28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  <w:hideMark/>
          </w:tcPr>
          <w:p w14:paraId="33AF92F1" w14:textId="77777777" w:rsidR="004E08B7" w:rsidRPr="00B70AF0" w:rsidRDefault="004E08B7" w:rsidP="00724D33">
            <w:pPr>
              <w:tabs>
                <w:tab w:val="left" w:pos="312"/>
              </w:tabs>
              <w:ind w:left="-114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  <w:cs/>
              </w:rPr>
              <w:t>ก่อนจัด</w:t>
            </w:r>
          </w:p>
          <w:p w14:paraId="71A4E8D0" w14:textId="77777777" w:rsidR="004E08B7" w:rsidRPr="00B70AF0" w:rsidRDefault="004E08B7" w:rsidP="00724D33">
            <w:pPr>
              <w:tabs>
                <w:tab w:val="left" w:pos="312"/>
              </w:tabs>
              <w:ind w:left="-114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  <w:cs/>
              </w:rPr>
              <w:t>ประเภทใหม่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5E84556B" w14:textId="77777777" w:rsidR="004E08B7" w:rsidRPr="00B70AF0" w:rsidRDefault="004E08B7" w:rsidP="00EF0D86">
            <w:pPr>
              <w:tabs>
                <w:tab w:val="left" w:pos="312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</w:tcPr>
          <w:p w14:paraId="16AEE6F2" w14:textId="201C6109" w:rsidR="004E08B7" w:rsidRPr="00B70AF0" w:rsidRDefault="004E08B7" w:rsidP="00724D33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72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  <w:cs/>
              </w:rPr>
              <w:t>จัดประเภท</w:t>
            </w:r>
          </w:p>
          <w:p w14:paraId="13275FCA" w14:textId="5D22AF60" w:rsidR="004E08B7" w:rsidRPr="00B70AF0" w:rsidRDefault="004E08B7" w:rsidP="00724D33">
            <w:pPr>
              <w:tabs>
                <w:tab w:val="clear" w:pos="227"/>
                <w:tab w:val="clear" w:pos="454"/>
                <w:tab w:val="clear" w:pos="680"/>
                <w:tab w:val="clear" w:pos="907"/>
              </w:tabs>
              <w:ind w:left="-72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  <w:cs/>
              </w:rPr>
              <w:t>ใหม่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68929016" w14:textId="77777777" w:rsidR="004E08B7" w:rsidRPr="00B70AF0" w:rsidRDefault="004E08B7" w:rsidP="00EF0D86">
            <w:pPr>
              <w:tabs>
                <w:tab w:val="left" w:pos="312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</w:tcBorders>
            <w:hideMark/>
          </w:tcPr>
          <w:p w14:paraId="59AE95AD" w14:textId="77777777" w:rsidR="004E08B7" w:rsidRPr="00B70AF0" w:rsidRDefault="004E08B7" w:rsidP="00724D33">
            <w:pPr>
              <w:tabs>
                <w:tab w:val="left" w:pos="312"/>
              </w:tabs>
              <w:ind w:left="-16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  <w:cs/>
              </w:rPr>
              <w:t>หลังจัด</w:t>
            </w:r>
          </w:p>
          <w:p w14:paraId="19B0E717" w14:textId="77777777" w:rsidR="004E08B7" w:rsidRPr="00B70AF0" w:rsidRDefault="004E08B7" w:rsidP="00724D33">
            <w:pPr>
              <w:tabs>
                <w:tab w:val="left" w:pos="312"/>
              </w:tabs>
              <w:ind w:left="-16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  <w:cs/>
              </w:rPr>
              <w:t>ประเภทใหม่</w:t>
            </w:r>
          </w:p>
        </w:tc>
        <w:tc>
          <w:tcPr>
            <w:tcW w:w="238" w:type="dxa"/>
          </w:tcPr>
          <w:p w14:paraId="24397A51" w14:textId="77777777" w:rsidR="004E08B7" w:rsidRPr="00B70AF0" w:rsidRDefault="004E08B7" w:rsidP="00EF0D86">
            <w:pPr>
              <w:tabs>
                <w:tab w:val="left" w:pos="312"/>
              </w:tabs>
              <w:ind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1022" w:type="dxa"/>
            <w:tcBorders>
              <w:top w:val="single" w:sz="4" w:space="0" w:color="auto"/>
            </w:tcBorders>
          </w:tcPr>
          <w:p w14:paraId="7D65907F" w14:textId="77777777" w:rsidR="004E08B7" w:rsidRPr="00B70AF0" w:rsidRDefault="004E08B7" w:rsidP="00724D33">
            <w:pPr>
              <w:tabs>
                <w:tab w:val="left" w:pos="312"/>
              </w:tabs>
              <w:ind w:left="-162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  <w:cs/>
              </w:rPr>
              <w:t>ก่อนจัด</w:t>
            </w:r>
          </w:p>
          <w:p w14:paraId="465609C7" w14:textId="3C656587" w:rsidR="004E08B7" w:rsidRPr="00B70AF0" w:rsidRDefault="004E08B7" w:rsidP="00724D33">
            <w:pPr>
              <w:tabs>
                <w:tab w:val="left" w:pos="312"/>
              </w:tabs>
              <w:ind w:left="-162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sz w:val="28"/>
                <w:szCs w:val="28"/>
                <w:cs/>
              </w:rPr>
              <w:t>ประเภทใหม่</w:t>
            </w:r>
          </w:p>
        </w:tc>
        <w:tc>
          <w:tcPr>
            <w:tcW w:w="1022" w:type="dxa"/>
            <w:tcBorders>
              <w:top w:val="single" w:sz="4" w:space="0" w:color="auto"/>
            </w:tcBorders>
          </w:tcPr>
          <w:p w14:paraId="64D760D0" w14:textId="77777777" w:rsidR="004E08B7" w:rsidRPr="00B70AF0" w:rsidRDefault="004E08B7" w:rsidP="00724D33">
            <w:pPr>
              <w:tabs>
                <w:tab w:val="left" w:pos="312"/>
              </w:tabs>
              <w:ind w:left="-162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  <w:cs/>
              </w:rPr>
              <w:t>จัดประเภท</w:t>
            </w:r>
          </w:p>
          <w:p w14:paraId="07CC9507" w14:textId="35AA0326" w:rsidR="004E08B7" w:rsidRPr="00B70AF0" w:rsidRDefault="004E08B7" w:rsidP="00724D33">
            <w:pPr>
              <w:tabs>
                <w:tab w:val="left" w:pos="312"/>
              </w:tabs>
              <w:ind w:left="-162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sz w:val="28"/>
                <w:szCs w:val="28"/>
                <w:cs/>
              </w:rPr>
              <w:t>ใหม่</w:t>
            </w:r>
          </w:p>
        </w:tc>
        <w:tc>
          <w:tcPr>
            <w:tcW w:w="1048" w:type="dxa"/>
            <w:tcBorders>
              <w:top w:val="single" w:sz="4" w:space="0" w:color="auto"/>
            </w:tcBorders>
          </w:tcPr>
          <w:p w14:paraId="0821F04D" w14:textId="77777777" w:rsidR="004E08B7" w:rsidRPr="00B70AF0" w:rsidRDefault="004E08B7" w:rsidP="00724D33">
            <w:pPr>
              <w:tabs>
                <w:tab w:val="left" w:pos="31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  <w:cs/>
              </w:rPr>
              <w:t>หลังจัด</w:t>
            </w:r>
          </w:p>
          <w:p w14:paraId="57251003" w14:textId="190C7ACA" w:rsidR="004E08B7" w:rsidRPr="00B70AF0" w:rsidRDefault="004E08B7" w:rsidP="00724D33">
            <w:pPr>
              <w:tabs>
                <w:tab w:val="left" w:pos="312"/>
              </w:tabs>
              <w:ind w:left="-108" w:right="-108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sz w:val="28"/>
                <w:szCs w:val="28"/>
                <w:cs/>
              </w:rPr>
              <w:t>ประเภทใหม่</w:t>
            </w:r>
          </w:p>
        </w:tc>
      </w:tr>
      <w:tr w:rsidR="00632B99" w:rsidRPr="00B70AF0" w14:paraId="5FF28A6F" w14:textId="43E419A2" w:rsidTr="00632B99">
        <w:trPr>
          <w:trHeight w:val="403"/>
          <w:tblHeader/>
        </w:trPr>
        <w:tc>
          <w:tcPr>
            <w:tcW w:w="2322" w:type="dxa"/>
          </w:tcPr>
          <w:p w14:paraId="76E416EF" w14:textId="77777777" w:rsidR="00632B99" w:rsidRPr="00B70AF0" w:rsidRDefault="00632B99" w:rsidP="00046B08">
            <w:pPr>
              <w:tabs>
                <w:tab w:val="left" w:pos="312"/>
              </w:tabs>
              <w:ind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</w:p>
        </w:tc>
        <w:tc>
          <w:tcPr>
            <w:tcW w:w="6840" w:type="dxa"/>
            <w:gridSpan w:val="9"/>
          </w:tcPr>
          <w:p w14:paraId="20B82DD3" w14:textId="0E995D10" w:rsidR="00632B99" w:rsidRPr="00B70AF0" w:rsidRDefault="00632B99" w:rsidP="00046B08">
            <w:pPr>
              <w:tabs>
                <w:tab w:val="left" w:pos="312"/>
              </w:tabs>
              <w:ind w:right="50"/>
              <w:jc w:val="center"/>
              <w:rPr>
                <w:rFonts w:ascii="Angsana New" w:hAnsi="Angsana New"/>
                <w:i/>
                <w:iCs/>
                <w:sz w:val="28"/>
                <w:szCs w:val="28"/>
              </w:rPr>
            </w:pPr>
            <w:r w:rsidRPr="00B70AF0">
              <w:rPr>
                <w:rFonts w:ascii="Angsana New" w:hAnsi="Angsana New"/>
                <w:i/>
                <w:iCs/>
                <w:sz w:val="28"/>
                <w:szCs w:val="28"/>
              </w:rPr>
              <w:t>(</w:t>
            </w:r>
            <w:r w:rsidRPr="00B70AF0">
              <w:rPr>
                <w:rFonts w:ascii="Angsana New" w:hAnsi="Angsana New" w:hint="cs"/>
                <w:i/>
                <w:iCs/>
                <w:sz w:val="28"/>
                <w:szCs w:val="28"/>
                <w:cs/>
              </w:rPr>
              <w:t>พันบาท</w:t>
            </w:r>
            <w:r w:rsidRPr="00B70AF0">
              <w:rPr>
                <w:rFonts w:ascii="Angsana New" w:hAnsi="Angsana New"/>
                <w:i/>
                <w:iCs/>
                <w:sz w:val="28"/>
                <w:szCs w:val="28"/>
              </w:rPr>
              <w:t>)</w:t>
            </w:r>
          </w:p>
        </w:tc>
      </w:tr>
      <w:tr w:rsidR="004E08B7" w:rsidRPr="00B70AF0" w14:paraId="20DA8C91" w14:textId="54C2C68D" w:rsidTr="000C1B19">
        <w:trPr>
          <w:trHeight w:val="393"/>
        </w:trPr>
        <w:tc>
          <w:tcPr>
            <w:tcW w:w="2322" w:type="dxa"/>
          </w:tcPr>
          <w:p w14:paraId="76B59BB0" w14:textId="77777777" w:rsidR="004E08B7" w:rsidRPr="00B70AF0" w:rsidRDefault="004E08B7" w:rsidP="00046B08">
            <w:pPr>
              <w:tabs>
                <w:tab w:val="left" w:pos="312"/>
              </w:tabs>
              <w:ind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  <w:cs/>
              </w:rPr>
              <w:t>งบแสดงฐานะการเงิน</w:t>
            </w:r>
          </w:p>
        </w:tc>
        <w:tc>
          <w:tcPr>
            <w:tcW w:w="990" w:type="dxa"/>
          </w:tcPr>
          <w:p w14:paraId="3022A733" w14:textId="77777777" w:rsidR="004E08B7" w:rsidRPr="00B70AF0" w:rsidRDefault="004E08B7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3C751789" w14:textId="77777777" w:rsidR="004E08B7" w:rsidRPr="00B70AF0" w:rsidRDefault="004E08B7" w:rsidP="00046B08">
            <w:pPr>
              <w:tabs>
                <w:tab w:val="left" w:pos="312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7314AB99" w14:textId="77777777" w:rsidR="004E08B7" w:rsidRPr="00B70AF0" w:rsidRDefault="004E08B7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7B07FBB3" w14:textId="77777777" w:rsidR="004E08B7" w:rsidRPr="00B70AF0" w:rsidRDefault="004E08B7" w:rsidP="00046B08">
            <w:pPr>
              <w:tabs>
                <w:tab w:val="left" w:pos="312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7C4FEA40" w14:textId="77777777" w:rsidR="004E08B7" w:rsidRPr="00B70AF0" w:rsidRDefault="004E08B7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14:paraId="6647435F" w14:textId="77777777" w:rsidR="004E08B7" w:rsidRPr="00B70AF0" w:rsidRDefault="004E08B7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2" w:type="dxa"/>
          </w:tcPr>
          <w:p w14:paraId="74ED72B1" w14:textId="77777777" w:rsidR="004E08B7" w:rsidRPr="00B70AF0" w:rsidRDefault="004E08B7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2" w:type="dxa"/>
          </w:tcPr>
          <w:p w14:paraId="132D2B85" w14:textId="77777777" w:rsidR="004E08B7" w:rsidRPr="00B70AF0" w:rsidRDefault="004E08B7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8" w:type="dxa"/>
          </w:tcPr>
          <w:p w14:paraId="4F47F354" w14:textId="61A507E8" w:rsidR="004E08B7" w:rsidRPr="00B70AF0" w:rsidRDefault="004E08B7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E08B7" w:rsidRPr="00B70AF0" w14:paraId="4DD95F49" w14:textId="164EAAC5" w:rsidTr="000C1B19">
        <w:trPr>
          <w:trHeight w:val="403"/>
        </w:trPr>
        <w:tc>
          <w:tcPr>
            <w:tcW w:w="2322" w:type="dxa"/>
          </w:tcPr>
          <w:p w14:paraId="35B7B7AB" w14:textId="4A488B15" w:rsidR="004E08B7" w:rsidRPr="00B70AF0" w:rsidRDefault="004E08B7" w:rsidP="00046B08">
            <w:pPr>
              <w:tabs>
                <w:tab w:val="left" w:pos="312"/>
              </w:tabs>
              <w:ind w:right="-108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   ณ วันที่ </w:t>
            </w:r>
            <w:r w:rsidR="000B0741" w:rsidRPr="00B70AF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31</w:t>
            </w:r>
            <w:r w:rsidRPr="00B70AF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 xml:space="preserve"> </w:t>
            </w:r>
            <w:r w:rsidRPr="00B70AF0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 xml:space="preserve">ธันวาคม </w:t>
            </w:r>
            <w:r w:rsidR="000B0741" w:rsidRPr="00B70AF0"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  <w:t>2563</w:t>
            </w:r>
          </w:p>
        </w:tc>
        <w:tc>
          <w:tcPr>
            <w:tcW w:w="990" w:type="dxa"/>
          </w:tcPr>
          <w:p w14:paraId="640DEAEB" w14:textId="77777777" w:rsidR="004E08B7" w:rsidRPr="00B70AF0" w:rsidRDefault="004E08B7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4FA245F" w14:textId="77777777" w:rsidR="004E08B7" w:rsidRPr="00B70AF0" w:rsidRDefault="004E08B7" w:rsidP="00046B08">
            <w:pPr>
              <w:tabs>
                <w:tab w:val="left" w:pos="312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0B5212AD" w14:textId="77777777" w:rsidR="004E08B7" w:rsidRPr="00B70AF0" w:rsidRDefault="004E08B7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66A3393B" w14:textId="77777777" w:rsidR="004E08B7" w:rsidRPr="00B70AF0" w:rsidRDefault="004E08B7" w:rsidP="00046B08">
            <w:pPr>
              <w:tabs>
                <w:tab w:val="left" w:pos="312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1ED78A17" w14:textId="77777777" w:rsidR="004E08B7" w:rsidRPr="00B70AF0" w:rsidRDefault="004E08B7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14:paraId="65DE4AF8" w14:textId="77777777" w:rsidR="004E08B7" w:rsidRPr="00B70AF0" w:rsidRDefault="004E08B7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2" w:type="dxa"/>
          </w:tcPr>
          <w:p w14:paraId="7CF03986" w14:textId="77777777" w:rsidR="004E08B7" w:rsidRPr="00B70AF0" w:rsidRDefault="004E08B7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2" w:type="dxa"/>
          </w:tcPr>
          <w:p w14:paraId="4D93F5B7" w14:textId="77777777" w:rsidR="004E08B7" w:rsidRPr="00B70AF0" w:rsidRDefault="004E08B7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48" w:type="dxa"/>
          </w:tcPr>
          <w:p w14:paraId="62FA0575" w14:textId="46EB57CC" w:rsidR="004E08B7" w:rsidRPr="00B70AF0" w:rsidRDefault="004E08B7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  <w:tr w:rsidR="004E08B7" w:rsidRPr="00B70AF0" w14:paraId="6907D00A" w14:textId="2CB034B1" w:rsidTr="000C1B19">
        <w:trPr>
          <w:trHeight w:val="383"/>
        </w:trPr>
        <w:tc>
          <w:tcPr>
            <w:tcW w:w="2322" w:type="dxa"/>
          </w:tcPr>
          <w:p w14:paraId="7B4F5F21" w14:textId="3EBA763B" w:rsidR="004E08B7" w:rsidRPr="00B70AF0" w:rsidRDefault="004E08B7" w:rsidP="00046B08">
            <w:pPr>
              <w:tabs>
                <w:tab w:val="left" w:pos="31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ลูกหนี้การค้าและลูกหนี้อื่น</w:t>
            </w:r>
          </w:p>
        </w:tc>
        <w:tc>
          <w:tcPr>
            <w:tcW w:w="990" w:type="dxa"/>
          </w:tcPr>
          <w:p w14:paraId="2F0167A1" w14:textId="29766219" w:rsidR="004E08B7" w:rsidRPr="00B70AF0" w:rsidRDefault="000B0741" w:rsidP="00861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737</w:t>
            </w:r>
            <w:r w:rsidR="00390C51"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</w:rPr>
              <w:t>698</w:t>
            </w:r>
          </w:p>
        </w:tc>
        <w:tc>
          <w:tcPr>
            <w:tcW w:w="236" w:type="dxa"/>
          </w:tcPr>
          <w:p w14:paraId="63F16207" w14:textId="77777777" w:rsidR="004E08B7" w:rsidRPr="00B70AF0" w:rsidRDefault="004E08B7" w:rsidP="00046B08">
            <w:pPr>
              <w:tabs>
                <w:tab w:val="left" w:pos="312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3E4A9EE1" w14:textId="774E2DD6" w:rsidR="004E08B7" w:rsidRPr="00B70AF0" w:rsidRDefault="008610A9" w:rsidP="000C1B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(</w:t>
            </w:r>
            <w:r w:rsidR="000B0741" w:rsidRPr="00B70AF0">
              <w:rPr>
                <w:rFonts w:ascii="Angsana New" w:hAnsi="Angsana New"/>
                <w:sz w:val="28"/>
                <w:szCs w:val="28"/>
              </w:rPr>
              <w:t>29</w:t>
            </w:r>
            <w:r w:rsidR="00C3073C"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="000B0741" w:rsidRPr="00B70AF0">
              <w:rPr>
                <w:rFonts w:ascii="Angsana New" w:hAnsi="Angsana New"/>
                <w:sz w:val="28"/>
                <w:szCs w:val="28"/>
              </w:rPr>
              <w:t>652</w:t>
            </w:r>
            <w:r w:rsidRPr="00B70AF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14:paraId="4FBDECA3" w14:textId="77777777" w:rsidR="004E08B7" w:rsidRPr="00B70AF0" w:rsidRDefault="004E08B7" w:rsidP="00046B08">
            <w:pPr>
              <w:tabs>
                <w:tab w:val="left" w:pos="312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442C0D52" w14:textId="4ADC0E13" w:rsidR="004E08B7" w:rsidRPr="00B70AF0" w:rsidRDefault="000B0741" w:rsidP="00861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708</w:t>
            </w:r>
            <w:r w:rsidR="00C3073C"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</w:rPr>
              <w:t>046</w:t>
            </w:r>
          </w:p>
        </w:tc>
        <w:tc>
          <w:tcPr>
            <w:tcW w:w="238" w:type="dxa"/>
          </w:tcPr>
          <w:p w14:paraId="3BB1FD0D" w14:textId="77777777" w:rsidR="004E08B7" w:rsidRPr="00B70AF0" w:rsidRDefault="004E08B7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2" w:type="dxa"/>
          </w:tcPr>
          <w:p w14:paraId="59DC8943" w14:textId="21771A40" w:rsidR="004E08B7" w:rsidRPr="00B70AF0" w:rsidRDefault="000B0741" w:rsidP="00861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519</w:t>
            </w:r>
            <w:r w:rsidR="00390C51"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</w:rPr>
              <w:t>604</w:t>
            </w:r>
          </w:p>
        </w:tc>
        <w:tc>
          <w:tcPr>
            <w:tcW w:w="1022" w:type="dxa"/>
          </w:tcPr>
          <w:p w14:paraId="633945D0" w14:textId="72467FA0" w:rsidR="004E08B7" w:rsidRPr="00B70AF0" w:rsidRDefault="008610A9" w:rsidP="000C1B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(</w:t>
            </w:r>
            <w:r w:rsidR="000B0741" w:rsidRPr="00B70AF0">
              <w:rPr>
                <w:rFonts w:ascii="Angsana New" w:hAnsi="Angsana New"/>
                <w:sz w:val="28"/>
                <w:szCs w:val="28"/>
              </w:rPr>
              <w:t>6</w:t>
            </w:r>
            <w:r w:rsidR="00C3073C"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="000B0741" w:rsidRPr="00B70AF0">
              <w:rPr>
                <w:rFonts w:ascii="Angsana New" w:hAnsi="Angsana New"/>
                <w:sz w:val="28"/>
                <w:szCs w:val="28"/>
              </w:rPr>
              <w:t>218</w:t>
            </w:r>
            <w:r w:rsidRPr="00B70AF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048" w:type="dxa"/>
          </w:tcPr>
          <w:p w14:paraId="7EE2464F" w14:textId="793A02D9" w:rsidR="004E08B7" w:rsidRPr="00B70AF0" w:rsidRDefault="000B0741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513</w:t>
            </w:r>
            <w:r w:rsidR="00C3073C"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</w:rPr>
              <w:t>386</w:t>
            </w:r>
          </w:p>
        </w:tc>
      </w:tr>
      <w:tr w:rsidR="004E08B7" w:rsidRPr="00B70AF0" w14:paraId="459CD557" w14:textId="49B04700" w:rsidTr="000C1B19">
        <w:trPr>
          <w:trHeight w:val="383"/>
        </w:trPr>
        <w:tc>
          <w:tcPr>
            <w:tcW w:w="2322" w:type="dxa"/>
          </w:tcPr>
          <w:p w14:paraId="2E11129F" w14:textId="356F6912" w:rsidR="004E08B7" w:rsidRPr="00B70AF0" w:rsidRDefault="004E08B7" w:rsidP="00046B08">
            <w:pPr>
              <w:tabs>
                <w:tab w:val="left" w:pos="31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สินทรัพย์ที่เกิดจากสัญญา</w:t>
            </w:r>
          </w:p>
        </w:tc>
        <w:tc>
          <w:tcPr>
            <w:tcW w:w="990" w:type="dxa"/>
          </w:tcPr>
          <w:p w14:paraId="60043161" w14:textId="11D8B382" w:rsidR="004E08B7" w:rsidRPr="00B70AF0" w:rsidRDefault="00EF0D86" w:rsidP="00861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1BE74B5B" w14:textId="77777777" w:rsidR="004E08B7" w:rsidRPr="00B70AF0" w:rsidRDefault="004E08B7" w:rsidP="00046B08">
            <w:pPr>
              <w:tabs>
                <w:tab w:val="left" w:pos="312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134291DE" w14:textId="5DC78829" w:rsidR="004E08B7" w:rsidRPr="00B70AF0" w:rsidRDefault="000B0741" w:rsidP="000C1B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29</w:t>
            </w:r>
            <w:r w:rsidR="008610A9"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</w:rPr>
              <w:t>652</w:t>
            </w:r>
          </w:p>
        </w:tc>
        <w:tc>
          <w:tcPr>
            <w:tcW w:w="236" w:type="dxa"/>
          </w:tcPr>
          <w:p w14:paraId="7BE2A0C6" w14:textId="77777777" w:rsidR="004E08B7" w:rsidRPr="00B70AF0" w:rsidRDefault="004E08B7" w:rsidP="00046B08">
            <w:pPr>
              <w:tabs>
                <w:tab w:val="left" w:pos="312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403ED5CC" w14:textId="2E982C28" w:rsidR="004E08B7" w:rsidRPr="00B70AF0" w:rsidRDefault="000B0741" w:rsidP="00861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29</w:t>
            </w:r>
            <w:r w:rsidR="008610A9"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</w:rPr>
              <w:t>652</w:t>
            </w:r>
          </w:p>
        </w:tc>
        <w:tc>
          <w:tcPr>
            <w:tcW w:w="238" w:type="dxa"/>
          </w:tcPr>
          <w:p w14:paraId="29F756A2" w14:textId="77777777" w:rsidR="004E08B7" w:rsidRPr="00B70AF0" w:rsidRDefault="004E08B7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2" w:type="dxa"/>
          </w:tcPr>
          <w:p w14:paraId="70FE9F0F" w14:textId="70935FEF" w:rsidR="004E08B7" w:rsidRPr="00B70AF0" w:rsidRDefault="00EF0D86" w:rsidP="00861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22" w:type="dxa"/>
          </w:tcPr>
          <w:p w14:paraId="30584138" w14:textId="3B163CB5" w:rsidR="004E08B7" w:rsidRPr="00B70AF0" w:rsidRDefault="000B0741" w:rsidP="000C1B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6</w:t>
            </w:r>
            <w:r w:rsidR="008610A9"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</w:rPr>
              <w:t>218</w:t>
            </w:r>
          </w:p>
        </w:tc>
        <w:tc>
          <w:tcPr>
            <w:tcW w:w="1048" w:type="dxa"/>
          </w:tcPr>
          <w:p w14:paraId="0AA0A00C" w14:textId="7771EBA4" w:rsidR="004E08B7" w:rsidRPr="00B70AF0" w:rsidRDefault="000B0741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6</w:t>
            </w:r>
            <w:r w:rsidR="008610A9"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</w:rPr>
              <w:t>218</w:t>
            </w:r>
          </w:p>
        </w:tc>
      </w:tr>
      <w:tr w:rsidR="004E08B7" w:rsidRPr="00B70AF0" w14:paraId="4DE24675" w14:textId="4F28A60E" w:rsidTr="000C1B19">
        <w:trPr>
          <w:trHeight w:val="68"/>
        </w:trPr>
        <w:tc>
          <w:tcPr>
            <w:tcW w:w="2322" w:type="dxa"/>
          </w:tcPr>
          <w:p w14:paraId="162504E6" w14:textId="1E6DFB23" w:rsidR="004E08B7" w:rsidRPr="00B70AF0" w:rsidRDefault="004E08B7" w:rsidP="00046B08">
            <w:pPr>
              <w:tabs>
                <w:tab w:val="left" w:pos="312"/>
              </w:tabs>
              <w:ind w:right="-108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เจ้าหนี้การค้าและเจ้าหนี้อื่น</w:t>
            </w:r>
          </w:p>
        </w:tc>
        <w:tc>
          <w:tcPr>
            <w:tcW w:w="990" w:type="dxa"/>
          </w:tcPr>
          <w:p w14:paraId="2539A567" w14:textId="4B4EC626" w:rsidR="004E08B7" w:rsidRPr="00B70AF0" w:rsidRDefault="000B0741" w:rsidP="00861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560</w:t>
            </w:r>
            <w:r w:rsidR="00390C51"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</w:rPr>
              <w:t>133</w:t>
            </w:r>
          </w:p>
        </w:tc>
        <w:tc>
          <w:tcPr>
            <w:tcW w:w="236" w:type="dxa"/>
          </w:tcPr>
          <w:p w14:paraId="2F8B1C96" w14:textId="77777777" w:rsidR="004E08B7" w:rsidRPr="00B70AF0" w:rsidRDefault="004E08B7" w:rsidP="00046B08">
            <w:pPr>
              <w:tabs>
                <w:tab w:val="left" w:pos="312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06D47ADE" w14:textId="0FC69CA3" w:rsidR="004E08B7" w:rsidRPr="00B70AF0" w:rsidRDefault="008610A9" w:rsidP="000C1B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(</w:t>
            </w:r>
            <w:r w:rsidR="000B0741" w:rsidRPr="00B70AF0">
              <w:rPr>
                <w:rFonts w:ascii="Angsana New" w:hAnsi="Angsana New"/>
                <w:sz w:val="28"/>
                <w:szCs w:val="28"/>
              </w:rPr>
              <w:t>207</w:t>
            </w:r>
            <w:r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="000B0741" w:rsidRPr="00B70AF0">
              <w:rPr>
                <w:rFonts w:ascii="Angsana New" w:hAnsi="Angsana New"/>
                <w:sz w:val="28"/>
                <w:szCs w:val="28"/>
              </w:rPr>
              <w:t>513</w:t>
            </w:r>
            <w:r w:rsidRPr="00B70AF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236" w:type="dxa"/>
          </w:tcPr>
          <w:p w14:paraId="207A37FE" w14:textId="77777777" w:rsidR="004E08B7" w:rsidRPr="00B70AF0" w:rsidRDefault="004E08B7" w:rsidP="00046B08">
            <w:pPr>
              <w:tabs>
                <w:tab w:val="left" w:pos="312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0BC2DE99" w14:textId="32F352FB" w:rsidR="004E08B7" w:rsidRPr="00B70AF0" w:rsidRDefault="000B0741" w:rsidP="00861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352</w:t>
            </w:r>
            <w:r w:rsidR="008610A9"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</w:rPr>
              <w:t>620</w:t>
            </w:r>
          </w:p>
        </w:tc>
        <w:tc>
          <w:tcPr>
            <w:tcW w:w="238" w:type="dxa"/>
          </w:tcPr>
          <w:p w14:paraId="32005EE1" w14:textId="77777777" w:rsidR="004E08B7" w:rsidRPr="00B70AF0" w:rsidRDefault="004E08B7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2" w:type="dxa"/>
          </w:tcPr>
          <w:p w14:paraId="0443F5DB" w14:textId="420C6C1C" w:rsidR="004E08B7" w:rsidRPr="00B70AF0" w:rsidRDefault="000B0741" w:rsidP="00861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409</w:t>
            </w:r>
            <w:r w:rsidR="00390C51"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</w:rPr>
              <w:t>922</w:t>
            </w:r>
          </w:p>
        </w:tc>
        <w:tc>
          <w:tcPr>
            <w:tcW w:w="1022" w:type="dxa"/>
          </w:tcPr>
          <w:p w14:paraId="30878274" w14:textId="43B912A6" w:rsidR="004E08B7" w:rsidRPr="00B70AF0" w:rsidRDefault="008610A9" w:rsidP="000C1B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(</w:t>
            </w:r>
            <w:r w:rsidR="000B0741" w:rsidRPr="00B70AF0">
              <w:rPr>
                <w:rFonts w:ascii="Angsana New" w:hAnsi="Angsana New"/>
                <w:sz w:val="28"/>
                <w:szCs w:val="28"/>
              </w:rPr>
              <w:t>151</w:t>
            </w:r>
            <w:r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="000B0741" w:rsidRPr="00B70AF0">
              <w:rPr>
                <w:rFonts w:ascii="Angsana New" w:hAnsi="Angsana New"/>
                <w:sz w:val="28"/>
                <w:szCs w:val="28"/>
              </w:rPr>
              <w:t>686</w:t>
            </w:r>
            <w:r w:rsidRPr="00B70AF0">
              <w:rPr>
                <w:rFonts w:ascii="Angsana New" w:hAnsi="Angsana New"/>
                <w:sz w:val="28"/>
                <w:szCs w:val="28"/>
              </w:rPr>
              <w:t>)</w:t>
            </w:r>
          </w:p>
        </w:tc>
        <w:tc>
          <w:tcPr>
            <w:tcW w:w="1048" w:type="dxa"/>
          </w:tcPr>
          <w:p w14:paraId="65773BAE" w14:textId="4BA34C24" w:rsidR="004E08B7" w:rsidRPr="00B70AF0" w:rsidRDefault="000B0741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258</w:t>
            </w:r>
            <w:r w:rsidR="008610A9"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</w:rPr>
              <w:t>236</w:t>
            </w:r>
          </w:p>
        </w:tc>
      </w:tr>
      <w:tr w:rsidR="004E08B7" w:rsidRPr="00B70AF0" w14:paraId="45CEA21A" w14:textId="2A395ED3" w:rsidTr="00632B99">
        <w:trPr>
          <w:trHeight w:val="56"/>
        </w:trPr>
        <w:tc>
          <w:tcPr>
            <w:tcW w:w="2322" w:type="dxa"/>
          </w:tcPr>
          <w:p w14:paraId="6BC4F3E2" w14:textId="68566735" w:rsidR="004E08B7" w:rsidRPr="00B70AF0" w:rsidRDefault="004E08B7" w:rsidP="00046B08">
            <w:pPr>
              <w:tabs>
                <w:tab w:val="left" w:pos="312"/>
              </w:tabs>
              <w:ind w:right="-108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 w:hint="cs"/>
                <w:sz w:val="28"/>
                <w:szCs w:val="28"/>
                <w:cs/>
              </w:rPr>
              <w:t>หนี้สินที่เกิดจากสัญญา</w:t>
            </w:r>
          </w:p>
        </w:tc>
        <w:tc>
          <w:tcPr>
            <w:tcW w:w="990" w:type="dxa"/>
          </w:tcPr>
          <w:p w14:paraId="7DCD26A6" w14:textId="0DA52476" w:rsidR="004E08B7" w:rsidRPr="00B70AF0" w:rsidRDefault="00EF0D86" w:rsidP="00861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4250B0C1" w14:textId="77777777" w:rsidR="004E08B7" w:rsidRPr="00B70AF0" w:rsidRDefault="004E08B7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  <w:tcBorders>
              <w:bottom w:val="single" w:sz="4" w:space="0" w:color="auto"/>
            </w:tcBorders>
          </w:tcPr>
          <w:p w14:paraId="2C99BF18" w14:textId="616100E7" w:rsidR="004E08B7" w:rsidRPr="00B70AF0" w:rsidRDefault="000B0741" w:rsidP="000C1B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207</w:t>
            </w:r>
            <w:r w:rsidR="008610A9"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</w:rPr>
              <w:t>513</w:t>
            </w:r>
          </w:p>
        </w:tc>
        <w:tc>
          <w:tcPr>
            <w:tcW w:w="236" w:type="dxa"/>
          </w:tcPr>
          <w:p w14:paraId="2144D389" w14:textId="77777777" w:rsidR="004E08B7" w:rsidRPr="00B70AF0" w:rsidRDefault="004E08B7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6874041C" w14:textId="1D6E2EC8" w:rsidR="004E08B7" w:rsidRPr="00B70AF0" w:rsidRDefault="000B0741" w:rsidP="00861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28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207</w:t>
            </w:r>
            <w:r w:rsidR="008610A9"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</w:rPr>
              <w:t>513</w:t>
            </w:r>
          </w:p>
        </w:tc>
        <w:tc>
          <w:tcPr>
            <w:tcW w:w="238" w:type="dxa"/>
          </w:tcPr>
          <w:p w14:paraId="0CC52BA4" w14:textId="77777777" w:rsidR="004E08B7" w:rsidRPr="00B70AF0" w:rsidRDefault="004E08B7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2" w:type="dxa"/>
          </w:tcPr>
          <w:p w14:paraId="0A4D3312" w14:textId="6774F9EF" w:rsidR="004E08B7" w:rsidRPr="00B70AF0" w:rsidRDefault="00EF0D86" w:rsidP="008610A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-</w:t>
            </w:r>
          </w:p>
        </w:tc>
        <w:tc>
          <w:tcPr>
            <w:tcW w:w="1022" w:type="dxa"/>
            <w:tcBorders>
              <w:bottom w:val="single" w:sz="4" w:space="0" w:color="auto"/>
            </w:tcBorders>
          </w:tcPr>
          <w:p w14:paraId="1204B5C0" w14:textId="4EDDFDF2" w:rsidR="004E08B7" w:rsidRPr="00B70AF0" w:rsidRDefault="000B0741" w:rsidP="000C1B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38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151</w:t>
            </w:r>
            <w:r w:rsidR="008610A9"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</w:rPr>
              <w:t>686</w:t>
            </w:r>
          </w:p>
        </w:tc>
        <w:tc>
          <w:tcPr>
            <w:tcW w:w="1048" w:type="dxa"/>
          </w:tcPr>
          <w:p w14:paraId="75F78B9B" w14:textId="585897D0" w:rsidR="004E08B7" w:rsidRPr="00B70AF0" w:rsidRDefault="000B0741" w:rsidP="00046B08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  <w:r w:rsidRPr="00B70AF0">
              <w:rPr>
                <w:rFonts w:ascii="Angsana New" w:hAnsi="Angsana New"/>
                <w:sz w:val="28"/>
                <w:szCs w:val="28"/>
              </w:rPr>
              <w:t>151</w:t>
            </w:r>
            <w:r w:rsidR="008610A9" w:rsidRPr="00B70AF0">
              <w:rPr>
                <w:rFonts w:ascii="Angsana New" w:hAnsi="Angsana New"/>
                <w:sz w:val="28"/>
                <w:szCs w:val="28"/>
              </w:rPr>
              <w:t>,</w:t>
            </w:r>
            <w:r w:rsidRPr="00B70AF0">
              <w:rPr>
                <w:rFonts w:ascii="Angsana New" w:hAnsi="Angsana New"/>
                <w:sz w:val="28"/>
                <w:szCs w:val="28"/>
              </w:rPr>
              <w:t>686</w:t>
            </w:r>
          </w:p>
        </w:tc>
      </w:tr>
      <w:tr w:rsidR="00EB52DF" w:rsidRPr="00B70AF0" w14:paraId="32BDF2AA" w14:textId="34B3BA09" w:rsidTr="00632B99">
        <w:trPr>
          <w:trHeight w:val="397"/>
        </w:trPr>
        <w:tc>
          <w:tcPr>
            <w:tcW w:w="2322" w:type="dxa"/>
          </w:tcPr>
          <w:p w14:paraId="232DA9EC" w14:textId="77777777" w:rsidR="00EB52DF" w:rsidRPr="00B70AF0" w:rsidRDefault="00EB52DF" w:rsidP="00EB52DF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990" w:type="dxa"/>
          </w:tcPr>
          <w:p w14:paraId="29DC7A7C" w14:textId="77777777" w:rsidR="00EB52DF" w:rsidRPr="00B70AF0" w:rsidRDefault="00EB52DF" w:rsidP="00EB52DF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6" w:type="dxa"/>
          </w:tcPr>
          <w:p w14:paraId="0A539FEC" w14:textId="77777777" w:rsidR="00EB52DF" w:rsidRPr="00B70AF0" w:rsidRDefault="00EB52DF" w:rsidP="00EB52DF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  <w:hideMark/>
          </w:tcPr>
          <w:p w14:paraId="452ACF0A" w14:textId="0B3C0710" w:rsidR="00EB52DF" w:rsidRPr="00B70AF0" w:rsidRDefault="00EB52DF" w:rsidP="000C1B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68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236" w:type="dxa"/>
          </w:tcPr>
          <w:p w14:paraId="16559637" w14:textId="77777777" w:rsidR="00EB52DF" w:rsidRPr="00B70AF0" w:rsidRDefault="00EB52DF" w:rsidP="00EB52DF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4" w:type="dxa"/>
          </w:tcPr>
          <w:p w14:paraId="6C707ED0" w14:textId="77777777" w:rsidR="00EB52DF" w:rsidRPr="00B70AF0" w:rsidRDefault="00EB52DF" w:rsidP="00EB52DF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238" w:type="dxa"/>
          </w:tcPr>
          <w:p w14:paraId="2E46C686" w14:textId="77777777" w:rsidR="00EB52DF" w:rsidRPr="00B70AF0" w:rsidRDefault="00EB52DF" w:rsidP="00EB52DF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2" w:type="dxa"/>
          </w:tcPr>
          <w:p w14:paraId="594198D1" w14:textId="77777777" w:rsidR="00EB52DF" w:rsidRPr="00B70AF0" w:rsidRDefault="00EB52DF" w:rsidP="00EB52DF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22" w:type="dxa"/>
            <w:tcBorders>
              <w:top w:val="single" w:sz="4" w:space="0" w:color="auto"/>
              <w:bottom w:val="double" w:sz="4" w:space="0" w:color="auto"/>
            </w:tcBorders>
          </w:tcPr>
          <w:p w14:paraId="4E18D617" w14:textId="5F57D214" w:rsidR="00EB52DF" w:rsidRPr="00B70AF0" w:rsidRDefault="00EB52DF" w:rsidP="000C1B1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16"/>
              </w:tabs>
              <w:spacing w:line="240" w:lineRule="auto"/>
              <w:ind w:left="-85" w:right="-48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70AF0">
              <w:rPr>
                <w:rFonts w:ascii="Angsana New" w:hAnsi="Angsana New"/>
                <w:b/>
                <w:bCs/>
                <w:sz w:val="28"/>
                <w:szCs w:val="28"/>
              </w:rPr>
              <w:t>-</w:t>
            </w:r>
          </w:p>
        </w:tc>
        <w:tc>
          <w:tcPr>
            <w:tcW w:w="1048" w:type="dxa"/>
          </w:tcPr>
          <w:p w14:paraId="6DF4C781" w14:textId="59BD4BFC" w:rsidR="00EB52DF" w:rsidRPr="00B70AF0" w:rsidRDefault="00EB52DF" w:rsidP="00EB52DF">
            <w:pPr>
              <w:tabs>
                <w:tab w:val="left" w:pos="312"/>
              </w:tabs>
              <w:ind w:right="50"/>
              <w:jc w:val="right"/>
              <w:rPr>
                <w:rFonts w:ascii="Angsana New" w:hAnsi="Angsana New"/>
                <w:sz w:val="28"/>
                <w:szCs w:val="28"/>
              </w:rPr>
            </w:pPr>
          </w:p>
        </w:tc>
      </w:tr>
    </w:tbl>
    <w:bookmarkEnd w:id="4"/>
    <w:p w14:paraId="3C133C66" w14:textId="77777777" w:rsidR="007A4461" w:rsidRPr="00B70AF0" w:rsidRDefault="007A4461" w:rsidP="007A4461">
      <w:pPr>
        <w:spacing w:line="240" w:lineRule="auto"/>
        <w:ind w:right="27"/>
        <w:jc w:val="thaiDistribute"/>
        <w:rPr>
          <w:rFonts w:ascii="Angsana New" w:hAnsi="Angsana New"/>
          <w:sz w:val="22"/>
          <w:szCs w:val="22"/>
        </w:rPr>
      </w:pPr>
      <w:r w:rsidRPr="00B70AF0">
        <w:rPr>
          <w:rFonts w:ascii="Angsana New" w:hAnsi="Angsana New"/>
          <w:sz w:val="24"/>
          <w:szCs w:val="24"/>
          <w:cs/>
        </w:rPr>
        <w:t xml:space="preserve"> </w:t>
      </w:r>
      <w:r w:rsidRPr="00B70AF0">
        <w:rPr>
          <w:rFonts w:ascii="Angsana New" w:hAnsi="Angsana New"/>
          <w:sz w:val="24"/>
          <w:szCs w:val="24"/>
          <w:cs/>
        </w:rPr>
        <w:tab/>
      </w:r>
      <w:r w:rsidRPr="00B70AF0">
        <w:rPr>
          <w:rFonts w:ascii="Angsana New" w:hAnsi="Angsana New"/>
          <w:sz w:val="24"/>
          <w:szCs w:val="24"/>
          <w:cs/>
        </w:rPr>
        <w:tab/>
      </w:r>
    </w:p>
    <w:p w14:paraId="0CEA3AF4" w14:textId="59C4D1C9" w:rsidR="00A87B36" w:rsidRPr="00C26A01" w:rsidRDefault="007A4461" w:rsidP="005F7DF7">
      <w:pPr>
        <w:tabs>
          <w:tab w:val="clear" w:pos="454"/>
          <w:tab w:val="clear" w:pos="680"/>
          <w:tab w:val="left" w:pos="540"/>
        </w:tabs>
        <w:spacing w:line="228" w:lineRule="auto"/>
        <w:ind w:left="540"/>
        <w:jc w:val="thaiDistribute"/>
        <w:rPr>
          <w:rFonts w:ascii="Angsana New" w:hAnsi="Angsana New"/>
          <w:b/>
          <w:bCs/>
          <w:i/>
          <w:iCs/>
          <w:color w:val="000000"/>
          <w:sz w:val="28"/>
          <w:szCs w:val="28"/>
        </w:rPr>
      </w:pPr>
      <w:r w:rsidRPr="00B70AF0">
        <w:rPr>
          <w:rFonts w:ascii="Angsana New" w:hAnsi="Angsana New"/>
          <w:color w:val="222222"/>
          <w:sz w:val="28"/>
          <w:szCs w:val="28"/>
          <w:cs/>
        </w:rPr>
        <w:t>การจัดประเภทรายการใหม่นี้ได้จัดทำขึ้นเนื่องจากผู้บริหารเห็นว่ามีความเหมาะสมกับธุรกิจของ</w:t>
      </w:r>
      <w:r w:rsidR="00D033B4" w:rsidRPr="00B70AF0">
        <w:rPr>
          <w:rFonts w:ascii="Angsana New" w:hAnsi="Angsana New" w:hint="cs"/>
          <w:color w:val="222222"/>
          <w:sz w:val="28"/>
          <w:szCs w:val="28"/>
          <w:cs/>
        </w:rPr>
        <w:t>กลุ่ม</w:t>
      </w:r>
      <w:r w:rsidRPr="00B70AF0">
        <w:rPr>
          <w:rFonts w:ascii="Angsana New" w:hAnsi="Angsana New"/>
          <w:color w:val="222222"/>
          <w:sz w:val="28"/>
          <w:szCs w:val="28"/>
          <w:cs/>
        </w:rPr>
        <w:t>บริษัทมากกว่า</w:t>
      </w:r>
    </w:p>
    <w:sectPr w:rsidR="00A87B36" w:rsidRPr="00C26A01" w:rsidSect="002A0634">
      <w:headerReference w:type="even" r:id="rId12"/>
      <w:headerReference w:type="default" r:id="rId13"/>
      <w:footerReference w:type="default" r:id="rId14"/>
      <w:headerReference w:type="first" r:id="rId15"/>
      <w:pgSz w:w="11909" w:h="16834" w:code="9"/>
      <w:pgMar w:top="691" w:right="1152" w:bottom="576" w:left="1152" w:header="720" w:footer="720" w:gutter="0"/>
      <w:pgNumType w:start="17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1D6022" w14:textId="77777777" w:rsidR="00E8016E" w:rsidRDefault="00E8016E" w:rsidP="00900EE2">
      <w:r>
        <w:separator/>
      </w:r>
    </w:p>
  </w:endnote>
  <w:endnote w:type="continuationSeparator" w:id="0">
    <w:p w14:paraId="3D4FE9A5" w14:textId="77777777" w:rsidR="00E8016E" w:rsidRDefault="00E8016E" w:rsidP="00900EE2">
      <w:r>
        <w:continuationSeparator/>
      </w:r>
    </w:p>
  </w:endnote>
  <w:endnote w:type="continuationNotice" w:id="1">
    <w:p w14:paraId="04692DB6" w14:textId="77777777" w:rsidR="00E8016E" w:rsidRDefault="00E8016E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charset w:val="00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Univers LT Std 45 Light">
    <w:altName w:val="Calibri"/>
    <w:panose1 w:val="00000000000000000000"/>
    <w:charset w:val="00"/>
    <w:family w:val="swiss"/>
    <w:notTrueType/>
    <w:pitch w:val="default"/>
    <w:sig w:usb0="00000000" w:usb1="08070000" w:usb2="00000010" w:usb3="00000000" w:csb0="0002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D3668C" w14:textId="77777777" w:rsidR="005F1583" w:rsidRPr="000F001E" w:rsidRDefault="005F1583" w:rsidP="007C2D59">
    <w:pPr>
      <w:pStyle w:val="Footer"/>
      <w:framePr w:wrap="around" w:vAnchor="text" w:hAnchor="margin" w:xAlign="center" w:y="1"/>
      <w:rPr>
        <w:rStyle w:val="PageNumber"/>
        <w:rFonts w:ascii="Angsana New" w:hAnsi="Angsana New"/>
        <w:sz w:val="30"/>
        <w:szCs w:val="30"/>
        <w:lang w:val="en-US"/>
      </w:rPr>
    </w:pPr>
    <w:r w:rsidRPr="009E6674">
      <w:rPr>
        <w:rStyle w:val="PageNumber"/>
        <w:rFonts w:ascii="Angsana New" w:hAnsi="Angsana New"/>
        <w:sz w:val="30"/>
        <w:szCs w:val="30"/>
      </w:rPr>
      <w:fldChar w:fldCharType="begin"/>
    </w:r>
    <w:r w:rsidRPr="009E6674">
      <w:rPr>
        <w:rStyle w:val="PageNumber"/>
        <w:rFonts w:ascii="Angsana New" w:hAnsi="Angsana New"/>
        <w:sz w:val="30"/>
        <w:szCs w:val="30"/>
      </w:rPr>
      <w:instrText xml:space="preserve">PAGE  </w:instrText>
    </w:r>
    <w:r w:rsidRPr="009E6674">
      <w:rPr>
        <w:rStyle w:val="PageNumber"/>
        <w:rFonts w:ascii="Angsana New" w:hAnsi="Angsana New"/>
        <w:sz w:val="30"/>
        <w:szCs w:val="30"/>
      </w:rPr>
      <w:fldChar w:fldCharType="separate"/>
    </w:r>
    <w:r w:rsidRPr="000B0741">
      <w:rPr>
        <w:rStyle w:val="PageNumber"/>
        <w:rFonts w:ascii="Angsana New" w:hAnsi="Angsana New"/>
        <w:noProof/>
        <w:sz w:val="30"/>
        <w:szCs w:val="30"/>
        <w:lang w:val="en-US"/>
      </w:rPr>
      <w:t>2</w:t>
    </w:r>
    <w:r w:rsidRPr="009E6674">
      <w:rPr>
        <w:rStyle w:val="PageNumber"/>
        <w:rFonts w:ascii="Angsana New" w:hAnsi="Angsana New"/>
        <w:sz w:val="30"/>
        <w:szCs w:val="30"/>
      </w:rPr>
      <w:fldChar w:fldCharType="end"/>
    </w:r>
  </w:p>
  <w:p w14:paraId="7311E817" w14:textId="77777777" w:rsidR="005F1583" w:rsidRDefault="005F1583" w:rsidP="007C2D5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F2770" w14:textId="77777777" w:rsidR="00E8016E" w:rsidRDefault="00E8016E" w:rsidP="00900EE2">
      <w:r>
        <w:separator/>
      </w:r>
    </w:p>
  </w:footnote>
  <w:footnote w:type="continuationSeparator" w:id="0">
    <w:p w14:paraId="2951A623" w14:textId="77777777" w:rsidR="00E8016E" w:rsidRDefault="00E8016E" w:rsidP="00900EE2">
      <w:r>
        <w:continuationSeparator/>
      </w:r>
    </w:p>
  </w:footnote>
  <w:footnote w:type="continuationNotice" w:id="1">
    <w:p w14:paraId="2EB557E3" w14:textId="77777777" w:rsidR="00E8016E" w:rsidRDefault="00E8016E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A783D" w14:textId="77777777" w:rsidR="004E6D19" w:rsidRDefault="004E6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37E3B" w14:textId="77777777" w:rsidR="004E6D19" w:rsidRPr="00E669A5" w:rsidRDefault="004E6D19" w:rsidP="00AF13C8">
    <w:pPr>
      <w:pStyle w:val="Heading6"/>
      <w:jc w:val="both"/>
      <w:rPr>
        <w:rFonts w:ascii="Angsana New" w:hAnsi="Angsana New"/>
        <w:sz w:val="32"/>
        <w:szCs w:val="32"/>
      </w:rPr>
    </w:pPr>
    <w:r w:rsidRPr="00E669A5">
      <w:rPr>
        <w:rFonts w:ascii="Angsana New" w:hAnsi="Angsana New" w:hint="cs"/>
        <w:sz w:val="32"/>
        <w:szCs w:val="32"/>
        <w:cs/>
      </w:rPr>
      <w:t>บริษัท</w:t>
    </w:r>
    <w:r>
      <w:rPr>
        <w:rFonts w:ascii="Angsana New" w:hAnsi="Angsana New"/>
        <w:sz w:val="32"/>
        <w:szCs w:val="32"/>
        <w:cs/>
      </w:rPr>
      <w:t xml:space="preserve"> </w:t>
    </w:r>
    <w:r w:rsidRPr="00E669A5">
      <w:rPr>
        <w:rFonts w:ascii="Angsana New" w:hAnsi="Angsana New" w:hint="cs"/>
        <w:sz w:val="32"/>
        <w:szCs w:val="32"/>
        <w:cs/>
      </w:rPr>
      <w:t>วินท์คอม</w:t>
    </w:r>
    <w:r w:rsidRPr="00E669A5">
      <w:rPr>
        <w:rFonts w:ascii="Angsana New" w:hAnsi="Angsana New"/>
        <w:sz w:val="32"/>
        <w:szCs w:val="32"/>
        <w:cs/>
      </w:rPr>
      <w:t xml:space="preserve"> </w:t>
    </w:r>
    <w:r w:rsidRPr="00E669A5">
      <w:rPr>
        <w:rFonts w:ascii="Angsana New" w:hAnsi="Angsana New" w:hint="cs"/>
        <w:sz w:val="32"/>
        <w:szCs w:val="32"/>
        <w:cs/>
      </w:rPr>
      <w:t>เทคโนโลยี</w:t>
    </w:r>
    <w:r w:rsidRPr="00E669A5">
      <w:rPr>
        <w:rFonts w:ascii="Angsana New" w:hAnsi="Angsana New"/>
        <w:sz w:val="32"/>
        <w:szCs w:val="32"/>
        <w:cs/>
      </w:rPr>
      <w:t xml:space="preserve"> </w:t>
    </w:r>
    <w:r w:rsidRPr="00E669A5">
      <w:rPr>
        <w:rFonts w:ascii="Angsana New" w:hAnsi="Angsana New" w:hint="cs"/>
        <w:sz w:val="32"/>
        <w:szCs w:val="32"/>
        <w:cs/>
      </w:rPr>
      <w:t>จำกัด</w:t>
    </w:r>
    <w:r w:rsidRPr="00E669A5">
      <w:rPr>
        <w:rFonts w:ascii="Angsana New" w:hAnsi="Angsana New"/>
        <w:sz w:val="32"/>
        <w:szCs w:val="32"/>
        <w:cs/>
      </w:rPr>
      <w:t xml:space="preserve"> (</w:t>
    </w:r>
    <w:r w:rsidRPr="00E669A5">
      <w:rPr>
        <w:rFonts w:ascii="Angsana New" w:hAnsi="Angsana New" w:hint="cs"/>
        <w:sz w:val="32"/>
        <w:szCs w:val="32"/>
        <w:cs/>
      </w:rPr>
      <w:t>มหาชน</w:t>
    </w:r>
    <w:r w:rsidRPr="00E669A5">
      <w:rPr>
        <w:rFonts w:ascii="Angsana New" w:hAnsi="Angsana New"/>
        <w:sz w:val="32"/>
        <w:szCs w:val="32"/>
        <w:cs/>
      </w:rPr>
      <w:t xml:space="preserve">) </w:t>
    </w:r>
    <w:r w:rsidRPr="00E669A5">
      <w:rPr>
        <w:rFonts w:ascii="Angsana New" w:hAnsi="Angsana New" w:hint="cs"/>
        <w:sz w:val="32"/>
        <w:szCs w:val="32"/>
        <w:cs/>
      </w:rPr>
      <w:t>และบริษัทย่อย</w:t>
    </w:r>
  </w:p>
  <w:p w14:paraId="72EE6A3B" w14:textId="77777777" w:rsidR="004E6D19" w:rsidRPr="00E669A5" w:rsidRDefault="004E6D19" w:rsidP="00AF13C8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b/>
        <w:bCs/>
        <w:sz w:val="32"/>
        <w:szCs w:val="32"/>
      </w:rPr>
    </w:pPr>
    <w:r w:rsidRPr="00E669A5">
      <w:rPr>
        <w:rFonts w:ascii="Angsana New" w:hAnsi="Angsana New" w:hint="cs"/>
        <w:b/>
        <w:bCs/>
        <w:sz w:val="32"/>
        <w:szCs w:val="32"/>
        <w:cs/>
      </w:rPr>
      <w:t>หมายเหตุประกอบงบการเงินระหว่างกาล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14:paraId="3F6E609B" w14:textId="6BE45F5F" w:rsidR="004E6D19" w:rsidRPr="00DF07CF" w:rsidRDefault="004E6D19" w:rsidP="00AF13C8">
    <w:pPr>
      <w:pStyle w:val="acctmainheading"/>
      <w:spacing w:after="0" w:line="240" w:lineRule="atLeast"/>
      <w:rPr>
        <w:rFonts w:ascii="Angsana New" w:hAnsi="Angsana New"/>
        <w:b w:val="0"/>
        <w:bCs/>
        <w:sz w:val="32"/>
        <w:szCs w:val="32"/>
        <w:lang w:val="en-US" w:bidi="th-TH"/>
      </w:rPr>
    </w:pPr>
    <w:r w:rsidRPr="00FA7747">
      <w:rPr>
        <w:rFonts w:ascii="Angsana New" w:hAnsi="Angsana New"/>
        <w:b w:val="0"/>
        <w:bCs/>
        <w:sz w:val="32"/>
        <w:szCs w:val="32"/>
        <w:cs/>
        <w:lang w:bidi="th-TH"/>
      </w:rPr>
      <w:t>สำหรับ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>งวดสามเดือน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และเก้าเดือน</w:t>
    </w:r>
    <w:r>
      <w:rPr>
        <w:rFonts w:ascii="Angsana New" w:hAnsi="Angsana New" w:hint="cs"/>
        <w:b w:val="0"/>
        <w:bCs/>
        <w:sz w:val="32"/>
        <w:szCs w:val="32"/>
        <w:cs/>
        <w:lang w:bidi="th-TH"/>
      </w:rPr>
      <w:t xml:space="preserve">สิ้นสุดวันที่ </w:t>
    </w:r>
    <w:r w:rsidRPr="000B0741">
      <w:rPr>
        <w:rFonts w:ascii="Angsana New" w:hAnsi="Angsana New"/>
        <w:sz w:val="32"/>
        <w:szCs w:val="32"/>
        <w:lang w:val="en-US" w:bidi="th-TH"/>
      </w:rPr>
      <w:t>30</w:t>
    </w:r>
    <w:r>
      <w:rPr>
        <w:rFonts w:ascii="Angsana New" w:hAnsi="Angsana New"/>
        <w:b w:val="0"/>
        <w:bCs/>
        <w:sz w:val="32"/>
        <w:szCs w:val="32"/>
        <w:lang w:val="en-US" w:bidi="th-TH"/>
      </w:rPr>
      <w:t xml:space="preserve"> 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 xml:space="preserve">กันยายน </w:t>
    </w:r>
    <w:r w:rsidRPr="000B0741">
      <w:rPr>
        <w:rFonts w:ascii="Angsana New" w:hAnsi="Angsana New"/>
        <w:sz w:val="32"/>
        <w:szCs w:val="32"/>
        <w:lang w:val="en-US" w:bidi="th-TH"/>
      </w:rPr>
      <w:t>2564</w:t>
    </w:r>
    <w:r w:rsidRPr="00C7737C">
      <w:rPr>
        <w:rFonts w:ascii="Angsana New" w:hAnsi="Angsana New"/>
        <w:sz w:val="32"/>
        <w:szCs w:val="32"/>
        <w:lang w:val="en-US" w:bidi="th-TH"/>
      </w:rPr>
      <w:t xml:space="preserve"> (</w:t>
    </w:r>
    <w:r>
      <w:rPr>
        <w:rFonts w:ascii="Angsana New" w:hAnsi="Angsana New" w:hint="cs"/>
        <w:b w:val="0"/>
        <w:bCs/>
        <w:sz w:val="32"/>
        <w:szCs w:val="32"/>
        <w:cs/>
        <w:lang w:val="en-US" w:bidi="th-TH"/>
      </w:rPr>
      <w:t>ไม่ได้ตรวจสอบ</w:t>
    </w:r>
    <w:r w:rsidRPr="00C7737C">
      <w:rPr>
        <w:rFonts w:ascii="Angsana New" w:hAnsi="Angsana New"/>
        <w:sz w:val="32"/>
        <w:szCs w:val="32"/>
        <w:lang w:val="en-US" w:bidi="th-TH"/>
      </w:rPr>
      <w:t>)</w:t>
    </w:r>
  </w:p>
  <w:p w14:paraId="087CE7DD" w14:textId="77777777" w:rsidR="004E6D19" w:rsidRPr="004B3C0B" w:rsidRDefault="004E6D19" w:rsidP="00EB7364">
    <w:pPr>
      <w:pStyle w:val="Header"/>
      <w:rPr>
        <w:rFonts w:ascii="Angsana New" w:hAnsi="Angsana New"/>
        <w:sz w:val="32"/>
        <w:szCs w:val="32"/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6E76A5" w14:textId="77777777" w:rsidR="004E6D19" w:rsidRDefault="004E6D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1C1C0EB8"/>
    <w:multiLevelType w:val="hybridMultilevel"/>
    <w:tmpl w:val="25963F4C"/>
    <w:lvl w:ilvl="0" w:tplc="DB62D482">
      <w:start w:val="1"/>
      <w:numFmt w:val="decimal"/>
      <w:lvlText w:val="(%1)"/>
      <w:lvlJc w:val="left"/>
      <w:pPr>
        <w:ind w:left="1260" w:hanging="360"/>
      </w:pPr>
      <w:rPr>
        <w:rFonts w:hint="default"/>
        <w:b w:val="0"/>
        <w:bCs w:val="0"/>
        <w:i w:val="0"/>
        <w:iCs w:val="0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" w15:restartNumberingAfterBreak="0">
    <w:nsid w:val="24EB739C"/>
    <w:multiLevelType w:val="multilevel"/>
    <w:tmpl w:val="DDCC9A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335040EB"/>
    <w:multiLevelType w:val="singleLevel"/>
    <w:tmpl w:val="5A92EACE"/>
    <w:lvl w:ilvl="0">
      <w:start w:val="1"/>
      <w:numFmt w:val="bullet"/>
      <w:pStyle w:val="Style2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15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6" w15:restartNumberingAfterBreak="0">
    <w:nsid w:val="3D2628AC"/>
    <w:multiLevelType w:val="hybridMultilevel"/>
    <w:tmpl w:val="580A0590"/>
    <w:lvl w:ilvl="0" w:tplc="79AE6642">
      <w:start w:val="31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8" w15:restartNumberingAfterBreak="0">
    <w:nsid w:val="48884DCA"/>
    <w:multiLevelType w:val="hybridMultilevel"/>
    <w:tmpl w:val="E424CBBE"/>
    <w:lvl w:ilvl="0" w:tplc="8638855E">
      <w:start w:val="31"/>
      <w:numFmt w:val="decimal"/>
      <w:lvlText w:val="%1"/>
      <w:lvlJc w:val="left"/>
      <w:pPr>
        <w:ind w:left="1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340" w:hanging="360"/>
      </w:pPr>
    </w:lvl>
    <w:lvl w:ilvl="2" w:tplc="0409001B" w:tentative="1">
      <w:start w:val="1"/>
      <w:numFmt w:val="lowerRoman"/>
      <w:lvlText w:val="%3."/>
      <w:lvlJc w:val="right"/>
      <w:pPr>
        <w:ind w:left="3060" w:hanging="180"/>
      </w:pPr>
    </w:lvl>
    <w:lvl w:ilvl="3" w:tplc="0409000F" w:tentative="1">
      <w:start w:val="1"/>
      <w:numFmt w:val="decimal"/>
      <w:lvlText w:val="%4."/>
      <w:lvlJc w:val="left"/>
      <w:pPr>
        <w:ind w:left="3780" w:hanging="360"/>
      </w:pPr>
    </w:lvl>
    <w:lvl w:ilvl="4" w:tplc="04090019" w:tentative="1">
      <w:start w:val="1"/>
      <w:numFmt w:val="lowerLetter"/>
      <w:lvlText w:val="%5."/>
      <w:lvlJc w:val="left"/>
      <w:pPr>
        <w:ind w:left="4500" w:hanging="360"/>
      </w:pPr>
    </w:lvl>
    <w:lvl w:ilvl="5" w:tplc="0409001B" w:tentative="1">
      <w:start w:val="1"/>
      <w:numFmt w:val="lowerRoman"/>
      <w:lvlText w:val="%6."/>
      <w:lvlJc w:val="right"/>
      <w:pPr>
        <w:ind w:left="5220" w:hanging="180"/>
      </w:pPr>
    </w:lvl>
    <w:lvl w:ilvl="6" w:tplc="0409000F" w:tentative="1">
      <w:start w:val="1"/>
      <w:numFmt w:val="decimal"/>
      <w:lvlText w:val="%7."/>
      <w:lvlJc w:val="left"/>
      <w:pPr>
        <w:ind w:left="5940" w:hanging="360"/>
      </w:pPr>
    </w:lvl>
    <w:lvl w:ilvl="7" w:tplc="04090019" w:tentative="1">
      <w:start w:val="1"/>
      <w:numFmt w:val="lowerLetter"/>
      <w:lvlText w:val="%8."/>
      <w:lvlJc w:val="left"/>
      <w:pPr>
        <w:ind w:left="6660" w:hanging="360"/>
      </w:pPr>
    </w:lvl>
    <w:lvl w:ilvl="8" w:tplc="040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19" w15:restartNumberingAfterBreak="0">
    <w:nsid w:val="4E0C66E7"/>
    <w:multiLevelType w:val="hybridMultilevel"/>
    <w:tmpl w:val="D4CC2BD6"/>
    <w:lvl w:ilvl="0" w:tplc="040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0" w15:restartNumberingAfterBreak="0">
    <w:nsid w:val="4F135D2E"/>
    <w:multiLevelType w:val="hybridMultilevel"/>
    <w:tmpl w:val="1458E5C0"/>
    <w:lvl w:ilvl="0" w:tplc="930474FC">
      <w:start w:val="1"/>
      <w:numFmt w:val="bullet"/>
      <w:lvlText w:val="-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1" w15:restartNumberingAfterBreak="0">
    <w:nsid w:val="51AE4E26"/>
    <w:multiLevelType w:val="hybridMultilevel"/>
    <w:tmpl w:val="0B38B32A"/>
    <w:lvl w:ilvl="0" w:tplc="CC86AE58">
      <w:start w:val="1"/>
      <w:numFmt w:val="decimal"/>
      <w:lvlText w:val="%1"/>
      <w:lvlJc w:val="left"/>
      <w:pPr>
        <w:tabs>
          <w:tab w:val="num" w:pos="900"/>
        </w:tabs>
        <w:ind w:left="900" w:hanging="540"/>
      </w:pPr>
      <w:rPr>
        <w:rFonts w:ascii="Angsana New" w:hAnsi="Angsana New" w:cs="Angsana New" w:hint="default"/>
        <w:sz w:val="30"/>
        <w:szCs w:val="30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AF94948"/>
    <w:multiLevelType w:val="hybridMultilevel"/>
    <w:tmpl w:val="BAB2ED52"/>
    <w:lvl w:ilvl="0" w:tplc="A85EAAFA">
      <w:start w:val="1"/>
      <w:numFmt w:val="thaiLetters"/>
      <w:lvlText w:val="(%1)"/>
      <w:lvlJc w:val="left"/>
      <w:pPr>
        <w:ind w:left="900" w:hanging="360"/>
      </w:pPr>
      <w:rPr>
        <w:rFonts w:hint="default"/>
        <w:i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5D1F290B"/>
    <w:multiLevelType w:val="multilevel"/>
    <w:tmpl w:val="78AA9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5E901460"/>
    <w:multiLevelType w:val="hybridMultilevel"/>
    <w:tmpl w:val="C8D04D7C"/>
    <w:lvl w:ilvl="0" w:tplc="3634B79E">
      <w:start w:val="1"/>
      <w:numFmt w:val="decimal"/>
      <w:lvlText w:val="%1-"/>
      <w:lvlJc w:val="left"/>
      <w:pPr>
        <w:ind w:left="6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28" w:hanging="360"/>
      </w:pPr>
    </w:lvl>
    <w:lvl w:ilvl="2" w:tplc="0409001B" w:tentative="1">
      <w:start w:val="1"/>
      <w:numFmt w:val="lowerRoman"/>
      <w:lvlText w:val="%3."/>
      <w:lvlJc w:val="right"/>
      <w:pPr>
        <w:ind w:left="2048" w:hanging="180"/>
      </w:pPr>
    </w:lvl>
    <w:lvl w:ilvl="3" w:tplc="0409000F" w:tentative="1">
      <w:start w:val="1"/>
      <w:numFmt w:val="decimal"/>
      <w:lvlText w:val="%4."/>
      <w:lvlJc w:val="left"/>
      <w:pPr>
        <w:ind w:left="2768" w:hanging="360"/>
      </w:pPr>
    </w:lvl>
    <w:lvl w:ilvl="4" w:tplc="04090019" w:tentative="1">
      <w:start w:val="1"/>
      <w:numFmt w:val="lowerLetter"/>
      <w:lvlText w:val="%5."/>
      <w:lvlJc w:val="left"/>
      <w:pPr>
        <w:ind w:left="3488" w:hanging="360"/>
      </w:pPr>
    </w:lvl>
    <w:lvl w:ilvl="5" w:tplc="0409001B" w:tentative="1">
      <w:start w:val="1"/>
      <w:numFmt w:val="lowerRoman"/>
      <w:lvlText w:val="%6."/>
      <w:lvlJc w:val="right"/>
      <w:pPr>
        <w:ind w:left="4208" w:hanging="180"/>
      </w:pPr>
    </w:lvl>
    <w:lvl w:ilvl="6" w:tplc="0409000F" w:tentative="1">
      <w:start w:val="1"/>
      <w:numFmt w:val="decimal"/>
      <w:lvlText w:val="%7."/>
      <w:lvlJc w:val="left"/>
      <w:pPr>
        <w:ind w:left="4928" w:hanging="360"/>
      </w:pPr>
    </w:lvl>
    <w:lvl w:ilvl="7" w:tplc="04090019" w:tentative="1">
      <w:start w:val="1"/>
      <w:numFmt w:val="lowerLetter"/>
      <w:lvlText w:val="%8."/>
      <w:lvlJc w:val="left"/>
      <w:pPr>
        <w:ind w:left="5648" w:hanging="360"/>
      </w:pPr>
    </w:lvl>
    <w:lvl w:ilvl="8" w:tplc="0409001B" w:tentative="1">
      <w:start w:val="1"/>
      <w:numFmt w:val="lowerRoman"/>
      <w:lvlText w:val="%9."/>
      <w:lvlJc w:val="right"/>
      <w:pPr>
        <w:ind w:left="6368" w:hanging="180"/>
      </w:pPr>
    </w:lvl>
  </w:abstractNum>
  <w:abstractNum w:abstractNumId="25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7" w15:restartNumberingAfterBreak="0">
    <w:nsid w:val="6F706D0A"/>
    <w:multiLevelType w:val="hybridMultilevel"/>
    <w:tmpl w:val="6E3A1156"/>
    <w:lvl w:ilvl="0" w:tplc="0930E61C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D026E7"/>
    <w:multiLevelType w:val="singleLevel"/>
    <w:tmpl w:val="A4C6CBA0"/>
    <w:lvl w:ilvl="0">
      <w:start w:val="1"/>
      <w:numFmt w:val="bullet"/>
      <w:lvlText w:val="-"/>
      <w:lvlJc w:val="left"/>
      <w:pPr>
        <w:ind w:left="720" w:hanging="360"/>
      </w:pPr>
      <w:rPr>
        <w:rFonts w:ascii="Angsana New" w:hAnsi="Angsana New" w:hint="default"/>
        <w:color w:val="auto"/>
        <w:sz w:val="22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5"/>
  </w:num>
  <w:num w:numId="12">
    <w:abstractNumId w:val="12"/>
  </w:num>
  <w:num w:numId="13">
    <w:abstractNumId w:val="26"/>
  </w:num>
  <w:num w:numId="14">
    <w:abstractNumId w:val="13"/>
  </w:num>
  <w:num w:numId="15">
    <w:abstractNumId w:val="17"/>
  </w:num>
  <w:num w:numId="16">
    <w:abstractNumId w:val="21"/>
  </w:num>
  <w:num w:numId="17">
    <w:abstractNumId w:val="14"/>
  </w:num>
  <w:num w:numId="18">
    <w:abstractNumId w:val="28"/>
  </w:num>
  <w:num w:numId="19">
    <w:abstractNumId w:val="22"/>
  </w:num>
  <w:num w:numId="20">
    <w:abstractNumId w:val="19"/>
  </w:num>
  <w:num w:numId="21">
    <w:abstractNumId w:val="10"/>
  </w:num>
  <w:num w:numId="22">
    <w:abstractNumId w:val="25"/>
  </w:num>
  <w:num w:numId="23">
    <w:abstractNumId w:val="27"/>
  </w:num>
  <w:num w:numId="24">
    <w:abstractNumId w:val="20"/>
  </w:num>
  <w:num w:numId="25">
    <w:abstractNumId w:val="18"/>
  </w:num>
  <w:num w:numId="26">
    <w:abstractNumId w:val="16"/>
  </w:num>
  <w:num w:numId="27">
    <w:abstractNumId w:val="23"/>
  </w:num>
  <w:num w:numId="28">
    <w:abstractNumId w:val="11"/>
  </w:num>
  <w:num w:numId="29">
    <w:abstractNumId w:val="24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hideSpellingErrors/>
  <w:hideGrammaticalError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6"/>
  <w:hyphenationZone w:val="425"/>
  <w:drawingGridHorizontalSpacing w:val="90"/>
  <w:displayHorizontalDrawingGridEvery w:val="0"/>
  <w:displayVerticalDrawingGridEvery w:val="0"/>
  <w:noPunctuationKerning/>
  <w:characterSpacingControl w:val="doNotCompress"/>
  <w:hdrShapeDefaults>
    <o:shapedefaults v:ext="edit" spidmax="2049" fill="f" fillcolor="#f49100" strokecolor="#f49100">
      <v:fill color="#f49100" on="f"/>
      <v:stroke color="#f49100"/>
      <o:colormru v:ext="edit" colors="#f49100,#8f9286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16C2"/>
    <w:rsid w:val="0000050C"/>
    <w:rsid w:val="00000519"/>
    <w:rsid w:val="00000DA9"/>
    <w:rsid w:val="0000113A"/>
    <w:rsid w:val="000013B2"/>
    <w:rsid w:val="000013E3"/>
    <w:rsid w:val="0000155D"/>
    <w:rsid w:val="000016CE"/>
    <w:rsid w:val="00001A22"/>
    <w:rsid w:val="00001F9D"/>
    <w:rsid w:val="000022B1"/>
    <w:rsid w:val="00002377"/>
    <w:rsid w:val="00002620"/>
    <w:rsid w:val="000027DB"/>
    <w:rsid w:val="0000291C"/>
    <w:rsid w:val="00002B1F"/>
    <w:rsid w:val="00002E24"/>
    <w:rsid w:val="000036F9"/>
    <w:rsid w:val="00003A8F"/>
    <w:rsid w:val="00003BFC"/>
    <w:rsid w:val="00003D90"/>
    <w:rsid w:val="0000465C"/>
    <w:rsid w:val="00004681"/>
    <w:rsid w:val="00004F5F"/>
    <w:rsid w:val="00005193"/>
    <w:rsid w:val="00005444"/>
    <w:rsid w:val="00005497"/>
    <w:rsid w:val="000055B8"/>
    <w:rsid w:val="00005EA5"/>
    <w:rsid w:val="000065F2"/>
    <w:rsid w:val="00006838"/>
    <w:rsid w:val="0000690E"/>
    <w:rsid w:val="00006B43"/>
    <w:rsid w:val="00006BFA"/>
    <w:rsid w:val="00006C60"/>
    <w:rsid w:val="00006E4F"/>
    <w:rsid w:val="00006F01"/>
    <w:rsid w:val="0000721C"/>
    <w:rsid w:val="00007242"/>
    <w:rsid w:val="00007269"/>
    <w:rsid w:val="00007598"/>
    <w:rsid w:val="00007657"/>
    <w:rsid w:val="0000777D"/>
    <w:rsid w:val="000078C6"/>
    <w:rsid w:val="000079AB"/>
    <w:rsid w:val="00007B63"/>
    <w:rsid w:val="00007BC8"/>
    <w:rsid w:val="00007C5E"/>
    <w:rsid w:val="00007F2C"/>
    <w:rsid w:val="0001004E"/>
    <w:rsid w:val="0001035F"/>
    <w:rsid w:val="00010775"/>
    <w:rsid w:val="00010897"/>
    <w:rsid w:val="0001089D"/>
    <w:rsid w:val="000108FE"/>
    <w:rsid w:val="00010959"/>
    <w:rsid w:val="00010E30"/>
    <w:rsid w:val="00010FA3"/>
    <w:rsid w:val="00011134"/>
    <w:rsid w:val="00011219"/>
    <w:rsid w:val="000114BE"/>
    <w:rsid w:val="00011572"/>
    <w:rsid w:val="0001176F"/>
    <w:rsid w:val="00011A10"/>
    <w:rsid w:val="00011A4E"/>
    <w:rsid w:val="00011C53"/>
    <w:rsid w:val="00011EC4"/>
    <w:rsid w:val="00011FE4"/>
    <w:rsid w:val="0001209D"/>
    <w:rsid w:val="000124AB"/>
    <w:rsid w:val="000125B8"/>
    <w:rsid w:val="0001260E"/>
    <w:rsid w:val="0001268F"/>
    <w:rsid w:val="00012F16"/>
    <w:rsid w:val="00013278"/>
    <w:rsid w:val="000132ED"/>
    <w:rsid w:val="00013415"/>
    <w:rsid w:val="000134A8"/>
    <w:rsid w:val="00013792"/>
    <w:rsid w:val="00013B9E"/>
    <w:rsid w:val="00013C9D"/>
    <w:rsid w:val="00013D2E"/>
    <w:rsid w:val="0001445F"/>
    <w:rsid w:val="000146CB"/>
    <w:rsid w:val="00014733"/>
    <w:rsid w:val="00014BB5"/>
    <w:rsid w:val="00015022"/>
    <w:rsid w:val="000152F6"/>
    <w:rsid w:val="00015351"/>
    <w:rsid w:val="0001574B"/>
    <w:rsid w:val="000157B7"/>
    <w:rsid w:val="0001587F"/>
    <w:rsid w:val="00015C25"/>
    <w:rsid w:val="00015E87"/>
    <w:rsid w:val="0001622C"/>
    <w:rsid w:val="0001630E"/>
    <w:rsid w:val="00016437"/>
    <w:rsid w:val="00016576"/>
    <w:rsid w:val="00016D82"/>
    <w:rsid w:val="00017361"/>
    <w:rsid w:val="00017399"/>
    <w:rsid w:val="000174CB"/>
    <w:rsid w:val="00017622"/>
    <w:rsid w:val="0001769A"/>
    <w:rsid w:val="000176C6"/>
    <w:rsid w:val="000176D0"/>
    <w:rsid w:val="000179BE"/>
    <w:rsid w:val="00017AED"/>
    <w:rsid w:val="00017F57"/>
    <w:rsid w:val="0002025E"/>
    <w:rsid w:val="00020316"/>
    <w:rsid w:val="00020346"/>
    <w:rsid w:val="00020390"/>
    <w:rsid w:val="00020696"/>
    <w:rsid w:val="000207DE"/>
    <w:rsid w:val="00020B5E"/>
    <w:rsid w:val="000210EB"/>
    <w:rsid w:val="00021364"/>
    <w:rsid w:val="000214E7"/>
    <w:rsid w:val="000216E8"/>
    <w:rsid w:val="000219FD"/>
    <w:rsid w:val="00021B0B"/>
    <w:rsid w:val="00022155"/>
    <w:rsid w:val="0002237F"/>
    <w:rsid w:val="000225D0"/>
    <w:rsid w:val="0002263F"/>
    <w:rsid w:val="000226BF"/>
    <w:rsid w:val="000228E5"/>
    <w:rsid w:val="0002294B"/>
    <w:rsid w:val="00022A1A"/>
    <w:rsid w:val="00022CA1"/>
    <w:rsid w:val="000233A3"/>
    <w:rsid w:val="000235ED"/>
    <w:rsid w:val="00023855"/>
    <w:rsid w:val="0002389C"/>
    <w:rsid w:val="000239AD"/>
    <w:rsid w:val="00023AA6"/>
    <w:rsid w:val="00023C68"/>
    <w:rsid w:val="00024242"/>
    <w:rsid w:val="0002435A"/>
    <w:rsid w:val="000247AE"/>
    <w:rsid w:val="00024803"/>
    <w:rsid w:val="00024B77"/>
    <w:rsid w:val="00024F8B"/>
    <w:rsid w:val="0002524D"/>
    <w:rsid w:val="000256B1"/>
    <w:rsid w:val="0002578B"/>
    <w:rsid w:val="0002579F"/>
    <w:rsid w:val="00025AFC"/>
    <w:rsid w:val="00025B5E"/>
    <w:rsid w:val="00025BD4"/>
    <w:rsid w:val="00025D6A"/>
    <w:rsid w:val="00025E9F"/>
    <w:rsid w:val="00025FBF"/>
    <w:rsid w:val="00026178"/>
    <w:rsid w:val="00026206"/>
    <w:rsid w:val="0002629D"/>
    <w:rsid w:val="000262E0"/>
    <w:rsid w:val="000264D2"/>
    <w:rsid w:val="00026554"/>
    <w:rsid w:val="0002694E"/>
    <w:rsid w:val="000269A8"/>
    <w:rsid w:val="00026BA9"/>
    <w:rsid w:val="00026BEF"/>
    <w:rsid w:val="00026C38"/>
    <w:rsid w:val="00027008"/>
    <w:rsid w:val="00027407"/>
    <w:rsid w:val="000275C7"/>
    <w:rsid w:val="0002788B"/>
    <w:rsid w:val="00027C4A"/>
    <w:rsid w:val="00027DF9"/>
    <w:rsid w:val="00027EBF"/>
    <w:rsid w:val="00027F49"/>
    <w:rsid w:val="0003016A"/>
    <w:rsid w:val="00030199"/>
    <w:rsid w:val="00030443"/>
    <w:rsid w:val="000304DD"/>
    <w:rsid w:val="0003063B"/>
    <w:rsid w:val="00030661"/>
    <w:rsid w:val="00030ABC"/>
    <w:rsid w:val="00030D77"/>
    <w:rsid w:val="00030E00"/>
    <w:rsid w:val="00031270"/>
    <w:rsid w:val="000312F7"/>
    <w:rsid w:val="0003137A"/>
    <w:rsid w:val="000314FA"/>
    <w:rsid w:val="00031791"/>
    <w:rsid w:val="00031A0D"/>
    <w:rsid w:val="00031C46"/>
    <w:rsid w:val="00031CD2"/>
    <w:rsid w:val="0003241F"/>
    <w:rsid w:val="0003247B"/>
    <w:rsid w:val="000324CA"/>
    <w:rsid w:val="000324EF"/>
    <w:rsid w:val="00032619"/>
    <w:rsid w:val="000326C6"/>
    <w:rsid w:val="00032825"/>
    <w:rsid w:val="00032852"/>
    <w:rsid w:val="00032C93"/>
    <w:rsid w:val="000330D2"/>
    <w:rsid w:val="00033183"/>
    <w:rsid w:val="000335B5"/>
    <w:rsid w:val="0003380D"/>
    <w:rsid w:val="0003392B"/>
    <w:rsid w:val="00033B45"/>
    <w:rsid w:val="00033D66"/>
    <w:rsid w:val="00034195"/>
    <w:rsid w:val="00034776"/>
    <w:rsid w:val="00034C7C"/>
    <w:rsid w:val="00034DB1"/>
    <w:rsid w:val="00034F14"/>
    <w:rsid w:val="000351F3"/>
    <w:rsid w:val="0003541D"/>
    <w:rsid w:val="000354ED"/>
    <w:rsid w:val="00035BEE"/>
    <w:rsid w:val="00035EF3"/>
    <w:rsid w:val="00036023"/>
    <w:rsid w:val="0003631F"/>
    <w:rsid w:val="00036333"/>
    <w:rsid w:val="00036A39"/>
    <w:rsid w:val="00036CA8"/>
    <w:rsid w:val="00036CBF"/>
    <w:rsid w:val="00036CEF"/>
    <w:rsid w:val="000370DF"/>
    <w:rsid w:val="0003723C"/>
    <w:rsid w:val="0003724C"/>
    <w:rsid w:val="00037303"/>
    <w:rsid w:val="000375C6"/>
    <w:rsid w:val="00037665"/>
    <w:rsid w:val="00037861"/>
    <w:rsid w:val="000379FF"/>
    <w:rsid w:val="00037A91"/>
    <w:rsid w:val="00037AB6"/>
    <w:rsid w:val="00037B93"/>
    <w:rsid w:val="00037FFB"/>
    <w:rsid w:val="00040241"/>
    <w:rsid w:val="000405BA"/>
    <w:rsid w:val="000407BA"/>
    <w:rsid w:val="00040B06"/>
    <w:rsid w:val="00040B37"/>
    <w:rsid w:val="00040C52"/>
    <w:rsid w:val="00040D8B"/>
    <w:rsid w:val="00041068"/>
    <w:rsid w:val="00041108"/>
    <w:rsid w:val="00041431"/>
    <w:rsid w:val="0004180A"/>
    <w:rsid w:val="0004185A"/>
    <w:rsid w:val="00041939"/>
    <w:rsid w:val="000419E6"/>
    <w:rsid w:val="00041E6F"/>
    <w:rsid w:val="00042070"/>
    <w:rsid w:val="00042447"/>
    <w:rsid w:val="0004262B"/>
    <w:rsid w:val="0004266B"/>
    <w:rsid w:val="00042674"/>
    <w:rsid w:val="00042863"/>
    <w:rsid w:val="00042A66"/>
    <w:rsid w:val="00042B68"/>
    <w:rsid w:val="00042B74"/>
    <w:rsid w:val="00042F51"/>
    <w:rsid w:val="00043034"/>
    <w:rsid w:val="00043058"/>
    <w:rsid w:val="000430FD"/>
    <w:rsid w:val="000434FE"/>
    <w:rsid w:val="000436D1"/>
    <w:rsid w:val="000438E8"/>
    <w:rsid w:val="00043918"/>
    <w:rsid w:val="00043982"/>
    <w:rsid w:val="00043A44"/>
    <w:rsid w:val="00043B35"/>
    <w:rsid w:val="00043CB9"/>
    <w:rsid w:val="00043ED8"/>
    <w:rsid w:val="000440BF"/>
    <w:rsid w:val="00044118"/>
    <w:rsid w:val="00044137"/>
    <w:rsid w:val="00044269"/>
    <w:rsid w:val="000446E6"/>
    <w:rsid w:val="000447E8"/>
    <w:rsid w:val="00044817"/>
    <w:rsid w:val="000449F5"/>
    <w:rsid w:val="00044CBA"/>
    <w:rsid w:val="00044F70"/>
    <w:rsid w:val="00045091"/>
    <w:rsid w:val="00045178"/>
    <w:rsid w:val="000452BC"/>
    <w:rsid w:val="000454C9"/>
    <w:rsid w:val="00045556"/>
    <w:rsid w:val="000458EE"/>
    <w:rsid w:val="00045E3F"/>
    <w:rsid w:val="00045ECF"/>
    <w:rsid w:val="000460B9"/>
    <w:rsid w:val="000467C8"/>
    <w:rsid w:val="00046AFA"/>
    <w:rsid w:val="00046B08"/>
    <w:rsid w:val="00046D70"/>
    <w:rsid w:val="00046D85"/>
    <w:rsid w:val="00046E6B"/>
    <w:rsid w:val="00046EE7"/>
    <w:rsid w:val="00046F93"/>
    <w:rsid w:val="0004733E"/>
    <w:rsid w:val="000477E5"/>
    <w:rsid w:val="00047A85"/>
    <w:rsid w:val="00047DB8"/>
    <w:rsid w:val="00047DF2"/>
    <w:rsid w:val="00047F60"/>
    <w:rsid w:val="0005022B"/>
    <w:rsid w:val="00050592"/>
    <w:rsid w:val="0005075E"/>
    <w:rsid w:val="000508BB"/>
    <w:rsid w:val="00051011"/>
    <w:rsid w:val="0005136E"/>
    <w:rsid w:val="00051581"/>
    <w:rsid w:val="00051816"/>
    <w:rsid w:val="000518DA"/>
    <w:rsid w:val="00051920"/>
    <w:rsid w:val="0005196C"/>
    <w:rsid w:val="00051994"/>
    <w:rsid w:val="00051A41"/>
    <w:rsid w:val="00051BDE"/>
    <w:rsid w:val="00052547"/>
    <w:rsid w:val="00052C9F"/>
    <w:rsid w:val="00052E75"/>
    <w:rsid w:val="00053079"/>
    <w:rsid w:val="00053244"/>
    <w:rsid w:val="000534BE"/>
    <w:rsid w:val="00053938"/>
    <w:rsid w:val="00053D9E"/>
    <w:rsid w:val="000540FD"/>
    <w:rsid w:val="000544F3"/>
    <w:rsid w:val="0005457E"/>
    <w:rsid w:val="00054691"/>
    <w:rsid w:val="0005486F"/>
    <w:rsid w:val="00054896"/>
    <w:rsid w:val="00054B6D"/>
    <w:rsid w:val="00054C08"/>
    <w:rsid w:val="00054CF1"/>
    <w:rsid w:val="00054D73"/>
    <w:rsid w:val="000552C1"/>
    <w:rsid w:val="000554B1"/>
    <w:rsid w:val="000556FF"/>
    <w:rsid w:val="00055EBA"/>
    <w:rsid w:val="00055EF5"/>
    <w:rsid w:val="000560BA"/>
    <w:rsid w:val="0005650E"/>
    <w:rsid w:val="00056831"/>
    <w:rsid w:val="000569D6"/>
    <w:rsid w:val="00056BF6"/>
    <w:rsid w:val="00056FF4"/>
    <w:rsid w:val="00057179"/>
    <w:rsid w:val="000572B9"/>
    <w:rsid w:val="0005746E"/>
    <w:rsid w:val="000575A5"/>
    <w:rsid w:val="00057604"/>
    <w:rsid w:val="00057B71"/>
    <w:rsid w:val="00057C88"/>
    <w:rsid w:val="0006009D"/>
    <w:rsid w:val="000600D5"/>
    <w:rsid w:val="00060696"/>
    <w:rsid w:val="000606AF"/>
    <w:rsid w:val="000609DE"/>
    <w:rsid w:val="00060F41"/>
    <w:rsid w:val="0006104A"/>
    <w:rsid w:val="00061355"/>
    <w:rsid w:val="00061513"/>
    <w:rsid w:val="0006158D"/>
    <w:rsid w:val="00061DF6"/>
    <w:rsid w:val="00061E63"/>
    <w:rsid w:val="000621FA"/>
    <w:rsid w:val="000621FD"/>
    <w:rsid w:val="00062202"/>
    <w:rsid w:val="00062455"/>
    <w:rsid w:val="000624ED"/>
    <w:rsid w:val="00062794"/>
    <w:rsid w:val="00062ADC"/>
    <w:rsid w:val="00062B9A"/>
    <w:rsid w:val="00062D5F"/>
    <w:rsid w:val="00062F23"/>
    <w:rsid w:val="00063276"/>
    <w:rsid w:val="0006335F"/>
    <w:rsid w:val="0006367C"/>
    <w:rsid w:val="000637A9"/>
    <w:rsid w:val="000638DB"/>
    <w:rsid w:val="00063BD8"/>
    <w:rsid w:val="000640B7"/>
    <w:rsid w:val="0006448C"/>
    <w:rsid w:val="00064533"/>
    <w:rsid w:val="00064632"/>
    <w:rsid w:val="00064A31"/>
    <w:rsid w:val="00064B3F"/>
    <w:rsid w:val="00064F19"/>
    <w:rsid w:val="000652DA"/>
    <w:rsid w:val="00065508"/>
    <w:rsid w:val="00065841"/>
    <w:rsid w:val="0006597B"/>
    <w:rsid w:val="00065CF3"/>
    <w:rsid w:val="00065F11"/>
    <w:rsid w:val="00065FAD"/>
    <w:rsid w:val="00066FC3"/>
    <w:rsid w:val="000670F6"/>
    <w:rsid w:val="00067580"/>
    <w:rsid w:val="00067752"/>
    <w:rsid w:val="00067942"/>
    <w:rsid w:val="00067B91"/>
    <w:rsid w:val="00067D44"/>
    <w:rsid w:val="00067D8E"/>
    <w:rsid w:val="00067ED2"/>
    <w:rsid w:val="00067F1A"/>
    <w:rsid w:val="00067F25"/>
    <w:rsid w:val="000702C9"/>
    <w:rsid w:val="000708C1"/>
    <w:rsid w:val="00070A79"/>
    <w:rsid w:val="00070C24"/>
    <w:rsid w:val="0007104E"/>
    <w:rsid w:val="00071553"/>
    <w:rsid w:val="00071775"/>
    <w:rsid w:val="00071904"/>
    <w:rsid w:val="0007199D"/>
    <w:rsid w:val="00071E21"/>
    <w:rsid w:val="0007202F"/>
    <w:rsid w:val="00072261"/>
    <w:rsid w:val="00072310"/>
    <w:rsid w:val="00072311"/>
    <w:rsid w:val="000726C1"/>
    <w:rsid w:val="000728E7"/>
    <w:rsid w:val="00072C16"/>
    <w:rsid w:val="00072C70"/>
    <w:rsid w:val="00072D9D"/>
    <w:rsid w:val="00072FDB"/>
    <w:rsid w:val="00073165"/>
    <w:rsid w:val="00073353"/>
    <w:rsid w:val="000733C7"/>
    <w:rsid w:val="0007353C"/>
    <w:rsid w:val="000736F4"/>
    <w:rsid w:val="00073A0F"/>
    <w:rsid w:val="00073B44"/>
    <w:rsid w:val="00073BB5"/>
    <w:rsid w:val="00073D91"/>
    <w:rsid w:val="00073FE1"/>
    <w:rsid w:val="00074247"/>
    <w:rsid w:val="0007432E"/>
    <w:rsid w:val="000746A1"/>
    <w:rsid w:val="000746D0"/>
    <w:rsid w:val="0007477B"/>
    <w:rsid w:val="00074BDE"/>
    <w:rsid w:val="00074C0D"/>
    <w:rsid w:val="000755A1"/>
    <w:rsid w:val="000756BA"/>
    <w:rsid w:val="00075C00"/>
    <w:rsid w:val="000761A3"/>
    <w:rsid w:val="000766B9"/>
    <w:rsid w:val="000768D2"/>
    <w:rsid w:val="000769EC"/>
    <w:rsid w:val="00076A80"/>
    <w:rsid w:val="00076B9B"/>
    <w:rsid w:val="00076EFD"/>
    <w:rsid w:val="00076F29"/>
    <w:rsid w:val="00077132"/>
    <w:rsid w:val="0007721C"/>
    <w:rsid w:val="000772D4"/>
    <w:rsid w:val="000779B4"/>
    <w:rsid w:val="00077B8E"/>
    <w:rsid w:val="00077FB5"/>
    <w:rsid w:val="000802E6"/>
    <w:rsid w:val="0008040B"/>
    <w:rsid w:val="00080420"/>
    <w:rsid w:val="000804E9"/>
    <w:rsid w:val="00080544"/>
    <w:rsid w:val="000807D0"/>
    <w:rsid w:val="00080904"/>
    <w:rsid w:val="00080B09"/>
    <w:rsid w:val="00080E88"/>
    <w:rsid w:val="00080F30"/>
    <w:rsid w:val="00081212"/>
    <w:rsid w:val="000817C9"/>
    <w:rsid w:val="000817D7"/>
    <w:rsid w:val="00081898"/>
    <w:rsid w:val="00081BBB"/>
    <w:rsid w:val="00081CC7"/>
    <w:rsid w:val="0008214C"/>
    <w:rsid w:val="00082307"/>
    <w:rsid w:val="0008241A"/>
    <w:rsid w:val="00082A47"/>
    <w:rsid w:val="00082D5D"/>
    <w:rsid w:val="00082EFA"/>
    <w:rsid w:val="00082FBE"/>
    <w:rsid w:val="00083049"/>
    <w:rsid w:val="00083489"/>
    <w:rsid w:val="00083532"/>
    <w:rsid w:val="00083B42"/>
    <w:rsid w:val="00083B65"/>
    <w:rsid w:val="00083E3E"/>
    <w:rsid w:val="0008412A"/>
    <w:rsid w:val="00084434"/>
    <w:rsid w:val="00084866"/>
    <w:rsid w:val="00084A7D"/>
    <w:rsid w:val="00084D0B"/>
    <w:rsid w:val="00084ED8"/>
    <w:rsid w:val="0008520B"/>
    <w:rsid w:val="000853C5"/>
    <w:rsid w:val="00085A22"/>
    <w:rsid w:val="00085E61"/>
    <w:rsid w:val="00086678"/>
    <w:rsid w:val="00086792"/>
    <w:rsid w:val="00086840"/>
    <w:rsid w:val="000868ED"/>
    <w:rsid w:val="00086AB5"/>
    <w:rsid w:val="00086D91"/>
    <w:rsid w:val="00086E8C"/>
    <w:rsid w:val="000870D6"/>
    <w:rsid w:val="0008760C"/>
    <w:rsid w:val="00087B8A"/>
    <w:rsid w:val="00087C47"/>
    <w:rsid w:val="000901F2"/>
    <w:rsid w:val="00090207"/>
    <w:rsid w:val="0009032A"/>
    <w:rsid w:val="0009036C"/>
    <w:rsid w:val="000904CB"/>
    <w:rsid w:val="0009077F"/>
    <w:rsid w:val="0009079D"/>
    <w:rsid w:val="00090916"/>
    <w:rsid w:val="000909FC"/>
    <w:rsid w:val="00090AC3"/>
    <w:rsid w:val="00090FDB"/>
    <w:rsid w:val="000912CF"/>
    <w:rsid w:val="0009140D"/>
    <w:rsid w:val="00091495"/>
    <w:rsid w:val="00091751"/>
    <w:rsid w:val="00091818"/>
    <w:rsid w:val="00091879"/>
    <w:rsid w:val="000919FC"/>
    <w:rsid w:val="00091AAB"/>
    <w:rsid w:val="0009260C"/>
    <w:rsid w:val="0009267B"/>
    <w:rsid w:val="000926A0"/>
    <w:rsid w:val="000926E8"/>
    <w:rsid w:val="0009299D"/>
    <w:rsid w:val="00092BA3"/>
    <w:rsid w:val="00092C0C"/>
    <w:rsid w:val="00092C13"/>
    <w:rsid w:val="00092C9E"/>
    <w:rsid w:val="00092CF9"/>
    <w:rsid w:val="00093021"/>
    <w:rsid w:val="00093274"/>
    <w:rsid w:val="000932C3"/>
    <w:rsid w:val="000933BA"/>
    <w:rsid w:val="00093474"/>
    <w:rsid w:val="00093537"/>
    <w:rsid w:val="0009353E"/>
    <w:rsid w:val="000936A8"/>
    <w:rsid w:val="00093844"/>
    <w:rsid w:val="000938FB"/>
    <w:rsid w:val="00093912"/>
    <w:rsid w:val="00093CF9"/>
    <w:rsid w:val="00094502"/>
    <w:rsid w:val="00094772"/>
    <w:rsid w:val="00094B90"/>
    <w:rsid w:val="00094C02"/>
    <w:rsid w:val="00095228"/>
    <w:rsid w:val="00095238"/>
    <w:rsid w:val="00095354"/>
    <w:rsid w:val="00095444"/>
    <w:rsid w:val="00095510"/>
    <w:rsid w:val="0009569B"/>
    <w:rsid w:val="00095B11"/>
    <w:rsid w:val="00095CD4"/>
    <w:rsid w:val="00096015"/>
    <w:rsid w:val="00096028"/>
    <w:rsid w:val="00096286"/>
    <w:rsid w:val="00096630"/>
    <w:rsid w:val="00096768"/>
    <w:rsid w:val="000967BD"/>
    <w:rsid w:val="000968BA"/>
    <w:rsid w:val="00096A47"/>
    <w:rsid w:val="00096A5E"/>
    <w:rsid w:val="00096C9E"/>
    <w:rsid w:val="00096CEF"/>
    <w:rsid w:val="0009734D"/>
    <w:rsid w:val="00097413"/>
    <w:rsid w:val="000976FF"/>
    <w:rsid w:val="000979F9"/>
    <w:rsid w:val="00097B31"/>
    <w:rsid w:val="00097CFD"/>
    <w:rsid w:val="00097E01"/>
    <w:rsid w:val="00097FEF"/>
    <w:rsid w:val="000A0411"/>
    <w:rsid w:val="000A0432"/>
    <w:rsid w:val="000A05AE"/>
    <w:rsid w:val="000A06B0"/>
    <w:rsid w:val="000A0D40"/>
    <w:rsid w:val="000A0F4D"/>
    <w:rsid w:val="000A117F"/>
    <w:rsid w:val="000A1486"/>
    <w:rsid w:val="000A163E"/>
    <w:rsid w:val="000A18A1"/>
    <w:rsid w:val="000A19F3"/>
    <w:rsid w:val="000A1BA6"/>
    <w:rsid w:val="000A1E55"/>
    <w:rsid w:val="000A2141"/>
    <w:rsid w:val="000A22B8"/>
    <w:rsid w:val="000A2516"/>
    <w:rsid w:val="000A2637"/>
    <w:rsid w:val="000A2683"/>
    <w:rsid w:val="000A2A21"/>
    <w:rsid w:val="000A2C8E"/>
    <w:rsid w:val="000A2CAE"/>
    <w:rsid w:val="000A2F64"/>
    <w:rsid w:val="000A3065"/>
    <w:rsid w:val="000A3104"/>
    <w:rsid w:val="000A31D7"/>
    <w:rsid w:val="000A3407"/>
    <w:rsid w:val="000A36C7"/>
    <w:rsid w:val="000A3970"/>
    <w:rsid w:val="000A3C04"/>
    <w:rsid w:val="000A3D75"/>
    <w:rsid w:val="000A3D90"/>
    <w:rsid w:val="000A3F0F"/>
    <w:rsid w:val="000A409E"/>
    <w:rsid w:val="000A44BB"/>
    <w:rsid w:val="000A44D6"/>
    <w:rsid w:val="000A45EB"/>
    <w:rsid w:val="000A4668"/>
    <w:rsid w:val="000A47A5"/>
    <w:rsid w:val="000A4A91"/>
    <w:rsid w:val="000A4C67"/>
    <w:rsid w:val="000A4DBC"/>
    <w:rsid w:val="000A504E"/>
    <w:rsid w:val="000A527F"/>
    <w:rsid w:val="000A5409"/>
    <w:rsid w:val="000A55BB"/>
    <w:rsid w:val="000A574D"/>
    <w:rsid w:val="000A5987"/>
    <w:rsid w:val="000A599A"/>
    <w:rsid w:val="000A5C7B"/>
    <w:rsid w:val="000A5D30"/>
    <w:rsid w:val="000A6270"/>
    <w:rsid w:val="000A665A"/>
    <w:rsid w:val="000A6913"/>
    <w:rsid w:val="000A6E37"/>
    <w:rsid w:val="000A711B"/>
    <w:rsid w:val="000A727E"/>
    <w:rsid w:val="000A7961"/>
    <w:rsid w:val="000A7C7D"/>
    <w:rsid w:val="000A7D6E"/>
    <w:rsid w:val="000A7E5A"/>
    <w:rsid w:val="000A7ECE"/>
    <w:rsid w:val="000A7F7A"/>
    <w:rsid w:val="000A7F7F"/>
    <w:rsid w:val="000B0706"/>
    <w:rsid w:val="000B0741"/>
    <w:rsid w:val="000B0B6E"/>
    <w:rsid w:val="000B10E5"/>
    <w:rsid w:val="000B1463"/>
    <w:rsid w:val="000B171F"/>
    <w:rsid w:val="000B1750"/>
    <w:rsid w:val="000B177F"/>
    <w:rsid w:val="000B1BC3"/>
    <w:rsid w:val="000B1C92"/>
    <w:rsid w:val="000B2444"/>
    <w:rsid w:val="000B2A77"/>
    <w:rsid w:val="000B30AE"/>
    <w:rsid w:val="000B30DC"/>
    <w:rsid w:val="000B3CFB"/>
    <w:rsid w:val="000B4141"/>
    <w:rsid w:val="000B4171"/>
    <w:rsid w:val="000B4410"/>
    <w:rsid w:val="000B4821"/>
    <w:rsid w:val="000B49DA"/>
    <w:rsid w:val="000B532A"/>
    <w:rsid w:val="000B53DE"/>
    <w:rsid w:val="000B56C5"/>
    <w:rsid w:val="000B5955"/>
    <w:rsid w:val="000B5A72"/>
    <w:rsid w:val="000B5B72"/>
    <w:rsid w:val="000B5BEB"/>
    <w:rsid w:val="000B5BEC"/>
    <w:rsid w:val="000B5D80"/>
    <w:rsid w:val="000B5F86"/>
    <w:rsid w:val="000B62EA"/>
    <w:rsid w:val="000B64BB"/>
    <w:rsid w:val="000B67CE"/>
    <w:rsid w:val="000B67D1"/>
    <w:rsid w:val="000B681B"/>
    <w:rsid w:val="000B68B2"/>
    <w:rsid w:val="000B6B51"/>
    <w:rsid w:val="000B6E36"/>
    <w:rsid w:val="000B771B"/>
    <w:rsid w:val="000B78AA"/>
    <w:rsid w:val="000B79BF"/>
    <w:rsid w:val="000B7EAC"/>
    <w:rsid w:val="000C005E"/>
    <w:rsid w:val="000C00A1"/>
    <w:rsid w:val="000C023C"/>
    <w:rsid w:val="000C024F"/>
    <w:rsid w:val="000C0279"/>
    <w:rsid w:val="000C09B2"/>
    <w:rsid w:val="000C0B99"/>
    <w:rsid w:val="000C0EFF"/>
    <w:rsid w:val="000C12A9"/>
    <w:rsid w:val="000C1746"/>
    <w:rsid w:val="000C1959"/>
    <w:rsid w:val="000C19F3"/>
    <w:rsid w:val="000C1B19"/>
    <w:rsid w:val="000C1CF8"/>
    <w:rsid w:val="000C1D28"/>
    <w:rsid w:val="000C1D94"/>
    <w:rsid w:val="000C21C9"/>
    <w:rsid w:val="000C259D"/>
    <w:rsid w:val="000C2603"/>
    <w:rsid w:val="000C26D8"/>
    <w:rsid w:val="000C29FB"/>
    <w:rsid w:val="000C2A19"/>
    <w:rsid w:val="000C2C29"/>
    <w:rsid w:val="000C2E60"/>
    <w:rsid w:val="000C318B"/>
    <w:rsid w:val="000C3667"/>
    <w:rsid w:val="000C3898"/>
    <w:rsid w:val="000C39B3"/>
    <w:rsid w:val="000C3AD4"/>
    <w:rsid w:val="000C3BA8"/>
    <w:rsid w:val="000C4271"/>
    <w:rsid w:val="000C43CD"/>
    <w:rsid w:val="000C4506"/>
    <w:rsid w:val="000C4F52"/>
    <w:rsid w:val="000C4FF8"/>
    <w:rsid w:val="000C55AB"/>
    <w:rsid w:val="000C58C0"/>
    <w:rsid w:val="000C5EF3"/>
    <w:rsid w:val="000C61BC"/>
    <w:rsid w:val="000C623A"/>
    <w:rsid w:val="000C64C2"/>
    <w:rsid w:val="000C64C9"/>
    <w:rsid w:val="000C6786"/>
    <w:rsid w:val="000C6DE9"/>
    <w:rsid w:val="000C6E70"/>
    <w:rsid w:val="000C6F6E"/>
    <w:rsid w:val="000C6FE9"/>
    <w:rsid w:val="000C726B"/>
    <w:rsid w:val="000C77EB"/>
    <w:rsid w:val="000C794F"/>
    <w:rsid w:val="000C7B47"/>
    <w:rsid w:val="000C7CFF"/>
    <w:rsid w:val="000D00B8"/>
    <w:rsid w:val="000D0245"/>
    <w:rsid w:val="000D0466"/>
    <w:rsid w:val="000D04C7"/>
    <w:rsid w:val="000D06C9"/>
    <w:rsid w:val="000D075B"/>
    <w:rsid w:val="000D0A81"/>
    <w:rsid w:val="000D0B19"/>
    <w:rsid w:val="000D0DA2"/>
    <w:rsid w:val="000D10EC"/>
    <w:rsid w:val="000D14B5"/>
    <w:rsid w:val="000D155D"/>
    <w:rsid w:val="000D198F"/>
    <w:rsid w:val="000D1C3D"/>
    <w:rsid w:val="000D1C4D"/>
    <w:rsid w:val="000D1CCF"/>
    <w:rsid w:val="000D2162"/>
    <w:rsid w:val="000D23A5"/>
    <w:rsid w:val="000D2462"/>
    <w:rsid w:val="000D27CB"/>
    <w:rsid w:val="000D2A07"/>
    <w:rsid w:val="000D2B4F"/>
    <w:rsid w:val="000D2CD8"/>
    <w:rsid w:val="000D2E4F"/>
    <w:rsid w:val="000D2FC6"/>
    <w:rsid w:val="000D303F"/>
    <w:rsid w:val="000D3240"/>
    <w:rsid w:val="000D3393"/>
    <w:rsid w:val="000D340E"/>
    <w:rsid w:val="000D36FB"/>
    <w:rsid w:val="000D3919"/>
    <w:rsid w:val="000D3CE6"/>
    <w:rsid w:val="000D4190"/>
    <w:rsid w:val="000D43C2"/>
    <w:rsid w:val="000D48A0"/>
    <w:rsid w:val="000D4C41"/>
    <w:rsid w:val="000D5113"/>
    <w:rsid w:val="000D561E"/>
    <w:rsid w:val="000D580D"/>
    <w:rsid w:val="000D58A2"/>
    <w:rsid w:val="000D5AC3"/>
    <w:rsid w:val="000D5ADB"/>
    <w:rsid w:val="000D5D2D"/>
    <w:rsid w:val="000D5FDD"/>
    <w:rsid w:val="000D62FF"/>
    <w:rsid w:val="000D65F2"/>
    <w:rsid w:val="000D69CA"/>
    <w:rsid w:val="000D6ABB"/>
    <w:rsid w:val="000D6C23"/>
    <w:rsid w:val="000D6F7D"/>
    <w:rsid w:val="000D7378"/>
    <w:rsid w:val="000D769C"/>
    <w:rsid w:val="000D7BFE"/>
    <w:rsid w:val="000D7C4F"/>
    <w:rsid w:val="000D7C80"/>
    <w:rsid w:val="000D7D09"/>
    <w:rsid w:val="000D7FD2"/>
    <w:rsid w:val="000E00E0"/>
    <w:rsid w:val="000E0127"/>
    <w:rsid w:val="000E03F3"/>
    <w:rsid w:val="000E047B"/>
    <w:rsid w:val="000E0555"/>
    <w:rsid w:val="000E0807"/>
    <w:rsid w:val="000E0E22"/>
    <w:rsid w:val="000E0F14"/>
    <w:rsid w:val="000E131E"/>
    <w:rsid w:val="000E1469"/>
    <w:rsid w:val="000E16A8"/>
    <w:rsid w:val="000E1C67"/>
    <w:rsid w:val="000E1E18"/>
    <w:rsid w:val="000E1FBA"/>
    <w:rsid w:val="000E1FE7"/>
    <w:rsid w:val="000E26EE"/>
    <w:rsid w:val="000E2B23"/>
    <w:rsid w:val="000E2B2A"/>
    <w:rsid w:val="000E2E17"/>
    <w:rsid w:val="000E32C2"/>
    <w:rsid w:val="000E3770"/>
    <w:rsid w:val="000E3D03"/>
    <w:rsid w:val="000E4058"/>
    <w:rsid w:val="000E4137"/>
    <w:rsid w:val="000E413D"/>
    <w:rsid w:val="000E415C"/>
    <w:rsid w:val="000E432E"/>
    <w:rsid w:val="000E4512"/>
    <w:rsid w:val="000E48CD"/>
    <w:rsid w:val="000E4DBE"/>
    <w:rsid w:val="000E4E0B"/>
    <w:rsid w:val="000E4EBF"/>
    <w:rsid w:val="000E4F05"/>
    <w:rsid w:val="000E558D"/>
    <w:rsid w:val="000E5648"/>
    <w:rsid w:val="000E565B"/>
    <w:rsid w:val="000E58DB"/>
    <w:rsid w:val="000E5942"/>
    <w:rsid w:val="000E6186"/>
    <w:rsid w:val="000E6337"/>
    <w:rsid w:val="000E66A9"/>
    <w:rsid w:val="000E671D"/>
    <w:rsid w:val="000E6862"/>
    <w:rsid w:val="000E6B7D"/>
    <w:rsid w:val="000E6E2C"/>
    <w:rsid w:val="000E6F12"/>
    <w:rsid w:val="000E7219"/>
    <w:rsid w:val="000E7420"/>
    <w:rsid w:val="000E7AD9"/>
    <w:rsid w:val="000E7B40"/>
    <w:rsid w:val="000E7BB8"/>
    <w:rsid w:val="000E7BF5"/>
    <w:rsid w:val="000E7D89"/>
    <w:rsid w:val="000F001E"/>
    <w:rsid w:val="000F0021"/>
    <w:rsid w:val="000F06C7"/>
    <w:rsid w:val="000F0C14"/>
    <w:rsid w:val="000F0CBB"/>
    <w:rsid w:val="000F1208"/>
    <w:rsid w:val="000F12BE"/>
    <w:rsid w:val="000F17A7"/>
    <w:rsid w:val="000F1A4E"/>
    <w:rsid w:val="000F1C0A"/>
    <w:rsid w:val="000F1F5D"/>
    <w:rsid w:val="000F2363"/>
    <w:rsid w:val="000F24BC"/>
    <w:rsid w:val="000F25CD"/>
    <w:rsid w:val="000F2D19"/>
    <w:rsid w:val="000F2E48"/>
    <w:rsid w:val="000F2EC5"/>
    <w:rsid w:val="000F2F2E"/>
    <w:rsid w:val="000F3200"/>
    <w:rsid w:val="000F327B"/>
    <w:rsid w:val="000F34DC"/>
    <w:rsid w:val="000F35CB"/>
    <w:rsid w:val="000F35F1"/>
    <w:rsid w:val="000F37CA"/>
    <w:rsid w:val="000F3B00"/>
    <w:rsid w:val="000F3E09"/>
    <w:rsid w:val="000F4174"/>
    <w:rsid w:val="000F442F"/>
    <w:rsid w:val="000F4448"/>
    <w:rsid w:val="000F4960"/>
    <w:rsid w:val="000F4DAF"/>
    <w:rsid w:val="000F4ED4"/>
    <w:rsid w:val="000F5155"/>
    <w:rsid w:val="000F522B"/>
    <w:rsid w:val="000F5626"/>
    <w:rsid w:val="000F5759"/>
    <w:rsid w:val="000F5D4C"/>
    <w:rsid w:val="000F5E2D"/>
    <w:rsid w:val="000F63E2"/>
    <w:rsid w:val="000F644E"/>
    <w:rsid w:val="000F6616"/>
    <w:rsid w:val="000F6776"/>
    <w:rsid w:val="000F680B"/>
    <w:rsid w:val="000F6FAE"/>
    <w:rsid w:val="000F7067"/>
    <w:rsid w:val="000F75D4"/>
    <w:rsid w:val="000F7F4A"/>
    <w:rsid w:val="00100100"/>
    <w:rsid w:val="001001C3"/>
    <w:rsid w:val="0010025C"/>
    <w:rsid w:val="001004BD"/>
    <w:rsid w:val="0010058B"/>
    <w:rsid w:val="00100804"/>
    <w:rsid w:val="00100866"/>
    <w:rsid w:val="00100A72"/>
    <w:rsid w:val="00100DCD"/>
    <w:rsid w:val="0010140E"/>
    <w:rsid w:val="00101513"/>
    <w:rsid w:val="00101739"/>
    <w:rsid w:val="001018FD"/>
    <w:rsid w:val="00101DB0"/>
    <w:rsid w:val="0010204A"/>
    <w:rsid w:val="00102132"/>
    <w:rsid w:val="001021DB"/>
    <w:rsid w:val="001021F3"/>
    <w:rsid w:val="0010263C"/>
    <w:rsid w:val="0010280E"/>
    <w:rsid w:val="001028B3"/>
    <w:rsid w:val="00102B00"/>
    <w:rsid w:val="00102B60"/>
    <w:rsid w:val="00103466"/>
    <w:rsid w:val="00103548"/>
    <w:rsid w:val="00103643"/>
    <w:rsid w:val="00103889"/>
    <w:rsid w:val="00103C3B"/>
    <w:rsid w:val="00103D0D"/>
    <w:rsid w:val="00103D70"/>
    <w:rsid w:val="00103DB7"/>
    <w:rsid w:val="0010412B"/>
    <w:rsid w:val="0010445E"/>
    <w:rsid w:val="00104D62"/>
    <w:rsid w:val="00104D74"/>
    <w:rsid w:val="00104E62"/>
    <w:rsid w:val="00104FD4"/>
    <w:rsid w:val="0010507D"/>
    <w:rsid w:val="001050C3"/>
    <w:rsid w:val="0010531C"/>
    <w:rsid w:val="001054F2"/>
    <w:rsid w:val="00105653"/>
    <w:rsid w:val="001056B4"/>
    <w:rsid w:val="00105705"/>
    <w:rsid w:val="00105BB0"/>
    <w:rsid w:val="00105E19"/>
    <w:rsid w:val="00105FD9"/>
    <w:rsid w:val="00106847"/>
    <w:rsid w:val="00106C37"/>
    <w:rsid w:val="00106F3E"/>
    <w:rsid w:val="00107211"/>
    <w:rsid w:val="00107286"/>
    <w:rsid w:val="00107300"/>
    <w:rsid w:val="001073FD"/>
    <w:rsid w:val="0010741E"/>
    <w:rsid w:val="0010750E"/>
    <w:rsid w:val="001075BD"/>
    <w:rsid w:val="00107774"/>
    <w:rsid w:val="001078F4"/>
    <w:rsid w:val="00107999"/>
    <w:rsid w:val="00107AEB"/>
    <w:rsid w:val="00107B61"/>
    <w:rsid w:val="00107CCB"/>
    <w:rsid w:val="00107EF3"/>
    <w:rsid w:val="00107FC8"/>
    <w:rsid w:val="001102E4"/>
    <w:rsid w:val="00110305"/>
    <w:rsid w:val="00110357"/>
    <w:rsid w:val="0011042C"/>
    <w:rsid w:val="0011071B"/>
    <w:rsid w:val="0011079A"/>
    <w:rsid w:val="00110868"/>
    <w:rsid w:val="00110C73"/>
    <w:rsid w:val="00110CE7"/>
    <w:rsid w:val="00110D42"/>
    <w:rsid w:val="00111159"/>
    <w:rsid w:val="001114B4"/>
    <w:rsid w:val="00111532"/>
    <w:rsid w:val="0011156B"/>
    <w:rsid w:val="001115B9"/>
    <w:rsid w:val="001117F0"/>
    <w:rsid w:val="00111887"/>
    <w:rsid w:val="001118F6"/>
    <w:rsid w:val="00111C4C"/>
    <w:rsid w:val="00111CA6"/>
    <w:rsid w:val="001122B3"/>
    <w:rsid w:val="001123C4"/>
    <w:rsid w:val="00112751"/>
    <w:rsid w:val="00112802"/>
    <w:rsid w:val="00112A0D"/>
    <w:rsid w:val="00112A49"/>
    <w:rsid w:val="00112B86"/>
    <w:rsid w:val="00112E61"/>
    <w:rsid w:val="00112F9F"/>
    <w:rsid w:val="0011315E"/>
    <w:rsid w:val="001131F1"/>
    <w:rsid w:val="001133A1"/>
    <w:rsid w:val="001136D5"/>
    <w:rsid w:val="00113980"/>
    <w:rsid w:val="00113F4B"/>
    <w:rsid w:val="00113FF8"/>
    <w:rsid w:val="001142D8"/>
    <w:rsid w:val="0011445A"/>
    <w:rsid w:val="0011447D"/>
    <w:rsid w:val="001144A8"/>
    <w:rsid w:val="001148F9"/>
    <w:rsid w:val="00114C93"/>
    <w:rsid w:val="00114CF3"/>
    <w:rsid w:val="00114FC0"/>
    <w:rsid w:val="00115384"/>
    <w:rsid w:val="0011547B"/>
    <w:rsid w:val="00115817"/>
    <w:rsid w:val="00115990"/>
    <w:rsid w:val="00115A91"/>
    <w:rsid w:val="00115D12"/>
    <w:rsid w:val="00115D8E"/>
    <w:rsid w:val="0011640E"/>
    <w:rsid w:val="00116475"/>
    <w:rsid w:val="00116583"/>
    <w:rsid w:val="00116838"/>
    <w:rsid w:val="00116A17"/>
    <w:rsid w:val="00116BFD"/>
    <w:rsid w:val="00116F8D"/>
    <w:rsid w:val="00116FDC"/>
    <w:rsid w:val="001171F4"/>
    <w:rsid w:val="00117290"/>
    <w:rsid w:val="001174EA"/>
    <w:rsid w:val="00117716"/>
    <w:rsid w:val="00117776"/>
    <w:rsid w:val="00117797"/>
    <w:rsid w:val="001177A4"/>
    <w:rsid w:val="00117D16"/>
    <w:rsid w:val="00117D98"/>
    <w:rsid w:val="00117DF1"/>
    <w:rsid w:val="00120083"/>
    <w:rsid w:val="001203DF"/>
    <w:rsid w:val="00120434"/>
    <w:rsid w:val="00120ABB"/>
    <w:rsid w:val="00120CF4"/>
    <w:rsid w:val="00120D8A"/>
    <w:rsid w:val="00120E21"/>
    <w:rsid w:val="00120FF3"/>
    <w:rsid w:val="0012107D"/>
    <w:rsid w:val="0012134A"/>
    <w:rsid w:val="001217BA"/>
    <w:rsid w:val="00121986"/>
    <w:rsid w:val="00121E58"/>
    <w:rsid w:val="001221E7"/>
    <w:rsid w:val="0012298A"/>
    <w:rsid w:val="001229B2"/>
    <w:rsid w:val="00122C0A"/>
    <w:rsid w:val="00122F49"/>
    <w:rsid w:val="0012315E"/>
    <w:rsid w:val="00123264"/>
    <w:rsid w:val="00123411"/>
    <w:rsid w:val="00123577"/>
    <w:rsid w:val="001237EC"/>
    <w:rsid w:val="00123B93"/>
    <w:rsid w:val="00123E86"/>
    <w:rsid w:val="00123F38"/>
    <w:rsid w:val="0012423F"/>
    <w:rsid w:val="001244D4"/>
    <w:rsid w:val="00124517"/>
    <w:rsid w:val="001246F6"/>
    <w:rsid w:val="0012487E"/>
    <w:rsid w:val="001249FE"/>
    <w:rsid w:val="00124E81"/>
    <w:rsid w:val="00125355"/>
    <w:rsid w:val="00125487"/>
    <w:rsid w:val="00125908"/>
    <w:rsid w:val="0012591F"/>
    <w:rsid w:val="00125B9F"/>
    <w:rsid w:val="00125BA5"/>
    <w:rsid w:val="00125BC2"/>
    <w:rsid w:val="00125CE4"/>
    <w:rsid w:val="00125F8A"/>
    <w:rsid w:val="00125FEE"/>
    <w:rsid w:val="001260C3"/>
    <w:rsid w:val="00126190"/>
    <w:rsid w:val="00126413"/>
    <w:rsid w:val="00126860"/>
    <w:rsid w:val="00126B0C"/>
    <w:rsid w:val="00126C38"/>
    <w:rsid w:val="00126C96"/>
    <w:rsid w:val="0012774C"/>
    <w:rsid w:val="00127B2C"/>
    <w:rsid w:val="0013000F"/>
    <w:rsid w:val="00130207"/>
    <w:rsid w:val="00130241"/>
    <w:rsid w:val="0013031B"/>
    <w:rsid w:val="0013034C"/>
    <w:rsid w:val="00130975"/>
    <w:rsid w:val="001309B4"/>
    <w:rsid w:val="00130CDA"/>
    <w:rsid w:val="001310ED"/>
    <w:rsid w:val="001313C6"/>
    <w:rsid w:val="001313ED"/>
    <w:rsid w:val="001316C2"/>
    <w:rsid w:val="0013175C"/>
    <w:rsid w:val="00131B11"/>
    <w:rsid w:val="00132040"/>
    <w:rsid w:val="001322EF"/>
    <w:rsid w:val="0013292F"/>
    <w:rsid w:val="0013293B"/>
    <w:rsid w:val="001329B8"/>
    <w:rsid w:val="00132A52"/>
    <w:rsid w:val="00132E4A"/>
    <w:rsid w:val="00132E9B"/>
    <w:rsid w:val="0013311E"/>
    <w:rsid w:val="001331D2"/>
    <w:rsid w:val="0013353C"/>
    <w:rsid w:val="0013358D"/>
    <w:rsid w:val="00133721"/>
    <w:rsid w:val="00133850"/>
    <w:rsid w:val="00133A97"/>
    <w:rsid w:val="00133A9C"/>
    <w:rsid w:val="00133C46"/>
    <w:rsid w:val="001342CB"/>
    <w:rsid w:val="00134537"/>
    <w:rsid w:val="0013464F"/>
    <w:rsid w:val="00134DD7"/>
    <w:rsid w:val="0013518D"/>
    <w:rsid w:val="001352AD"/>
    <w:rsid w:val="001352C2"/>
    <w:rsid w:val="0013608B"/>
    <w:rsid w:val="00136112"/>
    <w:rsid w:val="00136554"/>
    <w:rsid w:val="00136D47"/>
    <w:rsid w:val="00136DC2"/>
    <w:rsid w:val="00136F73"/>
    <w:rsid w:val="00137605"/>
    <w:rsid w:val="001377D7"/>
    <w:rsid w:val="00137B74"/>
    <w:rsid w:val="00137BBA"/>
    <w:rsid w:val="00137BF6"/>
    <w:rsid w:val="00140077"/>
    <w:rsid w:val="001403D1"/>
    <w:rsid w:val="0014040D"/>
    <w:rsid w:val="00140670"/>
    <w:rsid w:val="001407B8"/>
    <w:rsid w:val="00140BF0"/>
    <w:rsid w:val="00140C83"/>
    <w:rsid w:val="00140D27"/>
    <w:rsid w:val="00140D56"/>
    <w:rsid w:val="00141127"/>
    <w:rsid w:val="00141215"/>
    <w:rsid w:val="001413B0"/>
    <w:rsid w:val="00141626"/>
    <w:rsid w:val="0014169A"/>
    <w:rsid w:val="00141773"/>
    <w:rsid w:val="0014190E"/>
    <w:rsid w:val="00141954"/>
    <w:rsid w:val="00141B55"/>
    <w:rsid w:val="00141BC6"/>
    <w:rsid w:val="00141CD5"/>
    <w:rsid w:val="00141CEB"/>
    <w:rsid w:val="00141FB5"/>
    <w:rsid w:val="00141FE0"/>
    <w:rsid w:val="001422E6"/>
    <w:rsid w:val="00142328"/>
    <w:rsid w:val="001431ED"/>
    <w:rsid w:val="00143563"/>
    <w:rsid w:val="001437E2"/>
    <w:rsid w:val="001437F6"/>
    <w:rsid w:val="00143866"/>
    <w:rsid w:val="00143A19"/>
    <w:rsid w:val="00143C88"/>
    <w:rsid w:val="00143D25"/>
    <w:rsid w:val="0014419E"/>
    <w:rsid w:val="00144413"/>
    <w:rsid w:val="00144D9D"/>
    <w:rsid w:val="00144E77"/>
    <w:rsid w:val="00144F3C"/>
    <w:rsid w:val="00145062"/>
    <w:rsid w:val="0014564F"/>
    <w:rsid w:val="00145B81"/>
    <w:rsid w:val="00145BB9"/>
    <w:rsid w:val="00145E40"/>
    <w:rsid w:val="0014630F"/>
    <w:rsid w:val="00146C5A"/>
    <w:rsid w:val="00146D3C"/>
    <w:rsid w:val="00146F37"/>
    <w:rsid w:val="0014707D"/>
    <w:rsid w:val="001474B1"/>
    <w:rsid w:val="00147506"/>
    <w:rsid w:val="00147727"/>
    <w:rsid w:val="0014776C"/>
    <w:rsid w:val="001477AD"/>
    <w:rsid w:val="00147858"/>
    <w:rsid w:val="00147AF2"/>
    <w:rsid w:val="00147C86"/>
    <w:rsid w:val="00147EED"/>
    <w:rsid w:val="001506B9"/>
    <w:rsid w:val="001509EE"/>
    <w:rsid w:val="00150CED"/>
    <w:rsid w:val="00150D96"/>
    <w:rsid w:val="00150D9B"/>
    <w:rsid w:val="00151181"/>
    <w:rsid w:val="001511D6"/>
    <w:rsid w:val="0015126D"/>
    <w:rsid w:val="0015174A"/>
    <w:rsid w:val="001517DF"/>
    <w:rsid w:val="00151A6D"/>
    <w:rsid w:val="00151D3C"/>
    <w:rsid w:val="00151E4C"/>
    <w:rsid w:val="001521A1"/>
    <w:rsid w:val="00152455"/>
    <w:rsid w:val="00152B5D"/>
    <w:rsid w:val="00152EED"/>
    <w:rsid w:val="00153013"/>
    <w:rsid w:val="0015340B"/>
    <w:rsid w:val="00153553"/>
    <w:rsid w:val="0015358B"/>
    <w:rsid w:val="00153830"/>
    <w:rsid w:val="00153A79"/>
    <w:rsid w:val="00153BFE"/>
    <w:rsid w:val="00153C82"/>
    <w:rsid w:val="00153D9B"/>
    <w:rsid w:val="001540A4"/>
    <w:rsid w:val="001540AA"/>
    <w:rsid w:val="001541F8"/>
    <w:rsid w:val="0015422A"/>
    <w:rsid w:val="00154978"/>
    <w:rsid w:val="00154BDB"/>
    <w:rsid w:val="00154F49"/>
    <w:rsid w:val="00155554"/>
    <w:rsid w:val="00155906"/>
    <w:rsid w:val="00155A52"/>
    <w:rsid w:val="00155AD9"/>
    <w:rsid w:val="00155D0A"/>
    <w:rsid w:val="00155E23"/>
    <w:rsid w:val="00156162"/>
    <w:rsid w:val="001563A2"/>
    <w:rsid w:val="001565E1"/>
    <w:rsid w:val="00156746"/>
    <w:rsid w:val="00156C48"/>
    <w:rsid w:val="00156D0F"/>
    <w:rsid w:val="00156E71"/>
    <w:rsid w:val="00156E80"/>
    <w:rsid w:val="00156F20"/>
    <w:rsid w:val="00156F97"/>
    <w:rsid w:val="00157044"/>
    <w:rsid w:val="001570BC"/>
    <w:rsid w:val="0015785B"/>
    <w:rsid w:val="001579DB"/>
    <w:rsid w:val="00157A82"/>
    <w:rsid w:val="00157E5F"/>
    <w:rsid w:val="00157EB3"/>
    <w:rsid w:val="00160058"/>
    <w:rsid w:val="001600F2"/>
    <w:rsid w:val="0016027D"/>
    <w:rsid w:val="001602D2"/>
    <w:rsid w:val="001603F3"/>
    <w:rsid w:val="00160A62"/>
    <w:rsid w:val="00160A78"/>
    <w:rsid w:val="00160CAC"/>
    <w:rsid w:val="00160CBB"/>
    <w:rsid w:val="00160F08"/>
    <w:rsid w:val="001612F6"/>
    <w:rsid w:val="00161304"/>
    <w:rsid w:val="00161415"/>
    <w:rsid w:val="00161439"/>
    <w:rsid w:val="0016168B"/>
    <w:rsid w:val="001618A0"/>
    <w:rsid w:val="0016196B"/>
    <w:rsid w:val="00161C39"/>
    <w:rsid w:val="00161EEF"/>
    <w:rsid w:val="00161FED"/>
    <w:rsid w:val="00162B9C"/>
    <w:rsid w:val="00162BC2"/>
    <w:rsid w:val="00162CA4"/>
    <w:rsid w:val="00162D58"/>
    <w:rsid w:val="00162DBC"/>
    <w:rsid w:val="00162F49"/>
    <w:rsid w:val="00162F82"/>
    <w:rsid w:val="00162FC5"/>
    <w:rsid w:val="00163196"/>
    <w:rsid w:val="00163200"/>
    <w:rsid w:val="0016336B"/>
    <w:rsid w:val="00163735"/>
    <w:rsid w:val="001637C0"/>
    <w:rsid w:val="00163811"/>
    <w:rsid w:val="00163960"/>
    <w:rsid w:val="00163AA6"/>
    <w:rsid w:val="00163BB2"/>
    <w:rsid w:val="00163FF3"/>
    <w:rsid w:val="00164237"/>
    <w:rsid w:val="001642F4"/>
    <w:rsid w:val="00164364"/>
    <w:rsid w:val="0016461E"/>
    <w:rsid w:val="001647FC"/>
    <w:rsid w:val="00164A66"/>
    <w:rsid w:val="00164D16"/>
    <w:rsid w:val="00164E37"/>
    <w:rsid w:val="00164E55"/>
    <w:rsid w:val="001652A3"/>
    <w:rsid w:val="00165330"/>
    <w:rsid w:val="00165593"/>
    <w:rsid w:val="00165745"/>
    <w:rsid w:val="001657F4"/>
    <w:rsid w:val="00165AFE"/>
    <w:rsid w:val="00165C5D"/>
    <w:rsid w:val="0016607F"/>
    <w:rsid w:val="0016610F"/>
    <w:rsid w:val="00166559"/>
    <w:rsid w:val="00166567"/>
    <w:rsid w:val="0016656E"/>
    <w:rsid w:val="001668DB"/>
    <w:rsid w:val="00166CA9"/>
    <w:rsid w:val="00166F45"/>
    <w:rsid w:val="00167072"/>
    <w:rsid w:val="001673D2"/>
    <w:rsid w:val="00167649"/>
    <w:rsid w:val="001677E6"/>
    <w:rsid w:val="00167C2B"/>
    <w:rsid w:val="00167CF1"/>
    <w:rsid w:val="00167EEC"/>
    <w:rsid w:val="001702F3"/>
    <w:rsid w:val="00170772"/>
    <w:rsid w:val="00170A9C"/>
    <w:rsid w:val="00170AC9"/>
    <w:rsid w:val="00170B01"/>
    <w:rsid w:val="00170B23"/>
    <w:rsid w:val="00170C90"/>
    <w:rsid w:val="00170CB8"/>
    <w:rsid w:val="00171218"/>
    <w:rsid w:val="0017160C"/>
    <w:rsid w:val="00171765"/>
    <w:rsid w:val="00171D9E"/>
    <w:rsid w:val="00171EC4"/>
    <w:rsid w:val="00171F8C"/>
    <w:rsid w:val="00172030"/>
    <w:rsid w:val="00172067"/>
    <w:rsid w:val="001721C5"/>
    <w:rsid w:val="001723F1"/>
    <w:rsid w:val="00172489"/>
    <w:rsid w:val="00172544"/>
    <w:rsid w:val="001727C0"/>
    <w:rsid w:val="001729EC"/>
    <w:rsid w:val="00172CC6"/>
    <w:rsid w:val="00172DDF"/>
    <w:rsid w:val="00172F6D"/>
    <w:rsid w:val="0017355D"/>
    <w:rsid w:val="001736DD"/>
    <w:rsid w:val="00173766"/>
    <w:rsid w:val="00173B5C"/>
    <w:rsid w:val="00173CAA"/>
    <w:rsid w:val="00173EC4"/>
    <w:rsid w:val="00174085"/>
    <w:rsid w:val="00174137"/>
    <w:rsid w:val="00174497"/>
    <w:rsid w:val="00174701"/>
    <w:rsid w:val="0017490B"/>
    <w:rsid w:val="0017495D"/>
    <w:rsid w:val="00174A73"/>
    <w:rsid w:val="00174D69"/>
    <w:rsid w:val="00175464"/>
    <w:rsid w:val="00175509"/>
    <w:rsid w:val="00175A42"/>
    <w:rsid w:val="001760FB"/>
    <w:rsid w:val="00176149"/>
    <w:rsid w:val="001763C2"/>
    <w:rsid w:val="001765A6"/>
    <w:rsid w:val="0017668B"/>
    <w:rsid w:val="00176CFE"/>
    <w:rsid w:val="00176D1B"/>
    <w:rsid w:val="00176D8F"/>
    <w:rsid w:val="00176DB6"/>
    <w:rsid w:val="0017724C"/>
    <w:rsid w:val="00177636"/>
    <w:rsid w:val="001776CC"/>
    <w:rsid w:val="0017788F"/>
    <w:rsid w:val="00177901"/>
    <w:rsid w:val="001779EC"/>
    <w:rsid w:val="00177A58"/>
    <w:rsid w:val="00177AD1"/>
    <w:rsid w:val="00177C02"/>
    <w:rsid w:val="00177E1E"/>
    <w:rsid w:val="00180024"/>
    <w:rsid w:val="001803BC"/>
    <w:rsid w:val="00180583"/>
    <w:rsid w:val="001809BE"/>
    <w:rsid w:val="00180E0E"/>
    <w:rsid w:val="00181107"/>
    <w:rsid w:val="001813DE"/>
    <w:rsid w:val="00182057"/>
    <w:rsid w:val="0018223A"/>
    <w:rsid w:val="001823F9"/>
    <w:rsid w:val="00182473"/>
    <w:rsid w:val="001824A5"/>
    <w:rsid w:val="001825DB"/>
    <w:rsid w:val="00182697"/>
    <w:rsid w:val="00182710"/>
    <w:rsid w:val="00182766"/>
    <w:rsid w:val="001830EB"/>
    <w:rsid w:val="0018312F"/>
    <w:rsid w:val="001831B4"/>
    <w:rsid w:val="00183AB4"/>
    <w:rsid w:val="00183DC0"/>
    <w:rsid w:val="00183FB5"/>
    <w:rsid w:val="00184086"/>
    <w:rsid w:val="001841EB"/>
    <w:rsid w:val="001845DE"/>
    <w:rsid w:val="001849FB"/>
    <w:rsid w:val="00184A00"/>
    <w:rsid w:val="00184F8D"/>
    <w:rsid w:val="00185397"/>
    <w:rsid w:val="001854CE"/>
    <w:rsid w:val="00185871"/>
    <w:rsid w:val="00185C16"/>
    <w:rsid w:val="00185DFD"/>
    <w:rsid w:val="00185FF6"/>
    <w:rsid w:val="001866F1"/>
    <w:rsid w:val="00186B8B"/>
    <w:rsid w:val="00186EC7"/>
    <w:rsid w:val="00187056"/>
    <w:rsid w:val="0018727B"/>
    <w:rsid w:val="00187307"/>
    <w:rsid w:val="00187387"/>
    <w:rsid w:val="001873D4"/>
    <w:rsid w:val="001875A7"/>
    <w:rsid w:val="0018765C"/>
    <w:rsid w:val="00187E54"/>
    <w:rsid w:val="00190182"/>
    <w:rsid w:val="0019073A"/>
    <w:rsid w:val="00190783"/>
    <w:rsid w:val="001907F0"/>
    <w:rsid w:val="00190E97"/>
    <w:rsid w:val="00191321"/>
    <w:rsid w:val="0019132F"/>
    <w:rsid w:val="00191591"/>
    <w:rsid w:val="00191661"/>
    <w:rsid w:val="00191692"/>
    <w:rsid w:val="00191801"/>
    <w:rsid w:val="00191C63"/>
    <w:rsid w:val="00191D93"/>
    <w:rsid w:val="00191F31"/>
    <w:rsid w:val="00191F4E"/>
    <w:rsid w:val="00192259"/>
    <w:rsid w:val="0019240C"/>
    <w:rsid w:val="00192548"/>
    <w:rsid w:val="00192D1C"/>
    <w:rsid w:val="00192F3A"/>
    <w:rsid w:val="00192F42"/>
    <w:rsid w:val="00193420"/>
    <w:rsid w:val="00193C7B"/>
    <w:rsid w:val="00193E9B"/>
    <w:rsid w:val="00193F97"/>
    <w:rsid w:val="00193FA8"/>
    <w:rsid w:val="001945BC"/>
    <w:rsid w:val="001947FC"/>
    <w:rsid w:val="00194825"/>
    <w:rsid w:val="00194845"/>
    <w:rsid w:val="0019489D"/>
    <w:rsid w:val="00194E69"/>
    <w:rsid w:val="001958EF"/>
    <w:rsid w:val="001959C2"/>
    <w:rsid w:val="00195A31"/>
    <w:rsid w:val="00195CDD"/>
    <w:rsid w:val="00195E66"/>
    <w:rsid w:val="00195E78"/>
    <w:rsid w:val="00195F31"/>
    <w:rsid w:val="00196012"/>
    <w:rsid w:val="00196A61"/>
    <w:rsid w:val="00196AC6"/>
    <w:rsid w:val="00196DF5"/>
    <w:rsid w:val="001973A5"/>
    <w:rsid w:val="0019787D"/>
    <w:rsid w:val="00197A24"/>
    <w:rsid w:val="00197A5C"/>
    <w:rsid w:val="00197C91"/>
    <w:rsid w:val="00197DFA"/>
    <w:rsid w:val="00197F6B"/>
    <w:rsid w:val="001A0164"/>
    <w:rsid w:val="001A01E3"/>
    <w:rsid w:val="001A021D"/>
    <w:rsid w:val="001A02AC"/>
    <w:rsid w:val="001A0532"/>
    <w:rsid w:val="001A057B"/>
    <w:rsid w:val="001A0754"/>
    <w:rsid w:val="001A0E1F"/>
    <w:rsid w:val="001A1121"/>
    <w:rsid w:val="001A11D9"/>
    <w:rsid w:val="001A1311"/>
    <w:rsid w:val="001A1BB1"/>
    <w:rsid w:val="001A1F27"/>
    <w:rsid w:val="001A226A"/>
    <w:rsid w:val="001A2271"/>
    <w:rsid w:val="001A2291"/>
    <w:rsid w:val="001A24B0"/>
    <w:rsid w:val="001A2C88"/>
    <w:rsid w:val="001A2DAD"/>
    <w:rsid w:val="001A3398"/>
    <w:rsid w:val="001A3491"/>
    <w:rsid w:val="001A3BEE"/>
    <w:rsid w:val="001A4036"/>
    <w:rsid w:val="001A4C5B"/>
    <w:rsid w:val="001A4DEF"/>
    <w:rsid w:val="001A5071"/>
    <w:rsid w:val="001A50AE"/>
    <w:rsid w:val="001A5430"/>
    <w:rsid w:val="001A549F"/>
    <w:rsid w:val="001A57CB"/>
    <w:rsid w:val="001A592E"/>
    <w:rsid w:val="001A6090"/>
    <w:rsid w:val="001A613A"/>
    <w:rsid w:val="001A61D7"/>
    <w:rsid w:val="001A626A"/>
    <w:rsid w:val="001A64A8"/>
    <w:rsid w:val="001A65F0"/>
    <w:rsid w:val="001A6697"/>
    <w:rsid w:val="001A66D8"/>
    <w:rsid w:val="001A67DE"/>
    <w:rsid w:val="001A6869"/>
    <w:rsid w:val="001A69C6"/>
    <w:rsid w:val="001A69FD"/>
    <w:rsid w:val="001A6D47"/>
    <w:rsid w:val="001A6E8F"/>
    <w:rsid w:val="001A7510"/>
    <w:rsid w:val="001A76CE"/>
    <w:rsid w:val="001A79E5"/>
    <w:rsid w:val="001A7D31"/>
    <w:rsid w:val="001A7DAB"/>
    <w:rsid w:val="001B0099"/>
    <w:rsid w:val="001B03ED"/>
    <w:rsid w:val="001B0491"/>
    <w:rsid w:val="001B0716"/>
    <w:rsid w:val="001B08FF"/>
    <w:rsid w:val="001B0974"/>
    <w:rsid w:val="001B097C"/>
    <w:rsid w:val="001B155D"/>
    <w:rsid w:val="001B1992"/>
    <w:rsid w:val="001B1D84"/>
    <w:rsid w:val="001B1E3F"/>
    <w:rsid w:val="001B1F6B"/>
    <w:rsid w:val="001B1FCF"/>
    <w:rsid w:val="001B1FF7"/>
    <w:rsid w:val="001B20F9"/>
    <w:rsid w:val="001B27AD"/>
    <w:rsid w:val="001B27EF"/>
    <w:rsid w:val="001B2955"/>
    <w:rsid w:val="001B2A32"/>
    <w:rsid w:val="001B2E69"/>
    <w:rsid w:val="001B308F"/>
    <w:rsid w:val="001B313F"/>
    <w:rsid w:val="001B3925"/>
    <w:rsid w:val="001B451C"/>
    <w:rsid w:val="001B4605"/>
    <w:rsid w:val="001B47A2"/>
    <w:rsid w:val="001B487C"/>
    <w:rsid w:val="001B491A"/>
    <w:rsid w:val="001B4BC1"/>
    <w:rsid w:val="001B5022"/>
    <w:rsid w:val="001B529F"/>
    <w:rsid w:val="001B5591"/>
    <w:rsid w:val="001B568B"/>
    <w:rsid w:val="001B56F9"/>
    <w:rsid w:val="001B5752"/>
    <w:rsid w:val="001B5CAC"/>
    <w:rsid w:val="001B6170"/>
    <w:rsid w:val="001B6200"/>
    <w:rsid w:val="001B626E"/>
    <w:rsid w:val="001B6542"/>
    <w:rsid w:val="001B687C"/>
    <w:rsid w:val="001B6DF0"/>
    <w:rsid w:val="001B6FBC"/>
    <w:rsid w:val="001B70D2"/>
    <w:rsid w:val="001B774A"/>
    <w:rsid w:val="001B7A8D"/>
    <w:rsid w:val="001B7B8B"/>
    <w:rsid w:val="001B7CF7"/>
    <w:rsid w:val="001B7F00"/>
    <w:rsid w:val="001C0094"/>
    <w:rsid w:val="001C00C0"/>
    <w:rsid w:val="001C02CF"/>
    <w:rsid w:val="001C045C"/>
    <w:rsid w:val="001C0872"/>
    <w:rsid w:val="001C0A2E"/>
    <w:rsid w:val="001C0BB4"/>
    <w:rsid w:val="001C0BDB"/>
    <w:rsid w:val="001C0D86"/>
    <w:rsid w:val="001C0F69"/>
    <w:rsid w:val="001C1A27"/>
    <w:rsid w:val="001C1C1E"/>
    <w:rsid w:val="001C1F46"/>
    <w:rsid w:val="001C1F52"/>
    <w:rsid w:val="001C224B"/>
    <w:rsid w:val="001C2306"/>
    <w:rsid w:val="001C23E4"/>
    <w:rsid w:val="001C2541"/>
    <w:rsid w:val="001C258D"/>
    <w:rsid w:val="001C2A69"/>
    <w:rsid w:val="001C2CD0"/>
    <w:rsid w:val="001C2CDF"/>
    <w:rsid w:val="001C30D3"/>
    <w:rsid w:val="001C34F9"/>
    <w:rsid w:val="001C37EF"/>
    <w:rsid w:val="001C3B54"/>
    <w:rsid w:val="001C3D07"/>
    <w:rsid w:val="001C3D50"/>
    <w:rsid w:val="001C3DE6"/>
    <w:rsid w:val="001C40BD"/>
    <w:rsid w:val="001C41DC"/>
    <w:rsid w:val="001C4363"/>
    <w:rsid w:val="001C43AB"/>
    <w:rsid w:val="001C4445"/>
    <w:rsid w:val="001C44BC"/>
    <w:rsid w:val="001C4647"/>
    <w:rsid w:val="001C48C6"/>
    <w:rsid w:val="001C4C2D"/>
    <w:rsid w:val="001C555B"/>
    <w:rsid w:val="001C5EFB"/>
    <w:rsid w:val="001C6451"/>
    <w:rsid w:val="001C6A29"/>
    <w:rsid w:val="001C6AE4"/>
    <w:rsid w:val="001C6B04"/>
    <w:rsid w:val="001C6C55"/>
    <w:rsid w:val="001C6D65"/>
    <w:rsid w:val="001C6F1E"/>
    <w:rsid w:val="001C6FFD"/>
    <w:rsid w:val="001C71F2"/>
    <w:rsid w:val="001C77F9"/>
    <w:rsid w:val="001C7804"/>
    <w:rsid w:val="001C7950"/>
    <w:rsid w:val="001C79B9"/>
    <w:rsid w:val="001C7D4B"/>
    <w:rsid w:val="001C7D99"/>
    <w:rsid w:val="001D0146"/>
    <w:rsid w:val="001D0842"/>
    <w:rsid w:val="001D0EEB"/>
    <w:rsid w:val="001D10F3"/>
    <w:rsid w:val="001D1102"/>
    <w:rsid w:val="001D11A6"/>
    <w:rsid w:val="001D11D1"/>
    <w:rsid w:val="001D1609"/>
    <w:rsid w:val="001D1A07"/>
    <w:rsid w:val="001D1BD8"/>
    <w:rsid w:val="001D1D21"/>
    <w:rsid w:val="001D1FB6"/>
    <w:rsid w:val="001D2061"/>
    <w:rsid w:val="001D28CD"/>
    <w:rsid w:val="001D2A44"/>
    <w:rsid w:val="001D2D65"/>
    <w:rsid w:val="001D2D6D"/>
    <w:rsid w:val="001D3145"/>
    <w:rsid w:val="001D334D"/>
    <w:rsid w:val="001D3808"/>
    <w:rsid w:val="001D384D"/>
    <w:rsid w:val="001D4025"/>
    <w:rsid w:val="001D40A9"/>
    <w:rsid w:val="001D475D"/>
    <w:rsid w:val="001D4C8D"/>
    <w:rsid w:val="001D4DE5"/>
    <w:rsid w:val="001D5002"/>
    <w:rsid w:val="001D544A"/>
    <w:rsid w:val="001D5683"/>
    <w:rsid w:val="001D5CBD"/>
    <w:rsid w:val="001D5E9E"/>
    <w:rsid w:val="001D5EAF"/>
    <w:rsid w:val="001D6022"/>
    <w:rsid w:val="001D69B1"/>
    <w:rsid w:val="001D6A98"/>
    <w:rsid w:val="001D6D6F"/>
    <w:rsid w:val="001D6D75"/>
    <w:rsid w:val="001D721F"/>
    <w:rsid w:val="001D72DE"/>
    <w:rsid w:val="001D7354"/>
    <w:rsid w:val="001D7454"/>
    <w:rsid w:val="001D7598"/>
    <w:rsid w:val="001D783C"/>
    <w:rsid w:val="001D78D8"/>
    <w:rsid w:val="001D7B14"/>
    <w:rsid w:val="001E0285"/>
    <w:rsid w:val="001E0466"/>
    <w:rsid w:val="001E0744"/>
    <w:rsid w:val="001E092F"/>
    <w:rsid w:val="001E0A58"/>
    <w:rsid w:val="001E0BD5"/>
    <w:rsid w:val="001E11A9"/>
    <w:rsid w:val="001E124F"/>
    <w:rsid w:val="001E13E0"/>
    <w:rsid w:val="001E1706"/>
    <w:rsid w:val="001E18EA"/>
    <w:rsid w:val="001E19A1"/>
    <w:rsid w:val="001E19CE"/>
    <w:rsid w:val="001E1A5D"/>
    <w:rsid w:val="001E1AEC"/>
    <w:rsid w:val="001E1C96"/>
    <w:rsid w:val="001E1E02"/>
    <w:rsid w:val="001E2319"/>
    <w:rsid w:val="001E261D"/>
    <w:rsid w:val="001E2867"/>
    <w:rsid w:val="001E298F"/>
    <w:rsid w:val="001E2AFE"/>
    <w:rsid w:val="001E333D"/>
    <w:rsid w:val="001E33FE"/>
    <w:rsid w:val="001E34C8"/>
    <w:rsid w:val="001E367A"/>
    <w:rsid w:val="001E3842"/>
    <w:rsid w:val="001E3A29"/>
    <w:rsid w:val="001E3CCE"/>
    <w:rsid w:val="001E3EE6"/>
    <w:rsid w:val="001E445C"/>
    <w:rsid w:val="001E46A6"/>
    <w:rsid w:val="001E46F4"/>
    <w:rsid w:val="001E4A12"/>
    <w:rsid w:val="001E4B4F"/>
    <w:rsid w:val="001E4B62"/>
    <w:rsid w:val="001E4EAF"/>
    <w:rsid w:val="001E4F1C"/>
    <w:rsid w:val="001E506F"/>
    <w:rsid w:val="001E538C"/>
    <w:rsid w:val="001E59DC"/>
    <w:rsid w:val="001E59EB"/>
    <w:rsid w:val="001E5AD9"/>
    <w:rsid w:val="001E5B8E"/>
    <w:rsid w:val="001E5BAE"/>
    <w:rsid w:val="001E5BDA"/>
    <w:rsid w:val="001E5D9B"/>
    <w:rsid w:val="001E602A"/>
    <w:rsid w:val="001E6E00"/>
    <w:rsid w:val="001E6EAC"/>
    <w:rsid w:val="001E6EC0"/>
    <w:rsid w:val="001E7089"/>
    <w:rsid w:val="001E74C5"/>
    <w:rsid w:val="001E76AB"/>
    <w:rsid w:val="001E7833"/>
    <w:rsid w:val="001E7956"/>
    <w:rsid w:val="001E7986"/>
    <w:rsid w:val="001E79C7"/>
    <w:rsid w:val="001E7A1B"/>
    <w:rsid w:val="001E7E41"/>
    <w:rsid w:val="001F0240"/>
    <w:rsid w:val="001F06BF"/>
    <w:rsid w:val="001F07D0"/>
    <w:rsid w:val="001F0845"/>
    <w:rsid w:val="001F0AF2"/>
    <w:rsid w:val="001F0BD7"/>
    <w:rsid w:val="001F0EB6"/>
    <w:rsid w:val="001F1581"/>
    <w:rsid w:val="001F158E"/>
    <w:rsid w:val="001F1615"/>
    <w:rsid w:val="001F1AD5"/>
    <w:rsid w:val="001F1E37"/>
    <w:rsid w:val="001F1E89"/>
    <w:rsid w:val="001F204B"/>
    <w:rsid w:val="001F20FE"/>
    <w:rsid w:val="001F2577"/>
    <w:rsid w:val="001F2743"/>
    <w:rsid w:val="001F2DA0"/>
    <w:rsid w:val="001F2F27"/>
    <w:rsid w:val="001F31D7"/>
    <w:rsid w:val="001F3229"/>
    <w:rsid w:val="001F3370"/>
    <w:rsid w:val="001F3372"/>
    <w:rsid w:val="001F3466"/>
    <w:rsid w:val="001F3565"/>
    <w:rsid w:val="001F35F3"/>
    <w:rsid w:val="001F379F"/>
    <w:rsid w:val="001F38DB"/>
    <w:rsid w:val="001F3FA7"/>
    <w:rsid w:val="001F42B8"/>
    <w:rsid w:val="001F44A1"/>
    <w:rsid w:val="001F4584"/>
    <w:rsid w:val="001F46F1"/>
    <w:rsid w:val="001F48C3"/>
    <w:rsid w:val="001F49B1"/>
    <w:rsid w:val="001F57FF"/>
    <w:rsid w:val="001F592C"/>
    <w:rsid w:val="001F5AB3"/>
    <w:rsid w:val="001F5D01"/>
    <w:rsid w:val="001F5E0C"/>
    <w:rsid w:val="001F6225"/>
    <w:rsid w:val="001F6284"/>
    <w:rsid w:val="001F63AB"/>
    <w:rsid w:val="001F65C8"/>
    <w:rsid w:val="001F69CD"/>
    <w:rsid w:val="001F6BD6"/>
    <w:rsid w:val="001F76BC"/>
    <w:rsid w:val="001F78CE"/>
    <w:rsid w:val="001F7949"/>
    <w:rsid w:val="001F7D44"/>
    <w:rsid w:val="00200173"/>
    <w:rsid w:val="00200537"/>
    <w:rsid w:val="00200603"/>
    <w:rsid w:val="00200B90"/>
    <w:rsid w:val="00200FA4"/>
    <w:rsid w:val="002012A1"/>
    <w:rsid w:val="0020131D"/>
    <w:rsid w:val="002013A1"/>
    <w:rsid w:val="002014CA"/>
    <w:rsid w:val="00201976"/>
    <w:rsid w:val="00201BD7"/>
    <w:rsid w:val="00201E33"/>
    <w:rsid w:val="00201E60"/>
    <w:rsid w:val="00201F05"/>
    <w:rsid w:val="00201F86"/>
    <w:rsid w:val="00201F96"/>
    <w:rsid w:val="002020B5"/>
    <w:rsid w:val="00202357"/>
    <w:rsid w:val="00202602"/>
    <w:rsid w:val="0020266B"/>
    <w:rsid w:val="00202BB3"/>
    <w:rsid w:val="002030C1"/>
    <w:rsid w:val="00203176"/>
    <w:rsid w:val="002031AA"/>
    <w:rsid w:val="0020331B"/>
    <w:rsid w:val="0020360F"/>
    <w:rsid w:val="002041EC"/>
    <w:rsid w:val="00204366"/>
    <w:rsid w:val="002044A4"/>
    <w:rsid w:val="00204550"/>
    <w:rsid w:val="002046B0"/>
    <w:rsid w:val="00204804"/>
    <w:rsid w:val="00204914"/>
    <w:rsid w:val="00204A7C"/>
    <w:rsid w:val="00204C43"/>
    <w:rsid w:val="00204C7B"/>
    <w:rsid w:val="00204E57"/>
    <w:rsid w:val="00204E99"/>
    <w:rsid w:val="00204F0F"/>
    <w:rsid w:val="00204F18"/>
    <w:rsid w:val="00205051"/>
    <w:rsid w:val="002050FA"/>
    <w:rsid w:val="002054AB"/>
    <w:rsid w:val="00205637"/>
    <w:rsid w:val="002058DE"/>
    <w:rsid w:val="00205B13"/>
    <w:rsid w:val="00205E29"/>
    <w:rsid w:val="00205EFD"/>
    <w:rsid w:val="002064F5"/>
    <w:rsid w:val="002066D8"/>
    <w:rsid w:val="00206750"/>
    <w:rsid w:val="0020696D"/>
    <w:rsid w:val="00206A08"/>
    <w:rsid w:val="00206FB3"/>
    <w:rsid w:val="00206FC1"/>
    <w:rsid w:val="002070A4"/>
    <w:rsid w:val="002072CA"/>
    <w:rsid w:val="002073BD"/>
    <w:rsid w:val="0020750B"/>
    <w:rsid w:val="00207916"/>
    <w:rsid w:val="00207D75"/>
    <w:rsid w:val="00210396"/>
    <w:rsid w:val="002105D2"/>
    <w:rsid w:val="00210A96"/>
    <w:rsid w:val="00210B08"/>
    <w:rsid w:val="00211500"/>
    <w:rsid w:val="00211939"/>
    <w:rsid w:val="00211AC7"/>
    <w:rsid w:val="00211B52"/>
    <w:rsid w:val="00211BF0"/>
    <w:rsid w:val="00211C3A"/>
    <w:rsid w:val="00211C99"/>
    <w:rsid w:val="00211CD1"/>
    <w:rsid w:val="00211E9E"/>
    <w:rsid w:val="00211EED"/>
    <w:rsid w:val="00211F20"/>
    <w:rsid w:val="0021211B"/>
    <w:rsid w:val="00212590"/>
    <w:rsid w:val="002125C8"/>
    <w:rsid w:val="002129A2"/>
    <w:rsid w:val="0021301D"/>
    <w:rsid w:val="00213188"/>
    <w:rsid w:val="002132DE"/>
    <w:rsid w:val="0021333C"/>
    <w:rsid w:val="002133CA"/>
    <w:rsid w:val="00213649"/>
    <w:rsid w:val="002137A4"/>
    <w:rsid w:val="0021388A"/>
    <w:rsid w:val="002138B0"/>
    <w:rsid w:val="0021390D"/>
    <w:rsid w:val="00213CE3"/>
    <w:rsid w:val="00213D34"/>
    <w:rsid w:val="00213DDC"/>
    <w:rsid w:val="00213E81"/>
    <w:rsid w:val="0021417A"/>
    <w:rsid w:val="002141AF"/>
    <w:rsid w:val="0021425A"/>
    <w:rsid w:val="0021454A"/>
    <w:rsid w:val="00214665"/>
    <w:rsid w:val="00214B3A"/>
    <w:rsid w:val="002150FF"/>
    <w:rsid w:val="0021515B"/>
    <w:rsid w:val="00215567"/>
    <w:rsid w:val="002157EB"/>
    <w:rsid w:val="00215ADE"/>
    <w:rsid w:val="00215DF7"/>
    <w:rsid w:val="00216258"/>
    <w:rsid w:val="002164D2"/>
    <w:rsid w:val="00216598"/>
    <w:rsid w:val="00216622"/>
    <w:rsid w:val="002166C0"/>
    <w:rsid w:val="00216773"/>
    <w:rsid w:val="00217034"/>
    <w:rsid w:val="00217699"/>
    <w:rsid w:val="002176E2"/>
    <w:rsid w:val="00217C08"/>
    <w:rsid w:val="00220AAB"/>
    <w:rsid w:val="00220DEF"/>
    <w:rsid w:val="00220ED1"/>
    <w:rsid w:val="00220F11"/>
    <w:rsid w:val="0022101F"/>
    <w:rsid w:val="002212F4"/>
    <w:rsid w:val="002213D3"/>
    <w:rsid w:val="0022194A"/>
    <w:rsid w:val="00221B72"/>
    <w:rsid w:val="00221CB9"/>
    <w:rsid w:val="00221DF0"/>
    <w:rsid w:val="00221F2D"/>
    <w:rsid w:val="002220FC"/>
    <w:rsid w:val="00222140"/>
    <w:rsid w:val="00222154"/>
    <w:rsid w:val="00222544"/>
    <w:rsid w:val="0022258D"/>
    <w:rsid w:val="00222976"/>
    <w:rsid w:val="00222AEC"/>
    <w:rsid w:val="00222D03"/>
    <w:rsid w:val="002232C9"/>
    <w:rsid w:val="0022343D"/>
    <w:rsid w:val="00223BE0"/>
    <w:rsid w:val="00223CE6"/>
    <w:rsid w:val="00223F02"/>
    <w:rsid w:val="00223F08"/>
    <w:rsid w:val="00223F6A"/>
    <w:rsid w:val="0022416A"/>
    <w:rsid w:val="00224232"/>
    <w:rsid w:val="00224342"/>
    <w:rsid w:val="00224448"/>
    <w:rsid w:val="00224B94"/>
    <w:rsid w:val="00224BB5"/>
    <w:rsid w:val="00224CB1"/>
    <w:rsid w:val="00224DEC"/>
    <w:rsid w:val="00225280"/>
    <w:rsid w:val="0022538C"/>
    <w:rsid w:val="002255F7"/>
    <w:rsid w:val="00225EEC"/>
    <w:rsid w:val="002262DC"/>
    <w:rsid w:val="0022647F"/>
    <w:rsid w:val="0022656E"/>
    <w:rsid w:val="002267A8"/>
    <w:rsid w:val="002267F6"/>
    <w:rsid w:val="00226B70"/>
    <w:rsid w:val="00226BDA"/>
    <w:rsid w:val="00226F80"/>
    <w:rsid w:val="00226F98"/>
    <w:rsid w:val="00227201"/>
    <w:rsid w:val="002276BF"/>
    <w:rsid w:val="002278B1"/>
    <w:rsid w:val="00227D3B"/>
    <w:rsid w:val="00227F69"/>
    <w:rsid w:val="002303A6"/>
    <w:rsid w:val="00230544"/>
    <w:rsid w:val="002305EC"/>
    <w:rsid w:val="0023086E"/>
    <w:rsid w:val="00230AA3"/>
    <w:rsid w:val="00230C4A"/>
    <w:rsid w:val="00230F67"/>
    <w:rsid w:val="002317FB"/>
    <w:rsid w:val="00231919"/>
    <w:rsid w:val="00231A48"/>
    <w:rsid w:val="00231B41"/>
    <w:rsid w:val="00231CC7"/>
    <w:rsid w:val="00231DDB"/>
    <w:rsid w:val="00231F31"/>
    <w:rsid w:val="00231F90"/>
    <w:rsid w:val="00231FC0"/>
    <w:rsid w:val="00232732"/>
    <w:rsid w:val="002327B5"/>
    <w:rsid w:val="00232863"/>
    <w:rsid w:val="00232D2A"/>
    <w:rsid w:val="00232E63"/>
    <w:rsid w:val="00232EF9"/>
    <w:rsid w:val="0023320D"/>
    <w:rsid w:val="002335B1"/>
    <w:rsid w:val="002335FE"/>
    <w:rsid w:val="0023366D"/>
    <w:rsid w:val="002337C3"/>
    <w:rsid w:val="00233806"/>
    <w:rsid w:val="002339F3"/>
    <w:rsid w:val="00233B76"/>
    <w:rsid w:val="00233E71"/>
    <w:rsid w:val="00234835"/>
    <w:rsid w:val="0023489F"/>
    <w:rsid w:val="0023495C"/>
    <w:rsid w:val="00234A7A"/>
    <w:rsid w:val="00234B79"/>
    <w:rsid w:val="00234CB7"/>
    <w:rsid w:val="00234EF0"/>
    <w:rsid w:val="00234F47"/>
    <w:rsid w:val="002353EC"/>
    <w:rsid w:val="00235840"/>
    <w:rsid w:val="00235C3E"/>
    <w:rsid w:val="00235C4B"/>
    <w:rsid w:val="00235F36"/>
    <w:rsid w:val="0023610A"/>
    <w:rsid w:val="00236287"/>
    <w:rsid w:val="0023636D"/>
    <w:rsid w:val="00236442"/>
    <w:rsid w:val="002366A9"/>
    <w:rsid w:val="00236832"/>
    <w:rsid w:val="00236834"/>
    <w:rsid w:val="00236971"/>
    <w:rsid w:val="002369C8"/>
    <w:rsid w:val="00236E78"/>
    <w:rsid w:val="00236F1A"/>
    <w:rsid w:val="0023721F"/>
    <w:rsid w:val="00237620"/>
    <w:rsid w:val="0023781B"/>
    <w:rsid w:val="00237B6C"/>
    <w:rsid w:val="00237CE9"/>
    <w:rsid w:val="00237E65"/>
    <w:rsid w:val="002400F0"/>
    <w:rsid w:val="00240179"/>
    <w:rsid w:val="00240628"/>
    <w:rsid w:val="002406BE"/>
    <w:rsid w:val="00240739"/>
    <w:rsid w:val="00240783"/>
    <w:rsid w:val="00240D72"/>
    <w:rsid w:val="00240DB9"/>
    <w:rsid w:val="002410B0"/>
    <w:rsid w:val="002415C2"/>
    <w:rsid w:val="00241625"/>
    <w:rsid w:val="00241681"/>
    <w:rsid w:val="00241862"/>
    <w:rsid w:val="00241D66"/>
    <w:rsid w:val="0024204E"/>
    <w:rsid w:val="002420F4"/>
    <w:rsid w:val="00242226"/>
    <w:rsid w:val="0024223C"/>
    <w:rsid w:val="002425CD"/>
    <w:rsid w:val="002427C6"/>
    <w:rsid w:val="00242C5A"/>
    <w:rsid w:val="00242C60"/>
    <w:rsid w:val="00243203"/>
    <w:rsid w:val="0024390E"/>
    <w:rsid w:val="00243E02"/>
    <w:rsid w:val="00243E96"/>
    <w:rsid w:val="00244179"/>
    <w:rsid w:val="00244291"/>
    <w:rsid w:val="002445A8"/>
    <w:rsid w:val="0024491F"/>
    <w:rsid w:val="00244A4C"/>
    <w:rsid w:val="00244D1B"/>
    <w:rsid w:val="00244EF0"/>
    <w:rsid w:val="002452F0"/>
    <w:rsid w:val="002453AC"/>
    <w:rsid w:val="00245743"/>
    <w:rsid w:val="00245C03"/>
    <w:rsid w:val="00245CF8"/>
    <w:rsid w:val="00245DC2"/>
    <w:rsid w:val="002462CB"/>
    <w:rsid w:val="00246426"/>
    <w:rsid w:val="0024724B"/>
    <w:rsid w:val="002479AF"/>
    <w:rsid w:val="00247AB0"/>
    <w:rsid w:val="00247BCC"/>
    <w:rsid w:val="00247E7D"/>
    <w:rsid w:val="00247F2D"/>
    <w:rsid w:val="00247F9E"/>
    <w:rsid w:val="00247FD4"/>
    <w:rsid w:val="00247FDD"/>
    <w:rsid w:val="00247FE0"/>
    <w:rsid w:val="0025000F"/>
    <w:rsid w:val="0025024B"/>
    <w:rsid w:val="0025036C"/>
    <w:rsid w:val="002503DE"/>
    <w:rsid w:val="002503F7"/>
    <w:rsid w:val="0025088C"/>
    <w:rsid w:val="00250FE3"/>
    <w:rsid w:val="002511FB"/>
    <w:rsid w:val="00251241"/>
    <w:rsid w:val="0025133F"/>
    <w:rsid w:val="00251444"/>
    <w:rsid w:val="00251615"/>
    <w:rsid w:val="00251657"/>
    <w:rsid w:val="0025170E"/>
    <w:rsid w:val="00251916"/>
    <w:rsid w:val="00251B81"/>
    <w:rsid w:val="00251CA4"/>
    <w:rsid w:val="00251D50"/>
    <w:rsid w:val="00251F6C"/>
    <w:rsid w:val="00252102"/>
    <w:rsid w:val="0025240D"/>
    <w:rsid w:val="00252625"/>
    <w:rsid w:val="002526AF"/>
    <w:rsid w:val="002526BD"/>
    <w:rsid w:val="002526D9"/>
    <w:rsid w:val="00252738"/>
    <w:rsid w:val="002527C3"/>
    <w:rsid w:val="002528C3"/>
    <w:rsid w:val="002528DD"/>
    <w:rsid w:val="00252AF1"/>
    <w:rsid w:val="00252CE0"/>
    <w:rsid w:val="00252E9A"/>
    <w:rsid w:val="0025313C"/>
    <w:rsid w:val="00253238"/>
    <w:rsid w:val="00253677"/>
    <w:rsid w:val="00253761"/>
    <w:rsid w:val="0025393E"/>
    <w:rsid w:val="00253A3B"/>
    <w:rsid w:val="00253B32"/>
    <w:rsid w:val="00253BA5"/>
    <w:rsid w:val="00253EB9"/>
    <w:rsid w:val="00254669"/>
    <w:rsid w:val="00254785"/>
    <w:rsid w:val="0025598F"/>
    <w:rsid w:val="00255B60"/>
    <w:rsid w:val="00255F13"/>
    <w:rsid w:val="00255F69"/>
    <w:rsid w:val="00255FCB"/>
    <w:rsid w:val="002565F8"/>
    <w:rsid w:val="00256646"/>
    <w:rsid w:val="002568BC"/>
    <w:rsid w:val="00256B02"/>
    <w:rsid w:val="00256DE1"/>
    <w:rsid w:val="002571A3"/>
    <w:rsid w:val="002571D8"/>
    <w:rsid w:val="0025730C"/>
    <w:rsid w:val="0025738C"/>
    <w:rsid w:val="002574A9"/>
    <w:rsid w:val="002574EB"/>
    <w:rsid w:val="002575D3"/>
    <w:rsid w:val="0025792D"/>
    <w:rsid w:val="00257C12"/>
    <w:rsid w:val="0026001A"/>
    <w:rsid w:val="0026020D"/>
    <w:rsid w:val="002607FD"/>
    <w:rsid w:val="002609A8"/>
    <w:rsid w:val="0026109F"/>
    <w:rsid w:val="00261280"/>
    <w:rsid w:val="00261326"/>
    <w:rsid w:val="002615EC"/>
    <w:rsid w:val="0026186A"/>
    <w:rsid w:val="00261A0A"/>
    <w:rsid w:val="00261C31"/>
    <w:rsid w:val="00262A58"/>
    <w:rsid w:val="00263103"/>
    <w:rsid w:val="0026347D"/>
    <w:rsid w:val="0026350B"/>
    <w:rsid w:val="00263699"/>
    <w:rsid w:val="002636E0"/>
    <w:rsid w:val="00263C1E"/>
    <w:rsid w:val="00263F95"/>
    <w:rsid w:val="0026411C"/>
    <w:rsid w:val="00264143"/>
    <w:rsid w:val="00264297"/>
    <w:rsid w:val="00264A04"/>
    <w:rsid w:val="00264A4B"/>
    <w:rsid w:val="00264B45"/>
    <w:rsid w:val="00264CF9"/>
    <w:rsid w:val="00264D81"/>
    <w:rsid w:val="00264DA4"/>
    <w:rsid w:val="00265012"/>
    <w:rsid w:val="002651F2"/>
    <w:rsid w:val="002654D9"/>
    <w:rsid w:val="002656D5"/>
    <w:rsid w:val="002657EF"/>
    <w:rsid w:val="00265DA9"/>
    <w:rsid w:val="00266066"/>
    <w:rsid w:val="00266299"/>
    <w:rsid w:val="0026630F"/>
    <w:rsid w:val="002663A0"/>
    <w:rsid w:val="002667DE"/>
    <w:rsid w:val="00266A78"/>
    <w:rsid w:val="00266A8D"/>
    <w:rsid w:val="00266D72"/>
    <w:rsid w:val="00267197"/>
    <w:rsid w:val="002671AC"/>
    <w:rsid w:val="002671B8"/>
    <w:rsid w:val="0026741A"/>
    <w:rsid w:val="00267C55"/>
    <w:rsid w:val="00267D03"/>
    <w:rsid w:val="00267F95"/>
    <w:rsid w:val="0027021D"/>
    <w:rsid w:val="00270301"/>
    <w:rsid w:val="00270663"/>
    <w:rsid w:val="00270781"/>
    <w:rsid w:val="00270820"/>
    <w:rsid w:val="00270CA7"/>
    <w:rsid w:val="002710F7"/>
    <w:rsid w:val="0027145D"/>
    <w:rsid w:val="002715F0"/>
    <w:rsid w:val="002718B3"/>
    <w:rsid w:val="00271948"/>
    <w:rsid w:val="002719AF"/>
    <w:rsid w:val="00271A16"/>
    <w:rsid w:val="00271C4B"/>
    <w:rsid w:val="00271DD9"/>
    <w:rsid w:val="0027208A"/>
    <w:rsid w:val="0027212B"/>
    <w:rsid w:val="0027221B"/>
    <w:rsid w:val="002724BF"/>
    <w:rsid w:val="002724DF"/>
    <w:rsid w:val="00272A86"/>
    <w:rsid w:val="00272E03"/>
    <w:rsid w:val="00272EB5"/>
    <w:rsid w:val="002730DE"/>
    <w:rsid w:val="00273691"/>
    <w:rsid w:val="002736DB"/>
    <w:rsid w:val="002738A9"/>
    <w:rsid w:val="00273D90"/>
    <w:rsid w:val="00273EE9"/>
    <w:rsid w:val="00273F92"/>
    <w:rsid w:val="002743E2"/>
    <w:rsid w:val="0027479D"/>
    <w:rsid w:val="0027483A"/>
    <w:rsid w:val="00274928"/>
    <w:rsid w:val="00274A55"/>
    <w:rsid w:val="00274CAD"/>
    <w:rsid w:val="00275258"/>
    <w:rsid w:val="002754AE"/>
    <w:rsid w:val="00275527"/>
    <w:rsid w:val="002758E5"/>
    <w:rsid w:val="00276613"/>
    <w:rsid w:val="00276712"/>
    <w:rsid w:val="002767E6"/>
    <w:rsid w:val="002768B0"/>
    <w:rsid w:val="00276A7C"/>
    <w:rsid w:val="00276AA7"/>
    <w:rsid w:val="00276AFC"/>
    <w:rsid w:val="00276DAA"/>
    <w:rsid w:val="00276DE6"/>
    <w:rsid w:val="0027704B"/>
    <w:rsid w:val="00277778"/>
    <w:rsid w:val="00277BAD"/>
    <w:rsid w:val="00277C8A"/>
    <w:rsid w:val="00277E3C"/>
    <w:rsid w:val="00277F65"/>
    <w:rsid w:val="0028071B"/>
    <w:rsid w:val="002808A5"/>
    <w:rsid w:val="002808E9"/>
    <w:rsid w:val="002809AE"/>
    <w:rsid w:val="00280F69"/>
    <w:rsid w:val="002812AB"/>
    <w:rsid w:val="0028185C"/>
    <w:rsid w:val="002818A7"/>
    <w:rsid w:val="00281978"/>
    <w:rsid w:val="0028198E"/>
    <w:rsid w:val="00281AF4"/>
    <w:rsid w:val="0028225E"/>
    <w:rsid w:val="002824A7"/>
    <w:rsid w:val="002827AE"/>
    <w:rsid w:val="002827DB"/>
    <w:rsid w:val="00282BF5"/>
    <w:rsid w:val="00282D74"/>
    <w:rsid w:val="002834CA"/>
    <w:rsid w:val="0028353A"/>
    <w:rsid w:val="00283688"/>
    <w:rsid w:val="0028386C"/>
    <w:rsid w:val="00283BF2"/>
    <w:rsid w:val="00283D49"/>
    <w:rsid w:val="00284099"/>
    <w:rsid w:val="002840C7"/>
    <w:rsid w:val="00284491"/>
    <w:rsid w:val="00284670"/>
    <w:rsid w:val="0028522D"/>
    <w:rsid w:val="002852B0"/>
    <w:rsid w:val="0028554F"/>
    <w:rsid w:val="002856C4"/>
    <w:rsid w:val="00285A30"/>
    <w:rsid w:val="00285A5C"/>
    <w:rsid w:val="00285DA0"/>
    <w:rsid w:val="00285E2C"/>
    <w:rsid w:val="002860DA"/>
    <w:rsid w:val="002860F4"/>
    <w:rsid w:val="00286379"/>
    <w:rsid w:val="00287028"/>
    <w:rsid w:val="0028722D"/>
    <w:rsid w:val="00287288"/>
    <w:rsid w:val="00287507"/>
    <w:rsid w:val="00287667"/>
    <w:rsid w:val="00287790"/>
    <w:rsid w:val="002878D4"/>
    <w:rsid w:val="00287BB1"/>
    <w:rsid w:val="00287CFE"/>
    <w:rsid w:val="00287D64"/>
    <w:rsid w:val="002900B7"/>
    <w:rsid w:val="002906E3"/>
    <w:rsid w:val="002908D5"/>
    <w:rsid w:val="002908EF"/>
    <w:rsid w:val="00290C76"/>
    <w:rsid w:val="00290C87"/>
    <w:rsid w:val="00290DD9"/>
    <w:rsid w:val="00290EC8"/>
    <w:rsid w:val="00291238"/>
    <w:rsid w:val="00291337"/>
    <w:rsid w:val="002914DE"/>
    <w:rsid w:val="002914E7"/>
    <w:rsid w:val="002915E0"/>
    <w:rsid w:val="002916A5"/>
    <w:rsid w:val="00291D01"/>
    <w:rsid w:val="00291F3B"/>
    <w:rsid w:val="00291FF4"/>
    <w:rsid w:val="00292064"/>
    <w:rsid w:val="002923C0"/>
    <w:rsid w:val="00292460"/>
    <w:rsid w:val="00292495"/>
    <w:rsid w:val="002924DE"/>
    <w:rsid w:val="0029274E"/>
    <w:rsid w:val="00292ABE"/>
    <w:rsid w:val="00292BDD"/>
    <w:rsid w:val="00292C4E"/>
    <w:rsid w:val="0029323A"/>
    <w:rsid w:val="002933E0"/>
    <w:rsid w:val="002934D1"/>
    <w:rsid w:val="002934E0"/>
    <w:rsid w:val="0029361D"/>
    <w:rsid w:val="0029391B"/>
    <w:rsid w:val="00293961"/>
    <w:rsid w:val="00293D68"/>
    <w:rsid w:val="00293D6E"/>
    <w:rsid w:val="00293F9F"/>
    <w:rsid w:val="00294018"/>
    <w:rsid w:val="002940FB"/>
    <w:rsid w:val="00294496"/>
    <w:rsid w:val="0029459B"/>
    <w:rsid w:val="00294DCA"/>
    <w:rsid w:val="00294EB0"/>
    <w:rsid w:val="0029549E"/>
    <w:rsid w:val="00295555"/>
    <w:rsid w:val="0029560F"/>
    <w:rsid w:val="00295ACD"/>
    <w:rsid w:val="00295CF0"/>
    <w:rsid w:val="0029607F"/>
    <w:rsid w:val="0029654D"/>
    <w:rsid w:val="00296B2D"/>
    <w:rsid w:val="00296CAE"/>
    <w:rsid w:val="00296D2A"/>
    <w:rsid w:val="00297356"/>
    <w:rsid w:val="0029788A"/>
    <w:rsid w:val="002979A7"/>
    <w:rsid w:val="00297AA5"/>
    <w:rsid w:val="00297C96"/>
    <w:rsid w:val="00297E63"/>
    <w:rsid w:val="002A030F"/>
    <w:rsid w:val="002A0336"/>
    <w:rsid w:val="002A0530"/>
    <w:rsid w:val="002A0634"/>
    <w:rsid w:val="002A0754"/>
    <w:rsid w:val="002A0928"/>
    <w:rsid w:val="002A0954"/>
    <w:rsid w:val="002A0ABC"/>
    <w:rsid w:val="002A1249"/>
    <w:rsid w:val="002A16B1"/>
    <w:rsid w:val="002A16C4"/>
    <w:rsid w:val="002A18EE"/>
    <w:rsid w:val="002A1A59"/>
    <w:rsid w:val="002A1C89"/>
    <w:rsid w:val="002A232A"/>
    <w:rsid w:val="002A24DC"/>
    <w:rsid w:val="002A25CC"/>
    <w:rsid w:val="002A2729"/>
    <w:rsid w:val="002A2B95"/>
    <w:rsid w:val="002A2C5A"/>
    <w:rsid w:val="002A2C7B"/>
    <w:rsid w:val="002A2DA1"/>
    <w:rsid w:val="002A2FAF"/>
    <w:rsid w:val="002A30E8"/>
    <w:rsid w:val="002A33A1"/>
    <w:rsid w:val="002A346D"/>
    <w:rsid w:val="002A384B"/>
    <w:rsid w:val="002A391D"/>
    <w:rsid w:val="002A3B27"/>
    <w:rsid w:val="002A3B95"/>
    <w:rsid w:val="002A424B"/>
    <w:rsid w:val="002A43AF"/>
    <w:rsid w:val="002A4602"/>
    <w:rsid w:val="002A4A92"/>
    <w:rsid w:val="002A4B37"/>
    <w:rsid w:val="002A4CC6"/>
    <w:rsid w:val="002A4ED6"/>
    <w:rsid w:val="002A5046"/>
    <w:rsid w:val="002A5145"/>
    <w:rsid w:val="002A5365"/>
    <w:rsid w:val="002A58CA"/>
    <w:rsid w:val="002A5B56"/>
    <w:rsid w:val="002A5BD8"/>
    <w:rsid w:val="002A5C3E"/>
    <w:rsid w:val="002A5F0B"/>
    <w:rsid w:val="002A6581"/>
    <w:rsid w:val="002A6C19"/>
    <w:rsid w:val="002A6CBB"/>
    <w:rsid w:val="002A718B"/>
    <w:rsid w:val="002A726E"/>
    <w:rsid w:val="002A72F3"/>
    <w:rsid w:val="002A75BD"/>
    <w:rsid w:val="002A763C"/>
    <w:rsid w:val="002A7EEA"/>
    <w:rsid w:val="002B0C69"/>
    <w:rsid w:val="002B0E7A"/>
    <w:rsid w:val="002B1284"/>
    <w:rsid w:val="002B155B"/>
    <w:rsid w:val="002B180C"/>
    <w:rsid w:val="002B1812"/>
    <w:rsid w:val="002B19D2"/>
    <w:rsid w:val="002B1B9B"/>
    <w:rsid w:val="002B1C79"/>
    <w:rsid w:val="002B1D98"/>
    <w:rsid w:val="002B1F5E"/>
    <w:rsid w:val="002B1FC7"/>
    <w:rsid w:val="002B2046"/>
    <w:rsid w:val="002B23D1"/>
    <w:rsid w:val="002B24DB"/>
    <w:rsid w:val="002B29E8"/>
    <w:rsid w:val="002B2B30"/>
    <w:rsid w:val="002B2E0E"/>
    <w:rsid w:val="002B30B9"/>
    <w:rsid w:val="002B3138"/>
    <w:rsid w:val="002B321B"/>
    <w:rsid w:val="002B3818"/>
    <w:rsid w:val="002B38BE"/>
    <w:rsid w:val="002B3DBB"/>
    <w:rsid w:val="002B3FF5"/>
    <w:rsid w:val="002B411F"/>
    <w:rsid w:val="002B43D8"/>
    <w:rsid w:val="002B483B"/>
    <w:rsid w:val="002B4941"/>
    <w:rsid w:val="002B4BB5"/>
    <w:rsid w:val="002B4C7B"/>
    <w:rsid w:val="002B4DF6"/>
    <w:rsid w:val="002B5003"/>
    <w:rsid w:val="002B5186"/>
    <w:rsid w:val="002B526B"/>
    <w:rsid w:val="002B55ED"/>
    <w:rsid w:val="002B5AF3"/>
    <w:rsid w:val="002B5E80"/>
    <w:rsid w:val="002B6450"/>
    <w:rsid w:val="002B650A"/>
    <w:rsid w:val="002B6DF5"/>
    <w:rsid w:val="002B6FAD"/>
    <w:rsid w:val="002B7752"/>
    <w:rsid w:val="002B780A"/>
    <w:rsid w:val="002B7E72"/>
    <w:rsid w:val="002B7FA5"/>
    <w:rsid w:val="002C0243"/>
    <w:rsid w:val="002C035E"/>
    <w:rsid w:val="002C0520"/>
    <w:rsid w:val="002C0738"/>
    <w:rsid w:val="002C080B"/>
    <w:rsid w:val="002C0B87"/>
    <w:rsid w:val="002C0DF3"/>
    <w:rsid w:val="002C17D3"/>
    <w:rsid w:val="002C1A74"/>
    <w:rsid w:val="002C1BFB"/>
    <w:rsid w:val="002C1D9E"/>
    <w:rsid w:val="002C233B"/>
    <w:rsid w:val="002C298E"/>
    <w:rsid w:val="002C299E"/>
    <w:rsid w:val="002C320F"/>
    <w:rsid w:val="002C340D"/>
    <w:rsid w:val="002C3534"/>
    <w:rsid w:val="002C3A00"/>
    <w:rsid w:val="002C3CAC"/>
    <w:rsid w:val="002C3CDC"/>
    <w:rsid w:val="002C3EAD"/>
    <w:rsid w:val="002C3EC5"/>
    <w:rsid w:val="002C3F43"/>
    <w:rsid w:val="002C4252"/>
    <w:rsid w:val="002C4421"/>
    <w:rsid w:val="002C4446"/>
    <w:rsid w:val="002C49AF"/>
    <w:rsid w:val="002C51DF"/>
    <w:rsid w:val="002C5224"/>
    <w:rsid w:val="002C5476"/>
    <w:rsid w:val="002C54D2"/>
    <w:rsid w:val="002C54F6"/>
    <w:rsid w:val="002C59C4"/>
    <w:rsid w:val="002C5A97"/>
    <w:rsid w:val="002C5BC1"/>
    <w:rsid w:val="002C5F8E"/>
    <w:rsid w:val="002C6424"/>
    <w:rsid w:val="002C648C"/>
    <w:rsid w:val="002C64C4"/>
    <w:rsid w:val="002C65BC"/>
    <w:rsid w:val="002C691D"/>
    <w:rsid w:val="002C6946"/>
    <w:rsid w:val="002C6A93"/>
    <w:rsid w:val="002C6BB1"/>
    <w:rsid w:val="002C6C15"/>
    <w:rsid w:val="002C6C3B"/>
    <w:rsid w:val="002C72CE"/>
    <w:rsid w:val="002C7DAC"/>
    <w:rsid w:val="002C7DF7"/>
    <w:rsid w:val="002C7E3D"/>
    <w:rsid w:val="002D022E"/>
    <w:rsid w:val="002D0520"/>
    <w:rsid w:val="002D06B5"/>
    <w:rsid w:val="002D07DE"/>
    <w:rsid w:val="002D0819"/>
    <w:rsid w:val="002D08D5"/>
    <w:rsid w:val="002D09EA"/>
    <w:rsid w:val="002D0C28"/>
    <w:rsid w:val="002D106A"/>
    <w:rsid w:val="002D14C7"/>
    <w:rsid w:val="002D1590"/>
    <w:rsid w:val="002D1FEB"/>
    <w:rsid w:val="002D2218"/>
    <w:rsid w:val="002D2414"/>
    <w:rsid w:val="002D2975"/>
    <w:rsid w:val="002D2A92"/>
    <w:rsid w:val="002D2F2D"/>
    <w:rsid w:val="002D2F9D"/>
    <w:rsid w:val="002D332D"/>
    <w:rsid w:val="002D3633"/>
    <w:rsid w:val="002D3711"/>
    <w:rsid w:val="002D3791"/>
    <w:rsid w:val="002D37FF"/>
    <w:rsid w:val="002D3A4D"/>
    <w:rsid w:val="002D3F6F"/>
    <w:rsid w:val="002D4307"/>
    <w:rsid w:val="002D4450"/>
    <w:rsid w:val="002D450D"/>
    <w:rsid w:val="002D4554"/>
    <w:rsid w:val="002D4EBD"/>
    <w:rsid w:val="002D507E"/>
    <w:rsid w:val="002D50DC"/>
    <w:rsid w:val="002D5325"/>
    <w:rsid w:val="002D533D"/>
    <w:rsid w:val="002D552B"/>
    <w:rsid w:val="002D55E9"/>
    <w:rsid w:val="002D5D70"/>
    <w:rsid w:val="002D5F34"/>
    <w:rsid w:val="002D60AC"/>
    <w:rsid w:val="002D60C8"/>
    <w:rsid w:val="002D62C3"/>
    <w:rsid w:val="002D6581"/>
    <w:rsid w:val="002D67BD"/>
    <w:rsid w:val="002D6847"/>
    <w:rsid w:val="002D6ACA"/>
    <w:rsid w:val="002D6DAB"/>
    <w:rsid w:val="002D76AF"/>
    <w:rsid w:val="002D76C1"/>
    <w:rsid w:val="002D77ED"/>
    <w:rsid w:val="002D7B97"/>
    <w:rsid w:val="002D7D64"/>
    <w:rsid w:val="002D7E53"/>
    <w:rsid w:val="002E00DA"/>
    <w:rsid w:val="002E0145"/>
    <w:rsid w:val="002E0697"/>
    <w:rsid w:val="002E08F6"/>
    <w:rsid w:val="002E0C96"/>
    <w:rsid w:val="002E1016"/>
    <w:rsid w:val="002E153B"/>
    <w:rsid w:val="002E1695"/>
    <w:rsid w:val="002E1767"/>
    <w:rsid w:val="002E1778"/>
    <w:rsid w:val="002E1CCB"/>
    <w:rsid w:val="002E1D37"/>
    <w:rsid w:val="002E24E3"/>
    <w:rsid w:val="002E2692"/>
    <w:rsid w:val="002E27C5"/>
    <w:rsid w:val="002E2840"/>
    <w:rsid w:val="002E2A77"/>
    <w:rsid w:val="002E2CCB"/>
    <w:rsid w:val="002E2E13"/>
    <w:rsid w:val="002E34F1"/>
    <w:rsid w:val="002E3511"/>
    <w:rsid w:val="002E3696"/>
    <w:rsid w:val="002E3AFC"/>
    <w:rsid w:val="002E3CE0"/>
    <w:rsid w:val="002E3CF0"/>
    <w:rsid w:val="002E3F8C"/>
    <w:rsid w:val="002E4167"/>
    <w:rsid w:val="002E4273"/>
    <w:rsid w:val="002E42E3"/>
    <w:rsid w:val="002E4355"/>
    <w:rsid w:val="002E49D9"/>
    <w:rsid w:val="002E49DC"/>
    <w:rsid w:val="002E4C05"/>
    <w:rsid w:val="002E4EF2"/>
    <w:rsid w:val="002E5524"/>
    <w:rsid w:val="002E55CD"/>
    <w:rsid w:val="002E5937"/>
    <w:rsid w:val="002E595D"/>
    <w:rsid w:val="002E5B75"/>
    <w:rsid w:val="002E5C8F"/>
    <w:rsid w:val="002E5D02"/>
    <w:rsid w:val="002E5E6C"/>
    <w:rsid w:val="002E6057"/>
    <w:rsid w:val="002E610D"/>
    <w:rsid w:val="002E6121"/>
    <w:rsid w:val="002E631A"/>
    <w:rsid w:val="002E688F"/>
    <w:rsid w:val="002E696D"/>
    <w:rsid w:val="002E69A7"/>
    <w:rsid w:val="002E6CF9"/>
    <w:rsid w:val="002E6EC1"/>
    <w:rsid w:val="002E6FE2"/>
    <w:rsid w:val="002E7759"/>
    <w:rsid w:val="002E788A"/>
    <w:rsid w:val="002E7A48"/>
    <w:rsid w:val="002E7D83"/>
    <w:rsid w:val="002E7F7E"/>
    <w:rsid w:val="002F008F"/>
    <w:rsid w:val="002F04D7"/>
    <w:rsid w:val="002F055E"/>
    <w:rsid w:val="002F07A1"/>
    <w:rsid w:val="002F08B5"/>
    <w:rsid w:val="002F0AA8"/>
    <w:rsid w:val="002F0BA9"/>
    <w:rsid w:val="002F0F12"/>
    <w:rsid w:val="002F11D8"/>
    <w:rsid w:val="002F1235"/>
    <w:rsid w:val="002F124B"/>
    <w:rsid w:val="002F1339"/>
    <w:rsid w:val="002F18AA"/>
    <w:rsid w:val="002F1DAF"/>
    <w:rsid w:val="002F1E1D"/>
    <w:rsid w:val="002F248E"/>
    <w:rsid w:val="002F264F"/>
    <w:rsid w:val="002F275B"/>
    <w:rsid w:val="002F2CFB"/>
    <w:rsid w:val="002F2D29"/>
    <w:rsid w:val="002F2DFC"/>
    <w:rsid w:val="002F2E27"/>
    <w:rsid w:val="002F3033"/>
    <w:rsid w:val="002F3187"/>
    <w:rsid w:val="002F32A9"/>
    <w:rsid w:val="002F3317"/>
    <w:rsid w:val="002F3724"/>
    <w:rsid w:val="002F381C"/>
    <w:rsid w:val="002F391A"/>
    <w:rsid w:val="002F3CAD"/>
    <w:rsid w:val="002F3F24"/>
    <w:rsid w:val="002F3F2E"/>
    <w:rsid w:val="002F449C"/>
    <w:rsid w:val="002F4814"/>
    <w:rsid w:val="002F497A"/>
    <w:rsid w:val="002F4DAB"/>
    <w:rsid w:val="002F5C6A"/>
    <w:rsid w:val="002F5EBE"/>
    <w:rsid w:val="002F60A5"/>
    <w:rsid w:val="002F624F"/>
    <w:rsid w:val="002F62A2"/>
    <w:rsid w:val="002F62DA"/>
    <w:rsid w:val="002F66E7"/>
    <w:rsid w:val="002F6919"/>
    <w:rsid w:val="002F6B9A"/>
    <w:rsid w:val="002F6E41"/>
    <w:rsid w:val="002F6EBD"/>
    <w:rsid w:val="002F6FB0"/>
    <w:rsid w:val="002F72CB"/>
    <w:rsid w:val="002F77AC"/>
    <w:rsid w:val="00300183"/>
    <w:rsid w:val="00300362"/>
    <w:rsid w:val="003005C3"/>
    <w:rsid w:val="00300630"/>
    <w:rsid w:val="00300938"/>
    <w:rsid w:val="00300F20"/>
    <w:rsid w:val="00301011"/>
    <w:rsid w:val="003013F6"/>
    <w:rsid w:val="003017D0"/>
    <w:rsid w:val="00301B58"/>
    <w:rsid w:val="00301F97"/>
    <w:rsid w:val="00302124"/>
    <w:rsid w:val="003024D1"/>
    <w:rsid w:val="0030254C"/>
    <w:rsid w:val="00302649"/>
    <w:rsid w:val="003026E3"/>
    <w:rsid w:val="00302767"/>
    <w:rsid w:val="00302A28"/>
    <w:rsid w:val="00302B69"/>
    <w:rsid w:val="00302C22"/>
    <w:rsid w:val="00302D67"/>
    <w:rsid w:val="003032A7"/>
    <w:rsid w:val="0030386D"/>
    <w:rsid w:val="003039F5"/>
    <w:rsid w:val="003043DF"/>
    <w:rsid w:val="00304481"/>
    <w:rsid w:val="00304678"/>
    <w:rsid w:val="00304772"/>
    <w:rsid w:val="003047BD"/>
    <w:rsid w:val="00304873"/>
    <w:rsid w:val="003049B8"/>
    <w:rsid w:val="003049E5"/>
    <w:rsid w:val="00304ADE"/>
    <w:rsid w:val="00304AE8"/>
    <w:rsid w:val="00304C60"/>
    <w:rsid w:val="00304E04"/>
    <w:rsid w:val="00305007"/>
    <w:rsid w:val="003050A9"/>
    <w:rsid w:val="003051EC"/>
    <w:rsid w:val="00305315"/>
    <w:rsid w:val="0030541B"/>
    <w:rsid w:val="00305B8F"/>
    <w:rsid w:val="00305D5F"/>
    <w:rsid w:val="00306066"/>
    <w:rsid w:val="00306272"/>
    <w:rsid w:val="003064AB"/>
    <w:rsid w:val="00306BC5"/>
    <w:rsid w:val="00306CE8"/>
    <w:rsid w:val="003070E8"/>
    <w:rsid w:val="003075DB"/>
    <w:rsid w:val="0030765C"/>
    <w:rsid w:val="00307965"/>
    <w:rsid w:val="00307C10"/>
    <w:rsid w:val="00307DA4"/>
    <w:rsid w:val="00307DD8"/>
    <w:rsid w:val="00307ED5"/>
    <w:rsid w:val="00310060"/>
    <w:rsid w:val="00310313"/>
    <w:rsid w:val="003105E5"/>
    <w:rsid w:val="0031083E"/>
    <w:rsid w:val="00310BED"/>
    <w:rsid w:val="00310DBE"/>
    <w:rsid w:val="00310ECD"/>
    <w:rsid w:val="00310EE4"/>
    <w:rsid w:val="003111CA"/>
    <w:rsid w:val="0031161B"/>
    <w:rsid w:val="00311808"/>
    <w:rsid w:val="00311B0D"/>
    <w:rsid w:val="00311DCA"/>
    <w:rsid w:val="00311E52"/>
    <w:rsid w:val="003120AE"/>
    <w:rsid w:val="00312284"/>
    <w:rsid w:val="00312963"/>
    <w:rsid w:val="00312BC4"/>
    <w:rsid w:val="003133AD"/>
    <w:rsid w:val="00313742"/>
    <w:rsid w:val="0031396A"/>
    <w:rsid w:val="00314192"/>
    <w:rsid w:val="003144E0"/>
    <w:rsid w:val="00314542"/>
    <w:rsid w:val="0031469C"/>
    <w:rsid w:val="0031483C"/>
    <w:rsid w:val="00314E0A"/>
    <w:rsid w:val="003154F8"/>
    <w:rsid w:val="003155DC"/>
    <w:rsid w:val="00315607"/>
    <w:rsid w:val="003159FC"/>
    <w:rsid w:val="00315C55"/>
    <w:rsid w:val="00315C62"/>
    <w:rsid w:val="00315D63"/>
    <w:rsid w:val="00316093"/>
    <w:rsid w:val="003160A2"/>
    <w:rsid w:val="00316126"/>
    <w:rsid w:val="00316272"/>
    <w:rsid w:val="00316396"/>
    <w:rsid w:val="003168A9"/>
    <w:rsid w:val="00316903"/>
    <w:rsid w:val="00316A42"/>
    <w:rsid w:val="00316FE3"/>
    <w:rsid w:val="00317110"/>
    <w:rsid w:val="003176BE"/>
    <w:rsid w:val="003178F8"/>
    <w:rsid w:val="00317946"/>
    <w:rsid w:val="00317BED"/>
    <w:rsid w:val="00317F00"/>
    <w:rsid w:val="00317F09"/>
    <w:rsid w:val="00320189"/>
    <w:rsid w:val="0032025C"/>
    <w:rsid w:val="00320448"/>
    <w:rsid w:val="0032050F"/>
    <w:rsid w:val="00320CCE"/>
    <w:rsid w:val="00320F19"/>
    <w:rsid w:val="003212AD"/>
    <w:rsid w:val="003212C4"/>
    <w:rsid w:val="003213FB"/>
    <w:rsid w:val="003215EF"/>
    <w:rsid w:val="0032188E"/>
    <w:rsid w:val="00321A64"/>
    <w:rsid w:val="00321BEF"/>
    <w:rsid w:val="00321C3C"/>
    <w:rsid w:val="00322008"/>
    <w:rsid w:val="003224E8"/>
    <w:rsid w:val="00322588"/>
    <w:rsid w:val="00322984"/>
    <w:rsid w:val="00322AA1"/>
    <w:rsid w:val="00322B2E"/>
    <w:rsid w:val="00322CDF"/>
    <w:rsid w:val="00322D25"/>
    <w:rsid w:val="00323335"/>
    <w:rsid w:val="00323430"/>
    <w:rsid w:val="00323451"/>
    <w:rsid w:val="00323741"/>
    <w:rsid w:val="0032385D"/>
    <w:rsid w:val="00323A66"/>
    <w:rsid w:val="00323ACD"/>
    <w:rsid w:val="00323E03"/>
    <w:rsid w:val="00323E24"/>
    <w:rsid w:val="00323F30"/>
    <w:rsid w:val="00324130"/>
    <w:rsid w:val="00324262"/>
    <w:rsid w:val="00324371"/>
    <w:rsid w:val="00324397"/>
    <w:rsid w:val="003246B6"/>
    <w:rsid w:val="00324B10"/>
    <w:rsid w:val="00324BC0"/>
    <w:rsid w:val="00324FFE"/>
    <w:rsid w:val="003250E9"/>
    <w:rsid w:val="0032541D"/>
    <w:rsid w:val="003255DF"/>
    <w:rsid w:val="00325725"/>
    <w:rsid w:val="00325A78"/>
    <w:rsid w:val="00325BB9"/>
    <w:rsid w:val="00325C26"/>
    <w:rsid w:val="00325ED1"/>
    <w:rsid w:val="003263B6"/>
    <w:rsid w:val="00326500"/>
    <w:rsid w:val="00326588"/>
    <w:rsid w:val="00326656"/>
    <w:rsid w:val="00326823"/>
    <w:rsid w:val="00326B02"/>
    <w:rsid w:val="00326C6C"/>
    <w:rsid w:val="00326FF2"/>
    <w:rsid w:val="00327002"/>
    <w:rsid w:val="00327081"/>
    <w:rsid w:val="00327396"/>
    <w:rsid w:val="003277CA"/>
    <w:rsid w:val="00327985"/>
    <w:rsid w:val="00327A89"/>
    <w:rsid w:val="00327FDE"/>
    <w:rsid w:val="00330407"/>
    <w:rsid w:val="003304E7"/>
    <w:rsid w:val="0033097F"/>
    <w:rsid w:val="00330CF2"/>
    <w:rsid w:val="00330E82"/>
    <w:rsid w:val="00331292"/>
    <w:rsid w:val="003312F3"/>
    <w:rsid w:val="0033162B"/>
    <w:rsid w:val="00331E29"/>
    <w:rsid w:val="0033265B"/>
    <w:rsid w:val="00332D1B"/>
    <w:rsid w:val="00332EE3"/>
    <w:rsid w:val="003332F7"/>
    <w:rsid w:val="003333C1"/>
    <w:rsid w:val="0033353A"/>
    <w:rsid w:val="00333601"/>
    <w:rsid w:val="00333607"/>
    <w:rsid w:val="00333715"/>
    <w:rsid w:val="00333824"/>
    <w:rsid w:val="00333B1F"/>
    <w:rsid w:val="00333CD4"/>
    <w:rsid w:val="00333CEB"/>
    <w:rsid w:val="00333DF6"/>
    <w:rsid w:val="003341A8"/>
    <w:rsid w:val="00334259"/>
    <w:rsid w:val="0033436E"/>
    <w:rsid w:val="003345FE"/>
    <w:rsid w:val="003348C0"/>
    <w:rsid w:val="00334D1C"/>
    <w:rsid w:val="00334F1F"/>
    <w:rsid w:val="00335314"/>
    <w:rsid w:val="003353DF"/>
    <w:rsid w:val="003358B4"/>
    <w:rsid w:val="00335CF7"/>
    <w:rsid w:val="003363AA"/>
    <w:rsid w:val="0033644F"/>
    <w:rsid w:val="00336A4A"/>
    <w:rsid w:val="00336C0C"/>
    <w:rsid w:val="00336F55"/>
    <w:rsid w:val="0033718F"/>
    <w:rsid w:val="003372D8"/>
    <w:rsid w:val="003375E6"/>
    <w:rsid w:val="003376A1"/>
    <w:rsid w:val="00337F4C"/>
    <w:rsid w:val="0034041A"/>
    <w:rsid w:val="003405BC"/>
    <w:rsid w:val="003407EA"/>
    <w:rsid w:val="003409A1"/>
    <w:rsid w:val="00340C07"/>
    <w:rsid w:val="00340C8D"/>
    <w:rsid w:val="00341058"/>
    <w:rsid w:val="003410FB"/>
    <w:rsid w:val="00341190"/>
    <w:rsid w:val="003411C0"/>
    <w:rsid w:val="0034131F"/>
    <w:rsid w:val="0034133D"/>
    <w:rsid w:val="00341401"/>
    <w:rsid w:val="00341991"/>
    <w:rsid w:val="00341BC8"/>
    <w:rsid w:val="00341CE6"/>
    <w:rsid w:val="003425E0"/>
    <w:rsid w:val="00342627"/>
    <w:rsid w:val="0034268B"/>
    <w:rsid w:val="003427EC"/>
    <w:rsid w:val="00342B12"/>
    <w:rsid w:val="00342BCD"/>
    <w:rsid w:val="00342BD6"/>
    <w:rsid w:val="00342FC5"/>
    <w:rsid w:val="0034348C"/>
    <w:rsid w:val="003434F9"/>
    <w:rsid w:val="00343675"/>
    <w:rsid w:val="003438BA"/>
    <w:rsid w:val="00343972"/>
    <w:rsid w:val="00343D4F"/>
    <w:rsid w:val="00344282"/>
    <w:rsid w:val="003445E9"/>
    <w:rsid w:val="00344689"/>
    <w:rsid w:val="00344C5B"/>
    <w:rsid w:val="00344E54"/>
    <w:rsid w:val="003450A7"/>
    <w:rsid w:val="00345224"/>
    <w:rsid w:val="00345626"/>
    <w:rsid w:val="00345717"/>
    <w:rsid w:val="00345873"/>
    <w:rsid w:val="0034590B"/>
    <w:rsid w:val="00345939"/>
    <w:rsid w:val="00345A12"/>
    <w:rsid w:val="00345A88"/>
    <w:rsid w:val="00345C6B"/>
    <w:rsid w:val="00346081"/>
    <w:rsid w:val="003460AE"/>
    <w:rsid w:val="00346124"/>
    <w:rsid w:val="0034626B"/>
    <w:rsid w:val="00346505"/>
    <w:rsid w:val="0034652E"/>
    <w:rsid w:val="003467EE"/>
    <w:rsid w:val="00346863"/>
    <w:rsid w:val="00346D15"/>
    <w:rsid w:val="00346EA2"/>
    <w:rsid w:val="0034733B"/>
    <w:rsid w:val="00347558"/>
    <w:rsid w:val="003475DC"/>
    <w:rsid w:val="003477F6"/>
    <w:rsid w:val="003478C8"/>
    <w:rsid w:val="00347917"/>
    <w:rsid w:val="00347CE9"/>
    <w:rsid w:val="00347E91"/>
    <w:rsid w:val="00350058"/>
    <w:rsid w:val="00350310"/>
    <w:rsid w:val="0035042B"/>
    <w:rsid w:val="0035049C"/>
    <w:rsid w:val="00350BEC"/>
    <w:rsid w:val="00350D5E"/>
    <w:rsid w:val="00350E27"/>
    <w:rsid w:val="00350F80"/>
    <w:rsid w:val="00350F83"/>
    <w:rsid w:val="003510AC"/>
    <w:rsid w:val="003510E7"/>
    <w:rsid w:val="003511B6"/>
    <w:rsid w:val="00351402"/>
    <w:rsid w:val="00351770"/>
    <w:rsid w:val="003519D7"/>
    <w:rsid w:val="00351FF3"/>
    <w:rsid w:val="00352506"/>
    <w:rsid w:val="003526B4"/>
    <w:rsid w:val="003527BA"/>
    <w:rsid w:val="003527BF"/>
    <w:rsid w:val="00352848"/>
    <w:rsid w:val="00352888"/>
    <w:rsid w:val="003528AE"/>
    <w:rsid w:val="003529EE"/>
    <w:rsid w:val="00352CC4"/>
    <w:rsid w:val="00352D17"/>
    <w:rsid w:val="00353128"/>
    <w:rsid w:val="0035318A"/>
    <w:rsid w:val="0035330B"/>
    <w:rsid w:val="003535A0"/>
    <w:rsid w:val="00353780"/>
    <w:rsid w:val="00353782"/>
    <w:rsid w:val="0035384C"/>
    <w:rsid w:val="003538FD"/>
    <w:rsid w:val="0035391B"/>
    <w:rsid w:val="00354097"/>
    <w:rsid w:val="003541BE"/>
    <w:rsid w:val="003541C0"/>
    <w:rsid w:val="0035433F"/>
    <w:rsid w:val="00354407"/>
    <w:rsid w:val="003544F1"/>
    <w:rsid w:val="00354579"/>
    <w:rsid w:val="00354B61"/>
    <w:rsid w:val="00354C79"/>
    <w:rsid w:val="00354FAD"/>
    <w:rsid w:val="003551D0"/>
    <w:rsid w:val="003556E4"/>
    <w:rsid w:val="00355771"/>
    <w:rsid w:val="0035593B"/>
    <w:rsid w:val="00355A85"/>
    <w:rsid w:val="00355CFC"/>
    <w:rsid w:val="00355DF8"/>
    <w:rsid w:val="00355F56"/>
    <w:rsid w:val="00356252"/>
    <w:rsid w:val="00356821"/>
    <w:rsid w:val="00356A25"/>
    <w:rsid w:val="003570FB"/>
    <w:rsid w:val="00357320"/>
    <w:rsid w:val="003577A2"/>
    <w:rsid w:val="00357833"/>
    <w:rsid w:val="00357BFA"/>
    <w:rsid w:val="00357DB7"/>
    <w:rsid w:val="00360237"/>
    <w:rsid w:val="0036075B"/>
    <w:rsid w:val="003608BA"/>
    <w:rsid w:val="00360BB2"/>
    <w:rsid w:val="00360BE3"/>
    <w:rsid w:val="003618D9"/>
    <w:rsid w:val="00361A20"/>
    <w:rsid w:val="00361AB8"/>
    <w:rsid w:val="00361D1C"/>
    <w:rsid w:val="00361DCD"/>
    <w:rsid w:val="00361E60"/>
    <w:rsid w:val="00361FC8"/>
    <w:rsid w:val="003625B1"/>
    <w:rsid w:val="00362614"/>
    <w:rsid w:val="00362683"/>
    <w:rsid w:val="0036279F"/>
    <w:rsid w:val="00362881"/>
    <w:rsid w:val="00362D10"/>
    <w:rsid w:val="00362DD8"/>
    <w:rsid w:val="0036313E"/>
    <w:rsid w:val="0036327B"/>
    <w:rsid w:val="00363518"/>
    <w:rsid w:val="00363535"/>
    <w:rsid w:val="00363537"/>
    <w:rsid w:val="00363EF2"/>
    <w:rsid w:val="003640A7"/>
    <w:rsid w:val="0036410B"/>
    <w:rsid w:val="00364215"/>
    <w:rsid w:val="00364621"/>
    <w:rsid w:val="00364E51"/>
    <w:rsid w:val="003650E4"/>
    <w:rsid w:val="00365231"/>
    <w:rsid w:val="0036531D"/>
    <w:rsid w:val="003655FB"/>
    <w:rsid w:val="00365A64"/>
    <w:rsid w:val="00365A8B"/>
    <w:rsid w:val="00365FA7"/>
    <w:rsid w:val="00365FED"/>
    <w:rsid w:val="003660EC"/>
    <w:rsid w:val="0036619B"/>
    <w:rsid w:val="003661D8"/>
    <w:rsid w:val="00366460"/>
    <w:rsid w:val="003665FD"/>
    <w:rsid w:val="003666C2"/>
    <w:rsid w:val="00366935"/>
    <w:rsid w:val="00366A2C"/>
    <w:rsid w:val="00366B3F"/>
    <w:rsid w:val="00366C19"/>
    <w:rsid w:val="00366D41"/>
    <w:rsid w:val="00366DA4"/>
    <w:rsid w:val="00366ECA"/>
    <w:rsid w:val="00366F4B"/>
    <w:rsid w:val="003671C5"/>
    <w:rsid w:val="00367979"/>
    <w:rsid w:val="00367AA5"/>
    <w:rsid w:val="00367ED2"/>
    <w:rsid w:val="00367EDF"/>
    <w:rsid w:val="00370147"/>
    <w:rsid w:val="00370561"/>
    <w:rsid w:val="00370857"/>
    <w:rsid w:val="00370A8E"/>
    <w:rsid w:val="00370BB4"/>
    <w:rsid w:val="00370BF2"/>
    <w:rsid w:val="00370CED"/>
    <w:rsid w:val="00370E9A"/>
    <w:rsid w:val="00370F3D"/>
    <w:rsid w:val="00371271"/>
    <w:rsid w:val="00371357"/>
    <w:rsid w:val="003715D6"/>
    <w:rsid w:val="00371800"/>
    <w:rsid w:val="0037191D"/>
    <w:rsid w:val="00371CE2"/>
    <w:rsid w:val="00372002"/>
    <w:rsid w:val="003723D0"/>
    <w:rsid w:val="0037258B"/>
    <w:rsid w:val="00372684"/>
    <w:rsid w:val="003729F6"/>
    <w:rsid w:val="00372BF3"/>
    <w:rsid w:val="0037313F"/>
    <w:rsid w:val="0037340C"/>
    <w:rsid w:val="003736ED"/>
    <w:rsid w:val="003739E3"/>
    <w:rsid w:val="00374327"/>
    <w:rsid w:val="003746AC"/>
    <w:rsid w:val="0037476F"/>
    <w:rsid w:val="00374AB4"/>
    <w:rsid w:val="00374C23"/>
    <w:rsid w:val="00374CAD"/>
    <w:rsid w:val="00374D16"/>
    <w:rsid w:val="00374FA1"/>
    <w:rsid w:val="003751D8"/>
    <w:rsid w:val="00375249"/>
    <w:rsid w:val="003752F5"/>
    <w:rsid w:val="00375414"/>
    <w:rsid w:val="0037564C"/>
    <w:rsid w:val="0037585C"/>
    <w:rsid w:val="00375A52"/>
    <w:rsid w:val="00375FA8"/>
    <w:rsid w:val="00375FBA"/>
    <w:rsid w:val="00376257"/>
    <w:rsid w:val="003762DC"/>
    <w:rsid w:val="00376502"/>
    <w:rsid w:val="003765E7"/>
    <w:rsid w:val="003767F1"/>
    <w:rsid w:val="003768F8"/>
    <w:rsid w:val="00376A9B"/>
    <w:rsid w:val="00376DA0"/>
    <w:rsid w:val="00377153"/>
    <w:rsid w:val="003772DD"/>
    <w:rsid w:val="00377473"/>
    <w:rsid w:val="00377556"/>
    <w:rsid w:val="00377788"/>
    <w:rsid w:val="00377A11"/>
    <w:rsid w:val="00377B15"/>
    <w:rsid w:val="00377B9B"/>
    <w:rsid w:val="00377DDA"/>
    <w:rsid w:val="00377F43"/>
    <w:rsid w:val="00377F75"/>
    <w:rsid w:val="00377FBC"/>
    <w:rsid w:val="00380242"/>
    <w:rsid w:val="00380339"/>
    <w:rsid w:val="00380369"/>
    <w:rsid w:val="003804E8"/>
    <w:rsid w:val="00380F06"/>
    <w:rsid w:val="0038105E"/>
    <w:rsid w:val="00381189"/>
    <w:rsid w:val="0038126E"/>
    <w:rsid w:val="0038129A"/>
    <w:rsid w:val="0038141B"/>
    <w:rsid w:val="003816A6"/>
    <w:rsid w:val="00381A47"/>
    <w:rsid w:val="00381C7F"/>
    <w:rsid w:val="00381DA4"/>
    <w:rsid w:val="00381FB1"/>
    <w:rsid w:val="00381FE9"/>
    <w:rsid w:val="0038201E"/>
    <w:rsid w:val="003826B4"/>
    <w:rsid w:val="00382AD8"/>
    <w:rsid w:val="00382D5C"/>
    <w:rsid w:val="00382DD9"/>
    <w:rsid w:val="003834D0"/>
    <w:rsid w:val="00383D5A"/>
    <w:rsid w:val="00383F50"/>
    <w:rsid w:val="00383FDF"/>
    <w:rsid w:val="00384002"/>
    <w:rsid w:val="0038405A"/>
    <w:rsid w:val="0038407E"/>
    <w:rsid w:val="0038409D"/>
    <w:rsid w:val="003840A9"/>
    <w:rsid w:val="0038430D"/>
    <w:rsid w:val="00384A92"/>
    <w:rsid w:val="00384C10"/>
    <w:rsid w:val="00384E71"/>
    <w:rsid w:val="00384F64"/>
    <w:rsid w:val="0038501F"/>
    <w:rsid w:val="00385432"/>
    <w:rsid w:val="00385959"/>
    <w:rsid w:val="00385BAA"/>
    <w:rsid w:val="00385F11"/>
    <w:rsid w:val="00385F4F"/>
    <w:rsid w:val="00386B84"/>
    <w:rsid w:val="00386BAE"/>
    <w:rsid w:val="00386BBE"/>
    <w:rsid w:val="00386CCC"/>
    <w:rsid w:val="00386DF4"/>
    <w:rsid w:val="00386DF6"/>
    <w:rsid w:val="00386E9C"/>
    <w:rsid w:val="003870CB"/>
    <w:rsid w:val="00387855"/>
    <w:rsid w:val="00387985"/>
    <w:rsid w:val="00387B1E"/>
    <w:rsid w:val="00390474"/>
    <w:rsid w:val="003904C2"/>
    <w:rsid w:val="00390C51"/>
    <w:rsid w:val="00390FDA"/>
    <w:rsid w:val="00391301"/>
    <w:rsid w:val="003913B1"/>
    <w:rsid w:val="00391515"/>
    <w:rsid w:val="00391EE1"/>
    <w:rsid w:val="00392370"/>
    <w:rsid w:val="00392631"/>
    <w:rsid w:val="003927A1"/>
    <w:rsid w:val="00392A52"/>
    <w:rsid w:val="00392B37"/>
    <w:rsid w:val="00392D12"/>
    <w:rsid w:val="00392E9D"/>
    <w:rsid w:val="00392F5F"/>
    <w:rsid w:val="0039343F"/>
    <w:rsid w:val="00393609"/>
    <w:rsid w:val="003938AD"/>
    <w:rsid w:val="00393E4F"/>
    <w:rsid w:val="0039478D"/>
    <w:rsid w:val="00394B4B"/>
    <w:rsid w:val="00394E83"/>
    <w:rsid w:val="00394EE6"/>
    <w:rsid w:val="0039510E"/>
    <w:rsid w:val="00395AEF"/>
    <w:rsid w:val="0039618E"/>
    <w:rsid w:val="003968F9"/>
    <w:rsid w:val="00396C69"/>
    <w:rsid w:val="00396C97"/>
    <w:rsid w:val="00396EC5"/>
    <w:rsid w:val="00397040"/>
    <w:rsid w:val="00397496"/>
    <w:rsid w:val="003976D1"/>
    <w:rsid w:val="0039795F"/>
    <w:rsid w:val="00397A31"/>
    <w:rsid w:val="00397D7D"/>
    <w:rsid w:val="00397F32"/>
    <w:rsid w:val="003A0430"/>
    <w:rsid w:val="003A0450"/>
    <w:rsid w:val="003A0528"/>
    <w:rsid w:val="003A0662"/>
    <w:rsid w:val="003A1646"/>
    <w:rsid w:val="003A16B3"/>
    <w:rsid w:val="003A1C55"/>
    <w:rsid w:val="003A1C59"/>
    <w:rsid w:val="003A219B"/>
    <w:rsid w:val="003A2388"/>
    <w:rsid w:val="003A245A"/>
    <w:rsid w:val="003A252C"/>
    <w:rsid w:val="003A2B2F"/>
    <w:rsid w:val="003A2BAA"/>
    <w:rsid w:val="003A2C9A"/>
    <w:rsid w:val="003A2E9C"/>
    <w:rsid w:val="003A30BF"/>
    <w:rsid w:val="003A30D2"/>
    <w:rsid w:val="003A33D9"/>
    <w:rsid w:val="003A348E"/>
    <w:rsid w:val="003A3556"/>
    <w:rsid w:val="003A3682"/>
    <w:rsid w:val="003A369D"/>
    <w:rsid w:val="003A379A"/>
    <w:rsid w:val="003A3964"/>
    <w:rsid w:val="003A3C37"/>
    <w:rsid w:val="003A3C60"/>
    <w:rsid w:val="003A3EE6"/>
    <w:rsid w:val="003A43B1"/>
    <w:rsid w:val="003A4953"/>
    <w:rsid w:val="003A4975"/>
    <w:rsid w:val="003A499D"/>
    <w:rsid w:val="003A49FC"/>
    <w:rsid w:val="003A4B4B"/>
    <w:rsid w:val="003A4ECC"/>
    <w:rsid w:val="003A4FB8"/>
    <w:rsid w:val="003A50FF"/>
    <w:rsid w:val="003A517B"/>
    <w:rsid w:val="003A51B8"/>
    <w:rsid w:val="003A52DF"/>
    <w:rsid w:val="003A5542"/>
    <w:rsid w:val="003A5CD5"/>
    <w:rsid w:val="003A5EE0"/>
    <w:rsid w:val="003A610C"/>
    <w:rsid w:val="003A62D9"/>
    <w:rsid w:val="003A6457"/>
    <w:rsid w:val="003A6626"/>
    <w:rsid w:val="003A66C1"/>
    <w:rsid w:val="003A6D0F"/>
    <w:rsid w:val="003A7544"/>
    <w:rsid w:val="003A75C6"/>
    <w:rsid w:val="003A75D3"/>
    <w:rsid w:val="003A7770"/>
    <w:rsid w:val="003A7994"/>
    <w:rsid w:val="003A7D9F"/>
    <w:rsid w:val="003A7E0D"/>
    <w:rsid w:val="003B00C2"/>
    <w:rsid w:val="003B0118"/>
    <w:rsid w:val="003B017D"/>
    <w:rsid w:val="003B029E"/>
    <w:rsid w:val="003B03D8"/>
    <w:rsid w:val="003B04E3"/>
    <w:rsid w:val="003B0527"/>
    <w:rsid w:val="003B0568"/>
    <w:rsid w:val="003B05D7"/>
    <w:rsid w:val="003B0B01"/>
    <w:rsid w:val="003B0B96"/>
    <w:rsid w:val="003B0BC6"/>
    <w:rsid w:val="003B0CFB"/>
    <w:rsid w:val="003B0D44"/>
    <w:rsid w:val="003B0DC3"/>
    <w:rsid w:val="003B0F52"/>
    <w:rsid w:val="003B1196"/>
    <w:rsid w:val="003B168D"/>
    <w:rsid w:val="003B192A"/>
    <w:rsid w:val="003B1A8B"/>
    <w:rsid w:val="003B1CFF"/>
    <w:rsid w:val="003B1E53"/>
    <w:rsid w:val="003B2093"/>
    <w:rsid w:val="003B21EA"/>
    <w:rsid w:val="003B22F2"/>
    <w:rsid w:val="003B23A9"/>
    <w:rsid w:val="003B2790"/>
    <w:rsid w:val="003B28DB"/>
    <w:rsid w:val="003B2ADD"/>
    <w:rsid w:val="003B2E28"/>
    <w:rsid w:val="003B2EA1"/>
    <w:rsid w:val="003B31CF"/>
    <w:rsid w:val="003B332E"/>
    <w:rsid w:val="003B35C9"/>
    <w:rsid w:val="003B3808"/>
    <w:rsid w:val="003B3A45"/>
    <w:rsid w:val="003B3F91"/>
    <w:rsid w:val="003B4045"/>
    <w:rsid w:val="003B427D"/>
    <w:rsid w:val="003B4663"/>
    <w:rsid w:val="003B494E"/>
    <w:rsid w:val="003B4A77"/>
    <w:rsid w:val="003B4AE7"/>
    <w:rsid w:val="003B4BAD"/>
    <w:rsid w:val="003B4D74"/>
    <w:rsid w:val="003B4FB7"/>
    <w:rsid w:val="003B50BA"/>
    <w:rsid w:val="003B51E6"/>
    <w:rsid w:val="003B54C7"/>
    <w:rsid w:val="003B55D7"/>
    <w:rsid w:val="003B55DA"/>
    <w:rsid w:val="003B564F"/>
    <w:rsid w:val="003B569B"/>
    <w:rsid w:val="003B5884"/>
    <w:rsid w:val="003B5A88"/>
    <w:rsid w:val="003B5B10"/>
    <w:rsid w:val="003B5E10"/>
    <w:rsid w:val="003B5F22"/>
    <w:rsid w:val="003B600C"/>
    <w:rsid w:val="003B601E"/>
    <w:rsid w:val="003B6134"/>
    <w:rsid w:val="003B644E"/>
    <w:rsid w:val="003B67F7"/>
    <w:rsid w:val="003B6966"/>
    <w:rsid w:val="003B6AE1"/>
    <w:rsid w:val="003B6B9D"/>
    <w:rsid w:val="003B6BA0"/>
    <w:rsid w:val="003B6CAF"/>
    <w:rsid w:val="003B7238"/>
    <w:rsid w:val="003B7327"/>
    <w:rsid w:val="003B7458"/>
    <w:rsid w:val="003B7469"/>
    <w:rsid w:val="003B7539"/>
    <w:rsid w:val="003B7775"/>
    <w:rsid w:val="003B778F"/>
    <w:rsid w:val="003B78DA"/>
    <w:rsid w:val="003B7945"/>
    <w:rsid w:val="003B7DAD"/>
    <w:rsid w:val="003B7F9F"/>
    <w:rsid w:val="003C0034"/>
    <w:rsid w:val="003C0128"/>
    <w:rsid w:val="003C02D7"/>
    <w:rsid w:val="003C0492"/>
    <w:rsid w:val="003C04CA"/>
    <w:rsid w:val="003C0794"/>
    <w:rsid w:val="003C089D"/>
    <w:rsid w:val="003C1074"/>
    <w:rsid w:val="003C1155"/>
    <w:rsid w:val="003C13FB"/>
    <w:rsid w:val="003C14EF"/>
    <w:rsid w:val="003C15D1"/>
    <w:rsid w:val="003C15D8"/>
    <w:rsid w:val="003C18C6"/>
    <w:rsid w:val="003C1909"/>
    <w:rsid w:val="003C19D1"/>
    <w:rsid w:val="003C1AFF"/>
    <w:rsid w:val="003C1BA0"/>
    <w:rsid w:val="003C1E76"/>
    <w:rsid w:val="003C1EA8"/>
    <w:rsid w:val="003C1F57"/>
    <w:rsid w:val="003C242A"/>
    <w:rsid w:val="003C242C"/>
    <w:rsid w:val="003C245F"/>
    <w:rsid w:val="003C26BD"/>
    <w:rsid w:val="003C26F0"/>
    <w:rsid w:val="003C2A89"/>
    <w:rsid w:val="003C2BE8"/>
    <w:rsid w:val="003C2DBD"/>
    <w:rsid w:val="003C307C"/>
    <w:rsid w:val="003C3378"/>
    <w:rsid w:val="003C35D1"/>
    <w:rsid w:val="003C3854"/>
    <w:rsid w:val="003C3920"/>
    <w:rsid w:val="003C3981"/>
    <w:rsid w:val="003C3B50"/>
    <w:rsid w:val="003C3C0C"/>
    <w:rsid w:val="003C3CCA"/>
    <w:rsid w:val="003C4267"/>
    <w:rsid w:val="003C426D"/>
    <w:rsid w:val="003C4386"/>
    <w:rsid w:val="003C45CB"/>
    <w:rsid w:val="003C482D"/>
    <w:rsid w:val="003C49D6"/>
    <w:rsid w:val="003C4B79"/>
    <w:rsid w:val="003C4F7D"/>
    <w:rsid w:val="003C50F5"/>
    <w:rsid w:val="003C5132"/>
    <w:rsid w:val="003C5797"/>
    <w:rsid w:val="003C5DE7"/>
    <w:rsid w:val="003C6178"/>
    <w:rsid w:val="003C630D"/>
    <w:rsid w:val="003C6509"/>
    <w:rsid w:val="003C65AF"/>
    <w:rsid w:val="003C69E5"/>
    <w:rsid w:val="003C7270"/>
    <w:rsid w:val="003C74DA"/>
    <w:rsid w:val="003C76F6"/>
    <w:rsid w:val="003C79D5"/>
    <w:rsid w:val="003C7DE5"/>
    <w:rsid w:val="003D01F8"/>
    <w:rsid w:val="003D03EB"/>
    <w:rsid w:val="003D05E3"/>
    <w:rsid w:val="003D05F0"/>
    <w:rsid w:val="003D0689"/>
    <w:rsid w:val="003D0737"/>
    <w:rsid w:val="003D0A1F"/>
    <w:rsid w:val="003D0A99"/>
    <w:rsid w:val="003D0C69"/>
    <w:rsid w:val="003D0FFE"/>
    <w:rsid w:val="003D1170"/>
    <w:rsid w:val="003D1649"/>
    <w:rsid w:val="003D167C"/>
    <w:rsid w:val="003D17BA"/>
    <w:rsid w:val="003D18C7"/>
    <w:rsid w:val="003D18D4"/>
    <w:rsid w:val="003D1C50"/>
    <w:rsid w:val="003D21AD"/>
    <w:rsid w:val="003D229A"/>
    <w:rsid w:val="003D2F28"/>
    <w:rsid w:val="003D2F59"/>
    <w:rsid w:val="003D3150"/>
    <w:rsid w:val="003D31F4"/>
    <w:rsid w:val="003D3350"/>
    <w:rsid w:val="003D34E9"/>
    <w:rsid w:val="003D38F3"/>
    <w:rsid w:val="003D3C68"/>
    <w:rsid w:val="003D41F9"/>
    <w:rsid w:val="003D433C"/>
    <w:rsid w:val="003D43C0"/>
    <w:rsid w:val="003D45B5"/>
    <w:rsid w:val="003D48EC"/>
    <w:rsid w:val="003D4D1E"/>
    <w:rsid w:val="003D4E1F"/>
    <w:rsid w:val="003D50E5"/>
    <w:rsid w:val="003D51E8"/>
    <w:rsid w:val="003D5271"/>
    <w:rsid w:val="003D53C9"/>
    <w:rsid w:val="003D57F0"/>
    <w:rsid w:val="003D5972"/>
    <w:rsid w:val="003D59B8"/>
    <w:rsid w:val="003D5A59"/>
    <w:rsid w:val="003D5A65"/>
    <w:rsid w:val="003D5D3F"/>
    <w:rsid w:val="003D5FAE"/>
    <w:rsid w:val="003D6377"/>
    <w:rsid w:val="003D685D"/>
    <w:rsid w:val="003D690D"/>
    <w:rsid w:val="003D6E86"/>
    <w:rsid w:val="003D6EF5"/>
    <w:rsid w:val="003D730F"/>
    <w:rsid w:val="003D74A8"/>
    <w:rsid w:val="003D7BC9"/>
    <w:rsid w:val="003D7D18"/>
    <w:rsid w:val="003E0335"/>
    <w:rsid w:val="003E06DD"/>
    <w:rsid w:val="003E07AF"/>
    <w:rsid w:val="003E09A1"/>
    <w:rsid w:val="003E0CE5"/>
    <w:rsid w:val="003E0D5B"/>
    <w:rsid w:val="003E0DCB"/>
    <w:rsid w:val="003E1060"/>
    <w:rsid w:val="003E128F"/>
    <w:rsid w:val="003E14C2"/>
    <w:rsid w:val="003E1A0B"/>
    <w:rsid w:val="003E1BAB"/>
    <w:rsid w:val="003E1EF8"/>
    <w:rsid w:val="003E2153"/>
    <w:rsid w:val="003E217F"/>
    <w:rsid w:val="003E26E9"/>
    <w:rsid w:val="003E28A3"/>
    <w:rsid w:val="003E2964"/>
    <w:rsid w:val="003E299D"/>
    <w:rsid w:val="003E2ABA"/>
    <w:rsid w:val="003E2C27"/>
    <w:rsid w:val="003E2DE9"/>
    <w:rsid w:val="003E2E30"/>
    <w:rsid w:val="003E2EDB"/>
    <w:rsid w:val="003E34CA"/>
    <w:rsid w:val="003E3772"/>
    <w:rsid w:val="003E379C"/>
    <w:rsid w:val="003E3A2A"/>
    <w:rsid w:val="003E3CAE"/>
    <w:rsid w:val="003E3FA6"/>
    <w:rsid w:val="003E41D2"/>
    <w:rsid w:val="003E42FF"/>
    <w:rsid w:val="003E44EA"/>
    <w:rsid w:val="003E45B9"/>
    <w:rsid w:val="003E469F"/>
    <w:rsid w:val="003E46C5"/>
    <w:rsid w:val="003E4891"/>
    <w:rsid w:val="003E4BF0"/>
    <w:rsid w:val="003E4F53"/>
    <w:rsid w:val="003E5268"/>
    <w:rsid w:val="003E535E"/>
    <w:rsid w:val="003E53E0"/>
    <w:rsid w:val="003E55AC"/>
    <w:rsid w:val="003E575F"/>
    <w:rsid w:val="003E589F"/>
    <w:rsid w:val="003E5A64"/>
    <w:rsid w:val="003E5B9C"/>
    <w:rsid w:val="003E5C0D"/>
    <w:rsid w:val="003E5CA8"/>
    <w:rsid w:val="003E627D"/>
    <w:rsid w:val="003E6417"/>
    <w:rsid w:val="003E6676"/>
    <w:rsid w:val="003E6764"/>
    <w:rsid w:val="003E6955"/>
    <w:rsid w:val="003E697F"/>
    <w:rsid w:val="003E69F5"/>
    <w:rsid w:val="003E6C8C"/>
    <w:rsid w:val="003E6E25"/>
    <w:rsid w:val="003E71DA"/>
    <w:rsid w:val="003E7386"/>
    <w:rsid w:val="003E73D9"/>
    <w:rsid w:val="003E75AE"/>
    <w:rsid w:val="003E77DE"/>
    <w:rsid w:val="003E782A"/>
    <w:rsid w:val="003E7AEA"/>
    <w:rsid w:val="003E7D7F"/>
    <w:rsid w:val="003E7DC9"/>
    <w:rsid w:val="003F0016"/>
    <w:rsid w:val="003F01C7"/>
    <w:rsid w:val="003F04A9"/>
    <w:rsid w:val="003F055C"/>
    <w:rsid w:val="003F0A0E"/>
    <w:rsid w:val="003F0DBE"/>
    <w:rsid w:val="003F0ED6"/>
    <w:rsid w:val="003F0F0B"/>
    <w:rsid w:val="003F0FE1"/>
    <w:rsid w:val="003F1064"/>
    <w:rsid w:val="003F1319"/>
    <w:rsid w:val="003F133B"/>
    <w:rsid w:val="003F1713"/>
    <w:rsid w:val="003F19E4"/>
    <w:rsid w:val="003F1E80"/>
    <w:rsid w:val="003F1F94"/>
    <w:rsid w:val="003F283C"/>
    <w:rsid w:val="003F29EB"/>
    <w:rsid w:val="003F2A86"/>
    <w:rsid w:val="003F2C55"/>
    <w:rsid w:val="003F319D"/>
    <w:rsid w:val="003F3205"/>
    <w:rsid w:val="003F3648"/>
    <w:rsid w:val="003F3661"/>
    <w:rsid w:val="003F36EA"/>
    <w:rsid w:val="003F37E1"/>
    <w:rsid w:val="003F387B"/>
    <w:rsid w:val="003F3914"/>
    <w:rsid w:val="003F3A2E"/>
    <w:rsid w:val="003F3A3D"/>
    <w:rsid w:val="003F3DD2"/>
    <w:rsid w:val="003F40CC"/>
    <w:rsid w:val="003F42C5"/>
    <w:rsid w:val="003F457C"/>
    <w:rsid w:val="003F48DA"/>
    <w:rsid w:val="003F4A63"/>
    <w:rsid w:val="003F4C50"/>
    <w:rsid w:val="003F4D90"/>
    <w:rsid w:val="003F4E96"/>
    <w:rsid w:val="003F4EE6"/>
    <w:rsid w:val="003F4F48"/>
    <w:rsid w:val="003F5352"/>
    <w:rsid w:val="003F550F"/>
    <w:rsid w:val="003F5708"/>
    <w:rsid w:val="003F5724"/>
    <w:rsid w:val="003F5960"/>
    <w:rsid w:val="003F62EB"/>
    <w:rsid w:val="003F65E8"/>
    <w:rsid w:val="003F6955"/>
    <w:rsid w:val="003F6B4C"/>
    <w:rsid w:val="003F6D92"/>
    <w:rsid w:val="003F6F81"/>
    <w:rsid w:val="003F734C"/>
    <w:rsid w:val="003F7592"/>
    <w:rsid w:val="003F7A19"/>
    <w:rsid w:val="003F7D2D"/>
    <w:rsid w:val="003F7F4B"/>
    <w:rsid w:val="0040053D"/>
    <w:rsid w:val="004008E7"/>
    <w:rsid w:val="00400AFE"/>
    <w:rsid w:val="0040139E"/>
    <w:rsid w:val="00401753"/>
    <w:rsid w:val="00402250"/>
    <w:rsid w:val="004024B3"/>
    <w:rsid w:val="0040279E"/>
    <w:rsid w:val="0040290A"/>
    <w:rsid w:val="00402A71"/>
    <w:rsid w:val="00402AEB"/>
    <w:rsid w:val="00402D07"/>
    <w:rsid w:val="00403158"/>
    <w:rsid w:val="00403465"/>
    <w:rsid w:val="004037C5"/>
    <w:rsid w:val="00403839"/>
    <w:rsid w:val="0040397B"/>
    <w:rsid w:val="00403F83"/>
    <w:rsid w:val="004040B9"/>
    <w:rsid w:val="004040C9"/>
    <w:rsid w:val="00404167"/>
    <w:rsid w:val="004042FC"/>
    <w:rsid w:val="0040486E"/>
    <w:rsid w:val="00404C43"/>
    <w:rsid w:val="00404D72"/>
    <w:rsid w:val="00405174"/>
    <w:rsid w:val="004052A8"/>
    <w:rsid w:val="00405513"/>
    <w:rsid w:val="004057A6"/>
    <w:rsid w:val="00405928"/>
    <w:rsid w:val="004059B8"/>
    <w:rsid w:val="004059D4"/>
    <w:rsid w:val="004061DA"/>
    <w:rsid w:val="004063A5"/>
    <w:rsid w:val="0040671A"/>
    <w:rsid w:val="00406806"/>
    <w:rsid w:val="00406BCA"/>
    <w:rsid w:val="00406CC6"/>
    <w:rsid w:val="00406E06"/>
    <w:rsid w:val="00407276"/>
    <w:rsid w:val="0040739A"/>
    <w:rsid w:val="004073E3"/>
    <w:rsid w:val="00407513"/>
    <w:rsid w:val="004078F6"/>
    <w:rsid w:val="00407BDF"/>
    <w:rsid w:val="00407C74"/>
    <w:rsid w:val="00407CD5"/>
    <w:rsid w:val="00407E56"/>
    <w:rsid w:val="004100B4"/>
    <w:rsid w:val="004102F7"/>
    <w:rsid w:val="00410BED"/>
    <w:rsid w:val="0041102D"/>
    <w:rsid w:val="00411095"/>
    <w:rsid w:val="004110CD"/>
    <w:rsid w:val="00411661"/>
    <w:rsid w:val="004119C4"/>
    <w:rsid w:val="00411ABA"/>
    <w:rsid w:val="00411B1D"/>
    <w:rsid w:val="00411C41"/>
    <w:rsid w:val="00412274"/>
    <w:rsid w:val="004124D5"/>
    <w:rsid w:val="004124E7"/>
    <w:rsid w:val="00412844"/>
    <w:rsid w:val="00412B18"/>
    <w:rsid w:val="00412B7C"/>
    <w:rsid w:val="00412E6D"/>
    <w:rsid w:val="00413098"/>
    <w:rsid w:val="00413D7D"/>
    <w:rsid w:val="00414007"/>
    <w:rsid w:val="004140BE"/>
    <w:rsid w:val="004146BA"/>
    <w:rsid w:val="004147C8"/>
    <w:rsid w:val="00414B30"/>
    <w:rsid w:val="00414F10"/>
    <w:rsid w:val="0041513D"/>
    <w:rsid w:val="0041526F"/>
    <w:rsid w:val="004152FA"/>
    <w:rsid w:val="00415356"/>
    <w:rsid w:val="00415CB6"/>
    <w:rsid w:val="00415D98"/>
    <w:rsid w:val="00415DC3"/>
    <w:rsid w:val="00415E85"/>
    <w:rsid w:val="00416009"/>
    <w:rsid w:val="00416076"/>
    <w:rsid w:val="0041626A"/>
    <w:rsid w:val="00416890"/>
    <w:rsid w:val="00416BB0"/>
    <w:rsid w:val="00416D4B"/>
    <w:rsid w:val="00416EF7"/>
    <w:rsid w:val="00417411"/>
    <w:rsid w:val="0041742F"/>
    <w:rsid w:val="00417869"/>
    <w:rsid w:val="00420065"/>
    <w:rsid w:val="00420E38"/>
    <w:rsid w:val="0042124F"/>
    <w:rsid w:val="004212E8"/>
    <w:rsid w:val="00421720"/>
    <w:rsid w:val="00421C12"/>
    <w:rsid w:val="00421C1F"/>
    <w:rsid w:val="00421DEC"/>
    <w:rsid w:val="00421E2B"/>
    <w:rsid w:val="00421EC4"/>
    <w:rsid w:val="00421F22"/>
    <w:rsid w:val="0042242D"/>
    <w:rsid w:val="004226D9"/>
    <w:rsid w:val="004227A6"/>
    <w:rsid w:val="004228B0"/>
    <w:rsid w:val="00422C18"/>
    <w:rsid w:val="00422CB0"/>
    <w:rsid w:val="0042314B"/>
    <w:rsid w:val="00423278"/>
    <w:rsid w:val="0042336B"/>
    <w:rsid w:val="00423383"/>
    <w:rsid w:val="00423467"/>
    <w:rsid w:val="00423919"/>
    <w:rsid w:val="00423967"/>
    <w:rsid w:val="00423A99"/>
    <w:rsid w:val="00423D93"/>
    <w:rsid w:val="00424207"/>
    <w:rsid w:val="0042436E"/>
    <w:rsid w:val="00424878"/>
    <w:rsid w:val="00424C79"/>
    <w:rsid w:val="00424CDC"/>
    <w:rsid w:val="00424CE5"/>
    <w:rsid w:val="00424EE6"/>
    <w:rsid w:val="00424F8D"/>
    <w:rsid w:val="00425549"/>
    <w:rsid w:val="004257C2"/>
    <w:rsid w:val="00425963"/>
    <w:rsid w:val="00425A56"/>
    <w:rsid w:val="00425B5A"/>
    <w:rsid w:val="00425D16"/>
    <w:rsid w:val="00426107"/>
    <w:rsid w:val="00426414"/>
    <w:rsid w:val="00426468"/>
    <w:rsid w:val="004264EA"/>
    <w:rsid w:val="00426730"/>
    <w:rsid w:val="0042684A"/>
    <w:rsid w:val="0042699C"/>
    <w:rsid w:val="00426B90"/>
    <w:rsid w:val="00426CE2"/>
    <w:rsid w:val="00426CE9"/>
    <w:rsid w:val="00426D08"/>
    <w:rsid w:val="00426DD0"/>
    <w:rsid w:val="00426E0A"/>
    <w:rsid w:val="0042707C"/>
    <w:rsid w:val="00427398"/>
    <w:rsid w:val="004273BB"/>
    <w:rsid w:val="00427806"/>
    <w:rsid w:val="004278D2"/>
    <w:rsid w:val="004279FC"/>
    <w:rsid w:val="00427C10"/>
    <w:rsid w:val="00427D29"/>
    <w:rsid w:val="00427F85"/>
    <w:rsid w:val="00427FA5"/>
    <w:rsid w:val="00430174"/>
    <w:rsid w:val="00430259"/>
    <w:rsid w:val="004302A2"/>
    <w:rsid w:val="00430356"/>
    <w:rsid w:val="0043055F"/>
    <w:rsid w:val="00430586"/>
    <w:rsid w:val="00430711"/>
    <w:rsid w:val="00430840"/>
    <w:rsid w:val="0043090E"/>
    <w:rsid w:val="00430BD6"/>
    <w:rsid w:val="00430F5D"/>
    <w:rsid w:val="00430F6C"/>
    <w:rsid w:val="0043102C"/>
    <w:rsid w:val="00431211"/>
    <w:rsid w:val="00431304"/>
    <w:rsid w:val="00431325"/>
    <w:rsid w:val="004315B8"/>
    <w:rsid w:val="004318A2"/>
    <w:rsid w:val="00431A6C"/>
    <w:rsid w:val="00431F50"/>
    <w:rsid w:val="0043256B"/>
    <w:rsid w:val="004327DB"/>
    <w:rsid w:val="00432AC9"/>
    <w:rsid w:val="00432C9B"/>
    <w:rsid w:val="00432FC4"/>
    <w:rsid w:val="004330BA"/>
    <w:rsid w:val="004330E7"/>
    <w:rsid w:val="00433423"/>
    <w:rsid w:val="004335CD"/>
    <w:rsid w:val="00433668"/>
    <w:rsid w:val="0043380D"/>
    <w:rsid w:val="00433941"/>
    <w:rsid w:val="00433D87"/>
    <w:rsid w:val="00433E19"/>
    <w:rsid w:val="004346B0"/>
    <w:rsid w:val="00434A38"/>
    <w:rsid w:val="00434B6C"/>
    <w:rsid w:val="00434B8A"/>
    <w:rsid w:val="00434D0C"/>
    <w:rsid w:val="00435103"/>
    <w:rsid w:val="0043517C"/>
    <w:rsid w:val="0043549E"/>
    <w:rsid w:val="00435A08"/>
    <w:rsid w:val="00435D51"/>
    <w:rsid w:val="00435D65"/>
    <w:rsid w:val="00436144"/>
    <w:rsid w:val="00436E06"/>
    <w:rsid w:val="0043709E"/>
    <w:rsid w:val="004370B5"/>
    <w:rsid w:val="004370E4"/>
    <w:rsid w:val="004373D1"/>
    <w:rsid w:val="00437568"/>
    <w:rsid w:val="0043756B"/>
    <w:rsid w:val="004379E9"/>
    <w:rsid w:val="00437A1E"/>
    <w:rsid w:val="00437D3E"/>
    <w:rsid w:val="0044045D"/>
    <w:rsid w:val="0044065B"/>
    <w:rsid w:val="00440676"/>
    <w:rsid w:val="00440714"/>
    <w:rsid w:val="00440864"/>
    <w:rsid w:val="004409CD"/>
    <w:rsid w:val="00440BBF"/>
    <w:rsid w:val="00440C52"/>
    <w:rsid w:val="00440FEC"/>
    <w:rsid w:val="00441126"/>
    <w:rsid w:val="004411C4"/>
    <w:rsid w:val="00441265"/>
    <w:rsid w:val="00441571"/>
    <w:rsid w:val="004415ED"/>
    <w:rsid w:val="004417B8"/>
    <w:rsid w:val="00441AA6"/>
    <w:rsid w:val="00441B0C"/>
    <w:rsid w:val="00441BDF"/>
    <w:rsid w:val="00441D83"/>
    <w:rsid w:val="00442079"/>
    <w:rsid w:val="0044207B"/>
    <w:rsid w:val="004420E1"/>
    <w:rsid w:val="00442156"/>
    <w:rsid w:val="0044220F"/>
    <w:rsid w:val="0044234D"/>
    <w:rsid w:val="004423E5"/>
    <w:rsid w:val="00442557"/>
    <w:rsid w:val="004425BD"/>
    <w:rsid w:val="00442AB6"/>
    <w:rsid w:val="00443331"/>
    <w:rsid w:val="00443530"/>
    <w:rsid w:val="00443BAE"/>
    <w:rsid w:val="00443BB5"/>
    <w:rsid w:val="00443C17"/>
    <w:rsid w:val="00443F79"/>
    <w:rsid w:val="00443FEE"/>
    <w:rsid w:val="0044428C"/>
    <w:rsid w:val="00444468"/>
    <w:rsid w:val="004446A6"/>
    <w:rsid w:val="004446A7"/>
    <w:rsid w:val="00444D6B"/>
    <w:rsid w:val="00445467"/>
    <w:rsid w:val="00445591"/>
    <w:rsid w:val="00445602"/>
    <w:rsid w:val="004457BB"/>
    <w:rsid w:val="0044581A"/>
    <w:rsid w:val="00445A01"/>
    <w:rsid w:val="00445A3E"/>
    <w:rsid w:val="00445D0C"/>
    <w:rsid w:val="00445E7E"/>
    <w:rsid w:val="00446165"/>
    <w:rsid w:val="0044641B"/>
    <w:rsid w:val="0044674A"/>
    <w:rsid w:val="004467F1"/>
    <w:rsid w:val="00446BE0"/>
    <w:rsid w:val="00446E19"/>
    <w:rsid w:val="00447051"/>
    <w:rsid w:val="004470E2"/>
    <w:rsid w:val="0044730B"/>
    <w:rsid w:val="00447388"/>
    <w:rsid w:val="0044747B"/>
    <w:rsid w:val="00447612"/>
    <w:rsid w:val="00447B45"/>
    <w:rsid w:val="00447E08"/>
    <w:rsid w:val="00450261"/>
    <w:rsid w:val="00450319"/>
    <w:rsid w:val="0045042D"/>
    <w:rsid w:val="0045108C"/>
    <w:rsid w:val="004511A8"/>
    <w:rsid w:val="004512CC"/>
    <w:rsid w:val="004512CF"/>
    <w:rsid w:val="00451582"/>
    <w:rsid w:val="004515CB"/>
    <w:rsid w:val="004517A0"/>
    <w:rsid w:val="004518C0"/>
    <w:rsid w:val="00451CEC"/>
    <w:rsid w:val="00451E31"/>
    <w:rsid w:val="00451E8F"/>
    <w:rsid w:val="004520D6"/>
    <w:rsid w:val="0045229A"/>
    <w:rsid w:val="00452362"/>
    <w:rsid w:val="0045250E"/>
    <w:rsid w:val="004526BF"/>
    <w:rsid w:val="004529F7"/>
    <w:rsid w:val="00452D15"/>
    <w:rsid w:val="00452E59"/>
    <w:rsid w:val="00452FB4"/>
    <w:rsid w:val="00453020"/>
    <w:rsid w:val="00453131"/>
    <w:rsid w:val="004537C3"/>
    <w:rsid w:val="00453F19"/>
    <w:rsid w:val="00453F89"/>
    <w:rsid w:val="00454107"/>
    <w:rsid w:val="00454300"/>
    <w:rsid w:val="00454847"/>
    <w:rsid w:val="00454A60"/>
    <w:rsid w:val="00454A63"/>
    <w:rsid w:val="00454A74"/>
    <w:rsid w:val="00454DBB"/>
    <w:rsid w:val="00454E16"/>
    <w:rsid w:val="004550D3"/>
    <w:rsid w:val="00455148"/>
    <w:rsid w:val="004551DF"/>
    <w:rsid w:val="0045528B"/>
    <w:rsid w:val="004557EA"/>
    <w:rsid w:val="004558CA"/>
    <w:rsid w:val="00455A40"/>
    <w:rsid w:val="00455AE3"/>
    <w:rsid w:val="004562A2"/>
    <w:rsid w:val="00456422"/>
    <w:rsid w:val="0045653F"/>
    <w:rsid w:val="004565B7"/>
    <w:rsid w:val="00456F57"/>
    <w:rsid w:val="00457586"/>
    <w:rsid w:val="004577CB"/>
    <w:rsid w:val="00457D9B"/>
    <w:rsid w:val="00457E1C"/>
    <w:rsid w:val="00457ECC"/>
    <w:rsid w:val="00460049"/>
    <w:rsid w:val="004604EC"/>
    <w:rsid w:val="0046054B"/>
    <w:rsid w:val="00460841"/>
    <w:rsid w:val="004610A8"/>
    <w:rsid w:val="00461743"/>
    <w:rsid w:val="004618CF"/>
    <w:rsid w:val="004619E3"/>
    <w:rsid w:val="00461CCB"/>
    <w:rsid w:val="00461D9B"/>
    <w:rsid w:val="00462472"/>
    <w:rsid w:val="00462650"/>
    <w:rsid w:val="004626E4"/>
    <w:rsid w:val="0046296D"/>
    <w:rsid w:val="00462A98"/>
    <w:rsid w:val="00462E13"/>
    <w:rsid w:val="00462E36"/>
    <w:rsid w:val="00462E94"/>
    <w:rsid w:val="00462F90"/>
    <w:rsid w:val="00463038"/>
    <w:rsid w:val="00463209"/>
    <w:rsid w:val="00463335"/>
    <w:rsid w:val="0046345A"/>
    <w:rsid w:val="00463546"/>
    <w:rsid w:val="004638E6"/>
    <w:rsid w:val="00463A33"/>
    <w:rsid w:val="00463B22"/>
    <w:rsid w:val="00463DC0"/>
    <w:rsid w:val="0046454B"/>
    <w:rsid w:val="004645C4"/>
    <w:rsid w:val="00464BF6"/>
    <w:rsid w:val="00464C36"/>
    <w:rsid w:val="00464CB1"/>
    <w:rsid w:val="00464CE3"/>
    <w:rsid w:val="00464DAB"/>
    <w:rsid w:val="00464EB4"/>
    <w:rsid w:val="00465440"/>
    <w:rsid w:val="0046553B"/>
    <w:rsid w:val="004655CA"/>
    <w:rsid w:val="004659C9"/>
    <w:rsid w:val="00465A6E"/>
    <w:rsid w:val="00465CE1"/>
    <w:rsid w:val="00465EAC"/>
    <w:rsid w:val="00465F17"/>
    <w:rsid w:val="00465FF6"/>
    <w:rsid w:val="00466048"/>
    <w:rsid w:val="004661E0"/>
    <w:rsid w:val="004662C0"/>
    <w:rsid w:val="004663A4"/>
    <w:rsid w:val="004663C1"/>
    <w:rsid w:val="00466A29"/>
    <w:rsid w:val="00466CEF"/>
    <w:rsid w:val="00466D9D"/>
    <w:rsid w:val="00466EDE"/>
    <w:rsid w:val="00466F14"/>
    <w:rsid w:val="0046700D"/>
    <w:rsid w:val="00467029"/>
    <w:rsid w:val="0046738C"/>
    <w:rsid w:val="004673E6"/>
    <w:rsid w:val="004676A6"/>
    <w:rsid w:val="004677B0"/>
    <w:rsid w:val="00467A79"/>
    <w:rsid w:val="00467AB7"/>
    <w:rsid w:val="004701A5"/>
    <w:rsid w:val="00470391"/>
    <w:rsid w:val="00470470"/>
    <w:rsid w:val="004704A1"/>
    <w:rsid w:val="00470585"/>
    <w:rsid w:val="0047060B"/>
    <w:rsid w:val="00470B6B"/>
    <w:rsid w:val="00470E0A"/>
    <w:rsid w:val="00470FF3"/>
    <w:rsid w:val="00471061"/>
    <w:rsid w:val="0047113B"/>
    <w:rsid w:val="00471169"/>
    <w:rsid w:val="0047142E"/>
    <w:rsid w:val="004716BE"/>
    <w:rsid w:val="00471714"/>
    <w:rsid w:val="004717E3"/>
    <w:rsid w:val="00471864"/>
    <w:rsid w:val="00471A38"/>
    <w:rsid w:val="00471C20"/>
    <w:rsid w:val="00471CE2"/>
    <w:rsid w:val="00471F6E"/>
    <w:rsid w:val="004722DC"/>
    <w:rsid w:val="004727C6"/>
    <w:rsid w:val="00472808"/>
    <w:rsid w:val="00472946"/>
    <w:rsid w:val="00472A2B"/>
    <w:rsid w:val="0047309D"/>
    <w:rsid w:val="004730D4"/>
    <w:rsid w:val="0047322D"/>
    <w:rsid w:val="00474069"/>
    <w:rsid w:val="004745C8"/>
    <w:rsid w:val="0047477B"/>
    <w:rsid w:val="00474881"/>
    <w:rsid w:val="00474A21"/>
    <w:rsid w:val="00474B5F"/>
    <w:rsid w:val="00474B89"/>
    <w:rsid w:val="00474D08"/>
    <w:rsid w:val="00474F67"/>
    <w:rsid w:val="00475227"/>
    <w:rsid w:val="004752A5"/>
    <w:rsid w:val="00475361"/>
    <w:rsid w:val="00475827"/>
    <w:rsid w:val="00475A4A"/>
    <w:rsid w:val="00475B27"/>
    <w:rsid w:val="00475DC4"/>
    <w:rsid w:val="00475DF9"/>
    <w:rsid w:val="004760D0"/>
    <w:rsid w:val="00476423"/>
    <w:rsid w:val="0047675A"/>
    <w:rsid w:val="00476A60"/>
    <w:rsid w:val="00476D31"/>
    <w:rsid w:val="00476E1C"/>
    <w:rsid w:val="00477398"/>
    <w:rsid w:val="00477C6E"/>
    <w:rsid w:val="004807AA"/>
    <w:rsid w:val="00480890"/>
    <w:rsid w:val="004808E2"/>
    <w:rsid w:val="00480AE1"/>
    <w:rsid w:val="00480C37"/>
    <w:rsid w:val="00480F3A"/>
    <w:rsid w:val="004810BB"/>
    <w:rsid w:val="00481274"/>
    <w:rsid w:val="00481375"/>
    <w:rsid w:val="004819F3"/>
    <w:rsid w:val="00481D22"/>
    <w:rsid w:val="00481DC0"/>
    <w:rsid w:val="004822B4"/>
    <w:rsid w:val="00482401"/>
    <w:rsid w:val="004825C5"/>
    <w:rsid w:val="00482A65"/>
    <w:rsid w:val="00482D18"/>
    <w:rsid w:val="00482F86"/>
    <w:rsid w:val="00483240"/>
    <w:rsid w:val="0048353F"/>
    <w:rsid w:val="0048378C"/>
    <w:rsid w:val="00483917"/>
    <w:rsid w:val="00483B76"/>
    <w:rsid w:val="00483B81"/>
    <w:rsid w:val="00483CEA"/>
    <w:rsid w:val="00483F57"/>
    <w:rsid w:val="00484076"/>
    <w:rsid w:val="004840C6"/>
    <w:rsid w:val="0048423E"/>
    <w:rsid w:val="00484316"/>
    <w:rsid w:val="0048470D"/>
    <w:rsid w:val="00484A02"/>
    <w:rsid w:val="00484A06"/>
    <w:rsid w:val="00484BA0"/>
    <w:rsid w:val="00484BBF"/>
    <w:rsid w:val="00484F15"/>
    <w:rsid w:val="004850DC"/>
    <w:rsid w:val="004855C9"/>
    <w:rsid w:val="0048568C"/>
    <w:rsid w:val="0048610C"/>
    <w:rsid w:val="004863A3"/>
    <w:rsid w:val="00486747"/>
    <w:rsid w:val="004867F8"/>
    <w:rsid w:val="0048680D"/>
    <w:rsid w:val="00486CEF"/>
    <w:rsid w:val="004870D9"/>
    <w:rsid w:val="0048752D"/>
    <w:rsid w:val="0048779E"/>
    <w:rsid w:val="004878DB"/>
    <w:rsid w:val="00487ABC"/>
    <w:rsid w:val="00487F3C"/>
    <w:rsid w:val="00490064"/>
    <w:rsid w:val="004900D0"/>
    <w:rsid w:val="00491045"/>
    <w:rsid w:val="00491276"/>
    <w:rsid w:val="004913A4"/>
    <w:rsid w:val="00491824"/>
    <w:rsid w:val="004918A2"/>
    <w:rsid w:val="00491B82"/>
    <w:rsid w:val="00491BE1"/>
    <w:rsid w:val="00491CEF"/>
    <w:rsid w:val="0049217A"/>
    <w:rsid w:val="00492280"/>
    <w:rsid w:val="004923FD"/>
    <w:rsid w:val="00492C06"/>
    <w:rsid w:val="004930FF"/>
    <w:rsid w:val="004931EA"/>
    <w:rsid w:val="004932AC"/>
    <w:rsid w:val="00493521"/>
    <w:rsid w:val="00493626"/>
    <w:rsid w:val="00493707"/>
    <w:rsid w:val="00493AA4"/>
    <w:rsid w:val="00493B4F"/>
    <w:rsid w:val="00493D22"/>
    <w:rsid w:val="0049411A"/>
    <w:rsid w:val="00494505"/>
    <w:rsid w:val="00494C88"/>
    <w:rsid w:val="004951B6"/>
    <w:rsid w:val="00495251"/>
    <w:rsid w:val="0049533A"/>
    <w:rsid w:val="00495625"/>
    <w:rsid w:val="0049598F"/>
    <w:rsid w:val="00495B19"/>
    <w:rsid w:val="00496034"/>
    <w:rsid w:val="00496068"/>
    <w:rsid w:val="0049629B"/>
    <w:rsid w:val="004963B9"/>
    <w:rsid w:val="00496433"/>
    <w:rsid w:val="00496469"/>
    <w:rsid w:val="0049679F"/>
    <w:rsid w:val="004968A2"/>
    <w:rsid w:val="004968A9"/>
    <w:rsid w:val="00496A86"/>
    <w:rsid w:val="00496C7A"/>
    <w:rsid w:val="004973B7"/>
    <w:rsid w:val="00497438"/>
    <w:rsid w:val="004975F5"/>
    <w:rsid w:val="00497721"/>
    <w:rsid w:val="004978A3"/>
    <w:rsid w:val="00497A97"/>
    <w:rsid w:val="00497BD5"/>
    <w:rsid w:val="00497DF4"/>
    <w:rsid w:val="00497EB7"/>
    <w:rsid w:val="00497EF1"/>
    <w:rsid w:val="00497F23"/>
    <w:rsid w:val="004A0021"/>
    <w:rsid w:val="004A0054"/>
    <w:rsid w:val="004A0413"/>
    <w:rsid w:val="004A0419"/>
    <w:rsid w:val="004A0B5A"/>
    <w:rsid w:val="004A0BEF"/>
    <w:rsid w:val="004A0EB9"/>
    <w:rsid w:val="004A1066"/>
    <w:rsid w:val="004A1333"/>
    <w:rsid w:val="004A139A"/>
    <w:rsid w:val="004A13CC"/>
    <w:rsid w:val="004A14A8"/>
    <w:rsid w:val="004A161F"/>
    <w:rsid w:val="004A1A4B"/>
    <w:rsid w:val="004A1B4E"/>
    <w:rsid w:val="004A1B60"/>
    <w:rsid w:val="004A2069"/>
    <w:rsid w:val="004A247D"/>
    <w:rsid w:val="004A2488"/>
    <w:rsid w:val="004A2819"/>
    <w:rsid w:val="004A2846"/>
    <w:rsid w:val="004A28E3"/>
    <w:rsid w:val="004A29DC"/>
    <w:rsid w:val="004A29F1"/>
    <w:rsid w:val="004A32B5"/>
    <w:rsid w:val="004A338D"/>
    <w:rsid w:val="004A3432"/>
    <w:rsid w:val="004A35FE"/>
    <w:rsid w:val="004A3895"/>
    <w:rsid w:val="004A3AEB"/>
    <w:rsid w:val="004A3AF3"/>
    <w:rsid w:val="004A3E83"/>
    <w:rsid w:val="004A40A6"/>
    <w:rsid w:val="004A46C1"/>
    <w:rsid w:val="004A485D"/>
    <w:rsid w:val="004A4AB4"/>
    <w:rsid w:val="004A4B73"/>
    <w:rsid w:val="004A4D55"/>
    <w:rsid w:val="004A51B8"/>
    <w:rsid w:val="004A51E9"/>
    <w:rsid w:val="004A570B"/>
    <w:rsid w:val="004A5A58"/>
    <w:rsid w:val="004A5AE5"/>
    <w:rsid w:val="004A5DDE"/>
    <w:rsid w:val="004A64E8"/>
    <w:rsid w:val="004A6A14"/>
    <w:rsid w:val="004A702C"/>
    <w:rsid w:val="004A70FC"/>
    <w:rsid w:val="004A7786"/>
    <w:rsid w:val="004A790F"/>
    <w:rsid w:val="004A7989"/>
    <w:rsid w:val="004A7A0B"/>
    <w:rsid w:val="004B02B5"/>
    <w:rsid w:val="004B0308"/>
    <w:rsid w:val="004B0459"/>
    <w:rsid w:val="004B0720"/>
    <w:rsid w:val="004B0A65"/>
    <w:rsid w:val="004B0CEA"/>
    <w:rsid w:val="004B0E1F"/>
    <w:rsid w:val="004B118E"/>
    <w:rsid w:val="004B1318"/>
    <w:rsid w:val="004B1356"/>
    <w:rsid w:val="004B1773"/>
    <w:rsid w:val="004B1792"/>
    <w:rsid w:val="004B1A3F"/>
    <w:rsid w:val="004B1B98"/>
    <w:rsid w:val="004B1F2E"/>
    <w:rsid w:val="004B20CA"/>
    <w:rsid w:val="004B22B7"/>
    <w:rsid w:val="004B2310"/>
    <w:rsid w:val="004B25C6"/>
    <w:rsid w:val="004B28A0"/>
    <w:rsid w:val="004B2AC0"/>
    <w:rsid w:val="004B2C8C"/>
    <w:rsid w:val="004B3197"/>
    <w:rsid w:val="004B3403"/>
    <w:rsid w:val="004B3904"/>
    <w:rsid w:val="004B3AA4"/>
    <w:rsid w:val="004B3C0B"/>
    <w:rsid w:val="004B3D3E"/>
    <w:rsid w:val="004B3E82"/>
    <w:rsid w:val="004B4068"/>
    <w:rsid w:val="004B4869"/>
    <w:rsid w:val="004B4892"/>
    <w:rsid w:val="004B4A96"/>
    <w:rsid w:val="004B4D23"/>
    <w:rsid w:val="004B4F5E"/>
    <w:rsid w:val="004B508F"/>
    <w:rsid w:val="004B514A"/>
    <w:rsid w:val="004B5358"/>
    <w:rsid w:val="004B57D2"/>
    <w:rsid w:val="004B58AE"/>
    <w:rsid w:val="004B5D08"/>
    <w:rsid w:val="004B5DF2"/>
    <w:rsid w:val="004B5F43"/>
    <w:rsid w:val="004B5F66"/>
    <w:rsid w:val="004B623B"/>
    <w:rsid w:val="004B6253"/>
    <w:rsid w:val="004B62DB"/>
    <w:rsid w:val="004B64F9"/>
    <w:rsid w:val="004B66CF"/>
    <w:rsid w:val="004B6F4C"/>
    <w:rsid w:val="004B7199"/>
    <w:rsid w:val="004B71C1"/>
    <w:rsid w:val="004B753A"/>
    <w:rsid w:val="004B7752"/>
    <w:rsid w:val="004B7B18"/>
    <w:rsid w:val="004B7B65"/>
    <w:rsid w:val="004B7BDE"/>
    <w:rsid w:val="004B7CAD"/>
    <w:rsid w:val="004B7CD0"/>
    <w:rsid w:val="004B7DB2"/>
    <w:rsid w:val="004B7E9F"/>
    <w:rsid w:val="004C00F5"/>
    <w:rsid w:val="004C0251"/>
    <w:rsid w:val="004C0367"/>
    <w:rsid w:val="004C05C1"/>
    <w:rsid w:val="004C0990"/>
    <w:rsid w:val="004C0A6C"/>
    <w:rsid w:val="004C0CD8"/>
    <w:rsid w:val="004C12D2"/>
    <w:rsid w:val="004C13C1"/>
    <w:rsid w:val="004C1544"/>
    <w:rsid w:val="004C1973"/>
    <w:rsid w:val="004C1AC6"/>
    <w:rsid w:val="004C1AFF"/>
    <w:rsid w:val="004C1B21"/>
    <w:rsid w:val="004C21A8"/>
    <w:rsid w:val="004C21F9"/>
    <w:rsid w:val="004C241E"/>
    <w:rsid w:val="004C2556"/>
    <w:rsid w:val="004C26C4"/>
    <w:rsid w:val="004C27E7"/>
    <w:rsid w:val="004C28AA"/>
    <w:rsid w:val="004C2DB6"/>
    <w:rsid w:val="004C2DEC"/>
    <w:rsid w:val="004C2E0D"/>
    <w:rsid w:val="004C2EDF"/>
    <w:rsid w:val="004C31F0"/>
    <w:rsid w:val="004C3A24"/>
    <w:rsid w:val="004C4642"/>
    <w:rsid w:val="004C4B1E"/>
    <w:rsid w:val="004C4B45"/>
    <w:rsid w:val="004C4E09"/>
    <w:rsid w:val="004C4E59"/>
    <w:rsid w:val="004C5289"/>
    <w:rsid w:val="004C532C"/>
    <w:rsid w:val="004C54C0"/>
    <w:rsid w:val="004C559B"/>
    <w:rsid w:val="004C5CEB"/>
    <w:rsid w:val="004C670F"/>
    <w:rsid w:val="004C6742"/>
    <w:rsid w:val="004C6755"/>
    <w:rsid w:val="004C6795"/>
    <w:rsid w:val="004C67B0"/>
    <w:rsid w:val="004C68B2"/>
    <w:rsid w:val="004C68C1"/>
    <w:rsid w:val="004C6CD4"/>
    <w:rsid w:val="004C6E78"/>
    <w:rsid w:val="004C747A"/>
    <w:rsid w:val="004C7BD4"/>
    <w:rsid w:val="004C7C2C"/>
    <w:rsid w:val="004C7EF0"/>
    <w:rsid w:val="004D008D"/>
    <w:rsid w:val="004D00C3"/>
    <w:rsid w:val="004D04D1"/>
    <w:rsid w:val="004D04F7"/>
    <w:rsid w:val="004D07A4"/>
    <w:rsid w:val="004D0A84"/>
    <w:rsid w:val="004D0BA0"/>
    <w:rsid w:val="004D0F18"/>
    <w:rsid w:val="004D1090"/>
    <w:rsid w:val="004D11E5"/>
    <w:rsid w:val="004D12C8"/>
    <w:rsid w:val="004D14BA"/>
    <w:rsid w:val="004D1824"/>
    <w:rsid w:val="004D1851"/>
    <w:rsid w:val="004D194C"/>
    <w:rsid w:val="004D1A01"/>
    <w:rsid w:val="004D1A6D"/>
    <w:rsid w:val="004D1BC4"/>
    <w:rsid w:val="004D1C53"/>
    <w:rsid w:val="004D1CCD"/>
    <w:rsid w:val="004D20AB"/>
    <w:rsid w:val="004D20C4"/>
    <w:rsid w:val="004D213F"/>
    <w:rsid w:val="004D22C8"/>
    <w:rsid w:val="004D2582"/>
    <w:rsid w:val="004D28C9"/>
    <w:rsid w:val="004D2A6C"/>
    <w:rsid w:val="004D32A7"/>
    <w:rsid w:val="004D336C"/>
    <w:rsid w:val="004D33BB"/>
    <w:rsid w:val="004D3408"/>
    <w:rsid w:val="004D3B29"/>
    <w:rsid w:val="004D4308"/>
    <w:rsid w:val="004D441F"/>
    <w:rsid w:val="004D44AC"/>
    <w:rsid w:val="004D4505"/>
    <w:rsid w:val="004D45F7"/>
    <w:rsid w:val="004D469A"/>
    <w:rsid w:val="004D4A54"/>
    <w:rsid w:val="004D522E"/>
    <w:rsid w:val="004D52D5"/>
    <w:rsid w:val="004D57BA"/>
    <w:rsid w:val="004D57F4"/>
    <w:rsid w:val="004D5CF8"/>
    <w:rsid w:val="004D5DC2"/>
    <w:rsid w:val="004D5FED"/>
    <w:rsid w:val="004D6442"/>
    <w:rsid w:val="004D6528"/>
    <w:rsid w:val="004D6720"/>
    <w:rsid w:val="004D68C3"/>
    <w:rsid w:val="004D721D"/>
    <w:rsid w:val="004D7A53"/>
    <w:rsid w:val="004D7AAE"/>
    <w:rsid w:val="004D7CCA"/>
    <w:rsid w:val="004D7EBF"/>
    <w:rsid w:val="004E0082"/>
    <w:rsid w:val="004E05F5"/>
    <w:rsid w:val="004E06AB"/>
    <w:rsid w:val="004E08B7"/>
    <w:rsid w:val="004E0A43"/>
    <w:rsid w:val="004E0FF8"/>
    <w:rsid w:val="004E1252"/>
    <w:rsid w:val="004E14A3"/>
    <w:rsid w:val="004E163A"/>
    <w:rsid w:val="004E1A3B"/>
    <w:rsid w:val="004E1C01"/>
    <w:rsid w:val="004E20D0"/>
    <w:rsid w:val="004E2513"/>
    <w:rsid w:val="004E2558"/>
    <w:rsid w:val="004E27DE"/>
    <w:rsid w:val="004E2941"/>
    <w:rsid w:val="004E2DCB"/>
    <w:rsid w:val="004E2DF7"/>
    <w:rsid w:val="004E2F90"/>
    <w:rsid w:val="004E3264"/>
    <w:rsid w:val="004E33D5"/>
    <w:rsid w:val="004E3580"/>
    <w:rsid w:val="004E362B"/>
    <w:rsid w:val="004E3983"/>
    <w:rsid w:val="004E3A91"/>
    <w:rsid w:val="004E3B3E"/>
    <w:rsid w:val="004E3C14"/>
    <w:rsid w:val="004E3F07"/>
    <w:rsid w:val="004E4257"/>
    <w:rsid w:val="004E42D4"/>
    <w:rsid w:val="004E468D"/>
    <w:rsid w:val="004E4726"/>
    <w:rsid w:val="004E499A"/>
    <w:rsid w:val="004E546E"/>
    <w:rsid w:val="004E54C2"/>
    <w:rsid w:val="004E55EE"/>
    <w:rsid w:val="004E58EE"/>
    <w:rsid w:val="004E5959"/>
    <w:rsid w:val="004E59C0"/>
    <w:rsid w:val="004E5A7D"/>
    <w:rsid w:val="004E5D6A"/>
    <w:rsid w:val="004E5DDB"/>
    <w:rsid w:val="004E5ECE"/>
    <w:rsid w:val="004E62C6"/>
    <w:rsid w:val="004E6419"/>
    <w:rsid w:val="004E6720"/>
    <w:rsid w:val="004E6877"/>
    <w:rsid w:val="004E6B4A"/>
    <w:rsid w:val="004E6D19"/>
    <w:rsid w:val="004E6D5A"/>
    <w:rsid w:val="004E70B9"/>
    <w:rsid w:val="004E722A"/>
    <w:rsid w:val="004E72D8"/>
    <w:rsid w:val="004E7505"/>
    <w:rsid w:val="004E7810"/>
    <w:rsid w:val="004E7BF4"/>
    <w:rsid w:val="004E7D9E"/>
    <w:rsid w:val="004F001A"/>
    <w:rsid w:val="004F00CF"/>
    <w:rsid w:val="004F0151"/>
    <w:rsid w:val="004F02A1"/>
    <w:rsid w:val="004F039F"/>
    <w:rsid w:val="004F04BB"/>
    <w:rsid w:val="004F06D8"/>
    <w:rsid w:val="004F0AD2"/>
    <w:rsid w:val="004F0DEA"/>
    <w:rsid w:val="004F0E22"/>
    <w:rsid w:val="004F0E69"/>
    <w:rsid w:val="004F1090"/>
    <w:rsid w:val="004F117D"/>
    <w:rsid w:val="004F12D6"/>
    <w:rsid w:val="004F1551"/>
    <w:rsid w:val="004F162B"/>
    <w:rsid w:val="004F1846"/>
    <w:rsid w:val="004F1D64"/>
    <w:rsid w:val="004F2186"/>
    <w:rsid w:val="004F2233"/>
    <w:rsid w:val="004F23B0"/>
    <w:rsid w:val="004F2500"/>
    <w:rsid w:val="004F2F43"/>
    <w:rsid w:val="004F39A9"/>
    <w:rsid w:val="004F39F8"/>
    <w:rsid w:val="004F3A04"/>
    <w:rsid w:val="004F3A2A"/>
    <w:rsid w:val="004F3A54"/>
    <w:rsid w:val="004F3DA0"/>
    <w:rsid w:val="004F44DC"/>
    <w:rsid w:val="004F4913"/>
    <w:rsid w:val="004F4B59"/>
    <w:rsid w:val="004F4BC6"/>
    <w:rsid w:val="004F4C65"/>
    <w:rsid w:val="004F4F2D"/>
    <w:rsid w:val="004F51DD"/>
    <w:rsid w:val="004F5216"/>
    <w:rsid w:val="004F5557"/>
    <w:rsid w:val="004F55E4"/>
    <w:rsid w:val="004F5C4F"/>
    <w:rsid w:val="004F5CA4"/>
    <w:rsid w:val="004F5CEE"/>
    <w:rsid w:val="004F6633"/>
    <w:rsid w:val="004F6646"/>
    <w:rsid w:val="004F6A91"/>
    <w:rsid w:val="004F6BC3"/>
    <w:rsid w:val="004F6BFC"/>
    <w:rsid w:val="004F7170"/>
    <w:rsid w:val="004F736C"/>
    <w:rsid w:val="004F756C"/>
    <w:rsid w:val="004F7928"/>
    <w:rsid w:val="004F79BA"/>
    <w:rsid w:val="004F79F5"/>
    <w:rsid w:val="004F7B5C"/>
    <w:rsid w:val="004F7BFD"/>
    <w:rsid w:val="004F7C94"/>
    <w:rsid w:val="00500247"/>
    <w:rsid w:val="0050045D"/>
    <w:rsid w:val="00500C42"/>
    <w:rsid w:val="005011E3"/>
    <w:rsid w:val="0050173B"/>
    <w:rsid w:val="005018F6"/>
    <w:rsid w:val="00501D3A"/>
    <w:rsid w:val="00501E23"/>
    <w:rsid w:val="00502330"/>
    <w:rsid w:val="00502BAC"/>
    <w:rsid w:val="00502CA0"/>
    <w:rsid w:val="00502ED5"/>
    <w:rsid w:val="005032A3"/>
    <w:rsid w:val="00503389"/>
    <w:rsid w:val="0050346D"/>
    <w:rsid w:val="005035C5"/>
    <w:rsid w:val="00503666"/>
    <w:rsid w:val="0050367E"/>
    <w:rsid w:val="00503D30"/>
    <w:rsid w:val="00503F22"/>
    <w:rsid w:val="00504167"/>
    <w:rsid w:val="0050422F"/>
    <w:rsid w:val="00504517"/>
    <w:rsid w:val="0050475B"/>
    <w:rsid w:val="005048E4"/>
    <w:rsid w:val="0050490A"/>
    <w:rsid w:val="00504E4C"/>
    <w:rsid w:val="00504FED"/>
    <w:rsid w:val="00505250"/>
    <w:rsid w:val="00505266"/>
    <w:rsid w:val="0050537B"/>
    <w:rsid w:val="0050581A"/>
    <w:rsid w:val="005059D9"/>
    <w:rsid w:val="005059ED"/>
    <w:rsid w:val="00505A55"/>
    <w:rsid w:val="00505A8F"/>
    <w:rsid w:val="00505B55"/>
    <w:rsid w:val="00505BEA"/>
    <w:rsid w:val="00506060"/>
    <w:rsid w:val="005060C2"/>
    <w:rsid w:val="0050619F"/>
    <w:rsid w:val="00506211"/>
    <w:rsid w:val="005062F4"/>
    <w:rsid w:val="0050635B"/>
    <w:rsid w:val="005063D5"/>
    <w:rsid w:val="005067BE"/>
    <w:rsid w:val="005067CB"/>
    <w:rsid w:val="00506BB4"/>
    <w:rsid w:val="00506C92"/>
    <w:rsid w:val="00507039"/>
    <w:rsid w:val="0050718E"/>
    <w:rsid w:val="005071E6"/>
    <w:rsid w:val="00507385"/>
    <w:rsid w:val="005073E7"/>
    <w:rsid w:val="0050799E"/>
    <w:rsid w:val="00507B39"/>
    <w:rsid w:val="00507BD9"/>
    <w:rsid w:val="00507D3E"/>
    <w:rsid w:val="00507DBF"/>
    <w:rsid w:val="00507FB6"/>
    <w:rsid w:val="005100EB"/>
    <w:rsid w:val="005104B3"/>
    <w:rsid w:val="0051072B"/>
    <w:rsid w:val="005114B8"/>
    <w:rsid w:val="00511561"/>
    <w:rsid w:val="005116FF"/>
    <w:rsid w:val="00511846"/>
    <w:rsid w:val="0051196C"/>
    <w:rsid w:val="00511CDF"/>
    <w:rsid w:val="00511D25"/>
    <w:rsid w:val="00511E5C"/>
    <w:rsid w:val="005120BB"/>
    <w:rsid w:val="00512904"/>
    <w:rsid w:val="00512D8D"/>
    <w:rsid w:val="00513228"/>
    <w:rsid w:val="00513252"/>
    <w:rsid w:val="005135D9"/>
    <w:rsid w:val="00513A58"/>
    <w:rsid w:val="00513D9E"/>
    <w:rsid w:val="00514253"/>
    <w:rsid w:val="00514287"/>
    <w:rsid w:val="0051435C"/>
    <w:rsid w:val="00514372"/>
    <w:rsid w:val="005143F3"/>
    <w:rsid w:val="00514699"/>
    <w:rsid w:val="00514AE5"/>
    <w:rsid w:val="00514B35"/>
    <w:rsid w:val="00514BC5"/>
    <w:rsid w:val="00514C31"/>
    <w:rsid w:val="005150DD"/>
    <w:rsid w:val="00515104"/>
    <w:rsid w:val="00515380"/>
    <w:rsid w:val="00515595"/>
    <w:rsid w:val="00515AFE"/>
    <w:rsid w:val="00515E21"/>
    <w:rsid w:val="005161D4"/>
    <w:rsid w:val="005168AA"/>
    <w:rsid w:val="00516AC3"/>
    <w:rsid w:val="00516AED"/>
    <w:rsid w:val="00516BE4"/>
    <w:rsid w:val="00516D4A"/>
    <w:rsid w:val="00516F1D"/>
    <w:rsid w:val="005171FC"/>
    <w:rsid w:val="00517521"/>
    <w:rsid w:val="005175C9"/>
    <w:rsid w:val="005204B3"/>
    <w:rsid w:val="005208F2"/>
    <w:rsid w:val="00520B9D"/>
    <w:rsid w:val="00520BB6"/>
    <w:rsid w:val="00520BEF"/>
    <w:rsid w:val="00520EA3"/>
    <w:rsid w:val="00520F92"/>
    <w:rsid w:val="00521266"/>
    <w:rsid w:val="005213E6"/>
    <w:rsid w:val="00521517"/>
    <w:rsid w:val="00521575"/>
    <w:rsid w:val="00521781"/>
    <w:rsid w:val="00521BDA"/>
    <w:rsid w:val="00521CBF"/>
    <w:rsid w:val="005222E9"/>
    <w:rsid w:val="005223F7"/>
    <w:rsid w:val="005226F7"/>
    <w:rsid w:val="005226FB"/>
    <w:rsid w:val="00522C6C"/>
    <w:rsid w:val="00522D31"/>
    <w:rsid w:val="0052310C"/>
    <w:rsid w:val="0052324C"/>
    <w:rsid w:val="00523423"/>
    <w:rsid w:val="00523860"/>
    <w:rsid w:val="00523B2A"/>
    <w:rsid w:val="00523BCA"/>
    <w:rsid w:val="00523E22"/>
    <w:rsid w:val="00524043"/>
    <w:rsid w:val="00524200"/>
    <w:rsid w:val="0052440D"/>
    <w:rsid w:val="00524632"/>
    <w:rsid w:val="0052486E"/>
    <w:rsid w:val="00524CBD"/>
    <w:rsid w:val="00524D24"/>
    <w:rsid w:val="00525025"/>
    <w:rsid w:val="00525038"/>
    <w:rsid w:val="00525062"/>
    <w:rsid w:val="0052525F"/>
    <w:rsid w:val="00525405"/>
    <w:rsid w:val="00525780"/>
    <w:rsid w:val="0052590A"/>
    <w:rsid w:val="00525DE3"/>
    <w:rsid w:val="0052614B"/>
    <w:rsid w:val="00526536"/>
    <w:rsid w:val="00526F76"/>
    <w:rsid w:val="0052735B"/>
    <w:rsid w:val="0052740B"/>
    <w:rsid w:val="005277A2"/>
    <w:rsid w:val="00527A52"/>
    <w:rsid w:val="00527D55"/>
    <w:rsid w:val="00530266"/>
    <w:rsid w:val="00530717"/>
    <w:rsid w:val="00531478"/>
    <w:rsid w:val="00531671"/>
    <w:rsid w:val="005319DA"/>
    <w:rsid w:val="00531E5B"/>
    <w:rsid w:val="00532276"/>
    <w:rsid w:val="0053271F"/>
    <w:rsid w:val="005327B5"/>
    <w:rsid w:val="00532872"/>
    <w:rsid w:val="0053288B"/>
    <w:rsid w:val="00532C77"/>
    <w:rsid w:val="005332DD"/>
    <w:rsid w:val="00533349"/>
    <w:rsid w:val="005335B1"/>
    <w:rsid w:val="00533AE5"/>
    <w:rsid w:val="00533BC7"/>
    <w:rsid w:val="00533CB8"/>
    <w:rsid w:val="00533CDF"/>
    <w:rsid w:val="00533E9D"/>
    <w:rsid w:val="0053412E"/>
    <w:rsid w:val="00534299"/>
    <w:rsid w:val="0053469A"/>
    <w:rsid w:val="00534C56"/>
    <w:rsid w:val="00534D4D"/>
    <w:rsid w:val="00534EC4"/>
    <w:rsid w:val="005350F1"/>
    <w:rsid w:val="005353D7"/>
    <w:rsid w:val="00535722"/>
    <w:rsid w:val="00535D94"/>
    <w:rsid w:val="00535FB1"/>
    <w:rsid w:val="0053612E"/>
    <w:rsid w:val="00536602"/>
    <w:rsid w:val="005367F4"/>
    <w:rsid w:val="0053680F"/>
    <w:rsid w:val="005369FF"/>
    <w:rsid w:val="00536A00"/>
    <w:rsid w:val="005370EA"/>
    <w:rsid w:val="00537199"/>
    <w:rsid w:val="005373EF"/>
    <w:rsid w:val="00537A54"/>
    <w:rsid w:val="00537A63"/>
    <w:rsid w:val="005403B8"/>
    <w:rsid w:val="00540491"/>
    <w:rsid w:val="00540620"/>
    <w:rsid w:val="005408F0"/>
    <w:rsid w:val="00540B63"/>
    <w:rsid w:val="00540B82"/>
    <w:rsid w:val="00540B8D"/>
    <w:rsid w:val="0054134C"/>
    <w:rsid w:val="005415A4"/>
    <w:rsid w:val="00541EF7"/>
    <w:rsid w:val="00541F96"/>
    <w:rsid w:val="00541FDE"/>
    <w:rsid w:val="00542221"/>
    <w:rsid w:val="00542B96"/>
    <w:rsid w:val="00542FF0"/>
    <w:rsid w:val="00543B61"/>
    <w:rsid w:val="00543C6F"/>
    <w:rsid w:val="00543D82"/>
    <w:rsid w:val="00543E6A"/>
    <w:rsid w:val="00544228"/>
    <w:rsid w:val="00544C4E"/>
    <w:rsid w:val="00544E72"/>
    <w:rsid w:val="00544FCA"/>
    <w:rsid w:val="0054517C"/>
    <w:rsid w:val="00545548"/>
    <w:rsid w:val="005457D6"/>
    <w:rsid w:val="00545926"/>
    <w:rsid w:val="00545E8F"/>
    <w:rsid w:val="005460D7"/>
    <w:rsid w:val="005460D9"/>
    <w:rsid w:val="005461BE"/>
    <w:rsid w:val="005469D2"/>
    <w:rsid w:val="00546A7A"/>
    <w:rsid w:val="00546B01"/>
    <w:rsid w:val="00546E10"/>
    <w:rsid w:val="00546EF2"/>
    <w:rsid w:val="00546FA6"/>
    <w:rsid w:val="0054744A"/>
    <w:rsid w:val="005474BE"/>
    <w:rsid w:val="00547900"/>
    <w:rsid w:val="00547A35"/>
    <w:rsid w:val="00547AC7"/>
    <w:rsid w:val="00547ACE"/>
    <w:rsid w:val="00550189"/>
    <w:rsid w:val="0055048B"/>
    <w:rsid w:val="0055049F"/>
    <w:rsid w:val="005504AB"/>
    <w:rsid w:val="00550637"/>
    <w:rsid w:val="0055097E"/>
    <w:rsid w:val="00550B1E"/>
    <w:rsid w:val="00550EE8"/>
    <w:rsid w:val="0055119D"/>
    <w:rsid w:val="005511B2"/>
    <w:rsid w:val="00551380"/>
    <w:rsid w:val="0055158D"/>
    <w:rsid w:val="00551725"/>
    <w:rsid w:val="00551DA8"/>
    <w:rsid w:val="00551F1E"/>
    <w:rsid w:val="00551F35"/>
    <w:rsid w:val="00552820"/>
    <w:rsid w:val="0055286B"/>
    <w:rsid w:val="00552C5E"/>
    <w:rsid w:val="00552FCE"/>
    <w:rsid w:val="0055300C"/>
    <w:rsid w:val="00553019"/>
    <w:rsid w:val="005530BD"/>
    <w:rsid w:val="005536D5"/>
    <w:rsid w:val="00553A55"/>
    <w:rsid w:val="00553D84"/>
    <w:rsid w:val="005546A3"/>
    <w:rsid w:val="00554B23"/>
    <w:rsid w:val="00554EA8"/>
    <w:rsid w:val="005556AB"/>
    <w:rsid w:val="00555ACA"/>
    <w:rsid w:val="00555B9A"/>
    <w:rsid w:val="00555D17"/>
    <w:rsid w:val="00555DCE"/>
    <w:rsid w:val="00556317"/>
    <w:rsid w:val="005564E5"/>
    <w:rsid w:val="0055665D"/>
    <w:rsid w:val="0055690E"/>
    <w:rsid w:val="005569D2"/>
    <w:rsid w:val="00556B9F"/>
    <w:rsid w:val="00556C2C"/>
    <w:rsid w:val="00556CBD"/>
    <w:rsid w:val="00556EF2"/>
    <w:rsid w:val="00556FDB"/>
    <w:rsid w:val="00557399"/>
    <w:rsid w:val="00557530"/>
    <w:rsid w:val="0055784C"/>
    <w:rsid w:val="00557872"/>
    <w:rsid w:val="00557B04"/>
    <w:rsid w:val="00557F57"/>
    <w:rsid w:val="00560135"/>
    <w:rsid w:val="00560194"/>
    <w:rsid w:val="00560288"/>
    <w:rsid w:val="005606D3"/>
    <w:rsid w:val="00560860"/>
    <w:rsid w:val="00560899"/>
    <w:rsid w:val="00560AF0"/>
    <w:rsid w:val="00560C8D"/>
    <w:rsid w:val="00560E43"/>
    <w:rsid w:val="0056111B"/>
    <w:rsid w:val="00561226"/>
    <w:rsid w:val="0056169C"/>
    <w:rsid w:val="005618C4"/>
    <w:rsid w:val="005618D9"/>
    <w:rsid w:val="00561928"/>
    <w:rsid w:val="00561B16"/>
    <w:rsid w:val="00561B99"/>
    <w:rsid w:val="00561C3A"/>
    <w:rsid w:val="005620E3"/>
    <w:rsid w:val="005626E9"/>
    <w:rsid w:val="005628F0"/>
    <w:rsid w:val="0056329F"/>
    <w:rsid w:val="005633B9"/>
    <w:rsid w:val="0056347E"/>
    <w:rsid w:val="005637BC"/>
    <w:rsid w:val="00563928"/>
    <w:rsid w:val="00563A39"/>
    <w:rsid w:val="00563D30"/>
    <w:rsid w:val="005641F3"/>
    <w:rsid w:val="0056427C"/>
    <w:rsid w:val="00564343"/>
    <w:rsid w:val="0056458D"/>
    <w:rsid w:val="00564C67"/>
    <w:rsid w:val="00564D20"/>
    <w:rsid w:val="00564D34"/>
    <w:rsid w:val="00564F21"/>
    <w:rsid w:val="00565260"/>
    <w:rsid w:val="005652DD"/>
    <w:rsid w:val="00565851"/>
    <w:rsid w:val="00565E76"/>
    <w:rsid w:val="005663AE"/>
    <w:rsid w:val="00566525"/>
    <w:rsid w:val="0056659C"/>
    <w:rsid w:val="00566A1F"/>
    <w:rsid w:val="00566BBE"/>
    <w:rsid w:val="00566DDE"/>
    <w:rsid w:val="0056722E"/>
    <w:rsid w:val="00567307"/>
    <w:rsid w:val="00567703"/>
    <w:rsid w:val="0056792C"/>
    <w:rsid w:val="00567E5F"/>
    <w:rsid w:val="00567F3C"/>
    <w:rsid w:val="005700CD"/>
    <w:rsid w:val="00570198"/>
    <w:rsid w:val="0057022E"/>
    <w:rsid w:val="005703A0"/>
    <w:rsid w:val="005703D9"/>
    <w:rsid w:val="00570797"/>
    <w:rsid w:val="005708F5"/>
    <w:rsid w:val="005710F5"/>
    <w:rsid w:val="0057116E"/>
    <w:rsid w:val="00571192"/>
    <w:rsid w:val="00571304"/>
    <w:rsid w:val="005714B6"/>
    <w:rsid w:val="005716D0"/>
    <w:rsid w:val="005718E8"/>
    <w:rsid w:val="00571C7E"/>
    <w:rsid w:val="00571C95"/>
    <w:rsid w:val="00571F55"/>
    <w:rsid w:val="005721DA"/>
    <w:rsid w:val="00572549"/>
    <w:rsid w:val="005727AF"/>
    <w:rsid w:val="0057281E"/>
    <w:rsid w:val="00572998"/>
    <w:rsid w:val="00572C14"/>
    <w:rsid w:val="00572D6F"/>
    <w:rsid w:val="00572F0D"/>
    <w:rsid w:val="005730A6"/>
    <w:rsid w:val="0057322B"/>
    <w:rsid w:val="005732E6"/>
    <w:rsid w:val="00573827"/>
    <w:rsid w:val="00573AAE"/>
    <w:rsid w:val="00573C97"/>
    <w:rsid w:val="00574087"/>
    <w:rsid w:val="0057421A"/>
    <w:rsid w:val="00574282"/>
    <w:rsid w:val="00574309"/>
    <w:rsid w:val="0057463F"/>
    <w:rsid w:val="005747F7"/>
    <w:rsid w:val="0057520F"/>
    <w:rsid w:val="005752D8"/>
    <w:rsid w:val="00575341"/>
    <w:rsid w:val="005756D0"/>
    <w:rsid w:val="0057585F"/>
    <w:rsid w:val="00575972"/>
    <w:rsid w:val="005761D8"/>
    <w:rsid w:val="005764D0"/>
    <w:rsid w:val="00576639"/>
    <w:rsid w:val="005767C8"/>
    <w:rsid w:val="00576FF9"/>
    <w:rsid w:val="00577681"/>
    <w:rsid w:val="005777F5"/>
    <w:rsid w:val="00577866"/>
    <w:rsid w:val="005778C8"/>
    <w:rsid w:val="00577998"/>
    <w:rsid w:val="00577A05"/>
    <w:rsid w:val="00577FCD"/>
    <w:rsid w:val="00580814"/>
    <w:rsid w:val="005810D1"/>
    <w:rsid w:val="0058110F"/>
    <w:rsid w:val="005812AB"/>
    <w:rsid w:val="0058138A"/>
    <w:rsid w:val="0058156E"/>
    <w:rsid w:val="00581705"/>
    <w:rsid w:val="005817C6"/>
    <w:rsid w:val="00581840"/>
    <w:rsid w:val="00581CC5"/>
    <w:rsid w:val="00581E5F"/>
    <w:rsid w:val="00581E99"/>
    <w:rsid w:val="00581F88"/>
    <w:rsid w:val="00582E29"/>
    <w:rsid w:val="00582E51"/>
    <w:rsid w:val="00582ECC"/>
    <w:rsid w:val="0058301D"/>
    <w:rsid w:val="0058305C"/>
    <w:rsid w:val="00583181"/>
    <w:rsid w:val="00583663"/>
    <w:rsid w:val="005836A7"/>
    <w:rsid w:val="00583722"/>
    <w:rsid w:val="005837AF"/>
    <w:rsid w:val="005837FE"/>
    <w:rsid w:val="0058382E"/>
    <w:rsid w:val="00583D11"/>
    <w:rsid w:val="00583DAF"/>
    <w:rsid w:val="00583E36"/>
    <w:rsid w:val="00583F19"/>
    <w:rsid w:val="00583FFE"/>
    <w:rsid w:val="005841B9"/>
    <w:rsid w:val="005842F0"/>
    <w:rsid w:val="00584793"/>
    <w:rsid w:val="00584908"/>
    <w:rsid w:val="00584B04"/>
    <w:rsid w:val="00584BBC"/>
    <w:rsid w:val="00584BD1"/>
    <w:rsid w:val="00584D23"/>
    <w:rsid w:val="00584E75"/>
    <w:rsid w:val="00584FF8"/>
    <w:rsid w:val="0058518B"/>
    <w:rsid w:val="0058552D"/>
    <w:rsid w:val="0058554A"/>
    <w:rsid w:val="005857E0"/>
    <w:rsid w:val="0058580D"/>
    <w:rsid w:val="00585B52"/>
    <w:rsid w:val="00585FED"/>
    <w:rsid w:val="0058623D"/>
    <w:rsid w:val="0058626D"/>
    <w:rsid w:val="005862BD"/>
    <w:rsid w:val="00586417"/>
    <w:rsid w:val="00586632"/>
    <w:rsid w:val="00586BBC"/>
    <w:rsid w:val="00587177"/>
    <w:rsid w:val="0058753A"/>
    <w:rsid w:val="0059049C"/>
    <w:rsid w:val="00590A2B"/>
    <w:rsid w:val="00590CA1"/>
    <w:rsid w:val="00590E4E"/>
    <w:rsid w:val="00590EA8"/>
    <w:rsid w:val="00590F76"/>
    <w:rsid w:val="005912B1"/>
    <w:rsid w:val="005915CB"/>
    <w:rsid w:val="005917B1"/>
    <w:rsid w:val="0059193F"/>
    <w:rsid w:val="00591F09"/>
    <w:rsid w:val="005925EE"/>
    <w:rsid w:val="00592659"/>
    <w:rsid w:val="00592AEA"/>
    <w:rsid w:val="00592E0A"/>
    <w:rsid w:val="00592ED8"/>
    <w:rsid w:val="00592EEB"/>
    <w:rsid w:val="00593225"/>
    <w:rsid w:val="00593A29"/>
    <w:rsid w:val="00593A74"/>
    <w:rsid w:val="00593CF2"/>
    <w:rsid w:val="00593F42"/>
    <w:rsid w:val="00593FC5"/>
    <w:rsid w:val="00594125"/>
    <w:rsid w:val="00594698"/>
    <w:rsid w:val="005946A1"/>
    <w:rsid w:val="00594917"/>
    <w:rsid w:val="0059496C"/>
    <w:rsid w:val="00594C3E"/>
    <w:rsid w:val="00594CC6"/>
    <w:rsid w:val="0059505C"/>
    <w:rsid w:val="00595082"/>
    <w:rsid w:val="0059514E"/>
    <w:rsid w:val="005952B7"/>
    <w:rsid w:val="00595313"/>
    <w:rsid w:val="00595444"/>
    <w:rsid w:val="00595851"/>
    <w:rsid w:val="0059593A"/>
    <w:rsid w:val="00595CF7"/>
    <w:rsid w:val="00595D3E"/>
    <w:rsid w:val="00595D64"/>
    <w:rsid w:val="005960EE"/>
    <w:rsid w:val="005961AF"/>
    <w:rsid w:val="005961FA"/>
    <w:rsid w:val="0059624E"/>
    <w:rsid w:val="005963A4"/>
    <w:rsid w:val="00596421"/>
    <w:rsid w:val="00596537"/>
    <w:rsid w:val="005966F4"/>
    <w:rsid w:val="00596A29"/>
    <w:rsid w:val="00596A2B"/>
    <w:rsid w:val="00596CC5"/>
    <w:rsid w:val="00596DBF"/>
    <w:rsid w:val="00596E9A"/>
    <w:rsid w:val="00596F39"/>
    <w:rsid w:val="00597032"/>
    <w:rsid w:val="0059711A"/>
    <w:rsid w:val="00597156"/>
    <w:rsid w:val="0059754B"/>
    <w:rsid w:val="00597798"/>
    <w:rsid w:val="005977AE"/>
    <w:rsid w:val="00597959"/>
    <w:rsid w:val="005979C6"/>
    <w:rsid w:val="00597BAA"/>
    <w:rsid w:val="00597D14"/>
    <w:rsid w:val="00597D2F"/>
    <w:rsid w:val="00597DB5"/>
    <w:rsid w:val="00597E8D"/>
    <w:rsid w:val="00597FC5"/>
    <w:rsid w:val="005A0325"/>
    <w:rsid w:val="005A0505"/>
    <w:rsid w:val="005A0623"/>
    <w:rsid w:val="005A0978"/>
    <w:rsid w:val="005A0ECB"/>
    <w:rsid w:val="005A0EDE"/>
    <w:rsid w:val="005A10D5"/>
    <w:rsid w:val="005A14B0"/>
    <w:rsid w:val="005A16B9"/>
    <w:rsid w:val="005A1701"/>
    <w:rsid w:val="005A1848"/>
    <w:rsid w:val="005A1AF1"/>
    <w:rsid w:val="005A1F1D"/>
    <w:rsid w:val="005A222C"/>
    <w:rsid w:val="005A2C8F"/>
    <w:rsid w:val="005A2D4A"/>
    <w:rsid w:val="005A2D6E"/>
    <w:rsid w:val="005A2E5A"/>
    <w:rsid w:val="005A3140"/>
    <w:rsid w:val="005A31D4"/>
    <w:rsid w:val="005A3363"/>
    <w:rsid w:val="005A3444"/>
    <w:rsid w:val="005A368C"/>
    <w:rsid w:val="005A380D"/>
    <w:rsid w:val="005A3972"/>
    <w:rsid w:val="005A42E6"/>
    <w:rsid w:val="005A45CD"/>
    <w:rsid w:val="005A481E"/>
    <w:rsid w:val="005A4A68"/>
    <w:rsid w:val="005A4B28"/>
    <w:rsid w:val="005A4BE2"/>
    <w:rsid w:val="005A4D01"/>
    <w:rsid w:val="005A4D2C"/>
    <w:rsid w:val="005A50B9"/>
    <w:rsid w:val="005A50CB"/>
    <w:rsid w:val="005A50F8"/>
    <w:rsid w:val="005A5377"/>
    <w:rsid w:val="005A5411"/>
    <w:rsid w:val="005A54B2"/>
    <w:rsid w:val="005A54EA"/>
    <w:rsid w:val="005A5A69"/>
    <w:rsid w:val="005A5AAB"/>
    <w:rsid w:val="005A5BCE"/>
    <w:rsid w:val="005A5DBC"/>
    <w:rsid w:val="005A6203"/>
    <w:rsid w:val="005A6707"/>
    <w:rsid w:val="005A6F16"/>
    <w:rsid w:val="005A7386"/>
    <w:rsid w:val="005A7593"/>
    <w:rsid w:val="005A7680"/>
    <w:rsid w:val="005A7B0F"/>
    <w:rsid w:val="005A7C76"/>
    <w:rsid w:val="005B03BD"/>
    <w:rsid w:val="005B0444"/>
    <w:rsid w:val="005B0599"/>
    <w:rsid w:val="005B0664"/>
    <w:rsid w:val="005B07F4"/>
    <w:rsid w:val="005B0837"/>
    <w:rsid w:val="005B095F"/>
    <w:rsid w:val="005B0A78"/>
    <w:rsid w:val="005B0BB4"/>
    <w:rsid w:val="005B0BF6"/>
    <w:rsid w:val="005B0CB7"/>
    <w:rsid w:val="005B0F81"/>
    <w:rsid w:val="005B111D"/>
    <w:rsid w:val="005B11E9"/>
    <w:rsid w:val="005B146F"/>
    <w:rsid w:val="005B16D3"/>
    <w:rsid w:val="005B181D"/>
    <w:rsid w:val="005B1976"/>
    <w:rsid w:val="005B1B34"/>
    <w:rsid w:val="005B1E21"/>
    <w:rsid w:val="005B1EB8"/>
    <w:rsid w:val="005B25EA"/>
    <w:rsid w:val="005B27E6"/>
    <w:rsid w:val="005B2807"/>
    <w:rsid w:val="005B2BEE"/>
    <w:rsid w:val="005B2CE5"/>
    <w:rsid w:val="005B2DF5"/>
    <w:rsid w:val="005B2E3C"/>
    <w:rsid w:val="005B2EC1"/>
    <w:rsid w:val="005B2FE2"/>
    <w:rsid w:val="005B333A"/>
    <w:rsid w:val="005B36A4"/>
    <w:rsid w:val="005B373D"/>
    <w:rsid w:val="005B3BB0"/>
    <w:rsid w:val="005B4111"/>
    <w:rsid w:val="005B44B7"/>
    <w:rsid w:val="005B4733"/>
    <w:rsid w:val="005B4842"/>
    <w:rsid w:val="005B48AB"/>
    <w:rsid w:val="005B4A73"/>
    <w:rsid w:val="005B4BDD"/>
    <w:rsid w:val="005B4C9C"/>
    <w:rsid w:val="005B4D2D"/>
    <w:rsid w:val="005B4FB5"/>
    <w:rsid w:val="005B54C3"/>
    <w:rsid w:val="005B58AE"/>
    <w:rsid w:val="005B5EC8"/>
    <w:rsid w:val="005B6007"/>
    <w:rsid w:val="005B63DC"/>
    <w:rsid w:val="005B64CD"/>
    <w:rsid w:val="005B686C"/>
    <w:rsid w:val="005B6AAB"/>
    <w:rsid w:val="005B6D60"/>
    <w:rsid w:val="005B6F64"/>
    <w:rsid w:val="005B70FB"/>
    <w:rsid w:val="005B722E"/>
    <w:rsid w:val="005B72D9"/>
    <w:rsid w:val="005B73F5"/>
    <w:rsid w:val="005B7526"/>
    <w:rsid w:val="005B7AA0"/>
    <w:rsid w:val="005B7BD7"/>
    <w:rsid w:val="005C012E"/>
    <w:rsid w:val="005C047C"/>
    <w:rsid w:val="005C04E6"/>
    <w:rsid w:val="005C0A50"/>
    <w:rsid w:val="005C0A99"/>
    <w:rsid w:val="005C0B5D"/>
    <w:rsid w:val="005C0F2E"/>
    <w:rsid w:val="005C123C"/>
    <w:rsid w:val="005C1626"/>
    <w:rsid w:val="005C18B3"/>
    <w:rsid w:val="005C1D53"/>
    <w:rsid w:val="005C1FC8"/>
    <w:rsid w:val="005C1FF4"/>
    <w:rsid w:val="005C21F9"/>
    <w:rsid w:val="005C2309"/>
    <w:rsid w:val="005C24CE"/>
    <w:rsid w:val="005C25DA"/>
    <w:rsid w:val="005C2F05"/>
    <w:rsid w:val="005C2F25"/>
    <w:rsid w:val="005C3413"/>
    <w:rsid w:val="005C3430"/>
    <w:rsid w:val="005C3443"/>
    <w:rsid w:val="005C3EB2"/>
    <w:rsid w:val="005C43FE"/>
    <w:rsid w:val="005C44E2"/>
    <w:rsid w:val="005C4965"/>
    <w:rsid w:val="005C49EE"/>
    <w:rsid w:val="005C4CCC"/>
    <w:rsid w:val="005C4DC5"/>
    <w:rsid w:val="005C4FB1"/>
    <w:rsid w:val="005C529C"/>
    <w:rsid w:val="005C5415"/>
    <w:rsid w:val="005C5B94"/>
    <w:rsid w:val="005C5DF6"/>
    <w:rsid w:val="005C5F22"/>
    <w:rsid w:val="005C5F52"/>
    <w:rsid w:val="005C649C"/>
    <w:rsid w:val="005C66A3"/>
    <w:rsid w:val="005C673F"/>
    <w:rsid w:val="005C67EC"/>
    <w:rsid w:val="005C6EE1"/>
    <w:rsid w:val="005C73E0"/>
    <w:rsid w:val="005C7531"/>
    <w:rsid w:val="005C789B"/>
    <w:rsid w:val="005D0044"/>
    <w:rsid w:val="005D00C4"/>
    <w:rsid w:val="005D0196"/>
    <w:rsid w:val="005D0449"/>
    <w:rsid w:val="005D059E"/>
    <w:rsid w:val="005D0635"/>
    <w:rsid w:val="005D0772"/>
    <w:rsid w:val="005D08A2"/>
    <w:rsid w:val="005D0A9C"/>
    <w:rsid w:val="005D0F53"/>
    <w:rsid w:val="005D0F9A"/>
    <w:rsid w:val="005D1AB0"/>
    <w:rsid w:val="005D1CDA"/>
    <w:rsid w:val="005D1EA0"/>
    <w:rsid w:val="005D218D"/>
    <w:rsid w:val="005D2625"/>
    <w:rsid w:val="005D2969"/>
    <w:rsid w:val="005D2ABC"/>
    <w:rsid w:val="005D2D75"/>
    <w:rsid w:val="005D2F2A"/>
    <w:rsid w:val="005D31E9"/>
    <w:rsid w:val="005D3B48"/>
    <w:rsid w:val="005D4000"/>
    <w:rsid w:val="005D4406"/>
    <w:rsid w:val="005D4661"/>
    <w:rsid w:val="005D4B0A"/>
    <w:rsid w:val="005D5004"/>
    <w:rsid w:val="005D50B3"/>
    <w:rsid w:val="005D511A"/>
    <w:rsid w:val="005D52B7"/>
    <w:rsid w:val="005D57A4"/>
    <w:rsid w:val="005D58B7"/>
    <w:rsid w:val="005D5961"/>
    <w:rsid w:val="005D5A05"/>
    <w:rsid w:val="005D5C01"/>
    <w:rsid w:val="005D5F93"/>
    <w:rsid w:val="005D6099"/>
    <w:rsid w:val="005D6317"/>
    <w:rsid w:val="005D63D6"/>
    <w:rsid w:val="005D6615"/>
    <w:rsid w:val="005D6AA9"/>
    <w:rsid w:val="005D72D6"/>
    <w:rsid w:val="005D73FE"/>
    <w:rsid w:val="005D772E"/>
    <w:rsid w:val="005D7912"/>
    <w:rsid w:val="005D7C96"/>
    <w:rsid w:val="005D7CD3"/>
    <w:rsid w:val="005E0080"/>
    <w:rsid w:val="005E0223"/>
    <w:rsid w:val="005E02AC"/>
    <w:rsid w:val="005E02C8"/>
    <w:rsid w:val="005E0313"/>
    <w:rsid w:val="005E04C4"/>
    <w:rsid w:val="005E06E8"/>
    <w:rsid w:val="005E0750"/>
    <w:rsid w:val="005E0773"/>
    <w:rsid w:val="005E09C8"/>
    <w:rsid w:val="005E0A63"/>
    <w:rsid w:val="005E0F2D"/>
    <w:rsid w:val="005E0F5E"/>
    <w:rsid w:val="005E135F"/>
    <w:rsid w:val="005E1538"/>
    <w:rsid w:val="005E15DB"/>
    <w:rsid w:val="005E1770"/>
    <w:rsid w:val="005E18CA"/>
    <w:rsid w:val="005E1C2B"/>
    <w:rsid w:val="005E1C36"/>
    <w:rsid w:val="005E1E2E"/>
    <w:rsid w:val="005E1E39"/>
    <w:rsid w:val="005E21C7"/>
    <w:rsid w:val="005E23DD"/>
    <w:rsid w:val="005E28D8"/>
    <w:rsid w:val="005E2D89"/>
    <w:rsid w:val="005E3092"/>
    <w:rsid w:val="005E3309"/>
    <w:rsid w:val="005E39B2"/>
    <w:rsid w:val="005E3E76"/>
    <w:rsid w:val="005E3ECA"/>
    <w:rsid w:val="005E4064"/>
    <w:rsid w:val="005E40DA"/>
    <w:rsid w:val="005E4204"/>
    <w:rsid w:val="005E4415"/>
    <w:rsid w:val="005E4426"/>
    <w:rsid w:val="005E44E8"/>
    <w:rsid w:val="005E4943"/>
    <w:rsid w:val="005E4964"/>
    <w:rsid w:val="005E49C2"/>
    <w:rsid w:val="005E4A74"/>
    <w:rsid w:val="005E4B27"/>
    <w:rsid w:val="005E4EB4"/>
    <w:rsid w:val="005E4EC6"/>
    <w:rsid w:val="005E5282"/>
    <w:rsid w:val="005E58E1"/>
    <w:rsid w:val="005E5981"/>
    <w:rsid w:val="005E5A53"/>
    <w:rsid w:val="005E5EC9"/>
    <w:rsid w:val="005E6043"/>
    <w:rsid w:val="005E6A76"/>
    <w:rsid w:val="005E6BC2"/>
    <w:rsid w:val="005E6EF6"/>
    <w:rsid w:val="005E7265"/>
    <w:rsid w:val="005E736A"/>
    <w:rsid w:val="005E744D"/>
    <w:rsid w:val="005E747D"/>
    <w:rsid w:val="005E7856"/>
    <w:rsid w:val="005E78C2"/>
    <w:rsid w:val="005E79A3"/>
    <w:rsid w:val="005E7ADC"/>
    <w:rsid w:val="005E7B14"/>
    <w:rsid w:val="005F0A60"/>
    <w:rsid w:val="005F0C22"/>
    <w:rsid w:val="005F0CCA"/>
    <w:rsid w:val="005F0D48"/>
    <w:rsid w:val="005F0E51"/>
    <w:rsid w:val="005F0E92"/>
    <w:rsid w:val="005F128E"/>
    <w:rsid w:val="005F1583"/>
    <w:rsid w:val="005F1823"/>
    <w:rsid w:val="005F1855"/>
    <w:rsid w:val="005F18A9"/>
    <w:rsid w:val="005F1FB6"/>
    <w:rsid w:val="005F20D3"/>
    <w:rsid w:val="005F2426"/>
    <w:rsid w:val="005F25EB"/>
    <w:rsid w:val="005F29D1"/>
    <w:rsid w:val="005F2C2E"/>
    <w:rsid w:val="005F2EEF"/>
    <w:rsid w:val="005F30F9"/>
    <w:rsid w:val="005F37C5"/>
    <w:rsid w:val="005F3B54"/>
    <w:rsid w:val="005F3BA7"/>
    <w:rsid w:val="005F4000"/>
    <w:rsid w:val="005F4110"/>
    <w:rsid w:val="005F44FD"/>
    <w:rsid w:val="005F460D"/>
    <w:rsid w:val="005F4736"/>
    <w:rsid w:val="005F497A"/>
    <w:rsid w:val="005F4D03"/>
    <w:rsid w:val="005F5227"/>
    <w:rsid w:val="005F52B8"/>
    <w:rsid w:val="005F5419"/>
    <w:rsid w:val="005F58FE"/>
    <w:rsid w:val="005F5F19"/>
    <w:rsid w:val="005F61F1"/>
    <w:rsid w:val="005F628D"/>
    <w:rsid w:val="005F642C"/>
    <w:rsid w:val="005F6483"/>
    <w:rsid w:val="005F64EB"/>
    <w:rsid w:val="005F64F6"/>
    <w:rsid w:val="005F6911"/>
    <w:rsid w:val="005F6B47"/>
    <w:rsid w:val="005F6C36"/>
    <w:rsid w:val="005F6D3D"/>
    <w:rsid w:val="005F703C"/>
    <w:rsid w:val="005F75EF"/>
    <w:rsid w:val="005F79DA"/>
    <w:rsid w:val="005F7BB3"/>
    <w:rsid w:val="005F7DF7"/>
    <w:rsid w:val="005F7EFF"/>
    <w:rsid w:val="00600279"/>
    <w:rsid w:val="0060040D"/>
    <w:rsid w:val="006005E3"/>
    <w:rsid w:val="00600766"/>
    <w:rsid w:val="00600CB8"/>
    <w:rsid w:val="00600CEB"/>
    <w:rsid w:val="00600E2C"/>
    <w:rsid w:val="00600F3F"/>
    <w:rsid w:val="00601086"/>
    <w:rsid w:val="006010B9"/>
    <w:rsid w:val="006011FF"/>
    <w:rsid w:val="006013A4"/>
    <w:rsid w:val="0060164B"/>
    <w:rsid w:val="0060171F"/>
    <w:rsid w:val="006018D4"/>
    <w:rsid w:val="0060194E"/>
    <w:rsid w:val="00601982"/>
    <w:rsid w:val="006019D1"/>
    <w:rsid w:val="00601ABE"/>
    <w:rsid w:val="00601E2A"/>
    <w:rsid w:val="00601ED1"/>
    <w:rsid w:val="00602222"/>
    <w:rsid w:val="00602342"/>
    <w:rsid w:val="00602464"/>
    <w:rsid w:val="0060266A"/>
    <w:rsid w:val="00602D97"/>
    <w:rsid w:val="00602FC6"/>
    <w:rsid w:val="00603315"/>
    <w:rsid w:val="006037C2"/>
    <w:rsid w:val="00603BEE"/>
    <w:rsid w:val="00603E38"/>
    <w:rsid w:val="006040B6"/>
    <w:rsid w:val="006041A7"/>
    <w:rsid w:val="0060420B"/>
    <w:rsid w:val="006043AA"/>
    <w:rsid w:val="00604837"/>
    <w:rsid w:val="00604C5D"/>
    <w:rsid w:val="006050E5"/>
    <w:rsid w:val="0060520C"/>
    <w:rsid w:val="006053A6"/>
    <w:rsid w:val="00605674"/>
    <w:rsid w:val="006058DD"/>
    <w:rsid w:val="00605BC9"/>
    <w:rsid w:val="00605EF6"/>
    <w:rsid w:val="00606182"/>
    <w:rsid w:val="0060662F"/>
    <w:rsid w:val="00606852"/>
    <w:rsid w:val="00606B6E"/>
    <w:rsid w:val="00607107"/>
    <w:rsid w:val="00607699"/>
    <w:rsid w:val="006076BA"/>
    <w:rsid w:val="00607BFE"/>
    <w:rsid w:val="00607D12"/>
    <w:rsid w:val="00610417"/>
    <w:rsid w:val="006104B2"/>
    <w:rsid w:val="006104B7"/>
    <w:rsid w:val="00610609"/>
    <w:rsid w:val="0061077C"/>
    <w:rsid w:val="006109BF"/>
    <w:rsid w:val="00610A03"/>
    <w:rsid w:val="00610E64"/>
    <w:rsid w:val="00610F7C"/>
    <w:rsid w:val="006111C6"/>
    <w:rsid w:val="006116A5"/>
    <w:rsid w:val="0061173F"/>
    <w:rsid w:val="00611C8B"/>
    <w:rsid w:val="00611E17"/>
    <w:rsid w:val="00611F79"/>
    <w:rsid w:val="00612027"/>
    <w:rsid w:val="00612045"/>
    <w:rsid w:val="006121A3"/>
    <w:rsid w:val="0061264B"/>
    <w:rsid w:val="006126B3"/>
    <w:rsid w:val="00612B23"/>
    <w:rsid w:val="006131CD"/>
    <w:rsid w:val="00613442"/>
    <w:rsid w:val="006135C2"/>
    <w:rsid w:val="00613670"/>
    <w:rsid w:val="00613826"/>
    <w:rsid w:val="006138F7"/>
    <w:rsid w:val="0061394D"/>
    <w:rsid w:val="00613AFD"/>
    <w:rsid w:val="00613C63"/>
    <w:rsid w:val="00613FFA"/>
    <w:rsid w:val="00614080"/>
    <w:rsid w:val="006140FB"/>
    <w:rsid w:val="00614104"/>
    <w:rsid w:val="00614982"/>
    <w:rsid w:val="00614A93"/>
    <w:rsid w:val="00614BF5"/>
    <w:rsid w:val="00614C02"/>
    <w:rsid w:val="00614D10"/>
    <w:rsid w:val="0061500A"/>
    <w:rsid w:val="006155A7"/>
    <w:rsid w:val="0061564A"/>
    <w:rsid w:val="00615712"/>
    <w:rsid w:val="00615775"/>
    <w:rsid w:val="00615B0D"/>
    <w:rsid w:val="00615E48"/>
    <w:rsid w:val="00615F42"/>
    <w:rsid w:val="00616070"/>
    <w:rsid w:val="00616303"/>
    <w:rsid w:val="006168C6"/>
    <w:rsid w:val="006179D4"/>
    <w:rsid w:val="00620198"/>
    <w:rsid w:val="00620463"/>
    <w:rsid w:val="00620B96"/>
    <w:rsid w:val="00620D3B"/>
    <w:rsid w:val="00620EC1"/>
    <w:rsid w:val="00620F03"/>
    <w:rsid w:val="00621446"/>
    <w:rsid w:val="0062158E"/>
    <w:rsid w:val="0062181F"/>
    <w:rsid w:val="00621AC3"/>
    <w:rsid w:val="00621E53"/>
    <w:rsid w:val="00622061"/>
    <w:rsid w:val="00622339"/>
    <w:rsid w:val="0062236F"/>
    <w:rsid w:val="00622A1F"/>
    <w:rsid w:val="00622B8B"/>
    <w:rsid w:val="00622C21"/>
    <w:rsid w:val="0062301A"/>
    <w:rsid w:val="0062314E"/>
    <w:rsid w:val="006235F0"/>
    <w:rsid w:val="0062360F"/>
    <w:rsid w:val="00623BED"/>
    <w:rsid w:val="006246B3"/>
    <w:rsid w:val="0062470A"/>
    <w:rsid w:val="00624812"/>
    <w:rsid w:val="00624932"/>
    <w:rsid w:val="00624CB1"/>
    <w:rsid w:val="00624F8E"/>
    <w:rsid w:val="00625032"/>
    <w:rsid w:val="0062524C"/>
    <w:rsid w:val="006252B0"/>
    <w:rsid w:val="0062544F"/>
    <w:rsid w:val="006258F5"/>
    <w:rsid w:val="00625B5F"/>
    <w:rsid w:val="00625C6F"/>
    <w:rsid w:val="00625EB1"/>
    <w:rsid w:val="00625F95"/>
    <w:rsid w:val="00626088"/>
    <w:rsid w:val="00626745"/>
    <w:rsid w:val="006267AC"/>
    <w:rsid w:val="00626B35"/>
    <w:rsid w:val="00627019"/>
    <w:rsid w:val="00627184"/>
    <w:rsid w:val="0062742D"/>
    <w:rsid w:val="0062746A"/>
    <w:rsid w:val="006276B0"/>
    <w:rsid w:val="00627D64"/>
    <w:rsid w:val="00627E16"/>
    <w:rsid w:val="00627FF7"/>
    <w:rsid w:val="0063000F"/>
    <w:rsid w:val="00630010"/>
    <w:rsid w:val="006304C0"/>
    <w:rsid w:val="00630639"/>
    <w:rsid w:val="00630675"/>
    <w:rsid w:val="006306B4"/>
    <w:rsid w:val="00630A50"/>
    <w:rsid w:val="00630B33"/>
    <w:rsid w:val="00630CB1"/>
    <w:rsid w:val="00630DF7"/>
    <w:rsid w:val="00630ECC"/>
    <w:rsid w:val="0063105A"/>
    <w:rsid w:val="006312FC"/>
    <w:rsid w:val="0063148B"/>
    <w:rsid w:val="006316B3"/>
    <w:rsid w:val="0063179C"/>
    <w:rsid w:val="00631861"/>
    <w:rsid w:val="006318AF"/>
    <w:rsid w:val="006320AB"/>
    <w:rsid w:val="006320FC"/>
    <w:rsid w:val="00632358"/>
    <w:rsid w:val="0063244F"/>
    <w:rsid w:val="00632645"/>
    <w:rsid w:val="00632818"/>
    <w:rsid w:val="0063299B"/>
    <w:rsid w:val="00632A69"/>
    <w:rsid w:val="00632ADC"/>
    <w:rsid w:val="00632B99"/>
    <w:rsid w:val="00632D78"/>
    <w:rsid w:val="00632E84"/>
    <w:rsid w:val="0063334F"/>
    <w:rsid w:val="006334E1"/>
    <w:rsid w:val="00633744"/>
    <w:rsid w:val="00633A5F"/>
    <w:rsid w:val="006343B8"/>
    <w:rsid w:val="00634943"/>
    <w:rsid w:val="00634A89"/>
    <w:rsid w:val="00634DB7"/>
    <w:rsid w:val="00634E34"/>
    <w:rsid w:val="00634E48"/>
    <w:rsid w:val="00634F52"/>
    <w:rsid w:val="00634FFE"/>
    <w:rsid w:val="0063509C"/>
    <w:rsid w:val="00635531"/>
    <w:rsid w:val="00635923"/>
    <w:rsid w:val="00635958"/>
    <w:rsid w:val="00635CFC"/>
    <w:rsid w:val="00636511"/>
    <w:rsid w:val="0063698E"/>
    <w:rsid w:val="00636BC1"/>
    <w:rsid w:val="00636F16"/>
    <w:rsid w:val="00637007"/>
    <w:rsid w:val="006374E8"/>
    <w:rsid w:val="00637780"/>
    <w:rsid w:val="0063789F"/>
    <w:rsid w:val="00637A60"/>
    <w:rsid w:val="00637D19"/>
    <w:rsid w:val="00637FB0"/>
    <w:rsid w:val="006402CC"/>
    <w:rsid w:val="00640358"/>
    <w:rsid w:val="0064051A"/>
    <w:rsid w:val="00640569"/>
    <w:rsid w:val="006407AC"/>
    <w:rsid w:val="00640B18"/>
    <w:rsid w:val="00640C2C"/>
    <w:rsid w:val="00640E90"/>
    <w:rsid w:val="00640EBD"/>
    <w:rsid w:val="00640F9A"/>
    <w:rsid w:val="00641125"/>
    <w:rsid w:val="00641135"/>
    <w:rsid w:val="00641224"/>
    <w:rsid w:val="00641637"/>
    <w:rsid w:val="00641705"/>
    <w:rsid w:val="006417DA"/>
    <w:rsid w:val="00641ED2"/>
    <w:rsid w:val="00641F13"/>
    <w:rsid w:val="00642436"/>
    <w:rsid w:val="00642790"/>
    <w:rsid w:val="0064293E"/>
    <w:rsid w:val="006429DC"/>
    <w:rsid w:val="00642AA0"/>
    <w:rsid w:val="006430B4"/>
    <w:rsid w:val="0064328E"/>
    <w:rsid w:val="006433EB"/>
    <w:rsid w:val="00643892"/>
    <w:rsid w:val="00643F60"/>
    <w:rsid w:val="006442BE"/>
    <w:rsid w:val="006443A2"/>
    <w:rsid w:val="006445CC"/>
    <w:rsid w:val="006445FB"/>
    <w:rsid w:val="0064466E"/>
    <w:rsid w:val="0064475F"/>
    <w:rsid w:val="006447BB"/>
    <w:rsid w:val="006447E1"/>
    <w:rsid w:val="006448B7"/>
    <w:rsid w:val="00644A2D"/>
    <w:rsid w:val="00644BA2"/>
    <w:rsid w:val="00644C6E"/>
    <w:rsid w:val="00644C8B"/>
    <w:rsid w:val="00644ECD"/>
    <w:rsid w:val="00645156"/>
    <w:rsid w:val="0064540A"/>
    <w:rsid w:val="0064575B"/>
    <w:rsid w:val="00645AA9"/>
    <w:rsid w:val="00645B28"/>
    <w:rsid w:val="006460AA"/>
    <w:rsid w:val="00646CD0"/>
    <w:rsid w:val="00646EBA"/>
    <w:rsid w:val="0064721F"/>
    <w:rsid w:val="0064762D"/>
    <w:rsid w:val="006477DB"/>
    <w:rsid w:val="00647B83"/>
    <w:rsid w:val="00647D84"/>
    <w:rsid w:val="00647F21"/>
    <w:rsid w:val="00647FA7"/>
    <w:rsid w:val="006500F4"/>
    <w:rsid w:val="006501B7"/>
    <w:rsid w:val="00650651"/>
    <w:rsid w:val="0065077C"/>
    <w:rsid w:val="00650783"/>
    <w:rsid w:val="00650A9B"/>
    <w:rsid w:val="00650E47"/>
    <w:rsid w:val="00650E68"/>
    <w:rsid w:val="00650EA4"/>
    <w:rsid w:val="00650F80"/>
    <w:rsid w:val="00651003"/>
    <w:rsid w:val="0065112F"/>
    <w:rsid w:val="006514C9"/>
    <w:rsid w:val="0065171D"/>
    <w:rsid w:val="0065175E"/>
    <w:rsid w:val="00651771"/>
    <w:rsid w:val="00651858"/>
    <w:rsid w:val="00651B7A"/>
    <w:rsid w:val="00651FD6"/>
    <w:rsid w:val="00652173"/>
    <w:rsid w:val="006524DA"/>
    <w:rsid w:val="006528C9"/>
    <w:rsid w:val="00652A8F"/>
    <w:rsid w:val="00652C4F"/>
    <w:rsid w:val="00652D89"/>
    <w:rsid w:val="00652D8B"/>
    <w:rsid w:val="00652F93"/>
    <w:rsid w:val="00653281"/>
    <w:rsid w:val="0065394C"/>
    <w:rsid w:val="00653F5F"/>
    <w:rsid w:val="006544FD"/>
    <w:rsid w:val="006547F5"/>
    <w:rsid w:val="006548E6"/>
    <w:rsid w:val="006552DD"/>
    <w:rsid w:val="00655436"/>
    <w:rsid w:val="00655522"/>
    <w:rsid w:val="00655A48"/>
    <w:rsid w:val="006560D9"/>
    <w:rsid w:val="00656154"/>
    <w:rsid w:val="0065645E"/>
    <w:rsid w:val="006564AF"/>
    <w:rsid w:val="0065654F"/>
    <w:rsid w:val="0065665B"/>
    <w:rsid w:val="00656765"/>
    <w:rsid w:val="00656A0E"/>
    <w:rsid w:val="00656AE1"/>
    <w:rsid w:val="00656D93"/>
    <w:rsid w:val="00657336"/>
    <w:rsid w:val="006574AD"/>
    <w:rsid w:val="006579F7"/>
    <w:rsid w:val="00657D7C"/>
    <w:rsid w:val="00657EA2"/>
    <w:rsid w:val="00657FC4"/>
    <w:rsid w:val="006601E3"/>
    <w:rsid w:val="00660472"/>
    <w:rsid w:val="0066063C"/>
    <w:rsid w:val="00660684"/>
    <w:rsid w:val="0066069C"/>
    <w:rsid w:val="006610A4"/>
    <w:rsid w:val="006613CB"/>
    <w:rsid w:val="006613EC"/>
    <w:rsid w:val="006618D6"/>
    <w:rsid w:val="006619C1"/>
    <w:rsid w:val="00661E85"/>
    <w:rsid w:val="00661EF6"/>
    <w:rsid w:val="00662043"/>
    <w:rsid w:val="006620E8"/>
    <w:rsid w:val="006622AE"/>
    <w:rsid w:val="006623CC"/>
    <w:rsid w:val="00662423"/>
    <w:rsid w:val="00662524"/>
    <w:rsid w:val="006626D2"/>
    <w:rsid w:val="00662774"/>
    <w:rsid w:val="00662C7C"/>
    <w:rsid w:val="00662F7A"/>
    <w:rsid w:val="0066335A"/>
    <w:rsid w:val="006637CE"/>
    <w:rsid w:val="006640F9"/>
    <w:rsid w:val="006646DC"/>
    <w:rsid w:val="00664A92"/>
    <w:rsid w:val="00664AC1"/>
    <w:rsid w:val="00664B24"/>
    <w:rsid w:val="00664C2D"/>
    <w:rsid w:val="00664E99"/>
    <w:rsid w:val="0066512F"/>
    <w:rsid w:val="006652D0"/>
    <w:rsid w:val="006655C0"/>
    <w:rsid w:val="00665817"/>
    <w:rsid w:val="00665878"/>
    <w:rsid w:val="006664C5"/>
    <w:rsid w:val="00666578"/>
    <w:rsid w:val="006667F8"/>
    <w:rsid w:val="006669B4"/>
    <w:rsid w:val="00666CA7"/>
    <w:rsid w:val="006676BA"/>
    <w:rsid w:val="0066795D"/>
    <w:rsid w:val="00667B0D"/>
    <w:rsid w:val="00667BA7"/>
    <w:rsid w:val="006701A6"/>
    <w:rsid w:val="0067055E"/>
    <w:rsid w:val="006706F0"/>
    <w:rsid w:val="0067084D"/>
    <w:rsid w:val="006709C7"/>
    <w:rsid w:val="006709CA"/>
    <w:rsid w:val="00670A9E"/>
    <w:rsid w:val="00670B00"/>
    <w:rsid w:val="00670F4C"/>
    <w:rsid w:val="00670F8B"/>
    <w:rsid w:val="006711E2"/>
    <w:rsid w:val="006711EA"/>
    <w:rsid w:val="00671748"/>
    <w:rsid w:val="0067178C"/>
    <w:rsid w:val="006717E2"/>
    <w:rsid w:val="006718EE"/>
    <w:rsid w:val="00671A79"/>
    <w:rsid w:val="00671B42"/>
    <w:rsid w:val="00671CD2"/>
    <w:rsid w:val="006722CE"/>
    <w:rsid w:val="00672420"/>
    <w:rsid w:val="0067251A"/>
    <w:rsid w:val="006726E2"/>
    <w:rsid w:val="00672D3E"/>
    <w:rsid w:val="00672D40"/>
    <w:rsid w:val="00673141"/>
    <w:rsid w:val="0067394C"/>
    <w:rsid w:val="00673AAB"/>
    <w:rsid w:val="00673C50"/>
    <w:rsid w:val="00673F36"/>
    <w:rsid w:val="0067436E"/>
    <w:rsid w:val="00674979"/>
    <w:rsid w:val="00674A8D"/>
    <w:rsid w:val="00674D5B"/>
    <w:rsid w:val="00674E1B"/>
    <w:rsid w:val="00674F01"/>
    <w:rsid w:val="006751E5"/>
    <w:rsid w:val="0067532C"/>
    <w:rsid w:val="006758B0"/>
    <w:rsid w:val="006761F9"/>
    <w:rsid w:val="006769A7"/>
    <w:rsid w:val="00676A7F"/>
    <w:rsid w:val="00676AED"/>
    <w:rsid w:val="00676E8F"/>
    <w:rsid w:val="00676EF6"/>
    <w:rsid w:val="00676FCF"/>
    <w:rsid w:val="00677112"/>
    <w:rsid w:val="00677288"/>
    <w:rsid w:val="006773CE"/>
    <w:rsid w:val="00677472"/>
    <w:rsid w:val="006777FA"/>
    <w:rsid w:val="00677856"/>
    <w:rsid w:val="00677B3C"/>
    <w:rsid w:val="00677B7C"/>
    <w:rsid w:val="00677C86"/>
    <w:rsid w:val="00677CB9"/>
    <w:rsid w:val="00677E00"/>
    <w:rsid w:val="006800C3"/>
    <w:rsid w:val="0068012D"/>
    <w:rsid w:val="00680292"/>
    <w:rsid w:val="006805AD"/>
    <w:rsid w:val="00680623"/>
    <w:rsid w:val="0068068C"/>
    <w:rsid w:val="006808ED"/>
    <w:rsid w:val="006809F5"/>
    <w:rsid w:val="00680A8A"/>
    <w:rsid w:val="00680B84"/>
    <w:rsid w:val="00680E41"/>
    <w:rsid w:val="006812C0"/>
    <w:rsid w:val="006817C0"/>
    <w:rsid w:val="00681B8F"/>
    <w:rsid w:val="00681D02"/>
    <w:rsid w:val="00681D98"/>
    <w:rsid w:val="006821C2"/>
    <w:rsid w:val="00682882"/>
    <w:rsid w:val="00682A66"/>
    <w:rsid w:val="00682EA7"/>
    <w:rsid w:val="00683070"/>
    <w:rsid w:val="006834ED"/>
    <w:rsid w:val="0068350F"/>
    <w:rsid w:val="00683570"/>
    <w:rsid w:val="00683607"/>
    <w:rsid w:val="00684A96"/>
    <w:rsid w:val="00684D17"/>
    <w:rsid w:val="00684E60"/>
    <w:rsid w:val="006851D4"/>
    <w:rsid w:val="006851F8"/>
    <w:rsid w:val="00685335"/>
    <w:rsid w:val="006858A6"/>
    <w:rsid w:val="0068597E"/>
    <w:rsid w:val="00685AF0"/>
    <w:rsid w:val="00685F1C"/>
    <w:rsid w:val="00686145"/>
    <w:rsid w:val="0068628E"/>
    <w:rsid w:val="00686396"/>
    <w:rsid w:val="006863BD"/>
    <w:rsid w:val="006864E6"/>
    <w:rsid w:val="006869BD"/>
    <w:rsid w:val="00686D1F"/>
    <w:rsid w:val="00686E91"/>
    <w:rsid w:val="00686EC5"/>
    <w:rsid w:val="00687126"/>
    <w:rsid w:val="00687420"/>
    <w:rsid w:val="006874BC"/>
    <w:rsid w:val="00687504"/>
    <w:rsid w:val="00687652"/>
    <w:rsid w:val="0068770D"/>
    <w:rsid w:val="00687710"/>
    <w:rsid w:val="0068793B"/>
    <w:rsid w:val="0068799B"/>
    <w:rsid w:val="00687A20"/>
    <w:rsid w:val="00687AC0"/>
    <w:rsid w:val="00687F90"/>
    <w:rsid w:val="006902B9"/>
    <w:rsid w:val="006903C0"/>
    <w:rsid w:val="006906B3"/>
    <w:rsid w:val="00690C25"/>
    <w:rsid w:val="00690F5C"/>
    <w:rsid w:val="00691176"/>
    <w:rsid w:val="006915F7"/>
    <w:rsid w:val="00691655"/>
    <w:rsid w:val="00691ACC"/>
    <w:rsid w:val="00691C40"/>
    <w:rsid w:val="006923FD"/>
    <w:rsid w:val="00692749"/>
    <w:rsid w:val="006929AA"/>
    <w:rsid w:val="00692A62"/>
    <w:rsid w:val="00692AB4"/>
    <w:rsid w:val="00692D2A"/>
    <w:rsid w:val="00692E9E"/>
    <w:rsid w:val="00693775"/>
    <w:rsid w:val="0069380E"/>
    <w:rsid w:val="006938CC"/>
    <w:rsid w:val="006939A6"/>
    <w:rsid w:val="00693EF4"/>
    <w:rsid w:val="006942C4"/>
    <w:rsid w:val="00694B47"/>
    <w:rsid w:val="00694D40"/>
    <w:rsid w:val="0069531D"/>
    <w:rsid w:val="00695418"/>
    <w:rsid w:val="0069627A"/>
    <w:rsid w:val="0069629C"/>
    <w:rsid w:val="00696662"/>
    <w:rsid w:val="006966F3"/>
    <w:rsid w:val="00696F16"/>
    <w:rsid w:val="0069730C"/>
    <w:rsid w:val="00697573"/>
    <w:rsid w:val="00697628"/>
    <w:rsid w:val="006976D5"/>
    <w:rsid w:val="006976DB"/>
    <w:rsid w:val="006976E3"/>
    <w:rsid w:val="00697728"/>
    <w:rsid w:val="006977F4"/>
    <w:rsid w:val="00697DDC"/>
    <w:rsid w:val="006A00CC"/>
    <w:rsid w:val="006A014F"/>
    <w:rsid w:val="006A0368"/>
    <w:rsid w:val="006A0D13"/>
    <w:rsid w:val="006A1079"/>
    <w:rsid w:val="006A147A"/>
    <w:rsid w:val="006A1489"/>
    <w:rsid w:val="006A1AA7"/>
    <w:rsid w:val="006A1AA8"/>
    <w:rsid w:val="006A1AE5"/>
    <w:rsid w:val="006A1B09"/>
    <w:rsid w:val="006A1DDD"/>
    <w:rsid w:val="006A1F2F"/>
    <w:rsid w:val="006A2141"/>
    <w:rsid w:val="006A2559"/>
    <w:rsid w:val="006A27D7"/>
    <w:rsid w:val="006A2A96"/>
    <w:rsid w:val="006A2BC6"/>
    <w:rsid w:val="006A2CEE"/>
    <w:rsid w:val="006A30A4"/>
    <w:rsid w:val="006A35AF"/>
    <w:rsid w:val="006A3773"/>
    <w:rsid w:val="006A40FC"/>
    <w:rsid w:val="006A41E7"/>
    <w:rsid w:val="006A43AD"/>
    <w:rsid w:val="006A444D"/>
    <w:rsid w:val="006A4462"/>
    <w:rsid w:val="006A45E2"/>
    <w:rsid w:val="006A4763"/>
    <w:rsid w:val="006A48B7"/>
    <w:rsid w:val="006A495E"/>
    <w:rsid w:val="006A4A5C"/>
    <w:rsid w:val="006A4C69"/>
    <w:rsid w:val="006A503F"/>
    <w:rsid w:val="006A514F"/>
    <w:rsid w:val="006A53DB"/>
    <w:rsid w:val="006A55C9"/>
    <w:rsid w:val="006A5667"/>
    <w:rsid w:val="006A5690"/>
    <w:rsid w:val="006A581E"/>
    <w:rsid w:val="006A58D5"/>
    <w:rsid w:val="006A5A7D"/>
    <w:rsid w:val="006A5D1F"/>
    <w:rsid w:val="006A619C"/>
    <w:rsid w:val="006A62CE"/>
    <w:rsid w:val="006A6C4D"/>
    <w:rsid w:val="006A6E2B"/>
    <w:rsid w:val="006A7937"/>
    <w:rsid w:val="006B0150"/>
    <w:rsid w:val="006B0197"/>
    <w:rsid w:val="006B0E00"/>
    <w:rsid w:val="006B1061"/>
    <w:rsid w:val="006B11BF"/>
    <w:rsid w:val="006B1323"/>
    <w:rsid w:val="006B1605"/>
    <w:rsid w:val="006B16ED"/>
    <w:rsid w:val="006B188A"/>
    <w:rsid w:val="006B188D"/>
    <w:rsid w:val="006B1ACA"/>
    <w:rsid w:val="006B1B08"/>
    <w:rsid w:val="006B1B4A"/>
    <w:rsid w:val="006B1D80"/>
    <w:rsid w:val="006B1F75"/>
    <w:rsid w:val="006B2189"/>
    <w:rsid w:val="006B2258"/>
    <w:rsid w:val="006B2A72"/>
    <w:rsid w:val="006B2E0F"/>
    <w:rsid w:val="006B3048"/>
    <w:rsid w:val="006B3101"/>
    <w:rsid w:val="006B3978"/>
    <w:rsid w:val="006B3D30"/>
    <w:rsid w:val="006B3D46"/>
    <w:rsid w:val="006B3F7A"/>
    <w:rsid w:val="006B3FA5"/>
    <w:rsid w:val="006B40F4"/>
    <w:rsid w:val="006B4617"/>
    <w:rsid w:val="006B475A"/>
    <w:rsid w:val="006B4A1F"/>
    <w:rsid w:val="006B4A74"/>
    <w:rsid w:val="006B4F00"/>
    <w:rsid w:val="006B5242"/>
    <w:rsid w:val="006B5260"/>
    <w:rsid w:val="006B53DC"/>
    <w:rsid w:val="006B55A9"/>
    <w:rsid w:val="006B5720"/>
    <w:rsid w:val="006B5B6C"/>
    <w:rsid w:val="006B5C19"/>
    <w:rsid w:val="006B5EBC"/>
    <w:rsid w:val="006B631F"/>
    <w:rsid w:val="006B635C"/>
    <w:rsid w:val="006B6605"/>
    <w:rsid w:val="006B6932"/>
    <w:rsid w:val="006B6D3D"/>
    <w:rsid w:val="006B7029"/>
    <w:rsid w:val="006B72A2"/>
    <w:rsid w:val="006B7342"/>
    <w:rsid w:val="006B767B"/>
    <w:rsid w:val="006B769E"/>
    <w:rsid w:val="006B7B1C"/>
    <w:rsid w:val="006B7C7C"/>
    <w:rsid w:val="006B7F9D"/>
    <w:rsid w:val="006C01C4"/>
    <w:rsid w:val="006C0294"/>
    <w:rsid w:val="006C03C5"/>
    <w:rsid w:val="006C04BD"/>
    <w:rsid w:val="006C0512"/>
    <w:rsid w:val="006C05CC"/>
    <w:rsid w:val="006C0A49"/>
    <w:rsid w:val="006C0A74"/>
    <w:rsid w:val="006C0C9B"/>
    <w:rsid w:val="006C0E6F"/>
    <w:rsid w:val="006C1E4E"/>
    <w:rsid w:val="006C1EBF"/>
    <w:rsid w:val="006C217B"/>
    <w:rsid w:val="006C254E"/>
    <w:rsid w:val="006C2823"/>
    <w:rsid w:val="006C28D9"/>
    <w:rsid w:val="006C2923"/>
    <w:rsid w:val="006C312B"/>
    <w:rsid w:val="006C358C"/>
    <w:rsid w:val="006C3828"/>
    <w:rsid w:val="006C3859"/>
    <w:rsid w:val="006C3960"/>
    <w:rsid w:val="006C3ACD"/>
    <w:rsid w:val="006C3DD9"/>
    <w:rsid w:val="006C4194"/>
    <w:rsid w:val="006C43F0"/>
    <w:rsid w:val="006C446F"/>
    <w:rsid w:val="006C47FC"/>
    <w:rsid w:val="006C48B7"/>
    <w:rsid w:val="006C4CF0"/>
    <w:rsid w:val="006C4D85"/>
    <w:rsid w:val="006C4EFB"/>
    <w:rsid w:val="006C4F52"/>
    <w:rsid w:val="006C55B4"/>
    <w:rsid w:val="006C5E7A"/>
    <w:rsid w:val="006C6129"/>
    <w:rsid w:val="006C62CC"/>
    <w:rsid w:val="006C632D"/>
    <w:rsid w:val="006C6386"/>
    <w:rsid w:val="006C65ED"/>
    <w:rsid w:val="006C672F"/>
    <w:rsid w:val="006C6A2D"/>
    <w:rsid w:val="006C6C44"/>
    <w:rsid w:val="006C6D4C"/>
    <w:rsid w:val="006C6D8A"/>
    <w:rsid w:val="006C6E25"/>
    <w:rsid w:val="006C6E81"/>
    <w:rsid w:val="006C7089"/>
    <w:rsid w:val="006C70F3"/>
    <w:rsid w:val="006C7833"/>
    <w:rsid w:val="006D07BD"/>
    <w:rsid w:val="006D0A1B"/>
    <w:rsid w:val="006D0AD3"/>
    <w:rsid w:val="006D0BB3"/>
    <w:rsid w:val="006D0BE5"/>
    <w:rsid w:val="006D0C63"/>
    <w:rsid w:val="006D114D"/>
    <w:rsid w:val="006D13B7"/>
    <w:rsid w:val="006D1843"/>
    <w:rsid w:val="006D1A7D"/>
    <w:rsid w:val="006D1B14"/>
    <w:rsid w:val="006D1D3A"/>
    <w:rsid w:val="006D1D6A"/>
    <w:rsid w:val="006D1F32"/>
    <w:rsid w:val="006D2164"/>
    <w:rsid w:val="006D2419"/>
    <w:rsid w:val="006D243D"/>
    <w:rsid w:val="006D258B"/>
    <w:rsid w:val="006D2735"/>
    <w:rsid w:val="006D2875"/>
    <w:rsid w:val="006D2973"/>
    <w:rsid w:val="006D2BBE"/>
    <w:rsid w:val="006D3399"/>
    <w:rsid w:val="006D33E6"/>
    <w:rsid w:val="006D3F26"/>
    <w:rsid w:val="006D4305"/>
    <w:rsid w:val="006D448B"/>
    <w:rsid w:val="006D44F2"/>
    <w:rsid w:val="006D499C"/>
    <w:rsid w:val="006D4B53"/>
    <w:rsid w:val="006D4E4F"/>
    <w:rsid w:val="006D534E"/>
    <w:rsid w:val="006D5623"/>
    <w:rsid w:val="006D5656"/>
    <w:rsid w:val="006D63A6"/>
    <w:rsid w:val="006D64C6"/>
    <w:rsid w:val="006D666E"/>
    <w:rsid w:val="006D669C"/>
    <w:rsid w:val="006D6895"/>
    <w:rsid w:val="006D6ADC"/>
    <w:rsid w:val="006D6BD1"/>
    <w:rsid w:val="006D6C4A"/>
    <w:rsid w:val="006D70EE"/>
    <w:rsid w:val="006D7350"/>
    <w:rsid w:val="006D73B4"/>
    <w:rsid w:val="006D75B6"/>
    <w:rsid w:val="006D7733"/>
    <w:rsid w:val="006D78F2"/>
    <w:rsid w:val="006D7CA0"/>
    <w:rsid w:val="006E0188"/>
    <w:rsid w:val="006E05AC"/>
    <w:rsid w:val="006E0868"/>
    <w:rsid w:val="006E0933"/>
    <w:rsid w:val="006E0DAA"/>
    <w:rsid w:val="006E0E5E"/>
    <w:rsid w:val="006E0FB9"/>
    <w:rsid w:val="006E1055"/>
    <w:rsid w:val="006E1791"/>
    <w:rsid w:val="006E1834"/>
    <w:rsid w:val="006E186B"/>
    <w:rsid w:val="006E1881"/>
    <w:rsid w:val="006E1CB5"/>
    <w:rsid w:val="006E1CCC"/>
    <w:rsid w:val="006E2094"/>
    <w:rsid w:val="006E20F9"/>
    <w:rsid w:val="006E272D"/>
    <w:rsid w:val="006E2EF3"/>
    <w:rsid w:val="006E3178"/>
    <w:rsid w:val="006E354E"/>
    <w:rsid w:val="006E3670"/>
    <w:rsid w:val="006E3843"/>
    <w:rsid w:val="006E3899"/>
    <w:rsid w:val="006E3BED"/>
    <w:rsid w:val="006E3CC8"/>
    <w:rsid w:val="006E3CEB"/>
    <w:rsid w:val="006E3F4A"/>
    <w:rsid w:val="006E4067"/>
    <w:rsid w:val="006E422C"/>
    <w:rsid w:val="006E4302"/>
    <w:rsid w:val="006E466A"/>
    <w:rsid w:val="006E47D2"/>
    <w:rsid w:val="006E47D8"/>
    <w:rsid w:val="006E480D"/>
    <w:rsid w:val="006E4923"/>
    <w:rsid w:val="006E50FE"/>
    <w:rsid w:val="006E567B"/>
    <w:rsid w:val="006E5979"/>
    <w:rsid w:val="006E5E51"/>
    <w:rsid w:val="006E5F3A"/>
    <w:rsid w:val="006E6469"/>
    <w:rsid w:val="006E6522"/>
    <w:rsid w:val="006E6732"/>
    <w:rsid w:val="006E69EF"/>
    <w:rsid w:val="006E6AA7"/>
    <w:rsid w:val="006E6BAC"/>
    <w:rsid w:val="006E6BB7"/>
    <w:rsid w:val="006E6D56"/>
    <w:rsid w:val="006E740C"/>
    <w:rsid w:val="006E744A"/>
    <w:rsid w:val="006E7696"/>
    <w:rsid w:val="006E773E"/>
    <w:rsid w:val="006E77F6"/>
    <w:rsid w:val="006E7ADB"/>
    <w:rsid w:val="006E7ADF"/>
    <w:rsid w:val="006E7D42"/>
    <w:rsid w:val="006E7D68"/>
    <w:rsid w:val="006F0022"/>
    <w:rsid w:val="006F015B"/>
    <w:rsid w:val="006F076D"/>
    <w:rsid w:val="006F08F7"/>
    <w:rsid w:val="006F0A88"/>
    <w:rsid w:val="006F0B89"/>
    <w:rsid w:val="006F0FEF"/>
    <w:rsid w:val="006F117D"/>
    <w:rsid w:val="006F1294"/>
    <w:rsid w:val="006F1597"/>
    <w:rsid w:val="006F15ED"/>
    <w:rsid w:val="006F1A29"/>
    <w:rsid w:val="006F1EBC"/>
    <w:rsid w:val="006F2128"/>
    <w:rsid w:val="006F219D"/>
    <w:rsid w:val="006F221E"/>
    <w:rsid w:val="006F23C3"/>
    <w:rsid w:val="006F2958"/>
    <w:rsid w:val="006F2CCB"/>
    <w:rsid w:val="006F2D7D"/>
    <w:rsid w:val="006F2E89"/>
    <w:rsid w:val="006F3119"/>
    <w:rsid w:val="006F321B"/>
    <w:rsid w:val="006F34BB"/>
    <w:rsid w:val="006F35CE"/>
    <w:rsid w:val="006F376B"/>
    <w:rsid w:val="006F3F23"/>
    <w:rsid w:val="006F4857"/>
    <w:rsid w:val="006F4FEE"/>
    <w:rsid w:val="006F5040"/>
    <w:rsid w:val="006F5103"/>
    <w:rsid w:val="006F5142"/>
    <w:rsid w:val="006F53B1"/>
    <w:rsid w:val="006F54D3"/>
    <w:rsid w:val="006F574E"/>
    <w:rsid w:val="006F5885"/>
    <w:rsid w:val="006F5A36"/>
    <w:rsid w:val="006F6100"/>
    <w:rsid w:val="006F613F"/>
    <w:rsid w:val="006F62D8"/>
    <w:rsid w:val="006F63D1"/>
    <w:rsid w:val="006F63E9"/>
    <w:rsid w:val="006F6448"/>
    <w:rsid w:val="006F654E"/>
    <w:rsid w:val="006F66F5"/>
    <w:rsid w:val="006F682D"/>
    <w:rsid w:val="006F69E9"/>
    <w:rsid w:val="006F6AFE"/>
    <w:rsid w:val="006F6C02"/>
    <w:rsid w:val="006F6C8F"/>
    <w:rsid w:val="006F6DD0"/>
    <w:rsid w:val="006F6F85"/>
    <w:rsid w:val="006F72F6"/>
    <w:rsid w:val="006F730C"/>
    <w:rsid w:val="006F74A0"/>
    <w:rsid w:val="006F7996"/>
    <w:rsid w:val="006F7A0C"/>
    <w:rsid w:val="006F7A8C"/>
    <w:rsid w:val="006F7B92"/>
    <w:rsid w:val="006F7BC8"/>
    <w:rsid w:val="00700694"/>
    <w:rsid w:val="00700994"/>
    <w:rsid w:val="007009F4"/>
    <w:rsid w:val="00700D8C"/>
    <w:rsid w:val="00701306"/>
    <w:rsid w:val="007013BF"/>
    <w:rsid w:val="007019D8"/>
    <w:rsid w:val="00702080"/>
    <w:rsid w:val="00702307"/>
    <w:rsid w:val="00702865"/>
    <w:rsid w:val="00702EE1"/>
    <w:rsid w:val="00702F5E"/>
    <w:rsid w:val="00703998"/>
    <w:rsid w:val="00703BF8"/>
    <w:rsid w:val="00703DB4"/>
    <w:rsid w:val="00704071"/>
    <w:rsid w:val="007041A9"/>
    <w:rsid w:val="00704211"/>
    <w:rsid w:val="00704267"/>
    <w:rsid w:val="007044B1"/>
    <w:rsid w:val="00704840"/>
    <w:rsid w:val="00704A71"/>
    <w:rsid w:val="00704AD5"/>
    <w:rsid w:val="00704B0D"/>
    <w:rsid w:val="00704D65"/>
    <w:rsid w:val="00704ECF"/>
    <w:rsid w:val="00705397"/>
    <w:rsid w:val="00705839"/>
    <w:rsid w:val="00705CA8"/>
    <w:rsid w:val="00705CAA"/>
    <w:rsid w:val="00705D33"/>
    <w:rsid w:val="00705FA3"/>
    <w:rsid w:val="00705FC4"/>
    <w:rsid w:val="007060BF"/>
    <w:rsid w:val="00706374"/>
    <w:rsid w:val="00706462"/>
    <w:rsid w:val="00706976"/>
    <w:rsid w:val="00706B76"/>
    <w:rsid w:val="00706B77"/>
    <w:rsid w:val="0070701A"/>
    <w:rsid w:val="00707205"/>
    <w:rsid w:val="0070734E"/>
    <w:rsid w:val="0070754B"/>
    <w:rsid w:val="007079C1"/>
    <w:rsid w:val="00707AAE"/>
    <w:rsid w:val="00707B57"/>
    <w:rsid w:val="00707C19"/>
    <w:rsid w:val="007100EF"/>
    <w:rsid w:val="00710104"/>
    <w:rsid w:val="00710255"/>
    <w:rsid w:val="007105EC"/>
    <w:rsid w:val="00710D18"/>
    <w:rsid w:val="00710DA3"/>
    <w:rsid w:val="00710DD0"/>
    <w:rsid w:val="00710E07"/>
    <w:rsid w:val="00710E78"/>
    <w:rsid w:val="007111BF"/>
    <w:rsid w:val="00711311"/>
    <w:rsid w:val="007113B9"/>
    <w:rsid w:val="00711647"/>
    <w:rsid w:val="0071167F"/>
    <w:rsid w:val="00711755"/>
    <w:rsid w:val="007117C5"/>
    <w:rsid w:val="00711839"/>
    <w:rsid w:val="007118A0"/>
    <w:rsid w:val="00711901"/>
    <w:rsid w:val="00711BED"/>
    <w:rsid w:val="00711F8A"/>
    <w:rsid w:val="00711FEF"/>
    <w:rsid w:val="00712207"/>
    <w:rsid w:val="00712510"/>
    <w:rsid w:val="007126A7"/>
    <w:rsid w:val="00712769"/>
    <w:rsid w:val="00712898"/>
    <w:rsid w:val="00712A0D"/>
    <w:rsid w:val="00712D00"/>
    <w:rsid w:val="00712E01"/>
    <w:rsid w:val="00712E09"/>
    <w:rsid w:val="00712F76"/>
    <w:rsid w:val="0071316E"/>
    <w:rsid w:val="0071331A"/>
    <w:rsid w:val="0071335A"/>
    <w:rsid w:val="0071372C"/>
    <w:rsid w:val="0071376E"/>
    <w:rsid w:val="0071380B"/>
    <w:rsid w:val="00713931"/>
    <w:rsid w:val="00713C6F"/>
    <w:rsid w:val="00713D48"/>
    <w:rsid w:val="00713F2D"/>
    <w:rsid w:val="00713FB8"/>
    <w:rsid w:val="00713FCE"/>
    <w:rsid w:val="00714199"/>
    <w:rsid w:val="007146C1"/>
    <w:rsid w:val="00714798"/>
    <w:rsid w:val="0071495F"/>
    <w:rsid w:val="00714A0E"/>
    <w:rsid w:val="0071528A"/>
    <w:rsid w:val="007153D8"/>
    <w:rsid w:val="00715677"/>
    <w:rsid w:val="00715843"/>
    <w:rsid w:val="007158E2"/>
    <w:rsid w:val="00715983"/>
    <w:rsid w:val="007159F5"/>
    <w:rsid w:val="00715A82"/>
    <w:rsid w:val="00715B63"/>
    <w:rsid w:val="00715D7F"/>
    <w:rsid w:val="00715D82"/>
    <w:rsid w:val="00715F5F"/>
    <w:rsid w:val="00716049"/>
    <w:rsid w:val="007164CE"/>
    <w:rsid w:val="00716A4F"/>
    <w:rsid w:val="00716E97"/>
    <w:rsid w:val="00717145"/>
    <w:rsid w:val="00717451"/>
    <w:rsid w:val="0071780B"/>
    <w:rsid w:val="00717A10"/>
    <w:rsid w:val="00717E5D"/>
    <w:rsid w:val="007201EF"/>
    <w:rsid w:val="00720301"/>
    <w:rsid w:val="00720A77"/>
    <w:rsid w:val="00720C02"/>
    <w:rsid w:val="00720CA3"/>
    <w:rsid w:val="0072106D"/>
    <w:rsid w:val="007211CA"/>
    <w:rsid w:val="00721242"/>
    <w:rsid w:val="00721591"/>
    <w:rsid w:val="007217E4"/>
    <w:rsid w:val="00721804"/>
    <w:rsid w:val="00721DAA"/>
    <w:rsid w:val="00721F19"/>
    <w:rsid w:val="00722011"/>
    <w:rsid w:val="00722091"/>
    <w:rsid w:val="007225C5"/>
    <w:rsid w:val="007227A0"/>
    <w:rsid w:val="00722814"/>
    <w:rsid w:val="00722F20"/>
    <w:rsid w:val="00723071"/>
    <w:rsid w:val="007235F6"/>
    <w:rsid w:val="00723709"/>
    <w:rsid w:val="007237A7"/>
    <w:rsid w:val="00723829"/>
    <w:rsid w:val="007239ED"/>
    <w:rsid w:val="00723CA1"/>
    <w:rsid w:val="00723D00"/>
    <w:rsid w:val="0072439A"/>
    <w:rsid w:val="0072448C"/>
    <w:rsid w:val="007245BD"/>
    <w:rsid w:val="00724672"/>
    <w:rsid w:val="007246C0"/>
    <w:rsid w:val="00724C33"/>
    <w:rsid w:val="00724D33"/>
    <w:rsid w:val="00724D7D"/>
    <w:rsid w:val="00724EC6"/>
    <w:rsid w:val="00725016"/>
    <w:rsid w:val="00725210"/>
    <w:rsid w:val="00725770"/>
    <w:rsid w:val="00725D7A"/>
    <w:rsid w:val="0072617E"/>
    <w:rsid w:val="00726222"/>
    <w:rsid w:val="00726580"/>
    <w:rsid w:val="0072665C"/>
    <w:rsid w:val="00726857"/>
    <w:rsid w:val="00726EE5"/>
    <w:rsid w:val="007272B9"/>
    <w:rsid w:val="007276E2"/>
    <w:rsid w:val="007279CD"/>
    <w:rsid w:val="00727D97"/>
    <w:rsid w:val="00727FAE"/>
    <w:rsid w:val="00727FC7"/>
    <w:rsid w:val="00730152"/>
    <w:rsid w:val="00730649"/>
    <w:rsid w:val="007306A2"/>
    <w:rsid w:val="00730A18"/>
    <w:rsid w:val="00730FEB"/>
    <w:rsid w:val="0073111E"/>
    <w:rsid w:val="00731241"/>
    <w:rsid w:val="0073124F"/>
    <w:rsid w:val="0073127E"/>
    <w:rsid w:val="0073158E"/>
    <w:rsid w:val="0073188A"/>
    <w:rsid w:val="007318FD"/>
    <w:rsid w:val="00731984"/>
    <w:rsid w:val="00731BEB"/>
    <w:rsid w:val="00731D61"/>
    <w:rsid w:val="00731E81"/>
    <w:rsid w:val="007321BC"/>
    <w:rsid w:val="007323B9"/>
    <w:rsid w:val="0073248A"/>
    <w:rsid w:val="007325F8"/>
    <w:rsid w:val="00732C75"/>
    <w:rsid w:val="00732FAA"/>
    <w:rsid w:val="00733170"/>
    <w:rsid w:val="007331FD"/>
    <w:rsid w:val="007334ED"/>
    <w:rsid w:val="00733535"/>
    <w:rsid w:val="0073369C"/>
    <w:rsid w:val="007337E9"/>
    <w:rsid w:val="00733BBF"/>
    <w:rsid w:val="00733C0B"/>
    <w:rsid w:val="007341E3"/>
    <w:rsid w:val="007342E1"/>
    <w:rsid w:val="0073435F"/>
    <w:rsid w:val="0073444B"/>
    <w:rsid w:val="00734668"/>
    <w:rsid w:val="007348D1"/>
    <w:rsid w:val="00734921"/>
    <w:rsid w:val="00734DA8"/>
    <w:rsid w:val="00734EA9"/>
    <w:rsid w:val="00735007"/>
    <w:rsid w:val="00735067"/>
    <w:rsid w:val="00735083"/>
    <w:rsid w:val="00735176"/>
    <w:rsid w:val="0073528B"/>
    <w:rsid w:val="00735888"/>
    <w:rsid w:val="00735A5F"/>
    <w:rsid w:val="00735F51"/>
    <w:rsid w:val="00735F55"/>
    <w:rsid w:val="00735FAF"/>
    <w:rsid w:val="00736256"/>
    <w:rsid w:val="00736908"/>
    <w:rsid w:val="00736B7A"/>
    <w:rsid w:val="00736EF4"/>
    <w:rsid w:val="0073749E"/>
    <w:rsid w:val="00737708"/>
    <w:rsid w:val="00737978"/>
    <w:rsid w:val="00737EAF"/>
    <w:rsid w:val="00740169"/>
    <w:rsid w:val="00740443"/>
    <w:rsid w:val="00740541"/>
    <w:rsid w:val="007405B7"/>
    <w:rsid w:val="0074065E"/>
    <w:rsid w:val="0074078E"/>
    <w:rsid w:val="007407F0"/>
    <w:rsid w:val="00740A27"/>
    <w:rsid w:val="0074103D"/>
    <w:rsid w:val="00741404"/>
    <w:rsid w:val="0074149D"/>
    <w:rsid w:val="00741526"/>
    <w:rsid w:val="00741763"/>
    <w:rsid w:val="0074185B"/>
    <w:rsid w:val="007419B6"/>
    <w:rsid w:val="00741A65"/>
    <w:rsid w:val="00741B4D"/>
    <w:rsid w:val="00741FFA"/>
    <w:rsid w:val="00742288"/>
    <w:rsid w:val="00742344"/>
    <w:rsid w:val="00742755"/>
    <w:rsid w:val="00742B75"/>
    <w:rsid w:val="00742C03"/>
    <w:rsid w:val="00742DAE"/>
    <w:rsid w:val="00742E19"/>
    <w:rsid w:val="00742F0D"/>
    <w:rsid w:val="0074349D"/>
    <w:rsid w:val="007434B3"/>
    <w:rsid w:val="007435C5"/>
    <w:rsid w:val="00743775"/>
    <w:rsid w:val="0074384A"/>
    <w:rsid w:val="0074389E"/>
    <w:rsid w:val="0074399A"/>
    <w:rsid w:val="00743CCA"/>
    <w:rsid w:val="00743F87"/>
    <w:rsid w:val="007443D3"/>
    <w:rsid w:val="007449C7"/>
    <w:rsid w:val="007454F1"/>
    <w:rsid w:val="007456A9"/>
    <w:rsid w:val="007457CF"/>
    <w:rsid w:val="0074584E"/>
    <w:rsid w:val="00745B75"/>
    <w:rsid w:val="00745C01"/>
    <w:rsid w:val="00745D11"/>
    <w:rsid w:val="00745E5D"/>
    <w:rsid w:val="007460B0"/>
    <w:rsid w:val="007460BE"/>
    <w:rsid w:val="007460D9"/>
    <w:rsid w:val="0074616C"/>
    <w:rsid w:val="00746320"/>
    <w:rsid w:val="00746619"/>
    <w:rsid w:val="00746EAA"/>
    <w:rsid w:val="00746F44"/>
    <w:rsid w:val="00747180"/>
    <w:rsid w:val="00747246"/>
    <w:rsid w:val="0074742A"/>
    <w:rsid w:val="007475FF"/>
    <w:rsid w:val="0074789B"/>
    <w:rsid w:val="00747950"/>
    <w:rsid w:val="00747AFE"/>
    <w:rsid w:val="00747F68"/>
    <w:rsid w:val="00747FF4"/>
    <w:rsid w:val="00750693"/>
    <w:rsid w:val="00750818"/>
    <w:rsid w:val="00750D41"/>
    <w:rsid w:val="00750F2C"/>
    <w:rsid w:val="00751066"/>
    <w:rsid w:val="00751330"/>
    <w:rsid w:val="007513D9"/>
    <w:rsid w:val="007516D9"/>
    <w:rsid w:val="00751CD9"/>
    <w:rsid w:val="00751DB5"/>
    <w:rsid w:val="00752303"/>
    <w:rsid w:val="0075232A"/>
    <w:rsid w:val="00752591"/>
    <w:rsid w:val="00752958"/>
    <w:rsid w:val="00752A0F"/>
    <w:rsid w:val="00752A5A"/>
    <w:rsid w:val="00752B03"/>
    <w:rsid w:val="00752C77"/>
    <w:rsid w:val="00752EC1"/>
    <w:rsid w:val="00752F4D"/>
    <w:rsid w:val="00752F60"/>
    <w:rsid w:val="0075342C"/>
    <w:rsid w:val="007534A1"/>
    <w:rsid w:val="00753626"/>
    <w:rsid w:val="0075381D"/>
    <w:rsid w:val="007538D7"/>
    <w:rsid w:val="00753972"/>
    <w:rsid w:val="00753AE1"/>
    <w:rsid w:val="00753AE6"/>
    <w:rsid w:val="00753E3F"/>
    <w:rsid w:val="00754E04"/>
    <w:rsid w:val="00754EBA"/>
    <w:rsid w:val="00755271"/>
    <w:rsid w:val="007552D3"/>
    <w:rsid w:val="007552EF"/>
    <w:rsid w:val="00755577"/>
    <w:rsid w:val="0075569D"/>
    <w:rsid w:val="00755742"/>
    <w:rsid w:val="007558C6"/>
    <w:rsid w:val="00755E61"/>
    <w:rsid w:val="007562C5"/>
    <w:rsid w:val="00756561"/>
    <w:rsid w:val="0075687F"/>
    <w:rsid w:val="00756A23"/>
    <w:rsid w:val="00756D44"/>
    <w:rsid w:val="00756E29"/>
    <w:rsid w:val="007571C2"/>
    <w:rsid w:val="007575BD"/>
    <w:rsid w:val="00757841"/>
    <w:rsid w:val="00757F5E"/>
    <w:rsid w:val="00760077"/>
    <w:rsid w:val="007602E8"/>
    <w:rsid w:val="0076053F"/>
    <w:rsid w:val="007605FF"/>
    <w:rsid w:val="00760936"/>
    <w:rsid w:val="0076098E"/>
    <w:rsid w:val="00760CF8"/>
    <w:rsid w:val="00760E57"/>
    <w:rsid w:val="00760FFC"/>
    <w:rsid w:val="0076136F"/>
    <w:rsid w:val="00761886"/>
    <w:rsid w:val="00761D94"/>
    <w:rsid w:val="007620C3"/>
    <w:rsid w:val="00762238"/>
    <w:rsid w:val="0076252C"/>
    <w:rsid w:val="007626EF"/>
    <w:rsid w:val="00762792"/>
    <w:rsid w:val="007627E9"/>
    <w:rsid w:val="00762935"/>
    <w:rsid w:val="00762A3A"/>
    <w:rsid w:val="00762CD6"/>
    <w:rsid w:val="0076313B"/>
    <w:rsid w:val="007631D1"/>
    <w:rsid w:val="007637A9"/>
    <w:rsid w:val="007637DF"/>
    <w:rsid w:val="007639D5"/>
    <w:rsid w:val="00763AAD"/>
    <w:rsid w:val="00763D54"/>
    <w:rsid w:val="00763D61"/>
    <w:rsid w:val="007641DE"/>
    <w:rsid w:val="007642FD"/>
    <w:rsid w:val="00764559"/>
    <w:rsid w:val="007647A9"/>
    <w:rsid w:val="0076485F"/>
    <w:rsid w:val="0076494B"/>
    <w:rsid w:val="00764A26"/>
    <w:rsid w:val="00764B39"/>
    <w:rsid w:val="00764C5E"/>
    <w:rsid w:val="00764D07"/>
    <w:rsid w:val="00765140"/>
    <w:rsid w:val="007651FB"/>
    <w:rsid w:val="007656F5"/>
    <w:rsid w:val="00765B02"/>
    <w:rsid w:val="00765B52"/>
    <w:rsid w:val="00765E5D"/>
    <w:rsid w:val="007661A1"/>
    <w:rsid w:val="0076698D"/>
    <w:rsid w:val="00766A37"/>
    <w:rsid w:val="00766EF4"/>
    <w:rsid w:val="007670B8"/>
    <w:rsid w:val="0076718C"/>
    <w:rsid w:val="0076753A"/>
    <w:rsid w:val="00767689"/>
    <w:rsid w:val="00767896"/>
    <w:rsid w:val="00767976"/>
    <w:rsid w:val="00767A8F"/>
    <w:rsid w:val="00767B11"/>
    <w:rsid w:val="00767C3A"/>
    <w:rsid w:val="00767F19"/>
    <w:rsid w:val="00767F51"/>
    <w:rsid w:val="0077016B"/>
    <w:rsid w:val="00770371"/>
    <w:rsid w:val="0077049D"/>
    <w:rsid w:val="0077060D"/>
    <w:rsid w:val="007707D2"/>
    <w:rsid w:val="00770E05"/>
    <w:rsid w:val="007711E5"/>
    <w:rsid w:val="00771833"/>
    <w:rsid w:val="007718E5"/>
    <w:rsid w:val="0077191E"/>
    <w:rsid w:val="00771F65"/>
    <w:rsid w:val="00771F74"/>
    <w:rsid w:val="00772057"/>
    <w:rsid w:val="00772186"/>
    <w:rsid w:val="007721C8"/>
    <w:rsid w:val="007722E7"/>
    <w:rsid w:val="00772B6D"/>
    <w:rsid w:val="00772CBF"/>
    <w:rsid w:val="00772DFD"/>
    <w:rsid w:val="00772E7F"/>
    <w:rsid w:val="00773211"/>
    <w:rsid w:val="007737C0"/>
    <w:rsid w:val="0077386D"/>
    <w:rsid w:val="007738EF"/>
    <w:rsid w:val="00773F74"/>
    <w:rsid w:val="00773F77"/>
    <w:rsid w:val="00773FB9"/>
    <w:rsid w:val="0077407A"/>
    <w:rsid w:val="007741A5"/>
    <w:rsid w:val="007741EF"/>
    <w:rsid w:val="0077489E"/>
    <w:rsid w:val="00774A84"/>
    <w:rsid w:val="00774E07"/>
    <w:rsid w:val="00775066"/>
    <w:rsid w:val="00775362"/>
    <w:rsid w:val="0077560E"/>
    <w:rsid w:val="00775AB7"/>
    <w:rsid w:val="00775B5E"/>
    <w:rsid w:val="00775E5D"/>
    <w:rsid w:val="007760DA"/>
    <w:rsid w:val="00776118"/>
    <w:rsid w:val="007761FC"/>
    <w:rsid w:val="0077621C"/>
    <w:rsid w:val="00776333"/>
    <w:rsid w:val="00776341"/>
    <w:rsid w:val="0077645D"/>
    <w:rsid w:val="007765BD"/>
    <w:rsid w:val="00776782"/>
    <w:rsid w:val="0077692E"/>
    <w:rsid w:val="00776B23"/>
    <w:rsid w:val="00776D42"/>
    <w:rsid w:val="007770FC"/>
    <w:rsid w:val="0077736A"/>
    <w:rsid w:val="007779F6"/>
    <w:rsid w:val="00777B9C"/>
    <w:rsid w:val="00777CE2"/>
    <w:rsid w:val="00777E37"/>
    <w:rsid w:val="0078024B"/>
    <w:rsid w:val="00780773"/>
    <w:rsid w:val="00780870"/>
    <w:rsid w:val="00780A7E"/>
    <w:rsid w:val="00780A8A"/>
    <w:rsid w:val="00780BD4"/>
    <w:rsid w:val="00780BED"/>
    <w:rsid w:val="00780C76"/>
    <w:rsid w:val="00781152"/>
    <w:rsid w:val="007811C0"/>
    <w:rsid w:val="00781666"/>
    <w:rsid w:val="0078172B"/>
    <w:rsid w:val="00781745"/>
    <w:rsid w:val="00781A45"/>
    <w:rsid w:val="00781ACA"/>
    <w:rsid w:val="00781AD1"/>
    <w:rsid w:val="007820D4"/>
    <w:rsid w:val="007823DF"/>
    <w:rsid w:val="007827C1"/>
    <w:rsid w:val="00782FB9"/>
    <w:rsid w:val="007831A9"/>
    <w:rsid w:val="007832D7"/>
    <w:rsid w:val="007832DF"/>
    <w:rsid w:val="007834D0"/>
    <w:rsid w:val="0078354D"/>
    <w:rsid w:val="0078364C"/>
    <w:rsid w:val="007837A9"/>
    <w:rsid w:val="00783848"/>
    <w:rsid w:val="00783CD8"/>
    <w:rsid w:val="00783D25"/>
    <w:rsid w:val="00783D73"/>
    <w:rsid w:val="00783E76"/>
    <w:rsid w:val="00783E7A"/>
    <w:rsid w:val="00783F72"/>
    <w:rsid w:val="00783FE3"/>
    <w:rsid w:val="00783FE5"/>
    <w:rsid w:val="00784019"/>
    <w:rsid w:val="00784479"/>
    <w:rsid w:val="0078487E"/>
    <w:rsid w:val="00784981"/>
    <w:rsid w:val="00784DA0"/>
    <w:rsid w:val="0078515C"/>
    <w:rsid w:val="007853B9"/>
    <w:rsid w:val="007853D6"/>
    <w:rsid w:val="007854A3"/>
    <w:rsid w:val="00785533"/>
    <w:rsid w:val="007856C0"/>
    <w:rsid w:val="007858A7"/>
    <w:rsid w:val="00785A36"/>
    <w:rsid w:val="00785A3F"/>
    <w:rsid w:val="00785B01"/>
    <w:rsid w:val="00785C29"/>
    <w:rsid w:val="00785CF2"/>
    <w:rsid w:val="0078626A"/>
    <w:rsid w:val="007862C5"/>
    <w:rsid w:val="0078635C"/>
    <w:rsid w:val="00786448"/>
    <w:rsid w:val="0078696A"/>
    <w:rsid w:val="00786BFE"/>
    <w:rsid w:val="00786F64"/>
    <w:rsid w:val="00787085"/>
    <w:rsid w:val="00787173"/>
    <w:rsid w:val="0078729F"/>
    <w:rsid w:val="007873D9"/>
    <w:rsid w:val="00787580"/>
    <w:rsid w:val="007875A1"/>
    <w:rsid w:val="007876CC"/>
    <w:rsid w:val="007877BC"/>
    <w:rsid w:val="007878BA"/>
    <w:rsid w:val="0078790A"/>
    <w:rsid w:val="00787F67"/>
    <w:rsid w:val="00790060"/>
    <w:rsid w:val="00790303"/>
    <w:rsid w:val="00790CBA"/>
    <w:rsid w:val="0079153D"/>
    <w:rsid w:val="00791634"/>
    <w:rsid w:val="00791D74"/>
    <w:rsid w:val="00792057"/>
    <w:rsid w:val="007921C1"/>
    <w:rsid w:val="00792285"/>
    <w:rsid w:val="00792DCB"/>
    <w:rsid w:val="00792F41"/>
    <w:rsid w:val="007930DB"/>
    <w:rsid w:val="007932C2"/>
    <w:rsid w:val="0079365A"/>
    <w:rsid w:val="007937AF"/>
    <w:rsid w:val="00793951"/>
    <w:rsid w:val="00793AAA"/>
    <w:rsid w:val="00793AF6"/>
    <w:rsid w:val="00793B39"/>
    <w:rsid w:val="00793BF8"/>
    <w:rsid w:val="00793FA5"/>
    <w:rsid w:val="0079417F"/>
    <w:rsid w:val="007941D0"/>
    <w:rsid w:val="007943AE"/>
    <w:rsid w:val="00794507"/>
    <w:rsid w:val="007947C6"/>
    <w:rsid w:val="00795201"/>
    <w:rsid w:val="0079597A"/>
    <w:rsid w:val="00795987"/>
    <w:rsid w:val="00795D46"/>
    <w:rsid w:val="00795F80"/>
    <w:rsid w:val="0079601B"/>
    <w:rsid w:val="00796167"/>
    <w:rsid w:val="007961A1"/>
    <w:rsid w:val="00796407"/>
    <w:rsid w:val="00796997"/>
    <w:rsid w:val="007969AD"/>
    <w:rsid w:val="00796AC2"/>
    <w:rsid w:val="00796C6D"/>
    <w:rsid w:val="00796CB0"/>
    <w:rsid w:val="00796CEF"/>
    <w:rsid w:val="00796D44"/>
    <w:rsid w:val="00797001"/>
    <w:rsid w:val="00797179"/>
    <w:rsid w:val="0079722F"/>
    <w:rsid w:val="00797741"/>
    <w:rsid w:val="00797EA5"/>
    <w:rsid w:val="00797F4B"/>
    <w:rsid w:val="007A00DB"/>
    <w:rsid w:val="007A0144"/>
    <w:rsid w:val="007A07A6"/>
    <w:rsid w:val="007A0884"/>
    <w:rsid w:val="007A10D7"/>
    <w:rsid w:val="007A1313"/>
    <w:rsid w:val="007A169D"/>
    <w:rsid w:val="007A1BF8"/>
    <w:rsid w:val="007A2286"/>
    <w:rsid w:val="007A2358"/>
    <w:rsid w:val="007A2485"/>
    <w:rsid w:val="007A24AC"/>
    <w:rsid w:val="007A24EC"/>
    <w:rsid w:val="007A26E5"/>
    <w:rsid w:val="007A2D46"/>
    <w:rsid w:val="007A2E7E"/>
    <w:rsid w:val="007A2F07"/>
    <w:rsid w:val="007A31C7"/>
    <w:rsid w:val="007A3380"/>
    <w:rsid w:val="007A3691"/>
    <w:rsid w:val="007A385D"/>
    <w:rsid w:val="007A3950"/>
    <w:rsid w:val="007A3A03"/>
    <w:rsid w:val="007A3C76"/>
    <w:rsid w:val="007A3D24"/>
    <w:rsid w:val="007A41E5"/>
    <w:rsid w:val="007A4278"/>
    <w:rsid w:val="007A4461"/>
    <w:rsid w:val="007A4537"/>
    <w:rsid w:val="007A45E7"/>
    <w:rsid w:val="007A46AD"/>
    <w:rsid w:val="007A471D"/>
    <w:rsid w:val="007A4AE3"/>
    <w:rsid w:val="007A4B23"/>
    <w:rsid w:val="007A4D2C"/>
    <w:rsid w:val="007A4E6F"/>
    <w:rsid w:val="007A4EFF"/>
    <w:rsid w:val="007A51A7"/>
    <w:rsid w:val="007A540A"/>
    <w:rsid w:val="007A541B"/>
    <w:rsid w:val="007A5C27"/>
    <w:rsid w:val="007A5DFD"/>
    <w:rsid w:val="007A5FAB"/>
    <w:rsid w:val="007A6229"/>
    <w:rsid w:val="007A628C"/>
    <w:rsid w:val="007A687B"/>
    <w:rsid w:val="007A69F8"/>
    <w:rsid w:val="007A6A07"/>
    <w:rsid w:val="007A6DD9"/>
    <w:rsid w:val="007A72A4"/>
    <w:rsid w:val="007A771F"/>
    <w:rsid w:val="007A789C"/>
    <w:rsid w:val="007A7955"/>
    <w:rsid w:val="007A7DB2"/>
    <w:rsid w:val="007A7F0E"/>
    <w:rsid w:val="007A7F1E"/>
    <w:rsid w:val="007B0027"/>
    <w:rsid w:val="007B00D1"/>
    <w:rsid w:val="007B0870"/>
    <w:rsid w:val="007B08E5"/>
    <w:rsid w:val="007B0D1C"/>
    <w:rsid w:val="007B101A"/>
    <w:rsid w:val="007B112B"/>
    <w:rsid w:val="007B11DA"/>
    <w:rsid w:val="007B12E4"/>
    <w:rsid w:val="007B1303"/>
    <w:rsid w:val="007B13D8"/>
    <w:rsid w:val="007B174B"/>
    <w:rsid w:val="007B18F0"/>
    <w:rsid w:val="007B1922"/>
    <w:rsid w:val="007B1E8A"/>
    <w:rsid w:val="007B1F17"/>
    <w:rsid w:val="007B205C"/>
    <w:rsid w:val="007B223B"/>
    <w:rsid w:val="007B2B6F"/>
    <w:rsid w:val="007B2C5D"/>
    <w:rsid w:val="007B2F53"/>
    <w:rsid w:val="007B30BA"/>
    <w:rsid w:val="007B32E1"/>
    <w:rsid w:val="007B361A"/>
    <w:rsid w:val="007B36C1"/>
    <w:rsid w:val="007B3761"/>
    <w:rsid w:val="007B3A62"/>
    <w:rsid w:val="007B3A81"/>
    <w:rsid w:val="007B3B0A"/>
    <w:rsid w:val="007B3BF4"/>
    <w:rsid w:val="007B3ED4"/>
    <w:rsid w:val="007B41EC"/>
    <w:rsid w:val="007B4358"/>
    <w:rsid w:val="007B45F2"/>
    <w:rsid w:val="007B4832"/>
    <w:rsid w:val="007B4A08"/>
    <w:rsid w:val="007B4AB3"/>
    <w:rsid w:val="007B4AB4"/>
    <w:rsid w:val="007B4B90"/>
    <w:rsid w:val="007B4B9E"/>
    <w:rsid w:val="007B521B"/>
    <w:rsid w:val="007B5426"/>
    <w:rsid w:val="007B551D"/>
    <w:rsid w:val="007B55D9"/>
    <w:rsid w:val="007B599A"/>
    <w:rsid w:val="007B5A35"/>
    <w:rsid w:val="007B5BDF"/>
    <w:rsid w:val="007B5C5C"/>
    <w:rsid w:val="007B5D90"/>
    <w:rsid w:val="007B5DE8"/>
    <w:rsid w:val="007B5F44"/>
    <w:rsid w:val="007B6334"/>
    <w:rsid w:val="007B6E5C"/>
    <w:rsid w:val="007B70D5"/>
    <w:rsid w:val="007B7222"/>
    <w:rsid w:val="007B7560"/>
    <w:rsid w:val="007B772A"/>
    <w:rsid w:val="007B7BCA"/>
    <w:rsid w:val="007C0347"/>
    <w:rsid w:val="007C0952"/>
    <w:rsid w:val="007C0BB6"/>
    <w:rsid w:val="007C0BE9"/>
    <w:rsid w:val="007C0E68"/>
    <w:rsid w:val="007C0ED2"/>
    <w:rsid w:val="007C0F48"/>
    <w:rsid w:val="007C1107"/>
    <w:rsid w:val="007C171B"/>
    <w:rsid w:val="007C1A62"/>
    <w:rsid w:val="007C1A7E"/>
    <w:rsid w:val="007C1CA0"/>
    <w:rsid w:val="007C1D06"/>
    <w:rsid w:val="007C20A5"/>
    <w:rsid w:val="007C227F"/>
    <w:rsid w:val="007C22C7"/>
    <w:rsid w:val="007C273F"/>
    <w:rsid w:val="007C29EA"/>
    <w:rsid w:val="007C2D59"/>
    <w:rsid w:val="007C3316"/>
    <w:rsid w:val="007C3761"/>
    <w:rsid w:val="007C39DB"/>
    <w:rsid w:val="007C3A9F"/>
    <w:rsid w:val="007C3BF2"/>
    <w:rsid w:val="007C3C71"/>
    <w:rsid w:val="007C3D50"/>
    <w:rsid w:val="007C3EA8"/>
    <w:rsid w:val="007C3EFB"/>
    <w:rsid w:val="007C3F60"/>
    <w:rsid w:val="007C41B7"/>
    <w:rsid w:val="007C43D9"/>
    <w:rsid w:val="007C445C"/>
    <w:rsid w:val="007C44ED"/>
    <w:rsid w:val="007C45A0"/>
    <w:rsid w:val="007C5047"/>
    <w:rsid w:val="007C53F8"/>
    <w:rsid w:val="007C5768"/>
    <w:rsid w:val="007C586C"/>
    <w:rsid w:val="007C5B27"/>
    <w:rsid w:val="007C5B65"/>
    <w:rsid w:val="007C5E6D"/>
    <w:rsid w:val="007C6164"/>
    <w:rsid w:val="007C6548"/>
    <w:rsid w:val="007C6748"/>
    <w:rsid w:val="007C6FA8"/>
    <w:rsid w:val="007C70DA"/>
    <w:rsid w:val="007C712F"/>
    <w:rsid w:val="007C7233"/>
    <w:rsid w:val="007C7304"/>
    <w:rsid w:val="007C7776"/>
    <w:rsid w:val="007C7AD6"/>
    <w:rsid w:val="007C7D9C"/>
    <w:rsid w:val="007C7E24"/>
    <w:rsid w:val="007D00AC"/>
    <w:rsid w:val="007D057D"/>
    <w:rsid w:val="007D07D5"/>
    <w:rsid w:val="007D082D"/>
    <w:rsid w:val="007D0897"/>
    <w:rsid w:val="007D091C"/>
    <w:rsid w:val="007D0B38"/>
    <w:rsid w:val="007D0B44"/>
    <w:rsid w:val="007D0BDF"/>
    <w:rsid w:val="007D0C67"/>
    <w:rsid w:val="007D0C9F"/>
    <w:rsid w:val="007D0CF8"/>
    <w:rsid w:val="007D0F6F"/>
    <w:rsid w:val="007D1236"/>
    <w:rsid w:val="007D144C"/>
    <w:rsid w:val="007D16D4"/>
    <w:rsid w:val="007D1D4B"/>
    <w:rsid w:val="007D1DA3"/>
    <w:rsid w:val="007D1FEB"/>
    <w:rsid w:val="007D2003"/>
    <w:rsid w:val="007D205C"/>
    <w:rsid w:val="007D22E1"/>
    <w:rsid w:val="007D2467"/>
    <w:rsid w:val="007D2AB8"/>
    <w:rsid w:val="007D3313"/>
    <w:rsid w:val="007D356D"/>
    <w:rsid w:val="007D35A6"/>
    <w:rsid w:val="007D35F4"/>
    <w:rsid w:val="007D3ADB"/>
    <w:rsid w:val="007D3BA1"/>
    <w:rsid w:val="007D3FED"/>
    <w:rsid w:val="007D4E6C"/>
    <w:rsid w:val="007D5165"/>
    <w:rsid w:val="007D51D1"/>
    <w:rsid w:val="007D5349"/>
    <w:rsid w:val="007D5B09"/>
    <w:rsid w:val="007D5DBF"/>
    <w:rsid w:val="007D5E80"/>
    <w:rsid w:val="007D5F4A"/>
    <w:rsid w:val="007D60F2"/>
    <w:rsid w:val="007D676B"/>
    <w:rsid w:val="007D68A7"/>
    <w:rsid w:val="007D6A1A"/>
    <w:rsid w:val="007D71E9"/>
    <w:rsid w:val="007D71F1"/>
    <w:rsid w:val="007D7477"/>
    <w:rsid w:val="007D77C6"/>
    <w:rsid w:val="007D7D9A"/>
    <w:rsid w:val="007E06DD"/>
    <w:rsid w:val="007E080D"/>
    <w:rsid w:val="007E0A3E"/>
    <w:rsid w:val="007E0CA3"/>
    <w:rsid w:val="007E0F82"/>
    <w:rsid w:val="007E15B6"/>
    <w:rsid w:val="007E1660"/>
    <w:rsid w:val="007E19E1"/>
    <w:rsid w:val="007E2257"/>
    <w:rsid w:val="007E25CD"/>
    <w:rsid w:val="007E2602"/>
    <w:rsid w:val="007E2B1F"/>
    <w:rsid w:val="007E2BDF"/>
    <w:rsid w:val="007E2CB6"/>
    <w:rsid w:val="007E2CFD"/>
    <w:rsid w:val="007E319A"/>
    <w:rsid w:val="007E354E"/>
    <w:rsid w:val="007E38F4"/>
    <w:rsid w:val="007E397D"/>
    <w:rsid w:val="007E3C2B"/>
    <w:rsid w:val="007E446C"/>
    <w:rsid w:val="007E466E"/>
    <w:rsid w:val="007E46AE"/>
    <w:rsid w:val="007E471E"/>
    <w:rsid w:val="007E4771"/>
    <w:rsid w:val="007E4B8A"/>
    <w:rsid w:val="007E4CA8"/>
    <w:rsid w:val="007E4CC3"/>
    <w:rsid w:val="007E594F"/>
    <w:rsid w:val="007E5951"/>
    <w:rsid w:val="007E5A5D"/>
    <w:rsid w:val="007E5C3C"/>
    <w:rsid w:val="007E5EDA"/>
    <w:rsid w:val="007E5F6A"/>
    <w:rsid w:val="007E609A"/>
    <w:rsid w:val="007E6B8B"/>
    <w:rsid w:val="007E6F4E"/>
    <w:rsid w:val="007E726F"/>
    <w:rsid w:val="007E74A1"/>
    <w:rsid w:val="007E7787"/>
    <w:rsid w:val="007E77C5"/>
    <w:rsid w:val="007E78BF"/>
    <w:rsid w:val="007E7A1E"/>
    <w:rsid w:val="007E7B0B"/>
    <w:rsid w:val="007E7C43"/>
    <w:rsid w:val="007E7C84"/>
    <w:rsid w:val="007E7ED6"/>
    <w:rsid w:val="007E7FD9"/>
    <w:rsid w:val="007F010C"/>
    <w:rsid w:val="007F059B"/>
    <w:rsid w:val="007F084F"/>
    <w:rsid w:val="007F0873"/>
    <w:rsid w:val="007F0874"/>
    <w:rsid w:val="007F08D5"/>
    <w:rsid w:val="007F0B34"/>
    <w:rsid w:val="007F0FE9"/>
    <w:rsid w:val="007F1196"/>
    <w:rsid w:val="007F126F"/>
    <w:rsid w:val="007F1307"/>
    <w:rsid w:val="007F1587"/>
    <w:rsid w:val="007F179F"/>
    <w:rsid w:val="007F17F3"/>
    <w:rsid w:val="007F189A"/>
    <w:rsid w:val="007F198A"/>
    <w:rsid w:val="007F1A04"/>
    <w:rsid w:val="007F1A41"/>
    <w:rsid w:val="007F1D4C"/>
    <w:rsid w:val="007F1EDB"/>
    <w:rsid w:val="007F211A"/>
    <w:rsid w:val="007F2124"/>
    <w:rsid w:val="007F2156"/>
    <w:rsid w:val="007F2293"/>
    <w:rsid w:val="007F2B90"/>
    <w:rsid w:val="007F2CA3"/>
    <w:rsid w:val="007F2D7A"/>
    <w:rsid w:val="007F3CBB"/>
    <w:rsid w:val="007F3EA0"/>
    <w:rsid w:val="007F3FD8"/>
    <w:rsid w:val="007F4485"/>
    <w:rsid w:val="007F4611"/>
    <w:rsid w:val="007F46BB"/>
    <w:rsid w:val="007F46FF"/>
    <w:rsid w:val="007F4C3A"/>
    <w:rsid w:val="007F4EA8"/>
    <w:rsid w:val="007F50E0"/>
    <w:rsid w:val="007F524B"/>
    <w:rsid w:val="007F5271"/>
    <w:rsid w:val="007F5676"/>
    <w:rsid w:val="007F581A"/>
    <w:rsid w:val="007F5992"/>
    <w:rsid w:val="007F5A97"/>
    <w:rsid w:val="007F5CBA"/>
    <w:rsid w:val="007F5D2B"/>
    <w:rsid w:val="007F5E13"/>
    <w:rsid w:val="007F600A"/>
    <w:rsid w:val="007F650D"/>
    <w:rsid w:val="007F67C8"/>
    <w:rsid w:val="007F6B3C"/>
    <w:rsid w:val="007F6DCB"/>
    <w:rsid w:val="007F7451"/>
    <w:rsid w:val="007F7770"/>
    <w:rsid w:val="007F79EE"/>
    <w:rsid w:val="007F7D6E"/>
    <w:rsid w:val="007F7DAE"/>
    <w:rsid w:val="007F7FDA"/>
    <w:rsid w:val="0080014C"/>
    <w:rsid w:val="0080046F"/>
    <w:rsid w:val="00800482"/>
    <w:rsid w:val="00800A7C"/>
    <w:rsid w:val="0080143C"/>
    <w:rsid w:val="008014F3"/>
    <w:rsid w:val="00801808"/>
    <w:rsid w:val="00801FE3"/>
    <w:rsid w:val="008026A5"/>
    <w:rsid w:val="00802910"/>
    <w:rsid w:val="00802A1F"/>
    <w:rsid w:val="00802D1A"/>
    <w:rsid w:val="00802E20"/>
    <w:rsid w:val="00802EA4"/>
    <w:rsid w:val="008033C7"/>
    <w:rsid w:val="008033D1"/>
    <w:rsid w:val="0080370F"/>
    <w:rsid w:val="00803B2D"/>
    <w:rsid w:val="00803CBB"/>
    <w:rsid w:val="00803D3E"/>
    <w:rsid w:val="00803D82"/>
    <w:rsid w:val="00803DEE"/>
    <w:rsid w:val="00803E63"/>
    <w:rsid w:val="00804148"/>
    <w:rsid w:val="00804C0F"/>
    <w:rsid w:val="00804C58"/>
    <w:rsid w:val="00804D0A"/>
    <w:rsid w:val="00804E2B"/>
    <w:rsid w:val="008057CC"/>
    <w:rsid w:val="00805921"/>
    <w:rsid w:val="008059B7"/>
    <w:rsid w:val="00805B16"/>
    <w:rsid w:val="00805BD5"/>
    <w:rsid w:val="00805CF1"/>
    <w:rsid w:val="00805DC5"/>
    <w:rsid w:val="00805E2D"/>
    <w:rsid w:val="008060CB"/>
    <w:rsid w:val="008060F9"/>
    <w:rsid w:val="008065B0"/>
    <w:rsid w:val="008065BD"/>
    <w:rsid w:val="0080684C"/>
    <w:rsid w:val="008068D2"/>
    <w:rsid w:val="008068E7"/>
    <w:rsid w:val="008068F7"/>
    <w:rsid w:val="008069DF"/>
    <w:rsid w:val="0080703C"/>
    <w:rsid w:val="0080718B"/>
    <w:rsid w:val="008074AA"/>
    <w:rsid w:val="00807654"/>
    <w:rsid w:val="00807AE9"/>
    <w:rsid w:val="00807B21"/>
    <w:rsid w:val="00807BBE"/>
    <w:rsid w:val="00807C40"/>
    <w:rsid w:val="00807DAB"/>
    <w:rsid w:val="00810223"/>
    <w:rsid w:val="00810317"/>
    <w:rsid w:val="00810840"/>
    <w:rsid w:val="00810B10"/>
    <w:rsid w:val="00810BC5"/>
    <w:rsid w:val="00810C14"/>
    <w:rsid w:val="00810D5B"/>
    <w:rsid w:val="00811088"/>
    <w:rsid w:val="0081140A"/>
    <w:rsid w:val="008115C0"/>
    <w:rsid w:val="00811802"/>
    <w:rsid w:val="00811E56"/>
    <w:rsid w:val="008120C2"/>
    <w:rsid w:val="0081254E"/>
    <w:rsid w:val="008127A3"/>
    <w:rsid w:val="0081299E"/>
    <w:rsid w:val="00812A32"/>
    <w:rsid w:val="00812CBD"/>
    <w:rsid w:val="00812EC5"/>
    <w:rsid w:val="00813267"/>
    <w:rsid w:val="008133AF"/>
    <w:rsid w:val="008133B1"/>
    <w:rsid w:val="008135BB"/>
    <w:rsid w:val="0081371A"/>
    <w:rsid w:val="008137CF"/>
    <w:rsid w:val="00813CDA"/>
    <w:rsid w:val="00813CF0"/>
    <w:rsid w:val="00813F8B"/>
    <w:rsid w:val="008140A5"/>
    <w:rsid w:val="008141DF"/>
    <w:rsid w:val="00814470"/>
    <w:rsid w:val="00814879"/>
    <w:rsid w:val="00814A7E"/>
    <w:rsid w:val="00814E3F"/>
    <w:rsid w:val="00814E4A"/>
    <w:rsid w:val="00814EA5"/>
    <w:rsid w:val="00815150"/>
    <w:rsid w:val="00815580"/>
    <w:rsid w:val="0081573B"/>
    <w:rsid w:val="00815938"/>
    <w:rsid w:val="0081599B"/>
    <w:rsid w:val="008159F2"/>
    <w:rsid w:val="00815A03"/>
    <w:rsid w:val="00815DF3"/>
    <w:rsid w:val="0081627A"/>
    <w:rsid w:val="008164EF"/>
    <w:rsid w:val="00816645"/>
    <w:rsid w:val="0081680F"/>
    <w:rsid w:val="00816982"/>
    <w:rsid w:val="008169B1"/>
    <w:rsid w:val="00816C62"/>
    <w:rsid w:val="00816CB7"/>
    <w:rsid w:val="00816FB2"/>
    <w:rsid w:val="00816FFD"/>
    <w:rsid w:val="0081701D"/>
    <w:rsid w:val="00817045"/>
    <w:rsid w:val="00817156"/>
    <w:rsid w:val="0081721E"/>
    <w:rsid w:val="0081785A"/>
    <w:rsid w:val="00817AA6"/>
    <w:rsid w:val="00817C30"/>
    <w:rsid w:val="00817CBB"/>
    <w:rsid w:val="00817D85"/>
    <w:rsid w:val="0082005F"/>
    <w:rsid w:val="0082073D"/>
    <w:rsid w:val="00820813"/>
    <w:rsid w:val="00820882"/>
    <w:rsid w:val="00820904"/>
    <w:rsid w:val="00820A13"/>
    <w:rsid w:val="00820AEE"/>
    <w:rsid w:val="00820B8A"/>
    <w:rsid w:val="00820CD8"/>
    <w:rsid w:val="00820F68"/>
    <w:rsid w:val="00821061"/>
    <w:rsid w:val="008213DC"/>
    <w:rsid w:val="008215A1"/>
    <w:rsid w:val="008218B7"/>
    <w:rsid w:val="0082193F"/>
    <w:rsid w:val="00821A7B"/>
    <w:rsid w:val="00821AE5"/>
    <w:rsid w:val="00821C17"/>
    <w:rsid w:val="00821D02"/>
    <w:rsid w:val="00821E6D"/>
    <w:rsid w:val="00821FCC"/>
    <w:rsid w:val="008221C6"/>
    <w:rsid w:val="008222F6"/>
    <w:rsid w:val="008223AA"/>
    <w:rsid w:val="00822629"/>
    <w:rsid w:val="00822631"/>
    <w:rsid w:val="0082281D"/>
    <w:rsid w:val="00822A8E"/>
    <w:rsid w:val="00822B6A"/>
    <w:rsid w:val="00823080"/>
    <w:rsid w:val="008230F5"/>
    <w:rsid w:val="00823128"/>
    <w:rsid w:val="00823485"/>
    <w:rsid w:val="008239B2"/>
    <w:rsid w:val="00823C84"/>
    <w:rsid w:val="00823CF2"/>
    <w:rsid w:val="00823CF6"/>
    <w:rsid w:val="00824184"/>
    <w:rsid w:val="00824390"/>
    <w:rsid w:val="008244FF"/>
    <w:rsid w:val="00824970"/>
    <w:rsid w:val="00824A4F"/>
    <w:rsid w:val="00824CA0"/>
    <w:rsid w:val="0082545B"/>
    <w:rsid w:val="00825A31"/>
    <w:rsid w:val="00825D50"/>
    <w:rsid w:val="00825D63"/>
    <w:rsid w:val="00826038"/>
    <w:rsid w:val="008260E7"/>
    <w:rsid w:val="008261A6"/>
    <w:rsid w:val="0082620B"/>
    <w:rsid w:val="008269B6"/>
    <w:rsid w:val="00826A99"/>
    <w:rsid w:val="00826ACB"/>
    <w:rsid w:val="00826EEA"/>
    <w:rsid w:val="00827E1B"/>
    <w:rsid w:val="008300E9"/>
    <w:rsid w:val="0083039F"/>
    <w:rsid w:val="008304D8"/>
    <w:rsid w:val="00830AD7"/>
    <w:rsid w:val="00830BC6"/>
    <w:rsid w:val="00830D02"/>
    <w:rsid w:val="008314ED"/>
    <w:rsid w:val="00831F26"/>
    <w:rsid w:val="0083202D"/>
    <w:rsid w:val="008324B2"/>
    <w:rsid w:val="0083253F"/>
    <w:rsid w:val="008326B7"/>
    <w:rsid w:val="00832947"/>
    <w:rsid w:val="008329CD"/>
    <w:rsid w:val="008329D1"/>
    <w:rsid w:val="00832A73"/>
    <w:rsid w:val="00832D3D"/>
    <w:rsid w:val="00832F72"/>
    <w:rsid w:val="008331BF"/>
    <w:rsid w:val="008331C6"/>
    <w:rsid w:val="00833241"/>
    <w:rsid w:val="00833431"/>
    <w:rsid w:val="00833899"/>
    <w:rsid w:val="00833C2E"/>
    <w:rsid w:val="00834176"/>
    <w:rsid w:val="00834953"/>
    <w:rsid w:val="00834B9E"/>
    <w:rsid w:val="00834C99"/>
    <w:rsid w:val="00834E45"/>
    <w:rsid w:val="00835298"/>
    <w:rsid w:val="008352BD"/>
    <w:rsid w:val="008354D9"/>
    <w:rsid w:val="0083558E"/>
    <w:rsid w:val="008355F0"/>
    <w:rsid w:val="008357A5"/>
    <w:rsid w:val="00835970"/>
    <w:rsid w:val="00835978"/>
    <w:rsid w:val="008359FF"/>
    <w:rsid w:val="00835CE7"/>
    <w:rsid w:val="00835EC1"/>
    <w:rsid w:val="00836A66"/>
    <w:rsid w:val="00836B39"/>
    <w:rsid w:val="00836B59"/>
    <w:rsid w:val="00836CCA"/>
    <w:rsid w:val="00836CCE"/>
    <w:rsid w:val="00836F3E"/>
    <w:rsid w:val="008370BC"/>
    <w:rsid w:val="00837741"/>
    <w:rsid w:val="0083788B"/>
    <w:rsid w:val="00837D10"/>
    <w:rsid w:val="00837EA0"/>
    <w:rsid w:val="008402F7"/>
    <w:rsid w:val="008404DE"/>
    <w:rsid w:val="00840C28"/>
    <w:rsid w:val="00840DBE"/>
    <w:rsid w:val="0084125B"/>
    <w:rsid w:val="00841BA7"/>
    <w:rsid w:val="00841D5D"/>
    <w:rsid w:val="008421D1"/>
    <w:rsid w:val="00842DBA"/>
    <w:rsid w:val="0084322A"/>
    <w:rsid w:val="0084381E"/>
    <w:rsid w:val="008439B8"/>
    <w:rsid w:val="008439C8"/>
    <w:rsid w:val="00843F3F"/>
    <w:rsid w:val="00844117"/>
    <w:rsid w:val="00844194"/>
    <w:rsid w:val="00844433"/>
    <w:rsid w:val="008444E9"/>
    <w:rsid w:val="0084453B"/>
    <w:rsid w:val="00844719"/>
    <w:rsid w:val="00844ABE"/>
    <w:rsid w:val="00844BC1"/>
    <w:rsid w:val="00844E0E"/>
    <w:rsid w:val="00844F3D"/>
    <w:rsid w:val="008450ED"/>
    <w:rsid w:val="0084511B"/>
    <w:rsid w:val="0084515E"/>
    <w:rsid w:val="00845264"/>
    <w:rsid w:val="00845298"/>
    <w:rsid w:val="00845401"/>
    <w:rsid w:val="008455AD"/>
    <w:rsid w:val="00845989"/>
    <w:rsid w:val="00845B3F"/>
    <w:rsid w:val="00845B85"/>
    <w:rsid w:val="00845C1A"/>
    <w:rsid w:val="00845DED"/>
    <w:rsid w:val="00845E51"/>
    <w:rsid w:val="00846162"/>
    <w:rsid w:val="00846371"/>
    <w:rsid w:val="0084653F"/>
    <w:rsid w:val="0084694A"/>
    <w:rsid w:val="00846CAC"/>
    <w:rsid w:val="00847022"/>
    <w:rsid w:val="00847AFF"/>
    <w:rsid w:val="00847B70"/>
    <w:rsid w:val="00847C5B"/>
    <w:rsid w:val="00847F16"/>
    <w:rsid w:val="008500FE"/>
    <w:rsid w:val="008502B1"/>
    <w:rsid w:val="0085038C"/>
    <w:rsid w:val="008504AC"/>
    <w:rsid w:val="008506F3"/>
    <w:rsid w:val="008509FB"/>
    <w:rsid w:val="00850C0C"/>
    <w:rsid w:val="00850C41"/>
    <w:rsid w:val="00850DDB"/>
    <w:rsid w:val="00850E37"/>
    <w:rsid w:val="00850FB7"/>
    <w:rsid w:val="00850FE0"/>
    <w:rsid w:val="00851197"/>
    <w:rsid w:val="0085122F"/>
    <w:rsid w:val="008513ED"/>
    <w:rsid w:val="008515B6"/>
    <w:rsid w:val="00851716"/>
    <w:rsid w:val="00851813"/>
    <w:rsid w:val="00851916"/>
    <w:rsid w:val="00851B8A"/>
    <w:rsid w:val="00851CA9"/>
    <w:rsid w:val="00851E0A"/>
    <w:rsid w:val="00851E76"/>
    <w:rsid w:val="00851E9D"/>
    <w:rsid w:val="00851EC0"/>
    <w:rsid w:val="00851FF3"/>
    <w:rsid w:val="0085210E"/>
    <w:rsid w:val="008521FF"/>
    <w:rsid w:val="0085221C"/>
    <w:rsid w:val="00852291"/>
    <w:rsid w:val="008522B2"/>
    <w:rsid w:val="00852360"/>
    <w:rsid w:val="00852393"/>
    <w:rsid w:val="00852415"/>
    <w:rsid w:val="008524E2"/>
    <w:rsid w:val="008527E8"/>
    <w:rsid w:val="00852A21"/>
    <w:rsid w:val="00852A43"/>
    <w:rsid w:val="00852AAA"/>
    <w:rsid w:val="00852B37"/>
    <w:rsid w:val="00852C05"/>
    <w:rsid w:val="00852E2A"/>
    <w:rsid w:val="008533C4"/>
    <w:rsid w:val="00853404"/>
    <w:rsid w:val="00853499"/>
    <w:rsid w:val="00853615"/>
    <w:rsid w:val="0085380D"/>
    <w:rsid w:val="00853A4A"/>
    <w:rsid w:val="00853D24"/>
    <w:rsid w:val="00853E60"/>
    <w:rsid w:val="0085417D"/>
    <w:rsid w:val="008542F1"/>
    <w:rsid w:val="008545C5"/>
    <w:rsid w:val="008547D2"/>
    <w:rsid w:val="008547E9"/>
    <w:rsid w:val="008549EA"/>
    <w:rsid w:val="00854AD5"/>
    <w:rsid w:val="00854AF6"/>
    <w:rsid w:val="00854BD2"/>
    <w:rsid w:val="00854C31"/>
    <w:rsid w:val="00855202"/>
    <w:rsid w:val="0085538A"/>
    <w:rsid w:val="00855764"/>
    <w:rsid w:val="00855A20"/>
    <w:rsid w:val="00855B1C"/>
    <w:rsid w:val="00855C8E"/>
    <w:rsid w:val="00855D8D"/>
    <w:rsid w:val="0085608B"/>
    <w:rsid w:val="008562AB"/>
    <w:rsid w:val="008565B9"/>
    <w:rsid w:val="00856ADC"/>
    <w:rsid w:val="00856BAD"/>
    <w:rsid w:val="00856D6F"/>
    <w:rsid w:val="00856F02"/>
    <w:rsid w:val="00856FB8"/>
    <w:rsid w:val="00857011"/>
    <w:rsid w:val="00857104"/>
    <w:rsid w:val="0085756A"/>
    <w:rsid w:val="008578DA"/>
    <w:rsid w:val="008579EB"/>
    <w:rsid w:val="00857AB1"/>
    <w:rsid w:val="00857D95"/>
    <w:rsid w:val="00857D99"/>
    <w:rsid w:val="0086006C"/>
    <w:rsid w:val="0086021F"/>
    <w:rsid w:val="00860366"/>
    <w:rsid w:val="00860813"/>
    <w:rsid w:val="00860D51"/>
    <w:rsid w:val="00860E82"/>
    <w:rsid w:val="0086100C"/>
    <w:rsid w:val="008610A9"/>
    <w:rsid w:val="0086118B"/>
    <w:rsid w:val="00861277"/>
    <w:rsid w:val="00861345"/>
    <w:rsid w:val="00861482"/>
    <w:rsid w:val="00861645"/>
    <w:rsid w:val="00861674"/>
    <w:rsid w:val="00861958"/>
    <w:rsid w:val="00861A4B"/>
    <w:rsid w:val="00861B94"/>
    <w:rsid w:val="00861BE8"/>
    <w:rsid w:val="008621E2"/>
    <w:rsid w:val="0086234C"/>
    <w:rsid w:val="0086248F"/>
    <w:rsid w:val="008626A1"/>
    <w:rsid w:val="00862B06"/>
    <w:rsid w:val="008630B6"/>
    <w:rsid w:val="00863162"/>
    <w:rsid w:val="008631C0"/>
    <w:rsid w:val="008633DD"/>
    <w:rsid w:val="00863510"/>
    <w:rsid w:val="008635E8"/>
    <w:rsid w:val="008639BD"/>
    <w:rsid w:val="00863C90"/>
    <w:rsid w:val="00863CAF"/>
    <w:rsid w:val="008643AB"/>
    <w:rsid w:val="008646A7"/>
    <w:rsid w:val="0086477A"/>
    <w:rsid w:val="0086487D"/>
    <w:rsid w:val="0086489A"/>
    <w:rsid w:val="008648C6"/>
    <w:rsid w:val="0086490C"/>
    <w:rsid w:val="00864B85"/>
    <w:rsid w:val="00864C4C"/>
    <w:rsid w:val="0086508E"/>
    <w:rsid w:val="008651DD"/>
    <w:rsid w:val="008652EB"/>
    <w:rsid w:val="0086535C"/>
    <w:rsid w:val="0086537B"/>
    <w:rsid w:val="008653C3"/>
    <w:rsid w:val="0086557D"/>
    <w:rsid w:val="00865DA3"/>
    <w:rsid w:val="008660A9"/>
    <w:rsid w:val="0086651C"/>
    <w:rsid w:val="00866819"/>
    <w:rsid w:val="00866CC7"/>
    <w:rsid w:val="00866D1E"/>
    <w:rsid w:val="00866FC5"/>
    <w:rsid w:val="00867070"/>
    <w:rsid w:val="008672E3"/>
    <w:rsid w:val="00867643"/>
    <w:rsid w:val="008676E7"/>
    <w:rsid w:val="0086775D"/>
    <w:rsid w:val="00867EF6"/>
    <w:rsid w:val="00870130"/>
    <w:rsid w:val="00870192"/>
    <w:rsid w:val="008701FA"/>
    <w:rsid w:val="00870605"/>
    <w:rsid w:val="00870EC4"/>
    <w:rsid w:val="00870FDF"/>
    <w:rsid w:val="00871B37"/>
    <w:rsid w:val="00871C21"/>
    <w:rsid w:val="00871D3E"/>
    <w:rsid w:val="0087207C"/>
    <w:rsid w:val="0087213D"/>
    <w:rsid w:val="008727E0"/>
    <w:rsid w:val="00872832"/>
    <w:rsid w:val="008728DA"/>
    <w:rsid w:val="00872ABC"/>
    <w:rsid w:val="00872B0A"/>
    <w:rsid w:val="00872C69"/>
    <w:rsid w:val="00872E06"/>
    <w:rsid w:val="00872E91"/>
    <w:rsid w:val="008730A9"/>
    <w:rsid w:val="00873735"/>
    <w:rsid w:val="00873743"/>
    <w:rsid w:val="008737D0"/>
    <w:rsid w:val="00873B28"/>
    <w:rsid w:val="00873C57"/>
    <w:rsid w:val="00873FFA"/>
    <w:rsid w:val="008740F8"/>
    <w:rsid w:val="00874721"/>
    <w:rsid w:val="0087479C"/>
    <w:rsid w:val="008749B4"/>
    <w:rsid w:val="00874D2C"/>
    <w:rsid w:val="0087565E"/>
    <w:rsid w:val="00875A0C"/>
    <w:rsid w:val="00875DDB"/>
    <w:rsid w:val="00875E4E"/>
    <w:rsid w:val="00876147"/>
    <w:rsid w:val="00876634"/>
    <w:rsid w:val="008766C5"/>
    <w:rsid w:val="00876714"/>
    <w:rsid w:val="00876AB4"/>
    <w:rsid w:val="00876C78"/>
    <w:rsid w:val="00877086"/>
    <w:rsid w:val="008770A8"/>
    <w:rsid w:val="008770B4"/>
    <w:rsid w:val="008771AD"/>
    <w:rsid w:val="00877470"/>
    <w:rsid w:val="008774A0"/>
    <w:rsid w:val="00877551"/>
    <w:rsid w:val="00877575"/>
    <w:rsid w:val="0087772B"/>
    <w:rsid w:val="00877864"/>
    <w:rsid w:val="00877BBA"/>
    <w:rsid w:val="00877C68"/>
    <w:rsid w:val="00877D59"/>
    <w:rsid w:val="00880024"/>
    <w:rsid w:val="00880601"/>
    <w:rsid w:val="008806A3"/>
    <w:rsid w:val="0088070B"/>
    <w:rsid w:val="008808DC"/>
    <w:rsid w:val="00880D0D"/>
    <w:rsid w:val="00880E86"/>
    <w:rsid w:val="00880ED5"/>
    <w:rsid w:val="0088114B"/>
    <w:rsid w:val="008815F0"/>
    <w:rsid w:val="008817D9"/>
    <w:rsid w:val="008817E9"/>
    <w:rsid w:val="00881E2E"/>
    <w:rsid w:val="00882052"/>
    <w:rsid w:val="008821A2"/>
    <w:rsid w:val="00882A2B"/>
    <w:rsid w:val="00882B85"/>
    <w:rsid w:val="00882E2B"/>
    <w:rsid w:val="00882FAF"/>
    <w:rsid w:val="00883190"/>
    <w:rsid w:val="0088379D"/>
    <w:rsid w:val="00883BEC"/>
    <w:rsid w:val="00883ED9"/>
    <w:rsid w:val="00884102"/>
    <w:rsid w:val="00884601"/>
    <w:rsid w:val="00884763"/>
    <w:rsid w:val="0088482C"/>
    <w:rsid w:val="00884A0C"/>
    <w:rsid w:val="008855AB"/>
    <w:rsid w:val="00885908"/>
    <w:rsid w:val="00885AE0"/>
    <w:rsid w:val="00885AF5"/>
    <w:rsid w:val="00885B52"/>
    <w:rsid w:val="00885CC8"/>
    <w:rsid w:val="00885DBF"/>
    <w:rsid w:val="00885F36"/>
    <w:rsid w:val="00886021"/>
    <w:rsid w:val="00886CE1"/>
    <w:rsid w:val="00886CFF"/>
    <w:rsid w:val="00886E19"/>
    <w:rsid w:val="008875ED"/>
    <w:rsid w:val="00887661"/>
    <w:rsid w:val="008876EC"/>
    <w:rsid w:val="00887867"/>
    <w:rsid w:val="00887C3F"/>
    <w:rsid w:val="0089004B"/>
    <w:rsid w:val="00890200"/>
    <w:rsid w:val="008905CB"/>
    <w:rsid w:val="008905E2"/>
    <w:rsid w:val="00890723"/>
    <w:rsid w:val="008908E2"/>
    <w:rsid w:val="00891051"/>
    <w:rsid w:val="00891782"/>
    <w:rsid w:val="00891835"/>
    <w:rsid w:val="00891AF0"/>
    <w:rsid w:val="00891DFA"/>
    <w:rsid w:val="00891E80"/>
    <w:rsid w:val="0089217E"/>
    <w:rsid w:val="00892241"/>
    <w:rsid w:val="0089249F"/>
    <w:rsid w:val="0089254E"/>
    <w:rsid w:val="008926A7"/>
    <w:rsid w:val="0089274A"/>
    <w:rsid w:val="008929A4"/>
    <w:rsid w:val="00892A9D"/>
    <w:rsid w:val="00892B3B"/>
    <w:rsid w:val="00892C1C"/>
    <w:rsid w:val="00892E9E"/>
    <w:rsid w:val="00892FBC"/>
    <w:rsid w:val="0089324E"/>
    <w:rsid w:val="00893271"/>
    <w:rsid w:val="00893297"/>
    <w:rsid w:val="008934FA"/>
    <w:rsid w:val="00893662"/>
    <w:rsid w:val="00893736"/>
    <w:rsid w:val="00893847"/>
    <w:rsid w:val="00893BED"/>
    <w:rsid w:val="00893D09"/>
    <w:rsid w:val="00893E16"/>
    <w:rsid w:val="008940A0"/>
    <w:rsid w:val="008943EB"/>
    <w:rsid w:val="00894696"/>
    <w:rsid w:val="00894740"/>
    <w:rsid w:val="0089525A"/>
    <w:rsid w:val="0089535E"/>
    <w:rsid w:val="008955FC"/>
    <w:rsid w:val="00895B07"/>
    <w:rsid w:val="00895B49"/>
    <w:rsid w:val="00895F71"/>
    <w:rsid w:val="00896385"/>
    <w:rsid w:val="00896387"/>
    <w:rsid w:val="00896480"/>
    <w:rsid w:val="00896708"/>
    <w:rsid w:val="0089678A"/>
    <w:rsid w:val="008969E6"/>
    <w:rsid w:val="00896C69"/>
    <w:rsid w:val="008974E9"/>
    <w:rsid w:val="0089771A"/>
    <w:rsid w:val="00897DE5"/>
    <w:rsid w:val="00897ECF"/>
    <w:rsid w:val="00897F50"/>
    <w:rsid w:val="008A003C"/>
    <w:rsid w:val="008A02F2"/>
    <w:rsid w:val="008A0316"/>
    <w:rsid w:val="008A086E"/>
    <w:rsid w:val="008A0BEF"/>
    <w:rsid w:val="008A0D81"/>
    <w:rsid w:val="008A104D"/>
    <w:rsid w:val="008A11B4"/>
    <w:rsid w:val="008A11C2"/>
    <w:rsid w:val="008A14AC"/>
    <w:rsid w:val="008A1634"/>
    <w:rsid w:val="008A17F6"/>
    <w:rsid w:val="008A1871"/>
    <w:rsid w:val="008A188F"/>
    <w:rsid w:val="008A1F62"/>
    <w:rsid w:val="008A1F66"/>
    <w:rsid w:val="008A23CE"/>
    <w:rsid w:val="008A2515"/>
    <w:rsid w:val="008A2674"/>
    <w:rsid w:val="008A2735"/>
    <w:rsid w:val="008A2878"/>
    <w:rsid w:val="008A28A6"/>
    <w:rsid w:val="008A2947"/>
    <w:rsid w:val="008A2971"/>
    <w:rsid w:val="008A29E8"/>
    <w:rsid w:val="008A2C9F"/>
    <w:rsid w:val="008A2D45"/>
    <w:rsid w:val="008A2DE6"/>
    <w:rsid w:val="008A327B"/>
    <w:rsid w:val="008A38BD"/>
    <w:rsid w:val="008A3BA7"/>
    <w:rsid w:val="008A3DC1"/>
    <w:rsid w:val="008A40BF"/>
    <w:rsid w:val="008A4119"/>
    <w:rsid w:val="008A422D"/>
    <w:rsid w:val="008A45FB"/>
    <w:rsid w:val="008A466B"/>
    <w:rsid w:val="008A4927"/>
    <w:rsid w:val="008A4B28"/>
    <w:rsid w:val="008A4D15"/>
    <w:rsid w:val="008A4D84"/>
    <w:rsid w:val="008A4E46"/>
    <w:rsid w:val="008A58EF"/>
    <w:rsid w:val="008A5A37"/>
    <w:rsid w:val="008A5E0E"/>
    <w:rsid w:val="008A61E5"/>
    <w:rsid w:val="008A61F5"/>
    <w:rsid w:val="008A6360"/>
    <w:rsid w:val="008A6559"/>
    <w:rsid w:val="008A695F"/>
    <w:rsid w:val="008A6A93"/>
    <w:rsid w:val="008A6EEA"/>
    <w:rsid w:val="008A6F39"/>
    <w:rsid w:val="008A6FA9"/>
    <w:rsid w:val="008A7009"/>
    <w:rsid w:val="008A723B"/>
    <w:rsid w:val="008A76D4"/>
    <w:rsid w:val="008A7782"/>
    <w:rsid w:val="008A7A1E"/>
    <w:rsid w:val="008A7E94"/>
    <w:rsid w:val="008B02EA"/>
    <w:rsid w:val="008B0342"/>
    <w:rsid w:val="008B048D"/>
    <w:rsid w:val="008B05C5"/>
    <w:rsid w:val="008B0C50"/>
    <w:rsid w:val="008B0C9B"/>
    <w:rsid w:val="008B0CE7"/>
    <w:rsid w:val="008B0D5B"/>
    <w:rsid w:val="008B14B5"/>
    <w:rsid w:val="008B1526"/>
    <w:rsid w:val="008B1631"/>
    <w:rsid w:val="008B1823"/>
    <w:rsid w:val="008B19AE"/>
    <w:rsid w:val="008B1AF4"/>
    <w:rsid w:val="008B1C38"/>
    <w:rsid w:val="008B1C4C"/>
    <w:rsid w:val="008B1E4C"/>
    <w:rsid w:val="008B1ED5"/>
    <w:rsid w:val="008B1FA7"/>
    <w:rsid w:val="008B225C"/>
    <w:rsid w:val="008B2877"/>
    <w:rsid w:val="008B2968"/>
    <w:rsid w:val="008B2A5C"/>
    <w:rsid w:val="008B31C0"/>
    <w:rsid w:val="008B3281"/>
    <w:rsid w:val="008B32C2"/>
    <w:rsid w:val="008B3454"/>
    <w:rsid w:val="008B34E7"/>
    <w:rsid w:val="008B352F"/>
    <w:rsid w:val="008B35BC"/>
    <w:rsid w:val="008B371F"/>
    <w:rsid w:val="008B3960"/>
    <w:rsid w:val="008B3B5B"/>
    <w:rsid w:val="008B3F28"/>
    <w:rsid w:val="008B421C"/>
    <w:rsid w:val="008B44E6"/>
    <w:rsid w:val="008B4677"/>
    <w:rsid w:val="008B493D"/>
    <w:rsid w:val="008B4AB4"/>
    <w:rsid w:val="008B4B6C"/>
    <w:rsid w:val="008B50A4"/>
    <w:rsid w:val="008B51A5"/>
    <w:rsid w:val="008B563A"/>
    <w:rsid w:val="008B577F"/>
    <w:rsid w:val="008B57E5"/>
    <w:rsid w:val="008B59A7"/>
    <w:rsid w:val="008B5EA1"/>
    <w:rsid w:val="008B5FC7"/>
    <w:rsid w:val="008B628A"/>
    <w:rsid w:val="008B62AE"/>
    <w:rsid w:val="008B639A"/>
    <w:rsid w:val="008B6A5D"/>
    <w:rsid w:val="008B6A93"/>
    <w:rsid w:val="008B6D0D"/>
    <w:rsid w:val="008B6E05"/>
    <w:rsid w:val="008B7106"/>
    <w:rsid w:val="008B71EF"/>
    <w:rsid w:val="008B7586"/>
    <w:rsid w:val="008B79A7"/>
    <w:rsid w:val="008B7B85"/>
    <w:rsid w:val="008B7F4B"/>
    <w:rsid w:val="008C001B"/>
    <w:rsid w:val="008C00AC"/>
    <w:rsid w:val="008C0357"/>
    <w:rsid w:val="008C03CD"/>
    <w:rsid w:val="008C05D7"/>
    <w:rsid w:val="008C0724"/>
    <w:rsid w:val="008C0776"/>
    <w:rsid w:val="008C1484"/>
    <w:rsid w:val="008C191D"/>
    <w:rsid w:val="008C1C52"/>
    <w:rsid w:val="008C1E1B"/>
    <w:rsid w:val="008C2454"/>
    <w:rsid w:val="008C24C1"/>
    <w:rsid w:val="008C29D2"/>
    <w:rsid w:val="008C30AB"/>
    <w:rsid w:val="008C3257"/>
    <w:rsid w:val="008C32BA"/>
    <w:rsid w:val="008C36D4"/>
    <w:rsid w:val="008C3A11"/>
    <w:rsid w:val="008C3AC7"/>
    <w:rsid w:val="008C3C1A"/>
    <w:rsid w:val="008C3D69"/>
    <w:rsid w:val="008C4003"/>
    <w:rsid w:val="008C4642"/>
    <w:rsid w:val="008C46A8"/>
    <w:rsid w:val="008C4B1C"/>
    <w:rsid w:val="008C4B53"/>
    <w:rsid w:val="008C4B5E"/>
    <w:rsid w:val="008C4F30"/>
    <w:rsid w:val="008C505A"/>
    <w:rsid w:val="008C5196"/>
    <w:rsid w:val="008C53C0"/>
    <w:rsid w:val="008C5871"/>
    <w:rsid w:val="008C5A2B"/>
    <w:rsid w:val="008C5A67"/>
    <w:rsid w:val="008C5C45"/>
    <w:rsid w:val="008C5D42"/>
    <w:rsid w:val="008C5F10"/>
    <w:rsid w:val="008C677C"/>
    <w:rsid w:val="008C6B44"/>
    <w:rsid w:val="008C6C77"/>
    <w:rsid w:val="008C7022"/>
    <w:rsid w:val="008C7418"/>
    <w:rsid w:val="008C75C4"/>
    <w:rsid w:val="008C7B09"/>
    <w:rsid w:val="008C7CF1"/>
    <w:rsid w:val="008C7F15"/>
    <w:rsid w:val="008D05E3"/>
    <w:rsid w:val="008D068C"/>
    <w:rsid w:val="008D071D"/>
    <w:rsid w:val="008D0D28"/>
    <w:rsid w:val="008D1001"/>
    <w:rsid w:val="008D1577"/>
    <w:rsid w:val="008D1608"/>
    <w:rsid w:val="008D1AF2"/>
    <w:rsid w:val="008D1BF9"/>
    <w:rsid w:val="008D1D5E"/>
    <w:rsid w:val="008D1E84"/>
    <w:rsid w:val="008D1FEA"/>
    <w:rsid w:val="008D2310"/>
    <w:rsid w:val="008D244F"/>
    <w:rsid w:val="008D2721"/>
    <w:rsid w:val="008D27F0"/>
    <w:rsid w:val="008D29F8"/>
    <w:rsid w:val="008D2C62"/>
    <w:rsid w:val="008D3063"/>
    <w:rsid w:val="008D3561"/>
    <w:rsid w:val="008D3CBB"/>
    <w:rsid w:val="008D3F5C"/>
    <w:rsid w:val="008D41BA"/>
    <w:rsid w:val="008D43A7"/>
    <w:rsid w:val="008D4480"/>
    <w:rsid w:val="008D4BA1"/>
    <w:rsid w:val="008D4BBA"/>
    <w:rsid w:val="008D503B"/>
    <w:rsid w:val="008D519B"/>
    <w:rsid w:val="008D5267"/>
    <w:rsid w:val="008D5281"/>
    <w:rsid w:val="008D52A3"/>
    <w:rsid w:val="008D532A"/>
    <w:rsid w:val="008D5684"/>
    <w:rsid w:val="008D57DD"/>
    <w:rsid w:val="008D5A88"/>
    <w:rsid w:val="008D5C3A"/>
    <w:rsid w:val="008D6176"/>
    <w:rsid w:val="008D624B"/>
    <w:rsid w:val="008D677B"/>
    <w:rsid w:val="008D67AC"/>
    <w:rsid w:val="008D6923"/>
    <w:rsid w:val="008D69DB"/>
    <w:rsid w:val="008D69EE"/>
    <w:rsid w:val="008D6C22"/>
    <w:rsid w:val="008D6D28"/>
    <w:rsid w:val="008D6D83"/>
    <w:rsid w:val="008D78FE"/>
    <w:rsid w:val="008D797E"/>
    <w:rsid w:val="008D7C5E"/>
    <w:rsid w:val="008E031F"/>
    <w:rsid w:val="008E03A4"/>
    <w:rsid w:val="008E0809"/>
    <w:rsid w:val="008E084C"/>
    <w:rsid w:val="008E0963"/>
    <w:rsid w:val="008E0D1D"/>
    <w:rsid w:val="008E0E00"/>
    <w:rsid w:val="008E12CC"/>
    <w:rsid w:val="008E15D4"/>
    <w:rsid w:val="008E1C93"/>
    <w:rsid w:val="008E1CF3"/>
    <w:rsid w:val="008E1E34"/>
    <w:rsid w:val="008E1F34"/>
    <w:rsid w:val="008E233A"/>
    <w:rsid w:val="008E243C"/>
    <w:rsid w:val="008E248F"/>
    <w:rsid w:val="008E276A"/>
    <w:rsid w:val="008E2977"/>
    <w:rsid w:val="008E2AD6"/>
    <w:rsid w:val="008E2C86"/>
    <w:rsid w:val="008E2CE8"/>
    <w:rsid w:val="008E2EE4"/>
    <w:rsid w:val="008E30F6"/>
    <w:rsid w:val="008E343A"/>
    <w:rsid w:val="008E3609"/>
    <w:rsid w:val="008E40A6"/>
    <w:rsid w:val="008E41C6"/>
    <w:rsid w:val="008E4286"/>
    <w:rsid w:val="008E4487"/>
    <w:rsid w:val="008E4499"/>
    <w:rsid w:val="008E4D9B"/>
    <w:rsid w:val="008E4DF6"/>
    <w:rsid w:val="008E4EE4"/>
    <w:rsid w:val="008E531E"/>
    <w:rsid w:val="008E5884"/>
    <w:rsid w:val="008E5F75"/>
    <w:rsid w:val="008E62C8"/>
    <w:rsid w:val="008E62F9"/>
    <w:rsid w:val="008E64D7"/>
    <w:rsid w:val="008E66CF"/>
    <w:rsid w:val="008E68DE"/>
    <w:rsid w:val="008E6A99"/>
    <w:rsid w:val="008E6AAA"/>
    <w:rsid w:val="008E6B80"/>
    <w:rsid w:val="008E7221"/>
    <w:rsid w:val="008E7644"/>
    <w:rsid w:val="008E766D"/>
    <w:rsid w:val="008E7C6F"/>
    <w:rsid w:val="008E7CD0"/>
    <w:rsid w:val="008E7F56"/>
    <w:rsid w:val="008E7FED"/>
    <w:rsid w:val="008F00E5"/>
    <w:rsid w:val="008F017A"/>
    <w:rsid w:val="008F05BA"/>
    <w:rsid w:val="008F0653"/>
    <w:rsid w:val="008F0988"/>
    <w:rsid w:val="008F0A42"/>
    <w:rsid w:val="008F0AD2"/>
    <w:rsid w:val="008F0CD3"/>
    <w:rsid w:val="008F0CE9"/>
    <w:rsid w:val="008F0D40"/>
    <w:rsid w:val="008F0D89"/>
    <w:rsid w:val="008F0E8E"/>
    <w:rsid w:val="008F0F34"/>
    <w:rsid w:val="008F0FF8"/>
    <w:rsid w:val="008F10D0"/>
    <w:rsid w:val="008F11AB"/>
    <w:rsid w:val="008F13E6"/>
    <w:rsid w:val="008F13EE"/>
    <w:rsid w:val="008F1B9F"/>
    <w:rsid w:val="008F2022"/>
    <w:rsid w:val="008F231E"/>
    <w:rsid w:val="008F239A"/>
    <w:rsid w:val="008F23C7"/>
    <w:rsid w:val="008F282B"/>
    <w:rsid w:val="008F2A87"/>
    <w:rsid w:val="008F2AD0"/>
    <w:rsid w:val="008F2CCF"/>
    <w:rsid w:val="008F2E5A"/>
    <w:rsid w:val="008F31AB"/>
    <w:rsid w:val="008F376B"/>
    <w:rsid w:val="008F3900"/>
    <w:rsid w:val="008F3EA7"/>
    <w:rsid w:val="008F3F97"/>
    <w:rsid w:val="008F4164"/>
    <w:rsid w:val="008F41AB"/>
    <w:rsid w:val="008F4215"/>
    <w:rsid w:val="008F445A"/>
    <w:rsid w:val="008F4516"/>
    <w:rsid w:val="008F4BD3"/>
    <w:rsid w:val="008F4D7D"/>
    <w:rsid w:val="008F4E47"/>
    <w:rsid w:val="008F52DB"/>
    <w:rsid w:val="008F53E4"/>
    <w:rsid w:val="008F567E"/>
    <w:rsid w:val="008F59AD"/>
    <w:rsid w:val="008F5D4F"/>
    <w:rsid w:val="008F5DDD"/>
    <w:rsid w:val="008F5ECF"/>
    <w:rsid w:val="008F60DF"/>
    <w:rsid w:val="008F644F"/>
    <w:rsid w:val="008F661E"/>
    <w:rsid w:val="008F6758"/>
    <w:rsid w:val="008F6778"/>
    <w:rsid w:val="008F6A9C"/>
    <w:rsid w:val="008F743D"/>
    <w:rsid w:val="008F745C"/>
    <w:rsid w:val="008F79CE"/>
    <w:rsid w:val="008F7A7A"/>
    <w:rsid w:val="008F7EAE"/>
    <w:rsid w:val="008F7FB8"/>
    <w:rsid w:val="0090023F"/>
    <w:rsid w:val="0090044E"/>
    <w:rsid w:val="00900551"/>
    <w:rsid w:val="00900B49"/>
    <w:rsid w:val="00900C9F"/>
    <w:rsid w:val="00900D70"/>
    <w:rsid w:val="00900ED0"/>
    <w:rsid w:val="00900EE2"/>
    <w:rsid w:val="00900F2F"/>
    <w:rsid w:val="00900FF7"/>
    <w:rsid w:val="009010BD"/>
    <w:rsid w:val="00901347"/>
    <w:rsid w:val="0090146D"/>
    <w:rsid w:val="00901F4C"/>
    <w:rsid w:val="009026D7"/>
    <w:rsid w:val="009029DC"/>
    <w:rsid w:val="00902A6D"/>
    <w:rsid w:val="00902BD8"/>
    <w:rsid w:val="00902D9C"/>
    <w:rsid w:val="009030F4"/>
    <w:rsid w:val="00903250"/>
    <w:rsid w:val="0090341F"/>
    <w:rsid w:val="0090384A"/>
    <w:rsid w:val="009039B3"/>
    <w:rsid w:val="00903A30"/>
    <w:rsid w:val="00903ABD"/>
    <w:rsid w:val="009042C4"/>
    <w:rsid w:val="00904374"/>
    <w:rsid w:val="009044F1"/>
    <w:rsid w:val="0090472E"/>
    <w:rsid w:val="0090490C"/>
    <w:rsid w:val="00904D2B"/>
    <w:rsid w:val="00904D3C"/>
    <w:rsid w:val="00904D40"/>
    <w:rsid w:val="00904ED7"/>
    <w:rsid w:val="00905727"/>
    <w:rsid w:val="0090583E"/>
    <w:rsid w:val="00905846"/>
    <w:rsid w:val="00905853"/>
    <w:rsid w:val="009058EC"/>
    <w:rsid w:val="00905954"/>
    <w:rsid w:val="00905E90"/>
    <w:rsid w:val="00906242"/>
    <w:rsid w:val="009064BE"/>
    <w:rsid w:val="00906690"/>
    <w:rsid w:val="0090712A"/>
    <w:rsid w:val="009074CA"/>
    <w:rsid w:val="009078C1"/>
    <w:rsid w:val="00907B50"/>
    <w:rsid w:val="00907CEE"/>
    <w:rsid w:val="009101DB"/>
    <w:rsid w:val="00910433"/>
    <w:rsid w:val="0091056C"/>
    <w:rsid w:val="00910616"/>
    <w:rsid w:val="00910629"/>
    <w:rsid w:val="0091081E"/>
    <w:rsid w:val="009109EA"/>
    <w:rsid w:val="00910CD7"/>
    <w:rsid w:val="00911102"/>
    <w:rsid w:val="009113CF"/>
    <w:rsid w:val="0091147D"/>
    <w:rsid w:val="009114E2"/>
    <w:rsid w:val="0091173B"/>
    <w:rsid w:val="00911831"/>
    <w:rsid w:val="00911885"/>
    <w:rsid w:val="009119D7"/>
    <w:rsid w:val="00911B21"/>
    <w:rsid w:val="00911C9B"/>
    <w:rsid w:val="00912160"/>
    <w:rsid w:val="0091236C"/>
    <w:rsid w:val="009126EF"/>
    <w:rsid w:val="00912A27"/>
    <w:rsid w:val="00912A2B"/>
    <w:rsid w:val="00912A69"/>
    <w:rsid w:val="00912B98"/>
    <w:rsid w:val="00912B99"/>
    <w:rsid w:val="00912BB1"/>
    <w:rsid w:val="00912FAE"/>
    <w:rsid w:val="00912FD6"/>
    <w:rsid w:val="009131AB"/>
    <w:rsid w:val="009132A8"/>
    <w:rsid w:val="00913400"/>
    <w:rsid w:val="0091343B"/>
    <w:rsid w:val="0091344E"/>
    <w:rsid w:val="00913459"/>
    <w:rsid w:val="00913697"/>
    <w:rsid w:val="00913A3F"/>
    <w:rsid w:val="00913DB2"/>
    <w:rsid w:val="009143E4"/>
    <w:rsid w:val="0091448E"/>
    <w:rsid w:val="009144E0"/>
    <w:rsid w:val="0091478A"/>
    <w:rsid w:val="00914EF4"/>
    <w:rsid w:val="00915310"/>
    <w:rsid w:val="0091537F"/>
    <w:rsid w:val="009153BF"/>
    <w:rsid w:val="009157DF"/>
    <w:rsid w:val="0091585E"/>
    <w:rsid w:val="00915DF4"/>
    <w:rsid w:val="00915E28"/>
    <w:rsid w:val="00915E57"/>
    <w:rsid w:val="0091601C"/>
    <w:rsid w:val="00916215"/>
    <w:rsid w:val="009165B3"/>
    <w:rsid w:val="009165C1"/>
    <w:rsid w:val="0091679A"/>
    <w:rsid w:val="0091695C"/>
    <w:rsid w:val="00916E6C"/>
    <w:rsid w:val="00917005"/>
    <w:rsid w:val="00917431"/>
    <w:rsid w:val="0091769A"/>
    <w:rsid w:val="00917BCB"/>
    <w:rsid w:val="00917D61"/>
    <w:rsid w:val="00917DA9"/>
    <w:rsid w:val="009203F2"/>
    <w:rsid w:val="009204EF"/>
    <w:rsid w:val="009205A0"/>
    <w:rsid w:val="00920624"/>
    <w:rsid w:val="0092086E"/>
    <w:rsid w:val="0092089D"/>
    <w:rsid w:val="009209BB"/>
    <w:rsid w:val="00920C30"/>
    <w:rsid w:val="00920C72"/>
    <w:rsid w:val="00920C73"/>
    <w:rsid w:val="00921132"/>
    <w:rsid w:val="0092117B"/>
    <w:rsid w:val="009212EE"/>
    <w:rsid w:val="00921434"/>
    <w:rsid w:val="0092155D"/>
    <w:rsid w:val="0092158B"/>
    <w:rsid w:val="00921623"/>
    <w:rsid w:val="00921777"/>
    <w:rsid w:val="00921816"/>
    <w:rsid w:val="009219C2"/>
    <w:rsid w:val="00921D04"/>
    <w:rsid w:val="00921DCD"/>
    <w:rsid w:val="009221A1"/>
    <w:rsid w:val="00922254"/>
    <w:rsid w:val="009223CB"/>
    <w:rsid w:val="0092287D"/>
    <w:rsid w:val="00922A02"/>
    <w:rsid w:val="00922A79"/>
    <w:rsid w:val="0092369A"/>
    <w:rsid w:val="00923AF5"/>
    <w:rsid w:val="009240ED"/>
    <w:rsid w:val="00924383"/>
    <w:rsid w:val="009247F6"/>
    <w:rsid w:val="00924C22"/>
    <w:rsid w:val="009250F4"/>
    <w:rsid w:val="0092528A"/>
    <w:rsid w:val="009252B5"/>
    <w:rsid w:val="00925378"/>
    <w:rsid w:val="0092570A"/>
    <w:rsid w:val="0092575F"/>
    <w:rsid w:val="00925EB0"/>
    <w:rsid w:val="009260AE"/>
    <w:rsid w:val="00926141"/>
    <w:rsid w:val="00926292"/>
    <w:rsid w:val="00926401"/>
    <w:rsid w:val="00926643"/>
    <w:rsid w:val="0092667A"/>
    <w:rsid w:val="00926E15"/>
    <w:rsid w:val="00927664"/>
    <w:rsid w:val="009278E1"/>
    <w:rsid w:val="00927E22"/>
    <w:rsid w:val="00927F84"/>
    <w:rsid w:val="00927FF1"/>
    <w:rsid w:val="009304F3"/>
    <w:rsid w:val="00930CEB"/>
    <w:rsid w:val="00930E09"/>
    <w:rsid w:val="00930FD4"/>
    <w:rsid w:val="0093114C"/>
    <w:rsid w:val="00931266"/>
    <w:rsid w:val="009317F2"/>
    <w:rsid w:val="00931B24"/>
    <w:rsid w:val="009326A2"/>
    <w:rsid w:val="009329DF"/>
    <w:rsid w:val="00932AC4"/>
    <w:rsid w:val="00932D34"/>
    <w:rsid w:val="00933032"/>
    <w:rsid w:val="00933407"/>
    <w:rsid w:val="0093365A"/>
    <w:rsid w:val="009337F1"/>
    <w:rsid w:val="0093386E"/>
    <w:rsid w:val="00933871"/>
    <w:rsid w:val="00933E55"/>
    <w:rsid w:val="0093438D"/>
    <w:rsid w:val="0093438E"/>
    <w:rsid w:val="009343DB"/>
    <w:rsid w:val="009343F6"/>
    <w:rsid w:val="009347F2"/>
    <w:rsid w:val="00934889"/>
    <w:rsid w:val="00934A7B"/>
    <w:rsid w:val="00934AD6"/>
    <w:rsid w:val="00934CDC"/>
    <w:rsid w:val="00934D59"/>
    <w:rsid w:val="00934F78"/>
    <w:rsid w:val="0093520D"/>
    <w:rsid w:val="00935795"/>
    <w:rsid w:val="009367D2"/>
    <w:rsid w:val="00936FB0"/>
    <w:rsid w:val="00937095"/>
    <w:rsid w:val="0093712D"/>
    <w:rsid w:val="0093730F"/>
    <w:rsid w:val="009373DB"/>
    <w:rsid w:val="00937475"/>
    <w:rsid w:val="0093752D"/>
    <w:rsid w:val="009375A0"/>
    <w:rsid w:val="00937799"/>
    <w:rsid w:val="00937C5E"/>
    <w:rsid w:val="00937C89"/>
    <w:rsid w:val="00937F20"/>
    <w:rsid w:val="00940174"/>
    <w:rsid w:val="009408D4"/>
    <w:rsid w:val="009409A2"/>
    <w:rsid w:val="00940ABC"/>
    <w:rsid w:val="00940B62"/>
    <w:rsid w:val="00940DDE"/>
    <w:rsid w:val="00940EF6"/>
    <w:rsid w:val="00940FAD"/>
    <w:rsid w:val="00941092"/>
    <w:rsid w:val="009410B5"/>
    <w:rsid w:val="0094110A"/>
    <w:rsid w:val="0094120A"/>
    <w:rsid w:val="00941293"/>
    <w:rsid w:val="009415A7"/>
    <w:rsid w:val="009415C8"/>
    <w:rsid w:val="00941A18"/>
    <w:rsid w:val="00941BF6"/>
    <w:rsid w:val="00941FAE"/>
    <w:rsid w:val="0094220B"/>
    <w:rsid w:val="0094221E"/>
    <w:rsid w:val="00942569"/>
    <w:rsid w:val="00942A28"/>
    <w:rsid w:val="00942AF8"/>
    <w:rsid w:val="00942E6B"/>
    <w:rsid w:val="00942F36"/>
    <w:rsid w:val="00942FF5"/>
    <w:rsid w:val="00943065"/>
    <w:rsid w:val="009430BE"/>
    <w:rsid w:val="0094381F"/>
    <w:rsid w:val="00943906"/>
    <w:rsid w:val="00943DBE"/>
    <w:rsid w:val="0094412D"/>
    <w:rsid w:val="00944384"/>
    <w:rsid w:val="00944427"/>
    <w:rsid w:val="009446C7"/>
    <w:rsid w:val="009446F2"/>
    <w:rsid w:val="009447DC"/>
    <w:rsid w:val="00944B9B"/>
    <w:rsid w:val="00944D00"/>
    <w:rsid w:val="00944FF8"/>
    <w:rsid w:val="0094522E"/>
    <w:rsid w:val="00945423"/>
    <w:rsid w:val="0094585F"/>
    <w:rsid w:val="00945AC5"/>
    <w:rsid w:val="00945C77"/>
    <w:rsid w:val="00946DED"/>
    <w:rsid w:val="00947038"/>
    <w:rsid w:val="009472A8"/>
    <w:rsid w:val="009472F3"/>
    <w:rsid w:val="0094732C"/>
    <w:rsid w:val="00947330"/>
    <w:rsid w:val="009474FA"/>
    <w:rsid w:val="00947AC1"/>
    <w:rsid w:val="00947C67"/>
    <w:rsid w:val="00947DA4"/>
    <w:rsid w:val="0095028C"/>
    <w:rsid w:val="009505CA"/>
    <w:rsid w:val="00950693"/>
    <w:rsid w:val="00950697"/>
    <w:rsid w:val="00950881"/>
    <w:rsid w:val="00950992"/>
    <w:rsid w:val="00950C92"/>
    <w:rsid w:val="00950E62"/>
    <w:rsid w:val="00950EFE"/>
    <w:rsid w:val="009513BA"/>
    <w:rsid w:val="00951512"/>
    <w:rsid w:val="00951613"/>
    <w:rsid w:val="009516CC"/>
    <w:rsid w:val="00951A3A"/>
    <w:rsid w:val="00951E13"/>
    <w:rsid w:val="009521C1"/>
    <w:rsid w:val="00952292"/>
    <w:rsid w:val="00952674"/>
    <w:rsid w:val="00952777"/>
    <w:rsid w:val="0095278E"/>
    <w:rsid w:val="009527C9"/>
    <w:rsid w:val="009527FB"/>
    <w:rsid w:val="00952BF5"/>
    <w:rsid w:val="009533D5"/>
    <w:rsid w:val="009536CC"/>
    <w:rsid w:val="0095375A"/>
    <w:rsid w:val="00953887"/>
    <w:rsid w:val="009539BA"/>
    <w:rsid w:val="00953A48"/>
    <w:rsid w:val="00953CC5"/>
    <w:rsid w:val="00953EFD"/>
    <w:rsid w:val="00953FC5"/>
    <w:rsid w:val="00954508"/>
    <w:rsid w:val="00954589"/>
    <w:rsid w:val="009548B6"/>
    <w:rsid w:val="009548BC"/>
    <w:rsid w:val="0095495F"/>
    <w:rsid w:val="00954E23"/>
    <w:rsid w:val="00954F09"/>
    <w:rsid w:val="0095541C"/>
    <w:rsid w:val="00955446"/>
    <w:rsid w:val="009556E9"/>
    <w:rsid w:val="0095574B"/>
    <w:rsid w:val="009557F4"/>
    <w:rsid w:val="00955847"/>
    <w:rsid w:val="00955912"/>
    <w:rsid w:val="0095591D"/>
    <w:rsid w:val="00955D02"/>
    <w:rsid w:val="00955DD3"/>
    <w:rsid w:val="00955F49"/>
    <w:rsid w:val="009565B3"/>
    <w:rsid w:val="009565DA"/>
    <w:rsid w:val="009575EA"/>
    <w:rsid w:val="00957698"/>
    <w:rsid w:val="00957775"/>
    <w:rsid w:val="009578DF"/>
    <w:rsid w:val="0095790C"/>
    <w:rsid w:val="0095798E"/>
    <w:rsid w:val="00957A6E"/>
    <w:rsid w:val="00957CAB"/>
    <w:rsid w:val="00957E70"/>
    <w:rsid w:val="00960029"/>
    <w:rsid w:val="00960085"/>
    <w:rsid w:val="009600FD"/>
    <w:rsid w:val="0096031C"/>
    <w:rsid w:val="00960810"/>
    <w:rsid w:val="00960826"/>
    <w:rsid w:val="0096129D"/>
    <w:rsid w:val="0096167C"/>
    <w:rsid w:val="009619A5"/>
    <w:rsid w:val="0096227A"/>
    <w:rsid w:val="009622E3"/>
    <w:rsid w:val="00962314"/>
    <w:rsid w:val="00962351"/>
    <w:rsid w:val="009624D5"/>
    <w:rsid w:val="00963111"/>
    <w:rsid w:val="00963258"/>
    <w:rsid w:val="0096331A"/>
    <w:rsid w:val="0096372B"/>
    <w:rsid w:val="009637D6"/>
    <w:rsid w:val="00963975"/>
    <w:rsid w:val="00963C1E"/>
    <w:rsid w:val="00963C7D"/>
    <w:rsid w:val="00963F31"/>
    <w:rsid w:val="00964201"/>
    <w:rsid w:val="00964487"/>
    <w:rsid w:val="00964697"/>
    <w:rsid w:val="0096478A"/>
    <w:rsid w:val="00964A70"/>
    <w:rsid w:val="00964D72"/>
    <w:rsid w:val="009650F1"/>
    <w:rsid w:val="00965166"/>
    <w:rsid w:val="0096550E"/>
    <w:rsid w:val="00965BC3"/>
    <w:rsid w:val="00965D7B"/>
    <w:rsid w:val="00965D88"/>
    <w:rsid w:val="00965ECE"/>
    <w:rsid w:val="009667BF"/>
    <w:rsid w:val="00966E07"/>
    <w:rsid w:val="00966E45"/>
    <w:rsid w:val="00966F5B"/>
    <w:rsid w:val="0096701C"/>
    <w:rsid w:val="00967165"/>
    <w:rsid w:val="009671DA"/>
    <w:rsid w:val="0096723B"/>
    <w:rsid w:val="009673C7"/>
    <w:rsid w:val="009675C2"/>
    <w:rsid w:val="0096799B"/>
    <w:rsid w:val="00967A5A"/>
    <w:rsid w:val="00967C1D"/>
    <w:rsid w:val="00967E50"/>
    <w:rsid w:val="009704C4"/>
    <w:rsid w:val="00970620"/>
    <w:rsid w:val="009707A2"/>
    <w:rsid w:val="009709ED"/>
    <w:rsid w:val="00970A33"/>
    <w:rsid w:val="00970AD4"/>
    <w:rsid w:val="00970BF6"/>
    <w:rsid w:val="00970EB3"/>
    <w:rsid w:val="00970F69"/>
    <w:rsid w:val="00970FA2"/>
    <w:rsid w:val="00971032"/>
    <w:rsid w:val="009710B3"/>
    <w:rsid w:val="00971306"/>
    <w:rsid w:val="0097178D"/>
    <w:rsid w:val="009718CA"/>
    <w:rsid w:val="00971A98"/>
    <w:rsid w:val="00971C87"/>
    <w:rsid w:val="009720C1"/>
    <w:rsid w:val="00972135"/>
    <w:rsid w:val="0097221F"/>
    <w:rsid w:val="009723EC"/>
    <w:rsid w:val="00972411"/>
    <w:rsid w:val="009728DF"/>
    <w:rsid w:val="00972B06"/>
    <w:rsid w:val="00972B44"/>
    <w:rsid w:val="00972F6C"/>
    <w:rsid w:val="00973023"/>
    <w:rsid w:val="0097303A"/>
    <w:rsid w:val="00973445"/>
    <w:rsid w:val="00973486"/>
    <w:rsid w:val="00973531"/>
    <w:rsid w:val="00973678"/>
    <w:rsid w:val="00973712"/>
    <w:rsid w:val="00973A40"/>
    <w:rsid w:val="00973C25"/>
    <w:rsid w:val="00973E43"/>
    <w:rsid w:val="00973F24"/>
    <w:rsid w:val="00974094"/>
    <w:rsid w:val="0097424F"/>
    <w:rsid w:val="00974270"/>
    <w:rsid w:val="0097436E"/>
    <w:rsid w:val="00974721"/>
    <w:rsid w:val="00974723"/>
    <w:rsid w:val="00974A17"/>
    <w:rsid w:val="00974C39"/>
    <w:rsid w:val="009751AE"/>
    <w:rsid w:val="009755DE"/>
    <w:rsid w:val="00975660"/>
    <w:rsid w:val="009757D0"/>
    <w:rsid w:val="00975F0E"/>
    <w:rsid w:val="00975F5A"/>
    <w:rsid w:val="00976035"/>
    <w:rsid w:val="009762DB"/>
    <w:rsid w:val="009764B1"/>
    <w:rsid w:val="009764BF"/>
    <w:rsid w:val="009769DC"/>
    <w:rsid w:val="00976B96"/>
    <w:rsid w:val="00976DF0"/>
    <w:rsid w:val="00976EDC"/>
    <w:rsid w:val="00976F3D"/>
    <w:rsid w:val="00977020"/>
    <w:rsid w:val="0097733C"/>
    <w:rsid w:val="0097737A"/>
    <w:rsid w:val="00977BF7"/>
    <w:rsid w:val="00977FE7"/>
    <w:rsid w:val="0098009E"/>
    <w:rsid w:val="009801A9"/>
    <w:rsid w:val="009801DA"/>
    <w:rsid w:val="009804A4"/>
    <w:rsid w:val="009805CF"/>
    <w:rsid w:val="0098060A"/>
    <w:rsid w:val="00980708"/>
    <w:rsid w:val="0098075C"/>
    <w:rsid w:val="009809A0"/>
    <w:rsid w:val="00980A5A"/>
    <w:rsid w:val="00980C4A"/>
    <w:rsid w:val="00980D35"/>
    <w:rsid w:val="00980D9B"/>
    <w:rsid w:val="0098130D"/>
    <w:rsid w:val="00981395"/>
    <w:rsid w:val="0098153B"/>
    <w:rsid w:val="009819CC"/>
    <w:rsid w:val="00981A61"/>
    <w:rsid w:val="00981B08"/>
    <w:rsid w:val="00981CEF"/>
    <w:rsid w:val="00981E58"/>
    <w:rsid w:val="00982452"/>
    <w:rsid w:val="0098274F"/>
    <w:rsid w:val="00982A8E"/>
    <w:rsid w:val="00982C5A"/>
    <w:rsid w:val="00982CEC"/>
    <w:rsid w:val="00982D44"/>
    <w:rsid w:val="00982FF8"/>
    <w:rsid w:val="0098362C"/>
    <w:rsid w:val="00983643"/>
    <w:rsid w:val="0098367F"/>
    <w:rsid w:val="009837B6"/>
    <w:rsid w:val="00984025"/>
    <w:rsid w:val="00984841"/>
    <w:rsid w:val="00984B6E"/>
    <w:rsid w:val="00984E81"/>
    <w:rsid w:val="00984EAA"/>
    <w:rsid w:val="00985068"/>
    <w:rsid w:val="00985389"/>
    <w:rsid w:val="00985607"/>
    <w:rsid w:val="00985999"/>
    <w:rsid w:val="00985AF3"/>
    <w:rsid w:val="009860FA"/>
    <w:rsid w:val="00986423"/>
    <w:rsid w:val="00986621"/>
    <w:rsid w:val="00986B30"/>
    <w:rsid w:val="00986CC0"/>
    <w:rsid w:val="00986D83"/>
    <w:rsid w:val="00986D91"/>
    <w:rsid w:val="00986DF8"/>
    <w:rsid w:val="00987002"/>
    <w:rsid w:val="0098749D"/>
    <w:rsid w:val="009878C5"/>
    <w:rsid w:val="00987CFD"/>
    <w:rsid w:val="00990517"/>
    <w:rsid w:val="009909D8"/>
    <w:rsid w:val="00990DE6"/>
    <w:rsid w:val="009912D3"/>
    <w:rsid w:val="009916B9"/>
    <w:rsid w:val="009918D7"/>
    <w:rsid w:val="00991932"/>
    <w:rsid w:val="00991CE0"/>
    <w:rsid w:val="00991EE9"/>
    <w:rsid w:val="0099254F"/>
    <w:rsid w:val="0099293E"/>
    <w:rsid w:val="009929FB"/>
    <w:rsid w:val="00992A47"/>
    <w:rsid w:val="00992A7D"/>
    <w:rsid w:val="00992C9E"/>
    <w:rsid w:val="00992CAE"/>
    <w:rsid w:val="00992DBA"/>
    <w:rsid w:val="00992FCE"/>
    <w:rsid w:val="009931FA"/>
    <w:rsid w:val="009932CA"/>
    <w:rsid w:val="009932E6"/>
    <w:rsid w:val="0099380C"/>
    <w:rsid w:val="009938E7"/>
    <w:rsid w:val="00993CFC"/>
    <w:rsid w:val="00993DD6"/>
    <w:rsid w:val="00993E75"/>
    <w:rsid w:val="00994796"/>
    <w:rsid w:val="00994A51"/>
    <w:rsid w:val="00995217"/>
    <w:rsid w:val="00995335"/>
    <w:rsid w:val="0099536D"/>
    <w:rsid w:val="009956A0"/>
    <w:rsid w:val="00995754"/>
    <w:rsid w:val="009957CE"/>
    <w:rsid w:val="00995968"/>
    <w:rsid w:val="009959E1"/>
    <w:rsid w:val="00995A46"/>
    <w:rsid w:val="00995EB3"/>
    <w:rsid w:val="00996244"/>
    <w:rsid w:val="00996302"/>
    <w:rsid w:val="00996337"/>
    <w:rsid w:val="00996BE2"/>
    <w:rsid w:val="009971CB"/>
    <w:rsid w:val="00997429"/>
    <w:rsid w:val="00997631"/>
    <w:rsid w:val="0099766A"/>
    <w:rsid w:val="00997939"/>
    <w:rsid w:val="009979E2"/>
    <w:rsid w:val="00997AF9"/>
    <w:rsid w:val="00997C69"/>
    <w:rsid w:val="00997E15"/>
    <w:rsid w:val="009A0361"/>
    <w:rsid w:val="009A089E"/>
    <w:rsid w:val="009A08B9"/>
    <w:rsid w:val="009A0BF8"/>
    <w:rsid w:val="009A0D20"/>
    <w:rsid w:val="009A0DD8"/>
    <w:rsid w:val="009A0F95"/>
    <w:rsid w:val="009A103C"/>
    <w:rsid w:val="009A1293"/>
    <w:rsid w:val="009A162E"/>
    <w:rsid w:val="009A1B99"/>
    <w:rsid w:val="009A1C3D"/>
    <w:rsid w:val="009A1D70"/>
    <w:rsid w:val="009A1DF2"/>
    <w:rsid w:val="009A1E31"/>
    <w:rsid w:val="009A1EC9"/>
    <w:rsid w:val="009A2207"/>
    <w:rsid w:val="009A2247"/>
    <w:rsid w:val="009A2645"/>
    <w:rsid w:val="009A2A81"/>
    <w:rsid w:val="009A2B78"/>
    <w:rsid w:val="009A2C34"/>
    <w:rsid w:val="009A2C76"/>
    <w:rsid w:val="009A2D8F"/>
    <w:rsid w:val="009A350A"/>
    <w:rsid w:val="009A3881"/>
    <w:rsid w:val="009A3883"/>
    <w:rsid w:val="009A394C"/>
    <w:rsid w:val="009A3A50"/>
    <w:rsid w:val="009A3E9A"/>
    <w:rsid w:val="009A401C"/>
    <w:rsid w:val="009A43F4"/>
    <w:rsid w:val="009A45B0"/>
    <w:rsid w:val="009A5172"/>
    <w:rsid w:val="009A56CB"/>
    <w:rsid w:val="009A5947"/>
    <w:rsid w:val="009A5A39"/>
    <w:rsid w:val="009A5D00"/>
    <w:rsid w:val="009A5F91"/>
    <w:rsid w:val="009A6327"/>
    <w:rsid w:val="009A63DA"/>
    <w:rsid w:val="009A69CA"/>
    <w:rsid w:val="009A6C95"/>
    <w:rsid w:val="009A7355"/>
    <w:rsid w:val="009A7471"/>
    <w:rsid w:val="009A76EC"/>
    <w:rsid w:val="009A7A5A"/>
    <w:rsid w:val="009A7D65"/>
    <w:rsid w:val="009A7EE9"/>
    <w:rsid w:val="009A7F9F"/>
    <w:rsid w:val="009B0540"/>
    <w:rsid w:val="009B08E2"/>
    <w:rsid w:val="009B0995"/>
    <w:rsid w:val="009B0C75"/>
    <w:rsid w:val="009B0DBC"/>
    <w:rsid w:val="009B10D1"/>
    <w:rsid w:val="009B10DE"/>
    <w:rsid w:val="009B111A"/>
    <w:rsid w:val="009B1177"/>
    <w:rsid w:val="009B15D4"/>
    <w:rsid w:val="009B163E"/>
    <w:rsid w:val="009B1899"/>
    <w:rsid w:val="009B1C4C"/>
    <w:rsid w:val="009B1C5B"/>
    <w:rsid w:val="009B1E7B"/>
    <w:rsid w:val="009B209E"/>
    <w:rsid w:val="009B26C1"/>
    <w:rsid w:val="009B27DD"/>
    <w:rsid w:val="009B2839"/>
    <w:rsid w:val="009B2876"/>
    <w:rsid w:val="009B2CAA"/>
    <w:rsid w:val="009B30C1"/>
    <w:rsid w:val="009B31D9"/>
    <w:rsid w:val="009B3360"/>
    <w:rsid w:val="009B33C3"/>
    <w:rsid w:val="009B3611"/>
    <w:rsid w:val="009B36BF"/>
    <w:rsid w:val="009B3791"/>
    <w:rsid w:val="009B3C52"/>
    <w:rsid w:val="009B3DB0"/>
    <w:rsid w:val="009B3EBA"/>
    <w:rsid w:val="009B401A"/>
    <w:rsid w:val="009B4593"/>
    <w:rsid w:val="009B46DE"/>
    <w:rsid w:val="009B46DF"/>
    <w:rsid w:val="009B46F0"/>
    <w:rsid w:val="009B4D9C"/>
    <w:rsid w:val="009B4DC7"/>
    <w:rsid w:val="009B4EA6"/>
    <w:rsid w:val="009B5166"/>
    <w:rsid w:val="009B5706"/>
    <w:rsid w:val="009B5ACE"/>
    <w:rsid w:val="009B5AE6"/>
    <w:rsid w:val="009B5CFD"/>
    <w:rsid w:val="009B5D4C"/>
    <w:rsid w:val="009B6494"/>
    <w:rsid w:val="009B64E5"/>
    <w:rsid w:val="009B6676"/>
    <w:rsid w:val="009B6890"/>
    <w:rsid w:val="009B6CBD"/>
    <w:rsid w:val="009B6F36"/>
    <w:rsid w:val="009B71EE"/>
    <w:rsid w:val="009B7353"/>
    <w:rsid w:val="009B736C"/>
    <w:rsid w:val="009B7445"/>
    <w:rsid w:val="009B7625"/>
    <w:rsid w:val="009B7CDA"/>
    <w:rsid w:val="009B7E80"/>
    <w:rsid w:val="009B7E9C"/>
    <w:rsid w:val="009C03A2"/>
    <w:rsid w:val="009C03A5"/>
    <w:rsid w:val="009C0508"/>
    <w:rsid w:val="009C05F6"/>
    <w:rsid w:val="009C064B"/>
    <w:rsid w:val="009C08F9"/>
    <w:rsid w:val="009C0A63"/>
    <w:rsid w:val="009C0F19"/>
    <w:rsid w:val="009C121D"/>
    <w:rsid w:val="009C1350"/>
    <w:rsid w:val="009C154F"/>
    <w:rsid w:val="009C157D"/>
    <w:rsid w:val="009C173C"/>
    <w:rsid w:val="009C1862"/>
    <w:rsid w:val="009C1A88"/>
    <w:rsid w:val="009C1AD2"/>
    <w:rsid w:val="009C1ADA"/>
    <w:rsid w:val="009C1E06"/>
    <w:rsid w:val="009C2249"/>
    <w:rsid w:val="009C237B"/>
    <w:rsid w:val="009C2396"/>
    <w:rsid w:val="009C281E"/>
    <w:rsid w:val="009C28F2"/>
    <w:rsid w:val="009C2906"/>
    <w:rsid w:val="009C2CAE"/>
    <w:rsid w:val="009C2CDE"/>
    <w:rsid w:val="009C2D3D"/>
    <w:rsid w:val="009C2DDB"/>
    <w:rsid w:val="009C2F53"/>
    <w:rsid w:val="009C30B6"/>
    <w:rsid w:val="009C31EF"/>
    <w:rsid w:val="009C3592"/>
    <w:rsid w:val="009C35A3"/>
    <w:rsid w:val="009C39AB"/>
    <w:rsid w:val="009C3B11"/>
    <w:rsid w:val="009C3B1D"/>
    <w:rsid w:val="009C3FED"/>
    <w:rsid w:val="009C42C0"/>
    <w:rsid w:val="009C43B6"/>
    <w:rsid w:val="009C4435"/>
    <w:rsid w:val="009C4655"/>
    <w:rsid w:val="009C492A"/>
    <w:rsid w:val="009C4AE8"/>
    <w:rsid w:val="009C4BF9"/>
    <w:rsid w:val="009C4E51"/>
    <w:rsid w:val="009C50DE"/>
    <w:rsid w:val="009C5247"/>
    <w:rsid w:val="009C541B"/>
    <w:rsid w:val="009C5AFF"/>
    <w:rsid w:val="009C5E02"/>
    <w:rsid w:val="009C62EE"/>
    <w:rsid w:val="009C6473"/>
    <w:rsid w:val="009C671E"/>
    <w:rsid w:val="009C6845"/>
    <w:rsid w:val="009C68BE"/>
    <w:rsid w:val="009C6A1C"/>
    <w:rsid w:val="009C6BE7"/>
    <w:rsid w:val="009C6CA9"/>
    <w:rsid w:val="009C6E28"/>
    <w:rsid w:val="009C729E"/>
    <w:rsid w:val="009C72B6"/>
    <w:rsid w:val="009C7399"/>
    <w:rsid w:val="009C756C"/>
    <w:rsid w:val="009C76FB"/>
    <w:rsid w:val="009C78B7"/>
    <w:rsid w:val="009C7A00"/>
    <w:rsid w:val="009C7C75"/>
    <w:rsid w:val="009C7F3B"/>
    <w:rsid w:val="009D0122"/>
    <w:rsid w:val="009D016C"/>
    <w:rsid w:val="009D0461"/>
    <w:rsid w:val="009D046B"/>
    <w:rsid w:val="009D0A1F"/>
    <w:rsid w:val="009D0BE3"/>
    <w:rsid w:val="009D1048"/>
    <w:rsid w:val="009D128E"/>
    <w:rsid w:val="009D1459"/>
    <w:rsid w:val="009D15FD"/>
    <w:rsid w:val="009D16C6"/>
    <w:rsid w:val="009D1CEB"/>
    <w:rsid w:val="009D1D28"/>
    <w:rsid w:val="009D1D9A"/>
    <w:rsid w:val="009D1F49"/>
    <w:rsid w:val="009D20D7"/>
    <w:rsid w:val="009D2191"/>
    <w:rsid w:val="009D2311"/>
    <w:rsid w:val="009D253C"/>
    <w:rsid w:val="009D25DE"/>
    <w:rsid w:val="009D26AB"/>
    <w:rsid w:val="009D26EF"/>
    <w:rsid w:val="009D290F"/>
    <w:rsid w:val="009D2CEF"/>
    <w:rsid w:val="009D2E30"/>
    <w:rsid w:val="009D3067"/>
    <w:rsid w:val="009D3382"/>
    <w:rsid w:val="009D33A0"/>
    <w:rsid w:val="009D33E7"/>
    <w:rsid w:val="009D34EF"/>
    <w:rsid w:val="009D35F0"/>
    <w:rsid w:val="009D3B60"/>
    <w:rsid w:val="009D3D86"/>
    <w:rsid w:val="009D3F1B"/>
    <w:rsid w:val="009D40EB"/>
    <w:rsid w:val="009D413C"/>
    <w:rsid w:val="009D41D5"/>
    <w:rsid w:val="009D48BA"/>
    <w:rsid w:val="009D4A63"/>
    <w:rsid w:val="009D4B27"/>
    <w:rsid w:val="009D508F"/>
    <w:rsid w:val="009D5093"/>
    <w:rsid w:val="009D55A3"/>
    <w:rsid w:val="009D588B"/>
    <w:rsid w:val="009D5893"/>
    <w:rsid w:val="009D58BD"/>
    <w:rsid w:val="009D5AC6"/>
    <w:rsid w:val="009D5B7F"/>
    <w:rsid w:val="009D62A6"/>
    <w:rsid w:val="009D6349"/>
    <w:rsid w:val="009D64A7"/>
    <w:rsid w:val="009D6544"/>
    <w:rsid w:val="009D662B"/>
    <w:rsid w:val="009D6810"/>
    <w:rsid w:val="009D6897"/>
    <w:rsid w:val="009D6923"/>
    <w:rsid w:val="009D7051"/>
    <w:rsid w:val="009D759E"/>
    <w:rsid w:val="009D7665"/>
    <w:rsid w:val="009D7775"/>
    <w:rsid w:val="009D7889"/>
    <w:rsid w:val="009D78B9"/>
    <w:rsid w:val="009D7949"/>
    <w:rsid w:val="009E01A0"/>
    <w:rsid w:val="009E01B7"/>
    <w:rsid w:val="009E03AE"/>
    <w:rsid w:val="009E03B6"/>
    <w:rsid w:val="009E0615"/>
    <w:rsid w:val="009E08CA"/>
    <w:rsid w:val="009E08E7"/>
    <w:rsid w:val="009E0A9B"/>
    <w:rsid w:val="009E0AF7"/>
    <w:rsid w:val="009E0F2A"/>
    <w:rsid w:val="009E0FB1"/>
    <w:rsid w:val="009E10FB"/>
    <w:rsid w:val="009E1515"/>
    <w:rsid w:val="009E1850"/>
    <w:rsid w:val="009E19E7"/>
    <w:rsid w:val="009E1AF0"/>
    <w:rsid w:val="009E1BCB"/>
    <w:rsid w:val="009E2576"/>
    <w:rsid w:val="009E25D4"/>
    <w:rsid w:val="009E2C8C"/>
    <w:rsid w:val="009E2E2E"/>
    <w:rsid w:val="009E33AF"/>
    <w:rsid w:val="009E3499"/>
    <w:rsid w:val="009E381B"/>
    <w:rsid w:val="009E394B"/>
    <w:rsid w:val="009E399C"/>
    <w:rsid w:val="009E3B83"/>
    <w:rsid w:val="009E3BC7"/>
    <w:rsid w:val="009E3C8B"/>
    <w:rsid w:val="009E3DA7"/>
    <w:rsid w:val="009E4061"/>
    <w:rsid w:val="009E4098"/>
    <w:rsid w:val="009E4297"/>
    <w:rsid w:val="009E4361"/>
    <w:rsid w:val="009E4483"/>
    <w:rsid w:val="009E44A2"/>
    <w:rsid w:val="009E44E5"/>
    <w:rsid w:val="009E4528"/>
    <w:rsid w:val="009E457D"/>
    <w:rsid w:val="009E49A5"/>
    <w:rsid w:val="009E4B27"/>
    <w:rsid w:val="009E4C2A"/>
    <w:rsid w:val="009E4C7F"/>
    <w:rsid w:val="009E4F6E"/>
    <w:rsid w:val="009E4FDC"/>
    <w:rsid w:val="009E5490"/>
    <w:rsid w:val="009E5AD1"/>
    <w:rsid w:val="009E5FCF"/>
    <w:rsid w:val="009E6386"/>
    <w:rsid w:val="009E6489"/>
    <w:rsid w:val="009E6674"/>
    <w:rsid w:val="009E6B41"/>
    <w:rsid w:val="009E6B61"/>
    <w:rsid w:val="009E6E62"/>
    <w:rsid w:val="009E713D"/>
    <w:rsid w:val="009E72B7"/>
    <w:rsid w:val="009E74BA"/>
    <w:rsid w:val="009E74E2"/>
    <w:rsid w:val="009E7552"/>
    <w:rsid w:val="009E7AA1"/>
    <w:rsid w:val="009E7B81"/>
    <w:rsid w:val="009E7CBE"/>
    <w:rsid w:val="009E7EBD"/>
    <w:rsid w:val="009F0006"/>
    <w:rsid w:val="009F00FD"/>
    <w:rsid w:val="009F0325"/>
    <w:rsid w:val="009F03D8"/>
    <w:rsid w:val="009F077C"/>
    <w:rsid w:val="009F0A48"/>
    <w:rsid w:val="009F0F58"/>
    <w:rsid w:val="009F1138"/>
    <w:rsid w:val="009F15C6"/>
    <w:rsid w:val="009F1812"/>
    <w:rsid w:val="009F1845"/>
    <w:rsid w:val="009F1B75"/>
    <w:rsid w:val="009F1C4B"/>
    <w:rsid w:val="009F1D69"/>
    <w:rsid w:val="009F1FB0"/>
    <w:rsid w:val="009F2026"/>
    <w:rsid w:val="009F207C"/>
    <w:rsid w:val="009F2129"/>
    <w:rsid w:val="009F2406"/>
    <w:rsid w:val="009F24C1"/>
    <w:rsid w:val="009F2515"/>
    <w:rsid w:val="009F293D"/>
    <w:rsid w:val="009F29B7"/>
    <w:rsid w:val="009F2A21"/>
    <w:rsid w:val="009F2DD0"/>
    <w:rsid w:val="009F3008"/>
    <w:rsid w:val="009F3752"/>
    <w:rsid w:val="009F3B1E"/>
    <w:rsid w:val="009F3F03"/>
    <w:rsid w:val="009F4250"/>
    <w:rsid w:val="009F43C4"/>
    <w:rsid w:val="009F43E4"/>
    <w:rsid w:val="009F449E"/>
    <w:rsid w:val="009F46CD"/>
    <w:rsid w:val="009F4746"/>
    <w:rsid w:val="009F4C90"/>
    <w:rsid w:val="009F5620"/>
    <w:rsid w:val="009F5B7D"/>
    <w:rsid w:val="009F5DEC"/>
    <w:rsid w:val="009F5EEA"/>
    <w:rsid w:val="009F6176"/>
    <w:rsid w:val="009F67FC"/>
    <w:rsid w:val="009F6DEF"/>
    <w:rsid w:val="009F70E1"/>
    <w:rsid w:val="009F76FD"/>
    <w:rsid w:val="009F7799"/>
    <w:rsid w:val="009F793F"/>
    <w:rsid w:val="009F7993"/>
    <w:rsid w:val="009F7A03"/>
    <w:rsid w:val="009F7B3A"/>
    <w:rsid w:val="009F7D60"/>
    <w:rsid w:val="009F7DC4"/>
    <w:rsid w:val="00A00274"/>
    <w:rsid w:val="00A00551"/>
    <w:rsid w:val="00A00590"/>
    <w:rsid w:val="00A00686"/>
    <w:rsid w:val="00A00B17"/>
    <w:rsid w:val="00A00BA8"/>
    <w:rsid w:val="00A0129D"/>
    <w:rsid w:val="00A01A66"/>
    <w:rsid w:val="00A0201E"/>
    <w:rsid w:val="00A02059"/>
    <w:rsid w:val="00A0219D"/>
    <w:rsid w:val="00A0224F"/>
    <w:rsid w:val="00A022BF"/>
    <w:rsid w:val="00A022CE"/>
    <w:rsid w:val="00A022D1"/>
    <w:rsid w:val="00A0263C"/>
    <w:rsid w:val="00A02793"/>
    <w:rsid w:val="00A02940"/>
    <w:rsid w:val="00A02B4A"/>
    <w:rsid w:val="00A0318E"/>
    <w:rsid w:val="00A03377"/>
    <w:rsid w:val="00A03534"/>
    <w:rsid w:val="00A038AB"/>
    <w:rsid w:val="00A03C53"/>
    <w:rsid w:val="00A03EF7"/>
    <w:rsid w:val="00A046C9"/>
    <w:rsid w:val="00A049BB"/>
    <w:rsid w:val="00A04A6E"/>
    <w:rsid w:val="00A054AD"/>
    <w:rsid w:val="00A0564C"/>
    <w:rsid w:val="00A05721"/>
    <w:rsid w:val="00A05871"/>
    <w:rsid w:val="00A058FC"/>
    <w:rsid w:val="00A05A96"/>
    <w:rsid w:val="00A064EA"/>
    <w:rsid w:val="00A06549"/>
    <w:rsid w:val="00A06B98"/>
    <w:rsid w:val="00A06BF8"/>
    <w:rsid w:val="00A06C5A"/>
    <w:rsid w:val="00A06EB3"/>
    <w:rsid w:val="00A070B5"/>
    <w:rsid w:val="00A07286"/>
    <w:rsid w:val="00A07350"/>
    <w:rsid w:val="00A073CD"/>
    <w:rsid w:val="00A073F9"/>
    <w:rsid w:val="00A07BDB"/>
    <w:rsid w:val="00A07C30"/>
    <w:rsid w:val="00A1006A"/>
    <w:rsid w:val="00A10208"/>
    <w:rsid w:val="00A1048C"/>
    <w:rsid w:val="00A1058E"/>
    <w:rsid w:val="00A1076F"/>
    <w:rsid w:val="00A1089D"/>
    <w:rsid w:val="00A108B1"/>
    <w:rsid w:val="00A10A84"/>
    <w:rsid w:val="00A10EEF"/>
    <w:rsid w:val="00A1103B"/>
    <w:rsid w:val="00A112A6"/>
    <w:rsid w:val="00A1167F"/>
    <w:rsid w:val="00A11778"/>
    <w:rsid w:val="00A119EB"/>
    <w:rsid w:val="00A11A56"/>
    <w:rsid w:val="00A11C0D"/>
    <w:rsid w:val="00A12374"/>
    <w:rsid w:val="00A1253F"/>
    <w:rsid w:val="00A12D56"/>
    <w:rsid w:val="00A12E53"/>
    <w:rsid w:val="00A1375B"/>
    <w:rsid w:val="00A13990"/>
    <w:rsid w:val="00A13AE5"/>
    <w:rsid w:val="00A1419D"/>
    <w:rsid w:val="00A143F2"/>
    <w:rsid w:val="00A14885"/>
    <w:rsid w:val="00A15321"/>
    <w:rsid w:val="00A154DD"/>
    <w:rsid w:val="00A155DE"/>
    <w:rsid w:val="00A156DA"/>
    <w:rsid w:val="00A15837"/>
    <w:rsid w:val="00A15A7F"/>
    <w:rsid w:val="00A15E57"/>
    <w:rsid w:val="00A15F00"/>
    <w:rsid w:val="00A16356"/>
    <w:rsid w:val="00A163BF"/>
    <w:rsid w:val="00A1641C"/>
    <w:rsid w:val="00A165C2"/>
    <w:rsid w:val="00A16EB2"/>
    <w:rsid w:val="00A1721B"/>
    <w:rsid w:val="00A1727D"/>
    <w:rsid w:val="00A173C0"/>
    <w:rsid w:val="00A17425"/>
    <w:rsid w:val="00A17A1C"/>
    <w:rsid w:val="00A17D24"/>
    <w:rsid w:val="00A17F54"/>
    <w:rsid w:val="00A20020"/>
    <w:rsid w:val="00A20025"/>
    <w:rsid w:val="00A2029D"/>
    <w:rsid w:val="00A20564"/>
    <w:rsid w:val="00A205A6"/>
    <w:rsid w:val="00A207BA"/>
    <w:rsid w:val="00A207EE"/>
    <w:rsid w:val="00A20A14"/>
    <w:rsid w:val="00A20C34"/>
    <w:rsid w:val="00A20DCC"/>
    <w:rsid w:val="00A20EBE"/>
    <w:rsid w:val="00A21339"/>
    <w:rsid w:val="00A21438"/>
    <w:rsid w:val="00A21534"/>
    <w:rsid w:val="00A2199C"/>
    <w:rsid w:val="00A21AB8"/>
    <w:rsid w:val="00A2201D"/>
    <w:rsid w:val="00A220AB"/>
    <w:rsid w:val="00A220EC"/>
    <w:rsid w:val="00A22546"/>
    <w:rsid w:val="00A22678"/>
    <w:rsid w:val="00A22A12"/>
    <w:rsid w:val="00A22C05"/>
    <w:rsid w:val="00A22C67"/>
    <w:rsid w:val="00A22DB2"/>
    <w:rsid w:val="00A22E85"/>
    <w:rsid w:val="00A22F06"/>
    <w:rsid w:val="00A23164"/>
    <w:rsid w:val="00A231E3"/>
    <w:rsid w:val="00A2333F"/>
    <w:rsid w:val="00A23585"/>
    <w:rsid w:val="00A238DC"/>
    <w:rsid w:val="00A23AB9"/>
    <w:rsid w:val="00A23C66"/>
    <w:rsid w:val="00A23CA5"/>
    <w:rsid w:val="00A24CA0"/>
    <w:rsid w:val="00A25804"/>
    <w:rsid w:val="00A25B8B"/>
    <w:rsid w:val="00A26177"/>
    <w:rsid w:val="00A26248"/>
    <w:rsid w:val="00A269FD"/>
    <w:rsid w:val="00A26A9C"/>
    <w:rsid w:val="00A26B27"/>
    <w:rsid w:val="00A26CE6"/>
    <w:rsid w:val="00A27065"/>
    <w:rsid w:val="00A27117"/>
    <w:rsid w:val="00A271FD"/>
    <w:rsid w:val="00A27659"/>
    <w:rsid w:val="00A27A60"/>
    <w:rsid w:val="00A27A68"/>
    <w:rsid w:val="00A27A7B"/>
    <w:rsid w:val="00A27ADF"/>
    <w:rsid w:val="00A27B00"/>
    <w:rsid w:val="00A30411"/>
    <w:rsid w:val="00A30556"/>
    <w:rsid w:val="00A3095D"/>
    <w:rsid w:val="00A30A57"/>
    <w:rsid w:val="00A30A89"/>
    <w:rsid w:val="00A30CE2"/>
    <w:rsid w:val="00A313CA"/>
    <w:rsid w:val="00A3148C"/>
    <w:rsid w:val="00A3149C"/>
    <w:rsid w:val="00A314D2"/>
    <w:rsid w:val="00A315B2"/>
    <w:rsid w:val="00A317AE"/>
    <w:rsid w:val="00A31913"/>
    <w:rsid w:val="00A31C13"/>
    <w:rsid w:val="00A31C4A"/>
    <w:rsid w:val="00A31CFA"/>
    <w:rsid w:val="00A31EDE"/>
    <w:rsid w:val="00A32757"/>
    <w:rsid w:val="00A32916"/>
    <w:rsid w:val="00A32CB9"/>
    <w:rsid w:val="00A32E1F"/>
    <w:rsid w:val="00A32F32"/>
    <w:rsid w:val="00A32F4C"/>
    <w:rsid w:val="00A32F92"/>
    <w:rsid w:val="00A33171"/>
    <w:rsid w:val="00A33466"/>
    <w:rsid w:val="00A33682"/>
    <w:rsid w:val="00A3371B"/>
    <w:rsid w:val="00A33A0B"/>
    <w:rsid w:val="00A33E81"/>
    <w:rsid w:val="00A341F3"/>
    <w:rsid w:val="00A347B1"/>
    <w:rsid w:val="00A3482A"/>
    <w:rsid w:val="00A34864"/>
    <w:rsid w:val="00A34C8E"/>
    <w:rsid w:val="00A35001"/>
    <w:rsid w:val="00A352DB"/>
    <w:rsid w:val="00A3537D"/>
    <w:rsid w:val="00A3552B"/>
    <w:rsid w:val="00A35EA4"/>
    <w:rsid w:val="00A35F12"/>
    <w:rsid w:val="00A368DF"/>
    <w:rsid w:val="00A36B58"/>
    <w:rsid w:val="00A37110"/>
    <w:rsid w:val="00A37836"/>
    <w:rsid w:val="00A37859"/>
    <w:rsid w:val="00A3786E"/>
    <w:rsid w:val="00A378BE"/>
    <w:rsid w:val="00A378C9"/>
    <w:rsid w:val="00A37C02"/>
    <w:rsid w:val="00A37C22"/>
    <w:rsid w:val="00A37D84"/>
    <w:rsid w:val="00A406DD"/>
    <w:rsid w:val="00A40A4E"/>
    <w:rsid w:val="00A40D87"/>
    <w:rsid w:val="00A4124D"/>
    <w:rsid w:val="00A4133D"/>
    <w:rsid w:val="00A414FC"/>
    <w:rsid w:val="00A41753"/>
    <w:rsid w:val="00A41DB6"/>
    <w:rsid w:val="00A41ED6"/>
    <w:rsid w:val="00A421A1"/>
    <w:rsid w:val="00A421B3"/>
    <w:rsid w:val="00A42222"/>
    <w:rsid w:val="00A42429"/>
    <w:rsid w:val="00A424E0"/>
    <w:rsid w:val="00A42676"/>
    <w:rsid w:val="00A42701"/>
    <w:rsid w:val="00A427A5"/>
    <w:rsid w:val="00A4282A"/>
    <w:rsid w:val="00A42A56"/>
    <w:rsid w:val="00A42B38"/>
    <w:rsid w:val="00A42F7F"/>
    <w:rsid w:val="00A430A1"/>
    <w:rsid w:val="00A433C6"/>
    <w:rsid w:val="00A43B70"/>
    <w:rsid w:val="00A44105"/>
    <w:rsid w:val="00A444AD"/>
    <w:rsid w:val="00A446C0"/>
    <w:rsid w:val="00A450DC"/>
    <w:rsid w:val="00A45763"/>
    <w:rsid w:val="00A45A2F"/>
    <w:rsid w:val="00A45AED"/>
    <w:rsid w:val="00A45B63"/>
    <w:rsid w:val="00A45ECC"/>
    <w:rsid w:val="00A45EF6"/>
    <w:rsid w:val="00A4610A"/>
    <w:rsid w:val="00A4628A"/>
    <w:rsid w:val="00A464D0"/>
    <w:rsid w:val="00A46572"/>
    <w:rsid w:val="00A465CE"/>
    <w:rsid w:val="00A46B18"/>
    <w:rsid w:val="00A46B82"/>
    <w:rsid w:val="00A47641"/>
    <w:rsid w:val="00A47654"/>
    <w:rsid w:val="00A4766E"/>
    <w:rsid w:val="00A47704"/>
    <w:rsid w:val="00A47AE9"/>
    <w:rsid w:val="00A47EED"/>
    <w:rsid w:val="00A47EFD"/>
    <w:rsid w:val="00A47FA7"/>
    <w:rsid w:val="00A5005C"/>
    <w:rsid w:val="00A508AF"/>
    <w:rsid w:val="00A50BC5"/>
    <w:rsid w:val="00A50C3E"/>
    <w:rsid w:val="00A50E27"/>
    <w:rsid w:val="00A50EC5"/>
    <w:rsid w:val="00A5131B"/>
    <w:rsid w:val="00A516AB"/>
    <w:rsid w:val="00A519A0"/>
    <w:rsid w:val="00A51D0A"/>
    <w:rsid w:val="00A51ED1"/>
    <w:rsid w:val="00A5206C"/>
    <w:rsid w:val="00A520E8"/>
    <w:rsid w:val="00A5218A"/>
    <w:rsid w:val="00A5222B"/>
    <w:rsid w:val="00A524FB"/>
    <w:rsid w:val="00A52890"/>
    <w:rsid w:val="00A52C19"/>
    <w:rsid w:val="00A53158"/>
    <w:rsid w:val="00A53451"/>
    <w:rsid w:val="00A534D4"/>
    <w:rsid w:val="00A537D6"/>
    <w:rsid w:val="00A53C1C"/>
    <w:rsid w:val="00A542AC"/>
    <w:rsid w:val="00A5441C"/>
    <w:rsid w:val="00A54768"/>
    <w:rsid w:val="00A549A9"/>
    <w:rsid w:val="00A54B76"/>
    <w:rsid w:val="00A54D60"/>
    <w:rsid w:val="00A54F07"/>
    <w:rsid w:val="00A54F2A"/>
    <w:rsid w:val="00A55728"/>
    <w:rsid w:val="00A55A3B"/>
    <w:rsid w:val="00A55B5E"/>
    <w:rsid w:val="00A55C25"/>
    <w:rsid w:val="00A56184"/>
    <w:rsid w:val="00A561F6"/>
    <w:rsid w:val="00A5647D"/>
    <w:rsid w:val="00A5654B"/>
    <w:rsid w:val="00A56696"/>
    <w:rsid w:val="00A5678B"/>
    <w:rsid w:val="00A5750E"/>
    <w:rsid w:val="00A57635"/>
    <w:rsid w:val="00A57AF1"/>
    <w:rsid w:val="00A57C4E"/>
    <w:rsid w:val="00A57CF9"/>
    <w:rsid w:val="00A57F80"/>
    <w:rsid w:val="00A604C4"/>
    <w:rsid w:val="00A605EE"/>
    <w:rsid w:val="00A606E6"/>
    <w:rsid w:val="00A608DC"/>
    <w:rsid w:val="00A60D62"/>
    <w:rsid w:val="00A60E25"/>
    <w:rsid w:val="00A60E3E"/>
    <w:rsid w:val="00A60E92"/>
    <w:rsid w:val="00A60FD5"/>
    <w:rsid w:val="00A61064"/>
    <w:rsid w:val="00A61222"/>
    <w:rsid w:val="00A6136D"/>
    <w:rsid w:val="00A613D2"/>
    <w:rsid w:val="00A6145A"/>
    <w:rsid w:val="00A6156C"/>
    <w:rsid w:val="00A615C9"/>
    <w:rsid w:val="00A61775"/>
    <w:rsid w:val="00A61A8C"/>
    <w:rsid w:val="00A61BF1"/>
    <w:rsid w:val="00A61EDD"/>
    <w:rsid w:val="00A61F8B"/>
    <w:rsid w:val="00A620B0"/>
    <w:rsid w:val="00A62307"/>
    <w:rsid w:val="00A623BC"/>
    <w:rsid w:val="00A628DC"/>
    <w:rsid w:val="00A6294B"/>
    <w:rsid w:val="00A62A0F"/>
    <w:rsid w:val="00A62BC2"/>
    <w:rsid w:val="00A62DFA"/>
    <w:rsid w:val="00A6377F"/>
    <w:rsid w:val="00A6386A"/>
    <w:rsid w:val="00A63C01"/>
    <w:rsid w:val="00A63CF0"/>
    <w:rsid w:val="00A63E3F"/>
    <w:rsid w:val="00A64825"/>
    <w:rsid w:val="00A648BD"/>
    <w:rsid w:val="00A64A7F"/>
    <w:rsid w:val="00A6502F"/>
    <w:rsid w:val="00A65116"/>
    <w:rsid w:val="00A65167"/>
    <w:rsid w:val="00A651FD"/>
    <w:rsid w:val="00A65381"/>
    <w:rsid w:val="00A653FF"/>
    <w:rsid w:val="00A65502"/>
    <w:rsid w:val="00A6583A"/>
    <w:rsid w:val="00A65857"/>
    <w:rsid w:val="00A65A5B"/>
    <w:rsid w:val="00A65B6D"/>
    <w:rsid w:val="00A65C67"/>
    <w:rsid w:val="00A65CCB"/>
    <w:rsid w:val="00A65D12"/>
    <w:rsid w:val="00A65EC8"/>
    <w:rsid w:val="00A65F21"/>
    <w:rsid w:val="00A65F34"/>
    <w:rsid w:val="00A66081"/>
    <w:rsid w:val="00A661E0"/>
    <w:rsid w:val="00A661F9"/>
    <w:rsid w:val="00A6623E"/>
    <w:rsid w:val="00A6628A"/>
    <w:rsid w:val="00A666EB"/>
    <w:rsid w:val="00A66797"/>
    <w:rsid w:val="00A66AF9"/>
    <w:rsid w:val="00A66C0A"/>
    <w:rsid w:val="00A6739C"/>
    <w:rsid w:val="00A674AA"/>
    <w:rsid w:val="00A6788E"/>
    <w:rsid w:val="00A67B1C"/>
    <w:rsid w:val="00A67D0D"/>
    <w:rsid w:val="00A7013C"/>
    <w:rsid w:val="00A704ED"/>
    <w:rsid w:val="00A706EE"/>
    <w:rsid w:val="00A7076B"/>
    <w:rsid w:val="00A70801"/>
    <w:rsid w:val="00A7082A"/>
    <w:rsid w:val="00A70847"/>
    <w:rsid w:val="00A7086C"/>
    <w:rsid w:val="00A70BF5"/>
    <w:rsid w:val="00A70CD4"/>
    <w:rsid w:val="00A70D5F"/>
    <w:rsid w:val="00A70DD1"/>
    <w:rsid w:val="00A70EE9"/>
    <w:rsid w:val="00A70EF3"/>
    <w:rsid w:val="00A70FDE"/>
    <w:rsid w:val="00A70FEA"/>
    <w:rsid w:val="00A71063"/>
    <w:rsid w:val="00A7109B"/>
    <w:rsid w:val="00A716D9"/>
    <w:rsid w:val="00A718BF"/>
    <w:rsid w:val="00A718D5"/>
    <w:rsid w:val="00A71D82"/>
    <w:rsid w:val="00A72167"/>
    <w:rsid w:val="00A72800"/>
    <w:rsid w:val="00A728E0"/>
    <w:rsid w:val="00A72B10"/>
    <w:rsid w:val="00A73361"/>
    <w:rsid w:val="00A733B7"/>
    <w:rsid w:val="00A7376A"/>
    <w:rsid w:val="00A73BC3"/>
    <w:rsid w:val="00A73C87"/>
    <w:rsid w:val="00A73E16"/>
    <w:rsid w:val="00A73F70"/>
    <w:rsid w:val="00A7417B"/>
    <w:rsid w:val="00A74551"/>
    <w:rsid w:val="00A7457C"/>
    <w:rsid w:val="00A74A99"/>
    <w:rsid w:val="00A74D11"/>
    <w:rsid w:val="00A74E62"/>
    <w:rsid w:val="00A752E7"/>
    <w:rsid w:val="00A75669"/>
    <w:rsid w:val="00A75797"/>
    <w:rsid w:val="00A75825"/>
    <w:rsid w:val="00A758B0"/>
    <w:rsid w:val="00A7594B"/>
    <w:rsid w:val="00A75C6D"/>
    <w:rsid w:val="00A75CD9"/>
    <w:rsid w:val="00A75DF0"/>
    <w:rsid w:val="00A75F53"/>
    <w:rsid w:val="00A761A9"/>
    <w:rsid w:val="00A76323"/>
    <w:rsid w:val="00A76456"/>
    <w:rsid w:val="00A765FC"/>
    <w:rsid w:val="00A76841"/>
    <w:rsid w:val="00A76DC6"/>
    <w:rsid w:val="00A76DE6"/>
    <w:rsid w:val="00A76E0F"/>
    <w:rsid w:val="00A76E8A"/>
    <w:rsid w:val="00A7714E"/>
    <w:rsid w:val="00A775B3"/>
    <w:rsid w:val="00A77A28"/>
    <w:rsid w:val="00A77AF0"/>
    <w:rsid w:val="00A77BC9"/>
    <w:rsid w:val="00A77D8F"/>
    <w:rsid w:val="00A77FA3"/>
    <w:rsid w:val="00A805F3"/>
    <w:rsid w:val="00A807BC"/>
    <w:rsid w:val="00A808EB"/>
    <w:rsid w:val="00A80B89"/>
    <w:rsid w:val="00A80D29"/>
    <w:rsid w:val="00A810B1"/>
    <w:rsid w:val="00A81510"/>
    <w:rsid w:val="00A8164F"/>
    <w:rsid w:val="00A818A4"/>
    <w:rsid w:val="00A8196A"/>
    <w:rsid w:val="00A81A38"/>
    <w:rsid w:val="00A81CB8"/>
    <w:rsid w:val="00A82594"/>
    <w:rsid w:val="00A82A4A"/>
    <w:rsid w:val="00A82C5E"/>
    <w:rsid w:val="00A83291"/>
    <w:rsid w:val="00A83388"/>
    <w:rsid w:val="00A83829"/>
    <w:rsid w:val="00A83964"/>
    <w:rsid w:val="00A83B53"/>
    <w:rsid w:val="00A83D39"/>
    <w:rsid w:val="00A83D5A"/>
    <w:rsid w:val="00A83DC7"/>
    <w:rsid w:val="00A83E80"/>
    <w:rsid w:val="00A84340"/>
    <w:rsid w:val="00A84626"/>
    <w:rsid w:val="00A8475A"/>
    <w:rsid w:val="00A84872"/>
    <w:rsid w:val="00A84888"/>
    <w:rsid w:val="00A84A03"/>
    <w:rsid w:val="00A84BB3"/>
    <w:rsid w:val="00A84C20"/>
    <w:rsid w:val="00A8590E"/>
    <w:rsid w:val="00A85A51"/>
    <w:rsid w:val="00A85DF0"/>
    <w:rsid w:val="00A85E64"/>
    <w:rsid w:val="00A85FB7"/>
    <w:rsid w:val="00A85FDC"/>
    <w:rsid w:val="00A86221"/>
    <w:rsid w:val="00A8630E"/>
    <w:rsid w:val="00A8648A"/>
    <w:rsid w:val="00A86C3B"/>
    <w:rsid w:val="00A86CE1"/>
    <w:rsid w:val="00A86DCB"/>
    <w:rsid w:val="00A87263"/>
    <w:rsid w:val="00A8739B"/>
    <w:rsid w:val="00A87455"/>
    <w:rsid w:val="00A87B03"/>
    <w:rsid w:val="00A87B36"/>
    <w:rsid w:val="00A87BC7"/>
    <w:rsid w:val="00A87C4F"/>
    <w:rsid w:val="00A87ED2"/>
    <w:rsid w:val="00A90449"/>
    <w:rsid w:val="00A90672"/>
    <w:rsid w:val="00A90717"/>
    <w:rsid w:val="00A90AE7"/>
    <w:rsid w:val="00A90AFC"/>
    <w:rsid w:val="00A90C4F"/>
    <w:rsid w:val="00A90CD8"/>
    <w:rsid w:val="00A90E16"/>
    <w:rsid w:val="00A90F68"/>
    <w:rsid w:val="00A91096"/>
    <w:rsid w:val="00A912CA"/>
    <w:rsid w:val="00A916E3"/>
    <w:rsid w:val="00A91794"/>
    <w:rsid w:val="00A919A6"/>
    <w:rsid w:val="00A91C4A"/>
    <w:rsid w:val="00A91CEE"/>
    <w:rsid w:val="00A91F20"/>
    <w:rsid w:val="00A91F6D"/>
    <w:rsid w:val="00A92436"/>
    <w:rsid w:val="00A92456"/>
    <w:rsid w:val="00A9283C"/>
    <w:rsid w:val="00A929EA"/>
    <w:rsid w:val="00A92AB3"/>
    <w:rsid w:val="00A92C8F"/>
    <w:rsid w:val="00A92D97"/>
    <w:rsid w:val="00A9356C"/>
    <w:rsid w:val="00A9381A"/>
    <w:rsid w:val="00A938C7"/>
    <w:rsid w:val="00A93BCB"/>
    <w:rsid w:val="00A93C0C"/>
    <w:rsid w:val="00A9401B"/>
    <w:rsid w:val="00A9427D"/>
    <w:rsid w:val="00A942D7"/>
    <w:rsid w:val="00A9434C"/>
    <w:rsid w:val="00A943BF"/>
    <w:rsid w:val="00A943D0"/>
    <w:rsid w:val="00A9485C"/>
    <w:rsid w:val="00A94BD2"/>
    <w:rsid w:val="00A95113"/>
    <w:rsid w:val="00A951C5"/>
    <w:rsid w:val="00A95992"/>
    <w:rsid w:val="00A95A3D"/>
    <w:rsid w:val="00A95BB1"/>
    <w:rsid w:val="00A95D34"/>
    <w:rsid w:val="00A96009"/>
    <w:rsid w:val="00A96084"/>
    <w:rsid w:val="00A96228"/>
    <w:rsid w:val="00A966C7"/>
    <w:rsid w:val="00A9694E"/>
    <w:rsid w:val="00A96AD1"/>
    <w:rsid w:val="00A96C11"/>
    <w:rsid w:val="00A96D8D"/>
    <w:rsid w:val="00A97803"/>
    <w:rsid w:val="00A97902"/>
    <w:rsid w:val="00A97B44"/>
    <w:rsid w:val="00A97B80"/>
    <w:rsid w:val="00A97D1B"/>
    <w:rsid w:val="00A97DC3"/>
    <w:rsid w:val="00A97E13"/>
    <w:rsid w:val="00AA00AF"/>
    <w:rsid w:val="00AA01A6"/>
    <w:rsid w:val="00AA064E"/>
    <w:rsid w:val="00AA0718"/>
    <w:rsid w:val="00AA0799"/>
    <w:rsid w:val="00AA0AAC"/>
    <w:rsid w:val="00AA0BF4"/>
    <w:rsid w:val="00AA1254"/>
    <w:rsid w:val="00AA12E1"/>
    <w:rsid w:val="00AA1576"/>
    <w:rsid w:val="00AA159C"/>
    <w:rsid w:val="00AA16FC"/>
    <w:rsid w:val="00AA1807"/>
    <w:rsid w:val="00AA19D8"/>
    <w:rsid w:val="00AA19EC"/>
    <w:rsid w:val="00AA1DD0"/>
    <w:rsid w:val="00AA21E4"/>
    <w:rsid w:val="00AA22DB"/>
    <w:rsid w:val="00AA281C"/>
    <w:rsid w:val="00AA285F"/>
    <w:rsid w:val="00AA2E9D"/>
    <w:rsid w:val="00AA31A5"/>
    <w:rsid w:val="00AA32EC"/>
    <w:rsid w:val="00AA35CE"/>
    <w:rsid w:val="00AA3884"/>
    <w:rsid w:val="00AA3918"/>
    <w:rsid w:val="00AA3953"/>
    <w:rsid w:val="00AA3A7F"/>
    <w:rsid w:val="00AA3BE5"/>
    <w:rsid w:val="00AA3C3E"/>
    <w:rsid w:val="00AA3E54"/>
    <w:rsid w:val="00AA42A3"/>
    <w:rsid w:val="00AA486C"/>
    <w:rsid w:val="00AA4DC0"/>
    <w:rsid w:val="00AA4E31"/>
    <w:rsid w:val="00AA4F93"/>
    <w:rsid w:val="00AA51E0"/>
    <w:rsid w:val="00AA5278"/>
    <w:rsid w:val="00AA56D1"/>
    <w:rsid w:val="00AA585D"/>
    <w:rsid w:val="00AA58DE"/>
    <w:rsid w:val="00AA5D86"/>
    <w:rsid w:val="00AA5EB8"/>
    <w:rsid w:val="00AA5FC7"/>
    <w:rsid w:val="00AA608B"/>
    <w:rsid w:val="00AA6324"/>
    <w:rsid w:val="00AA6AF1"/>
    <w:rsid w:val="00AA6B6E"/>
    <w:rsid w:val="00AA6C06"/>
    <w:rsid w:val="00AA6EBD"/>
    <w:rsid w:val="00AA6F58"/>
    <w:rsid w:val="00AA6FD8"/>
    <w:rsid w:val="00AA72A6"/>
    <w:rsid w:val="00AA735A"/>
    <w:rsid w:val="00AA76F8"/>
    <w:rsid w:val="00AB016B"/>
    <w:rsid w:val="00AB01BF"/>
    <w:rsid w:val="00AB0200"/>
    <w:rsid w:val="00AB0557"/>
    <w:rsid w:val="00AB0668"/>
    <w:rsid w:val="00AB06AE"/>
    <w:rsid w:val="00AB0B8F"/>
    <w:rsid w:val="00AB0D6A"/>
    <w:rsid w:val="00AB0ECF"/>
    <w:rsid w:val="00AB1013"/>
    <w:rsid w:val="00AB107A"/>
    <w:rsid w:val="00AB1088"/>
    <w:rsid w:val="00AB111E"/>
    <w:rsid w:val="00AB1127"/>
    <w:rsid w:val="00AB1175"/>
    <w:rsid w:val="00AB1209"/>
    <w:rsid w:val="00AB159C"/>
    <w:rsid w:val="00AB16AB"/>
    <w:rsid w:val="00AB1813"/>
    <w:rsid w:val="00AB1A71"/>
    <w:rsid w:val="00AB1D3A"/>
    <w:rsid w:val="00AB1E14"/>
    <w:rsid w:val="00AB1F1E"/>
    <w:rsid w:val="00AB21B7"/>
    <w:rsid w:val="00AB2844"/>
    <w:rsid w:val="00AB2A14"/>
    <w:rsid w:val="00AB2D74"/>
    <w:rsid w:val="00AB2E92"/>
    <w:rsid w:val="00AB2FDB"/>
    <w:rsid w:val="00AB356B"/>
    <w:rsid w:val="00AB358D"/>
    <w:rsid w:val="00AB35DC"/>
    <w:rsid w:val="00AB369D"/>
    <w:rsid w:val="00AB3798"/>
    <w:rsid w:val="00AB37CE"/>
    <w:rsid w:val="00AB391C"/>
    <w:rsid w:val="00AB3A45"/>
    <w:rsid w:val="00AB3ADA"/>
    <w:rsid w:val="00AB402C"/>
    <w:rsid w:val="00AB411B"/>
    <w:rsid w:val="00AB4304"/>
    <w:rsid w:val="00AB49A9"/>
    <w:rsid w:val="00AB4A28"/>
    <w:rsid w:val="00AB4F1A"/>
    <w:rsid w:val="00AB5104"/>
    <w:rsid w:val="00AB51BA"/>
    <w:rsid w:val="00AB58B7"/>
    <w:rsid w:val="00AB5934"/>
    <w:rsid w:val="00AB60FF"/>
    <w:rsid w:val="00AB612C"/>
    <w:rsid w:val="00AB62F6"/>
    <w:rsid w:val="00AB64F6"/>
    <w:rsid w:val="00AB6562"/>
    <w:rsid w:val="00AB6D5D"/>
    <w:rsid w:val="00AB6E25"/>
    <w:rsid w:val="00AB6F56"/>
    <w:rsid w:val="00AB6F58"/>
    <w:rsid w:val="00AB7401"/>
    <w:rsid w:val="00AB75A2"/>
    <w:rsid w:val="00AB778A"/>
    <w:rsid w:val="00AB7818"/>
    <w:rsid w:val="00AB782F"/>
    <w:rsid w:val="00AB7907"/>
    <w:rsid w:val="00AB7916"/>
    <w:rsid w:val="00AB7AC0"/>
    <w:rsid w:val="00AC03CD"/>
    <w:rsid w:val="00AC04FE"/>
    <w:rsid w:val="00AC0535"/>
    <w:rsid w:val="00AC05F0"/>
    <w:rsid w:val="00AC066F"/>
    <w:rsid w:val="00AC06A0"/>
    <w:rsid w:val="00AC0AC7"/>
    <w:rsid w:val="00AC0F54"/>
    <w:rsid w:val="00AC1FE6"/>
    <w:rsid w:val="00AC1FFA"/>
    <w:rsid w:val="00AC202E"/>
    <w:rsid w:val="00AC215E"/>
    <w:rsid w:val="00AC2280"/>
    <w:rsid w:val="00AC2532"/>
    <w:rsid w:val="00AC2933"/>
    <w:rsid w:val="00AC2995"/>
    <w:rsid w:val="00AC2CF4"/>
    <w:rsid w:val="00AC2D28"/>
    <w:rsid w:val="00AC300D"/>
    <w:rsid w:val="00AC31C1"/>
    <w:rsid w:val="00AC3616"/>
    <w:rsid w:val="00AC391E"/>
    <w:rsid w:val="00AC3B03"/>
    <w:rsid w:val="00AC3B93"/>
    <w:rsid w:val="00AC3C68"/>
    <w:rsid w:val="00AC4057"/>
    <w:rsid w:val="00AC407D"/>
    <w:rsid w:val="00AC414A"/>
    <w:rsid w:val="00AC42E6"/>
    <w:rsid w:val="00AC4621"/>
    <w:rsid w:val="00AC46CE"/>
    <w:rsid w:val="00AC4A7B"/>
    <w:rsid w:val="00AC4CA5"/>
    <w:rsid w:val="00AC4F8B"/>
    <w:rsid w:val="00AC5028"/>
    <w:rsid w:val="00AC561A"/>
    <w:rsid w:val="00AC5639"/>
    <w:rsid w:val="00AC5684"/>
    <w:rsid w:val="00AC575E"/>
    <w:rsid w:val="00AC5BD7"/>
    <w:rsid w:val="00AC5CB7"/>
    <w:rsid w:val="00AC5D2E"/>
    <w:rsid w:val="00AC5EC0"/>
    <w:rsid w:val="00AC5FCA"/>
    <w:rsid w:val="00AC5FEE"/>
    <w:rsid w:val="00AC60F8"/>
    <w:rsid w:val="00AC6384"/>
    <w:rsid w:val="00AC63FC"/>
    <w:rsid w:val="00AC64A6"/>
    <w:rsid w:val="00AC6B63"/>
    <w:rsid w:val="00AC6CE5"/>
    <w:rsid w:val="00AC6D6E"/>
    <w:rsid w:val="00AC6F43"/>
    <w:rsid w:val="00AC6F68"/>
    <w:rsid w:val="00AC6F99"/>
    <w:rsid w:val="00AC750E"/>
    <w:rsid w:val="00AC762F"/>
    <w:rsid w:val="00AC78E4"/>
    <w:rsid w:val="00AC7A21"/>
    <w:rsid w:val="00AC7A2A"/>
    <w:rsid w:val="00AC7C2F"/>
    <w:rsid w:val="00AC7DD9"/>
    <w:rsid w:val="00AC7E47"/>
    <w:rsid w:val="00AD009F"/>
    <w:rsid w:val="00AD0109"/>
    <w:rsid w:val="00AD01F0"/>
    <w:rsid w:val="00AD05D9"/>
    <w:rsid w:val="00AD07C2"/>
    <w:rsid w:val="00AD0A30"/>
    <w:rsid w:val="00AD0C96"/>
    <w:rsid w:val="00AD10E0"/>
    <w:rsid w:val="00AD12D3"/>
    <w:rsid w:val="00AD1479"/>
    <w:rsid w:val="00AD1A49"/>
    <w:rsid w:val="00AD1B30"/>
    <w:rsid w:val="00AD1FAC"/>
    <w:rsid w:val="00AD235D"/>
    <w:rsid w:val="00AD283E"/>
    <w:rsid w:val="00AD2DCF"/>
    <w:rsid w:val="00AD362F"/>
    <w:rsid w:val="00AD37A9"/>
    <w:rsid w:val="00AD39F3"/>
    <w:rsid w:val="00AD3A8C"/>
    <w:rsid w:val="00AD3AA6"/>
    <w:rsid w:val="00AD3BF6"/>
    <w:rsid w:val="00AD3E08"/>
    <w:rsid w:val="00AD41FD"/>
    <w:rsid w:val="00AD430D"/>
    <w:rsid w:val="00AD47EA"/>
    <w:rsid w:val="00AD4AB4"/>
    <w:rsid w:val="00AD4DD3"/>
    <w:rsid w:val="00AD4E96"/>
    <w:rsid w:val="00AD5158"/>
    <w:rsid w:val="00AD5447"/>
    <w:rsid w:val="00AD54C9"/>
    <w:rsid w:val="00AD5693"/>
    <w:rsid w:val="00AD5925"/>
    <w:rsid w:val="00AD5965"/>
    <w:rsid w:val="00AD5A23"/>
    <w:rsid w:val="00AD5B17"/>
    <w:rsid w:val="00AD5E92"/>
    <w:rsid w:val="00AD5EE1"/>
    <w:rsid w:val="00AD5F5D"/>
    <w:rsid w:val="00AD615C"/>
    <w:rsid w:val="00AD62A5"/>
    <w:rsid w:val="00AD6408"/>
    <w:rsid w:val="00AD64D4"/>
    <w:rsid w:val="00AD65E7"/>
    <w:rsid w:val="00AD687D"/>
    <w:rsid w:val="00AD6884"/>
    <w:rsid w:val="00AD6903"/>
    <w:rsid w:val="00AD6A0A"/>
    <w:rsid w:val="00AD6B44"/>
    <w:rsid w:val="00AD6D2E"/>
    <w:rsid w:val="00AD6D8F"/>
    <w:rsid w:val="00AD6F32"/>
    <w:rsid w:val="00AD71B8"/>
    <w:rsid w:val="00AD72A3"/>
    <w:rsid w:val="00AD75AF"/>
    <w:rsid w:val="00AD77E0"/>
    <w:rsid w:val="00AD7A39"/>
    <w:rsid w:val="00AD7AB6"/>
    <w:rsid w:val="00AD7D57"/>
    <w:rsid w:val="00AE0331"/>
    <w:rsid w:val="00AE065E"/>
    <w:rsid w:val="00AE0B0E"/>
    <w:rsid w:val="00AE0BCC"/>
    <w:rsid w:val="00AE0D60"/>
    <w:rsid w:val="00AE0F32"/>
    <w:rsid w:val="00AE11FE"/>
    <w:rsid w:val="00AE1310"/>
    <w:rsid w:val="00AE139C"/>
    <w:rsid w:val="00AE13C7"/>
    <w:rsid w:val="00AE1425"/>
    <w:rsid w:val="00AE163A"/>
    <w:rsid w:val="00AE1641"/>
    <w:rsid w:val="00AE1729"/>
    <w:rsid w:val="00AE1783"/>
    <w:rsid w:val="00AE1C68"/>
    <w:rsid w:val="00AE1D1B"/>
    <w:rsid w:val="00AE245E"/>
    <w:rsid w:val="00AE246A"/>
    <w:rsid w:val="00AE2533"/>
    <w:rsid w:val="00AE269E"/>
    <w:rsid w:val="00AE27CD"/>
    <w:rsid w:val="00AE2C8D"/>
    <w:rsid w:val="00AE2D4E"/>
    <w:rsid w:val="00AE2DF3"/>
    <w:rsid w:val="00AE2FCD"/>
    <w:rsid w:val="00AE32FC"/>
    <w:rsid w:val="00AE3709"/>
    <w:rsid w:val="00AE371B"/>
    <w:rsid w:val="00AE3B2F"/>
    <w:rsid w:val="00AE3E6F"/>
    <w:rsid w:val="00AE3EF9"/>
    <w:rsid w:val="00AE4103"/>
    <w:rsid w:val="00AE42DF"/>
    <w:rsid w:val="00AE4559"/>
    <w:rsid w:val="00AE4562"/>
    <w:rsid w:val="00AE4788"/>
    <w:rsid w:val="00AE496B"/>
    <w:rsid w:val="00AE4B88"/>
    <w:rsid w:val="00AE4C2D"/>
    <w:rsid w:val="00AE4E84"/>
    <w:rsid w:val="00AE5071"/>
    <w:rsid w:val="00AE59C4"/>
    <w:rsid w:val="00AE5FA4"/>
    <w:rsid w:val="00AE60F4"/>
    <w:rsid w:val="00AE6157"/>
    <w:rsid w:val="00AE615B"/>
    <w:rsid w:val="00AE6537"/>
    <w:rsid w:val="00AE66A9"/>
    <w:rsid w:val="00AE6833"/>
    <w:rsid w:val="00AE710A"/>
    <w:rsid w:val="00AE72D3"/>
    <w:rsid w:val="00AE737F"/>
    <w:rsid w:val="00AE781B"/>
    <w:rsid w:val="00AE7827"/>
    <w:rsid w:val="00AE7F63"/>
    <w:rsid w:val="00AF0170"/>
    <w:rsid w:val="00AF06B7"/>
    <w:rsid w:val="00AF06EB"/>
    <w:rsid w:val="00AF099C"/>
    <w:rsid w:val="00AF09BB"/>
    <w:rsid w:val="00AF1073"/>
    <w:rsid w:val="00AF1134"/>
    <w:rsid w:val="00AF11F7"/>
    <w:rsid w:val="00AF13C8"/>
    <w:rsid w:val="00AF1709"/>
    <w:rsid w:val="00AF2289"/>
    <w:rsid w:val="00AF2553"/>
    <w:rsid w:val="00AF2653"/>
    <w:rsid w:val="00AF2B47"/>
    <w:rsid w:val="00AF306A"/>
    <w:rsid w:val="00AF318C"/>
    <w:rsid w:val="00AF3481"/>
    <w:rsid w:val="00AF349E"/>
    <w:rsid w:val="00AF34CF"/>
    <w:rsid w:val="00AF34D2"/>
    <w:rsid w:val="00AF3581"/>
    <w:rsid w:val="00AF3867"/>
    <w:rsid w:val="00AF3AB0"/>
    <w:rsid w:val="00AF3AD4"/>
    <w:rsid w:val="00AF3B64"/>
    <w:rsid w:val="00AF3C24"/>
    <w:rsid w:val="00AF3F77"/>
    <w:rsid w:val="00AF45BE"/>
    <w:rsid w:val="00AF45DE"/>
    <w:rsid w:val="00AF4A0F"/>
    <w:rsid w:val="00AF4E4D"/>
    <w:rsid w:val="00AF52EB"/>
    <w:rsid w:val="00AF5395"/>
    <w:rsid w:val="00AF55E7"/>
    <w:rsid w:val="00AF5659"/>
    <w:rsid w:val="00AF5877"/>
    <w:rsid w:val="00AF5C6D"/>
    <w:rsid w:val="00AF6463"/>
    <w:rsid w:val="00AF6547"/>
    <w:rsid w:val="00AF690B"/>
    <w:rsid w:val="00AF6EED"/>
    <w:rsid w:val="00AF71B0"/>
    <w:rsid w:val="00AF7455"/>
    <w:rsid w:val="00AF785D"/>
    <w:rsid w:val="00AF7C55"/>
    <w:rsid w:val="00AF7DAC"/>
    <w:rsid w:val="00AF7ED0"/>
    <w:rsid w:val="00B001A6"/>
    <w:rsid w:val="00B00265"/>
    <w:rsid w:val="00B00F22"/>
    <w:rsid w:val="00B0107C"/>
    <w:rsid w:val="00B01142"/>
    <w:rsid w:val="00B01389"/>
    <w:rsid w:val="00B01590"/>
    <w:rsid w:val="00B01620"/>
    <w:rsid w:val="00B01A1A"/>
    <w:rsid w:val="00B01EC1"/>
    <w:rsid w:val="00B021D2"/>
    <w:rsid w:val="00B0227B"/>
    <w:rsid w:val="00B0233E"/>
    <w:rsid w:val="00B023D6"/>
    <w:rsid w:val="00B0259C"/>
    <w:rsid w:val="00B0291F"/>
    <w:rsid w:val="00B02F72"/>
    <w:rsid w:val="00B02F90"/>
    <w:rsid w:val="00B03053"/>
    <w:rsid w:val="00B03071"/>
    <w:rsid w:val="00B03090"/>
    <w:rsid w:val="00B031C0"/>
    <w:rsid w:val="00B03614"/>
    <w:rsid w:val="00B0386A"/>
    <w:rsid w:val="00B03997"/>
    <w:rsid w:val="00B039D2"/>
    <w:rsid w:val="00B03C81"/>
    <w:rsid w:val="00B03D28"/>
    <w:rsid w:val="00B040A7"/>
    <w:rsid w:val="00B0410A"/>
    <w:rsid w:val="00B044D8"/>
    <w:rsid w:val="00B051EC"/>
    <w:rsid w:val="00B0520C"/>
    <w:rsid w:val="00B0534D"/>
    <w:rsid w:val="00B05553"/>
    <w:rsid w:val="00B05594"/>
    <w:rsid w:val="00B0593A"/>
    <w:rsid w:val="00B063C7"/>
    <w:rsid w:val="00B065B3"/>
    <w:rsid w:val="00B066C6"/>
    <w:rsid w:val="00B06761"/>
    <w:rsid w:val="00B0698B"/>
    <w:rsid w:val="00B07056"/>
    <w:rsid w:val="00B070EF"/>
    <w:rsid w:val="00B07226"/>
    <w:rsid w:val="00B072B3"/>
    <w:rsid w:val="00B072D6"/>
    <w:rsid w:val="00B075C6"/>
    <w:rsid w:val="00B07925"/>
    <w:rsid w:val="00B07B82"/>
    <w:rsid w:val="00B07C5C"/>
    <w:rsid w:val="00B07E4F"/>
    <w:rsid w:val="00B07EE9"/>
    <w:rsid w:val="00B10096"/>
    <w:rsid w:val="00B10129"/>
    <w:rsid w:val="00B10174"/>
    <w:rsid w:val="00B104F0"/>
    <w:rsid w:val="00B1074C"/>
    <w:rsid w:val="00B10A7D"/>
    <w:rsid w:val="00B10C7C"/>
    <w:rsid w:val="00B10C8C"/>
    <w:rsid w:val="00B10CB6"/>
    <w:rsid w:val="00B10DCE"/>
    <w:rsid w:val="00B10EA8"/>
    <w:rsid w:val="00B11385"/>
    <w:rsid w:val="00B11457"/>
    <w:rsid w:val="00B114B0"/>
    <w:rsid w:val="00B115F8"/>
    <w:rsid w:val="00B11706"/>
    <w:rsid w:val="00B11881"/>
    <w:rsid w:val="00B11E17"/>
    <w:rsid w:val="00B120EB"/>
    <w:rsid w:val="00B121EB"/>
    <w:rsid w:val="00B12278"/>
    <w:rsid w:val="00B12345"/>
    <w:rsid w:val="00B124E8"/>
    <w:rsid w:val="00B12511"/>
    <w:rsid w:val="00B125C2"/>
    <w:rsid w:val="00B125FE"/>
    <w:rsid w:val="00B12F89"/>
    <w:rsid w:val="00B131C0"/>
    <w:rsid w:val="00B133AD"/>
    <w:rsid w:val="00B13C28"/>
    <w:rsid w:val="00B13D69"/>
    <w:rsid w:val="00B14104"/>
    <w:rsid w:val="00B14161"/>
    <w:rsid w:val="00B1449F"/>
    <w:rsid w:val="00B14575"/>
    <w:rsid w:val="00B14631"/>
    <w:rsid w:val="00B146D8"/>
    <w:rsid w:val="00B14952"/>
    <w:rsid w:val="00B149DE"/>
    <w:rsid w:val="00B14A47"/>
    <w:rsid w:val="00B14A99"/>
    <w:rsid w:val="00B15348"/>
    <w:rsid w:val="00B158E3"/>
    <w:rsid w:val="00B15D67"/>
    <w:rsid w:val="00B163E2"/>
    <w:rsid w:val="00B16426"/>
    <w:rsid w:val="00B16453"/>
    <w:rsid w:val="00B16E51"/>
    <w:rsid w:val="00B16EA8"/>
    <w:rsid w:val="00B16EB0"/>
    <w:rsid w:val="00B16FA7"/>
    <w:rsid w:val="00B17463"/>
    <w:rsid w:val="00B174B7"/>
    <w:rsid w:val="00B17767"/>
    <w:rsid w:val="00B178C9"/>
    <w:rsid w:val="00B17971"/>
    <w:rsid w:val="00B17B50"/>
    <w:rsid w:val="00B17C12"/>
    <w:rsid w:val="00B17C45"/>
    <w:rsid w:val="00B200C5"/>
    <w:rsid w:val="00B2010D"/>
    <w:rsid w:val="00B20247"/>
    <w:rsid w:val="00B203EC"/>
    <w:rsid w:val="00B20514"/>
    <w:rsid w:val="00B20823"/>
    <w:rsid w:val="00B20829"/>
    <w:rsid w:val="00B2098B"/>
    <w:rsid w:val="00B2099B"/>
    <w:rsid w:val="00B209A8"/>
    <w:rsid w:val="00B20B0B"/>
    <w:rsid w:val="00B20D3F"/>
    <w:rsid w:val="00B211D9"/>
    <w:rsid w:val="00B2125D"/>
    <w:rsid w:val="00B214D6"/>
    <w:rsid w:val="00B217AD"/>
    <w:rsid w:val="00B21A46"/>
    <w:rsid w:val="00B21C7B"/>
    <w:rsid w:val="00B223AB"/>
    <w:rsid w:val="00B2280A"/>
    <w:rsid w:val="00B2284C"/>
    <w:rsid w:val="00B22A4E"/>
    <w:rsid w:val="00B22BCF"/>
    <w:rsid w:val="00B22BD7"/>
    <w:rsid w:val="00B22F66"/>
    <w:rsid w:val="00B23543"/>
    <w:rsid w:val="00B237B9"/>
    <w:rsid w:val="00B239FF"/>
    <w:rsid w:val="00B23B38"/>
    <w:rsid w:val="00B23D45"/>
    <w:rsid w:val="00B23E4C"/>
    <w:rsid w:val="00B23E83"/>
    <w:rsid w:val="00B240A6"/>
    <w:rsid w:val="00B2414C"/>
    <w:rsid w:val="00B24225"/>
    <w:rsid w:val="00B247AF"/>
    <w:rsid w:val="00B24997"/>
    <w:rsid w:val="00B24BCE"/>
    <w:rsid w:val="00B24F46"/>
    <w:rsid w:val="00B24F71"/>
    <w:rsid w:val="00B25342"/>
    <w:rsid w:val="00B2539A"/>
    <w:rsid w:val="00B254CF"/>
    <w:rsid w:val="00B2557B"/>
    <w:rsid w:val="00B25840"/>
    <w:rsid w:val="00B25B06"/>
    <w:rsid w:val="00B25C35"/>
    <w:rsid w:val="00B25FD3"/>
    <w:rsid w:val="00B265EE"/>
    <w:rsid w:val="00B2672E"/>
    <w:rsid w:val="00B26833"/>
    <w:rsid w:val="00B26835"/>
    <w:rsid w:val="00B268F4"/>
    <w:rsid w:val="00B26909"/>
    <w:rsid w:val="00B26A10"/>
    <w:rsid w:val="00B26A48"/>
    <w:rsid w:val="00B26AD1"/>
    <w:rsid w:val="00B26F08"/>
    <w:rsid w:val="00B27252"/>
    <w:rsid w:val="00B278A1"/>
    <w:rsid w:val="00B27A5A"/>
    <w:rsid w:val="00B27B4C"/>
    <w:rsid w:val="00B27BB3"/>
    <w:rsid w:val="00B27C62"/>
    <w:rsid w:val="00B27D37"/>
    <w:rsid w:val="00B27DA4"/>
    <w:rsid w:val="00B27DF1"/>
    <w:rsid w:val="00B27F63"/>
    <w:rsid w:val="00B27FE5"/>
    <w:rsid w:val="00B305D7"/>
    <w:rsid w:val="00B306CC"/>
    <w:rsid w:val="00B309AA"/>
    <w:rsid w:val="00B309B5"/>
    <w:rsid w:val="00B30F10"/>
    <w:rsid w:val="00B31398"/>
    <w:rsid w:val="00B313B6"/>
    <w:rsid w:val="00B3149C"/>
    <w:rsid w:val="00B316C6"/>
    <w:rsid w:val="00B317D9"/>
    <w:rsid w:val="00B3195D"/>
    <w:rsid w:val="00B319A0"/>
    <w:rsid w:val="00B31A1E"/>
    <w:rsid w:val="00B31C73"/>
    <w:rsid w:val="00B31D9B"/>
    <w:rsid w:val="00B31EDB"/>
    <w:rsid w:val="00B322F6"/>
    <w:rsid w:val="00B3259E"/>
    <w:rsid w:val="00B32DA1"/>
    <w:rsid w:val="00B32E00"/>
    <w:rsid w:val="00B32EDE"/>
    <w:rsid w:val="00B3304B"/>
    <w:rsid w:val="00B33193"/>
    <w:rsid w:val="00B3328B"/>
    <w:rsid w:val="00B33373"/>
    <w:rsid w:val="00B33BFF"/>
    <w:rsid w:val="00B33C2B"/>
    <w:rsid w:val="00B33F0B"/>
    <w:rsid w:val="00B340CF"/>
    <w:rsid w:val="00B3417E"/>
    <w:rsid w:val="00B3423B"/>
    <w:rsid w:val="00B34325"/>
    <w:rsid w:val="00B344E4"/>
    <w:rsid w:val="00B3478A"/>
    <w:rsid w:val="00B3489B"/>
    <w:rsid w:val="00B348AC"/>
    <w:rsid w:val="00B34E53"/>
    <w:rsid w:val="00B34EBA"/>
    <w:rsid w:val="00B35557"/>
    <w:rsid w:val="00B35756"/>
    <w:rsid w:val="00B35B1B"/>
    <w:rsid w:val="00B35C09"/>
    <w:rsid w:val="00B35D50"/>
    <w:rsid w:val="00B35E71"/>
    <w:rsid w:val="00B36568"/>
    <w:rsid w:val="00B36786"/>
    <w:rsid w:val="00B36B5D"/>
    <w:rsid w:val="00B36BC4"/>
    <w:rsid w:val="00B36C2E"/>
    <w:rsid w:val="00B36EF5"/>
    <w:rsid w:val="00B37183"/>
    <w:rsid w:val="00B37554"/>
    <w:rsid w:val="00B375F7"/>
    <w:rsid w:val="00B378C2"/>
    <w:rsid w:val="00B37A08"/>
    <w:rsid w:val="00B37B7C"/>
    <w:rsid w:val="00B37C2E"/>
    <w:rsid w:val="00B37CE1"/>
    <w:rsid w:val="00B400A7"/>
    <w:rsid w:val="00B4044D"/>
    <w:rsid w:val="00B4062D"/>
    <w:rsid w:val="00B406BB"/>
    <w:rsid w:val="00B40796"/>
    <w:rsid w:val="00B4088F"/>
    <w:rsid w:val="00B409D9"/>
    <w:rsid w:val="00B40AD4"/>
    <w:rsid w:val="00B40F2E"/>
    <w:rsid w:val="00B410E0"/>
    <w:rsid w:val="00B4149F"/>
    <w:rsid w:val="00B4164E"/>
    <w:rsid w:val="00B41664"/>
    <w:rsid w:val="00B41B83"/>
    <w:rsid w:val="00B41B9E"/>
    <w:rsid w:val="00B41F0F"/>
    <w:rsid w:val="00B41F92"/>
    <w:rsid w:val="00B42265"/>
    <w:rsid w:val="00B426C5"/>
    <w:rsid w:val="00B4288C"/>
    <w:rsid w:val="00B42922"/>
    <w:rsid w:val="00B42A85"/>
    <w:rsid w:val="00B42C74"/>
    <w:rsid w:val="00B42DED"/>
    <w:rsid w:val="00B430F6"/>
    <w:rsid w:val="00B4354E"/>
    <w:rsid w:val="00B43BFF"/>
    <w:rsid w:val="00B43CB5"/>
    <w:rsid w:val="00B43CDF"/>
    <w:rsid w:val="00B43F27"/>
    <w:rsid w:val="00B441C7"/>
    <w:rsid w:val="00B4451B"/>
    <w:rsid w:val="00B44CD2"/>
    <w:rsid w:val="00B44E40"/>
    <w:rsid w:val="00B44E86"/>
    <w:rsid w:val="00B451D5"/>
    <w:rsid w:val="00B4537C"/>
    <w:rsid w:val="00B454C6"/>
    <w:rsid w:val="00B454EC"/>
    <w:rsid w:val="00B456C6"/>
    <w:rsid w:val="00B45DDB"/>
    <w:rsid w:val="00B46494"/>
    <w:rsid w:val="00B46834"/>
    <w:rsid w:val="00B4689A"/>
    <w:rsid w:val="00B46991"/>
    <w:rsid w:val="00B46F6A"/>
    <w:rsid w:val="00B471A3"/>
    <w:rsid w:val="00B47266"/>
    <w:rsid w:val="00B4726A"/>
    <w:rsid w:val="00B474D1"/>
    <w:rsid w:val="00B47FAE"/>
    <w:rsid w:val="00B502E1"/>
    <w:rsid w:val="00B503FF"/>
    <w:rsid w:val="00B50413"/>
    <w:rsid w:val="00B504F2"/>
    <w:rsid w:val="00B5054D"/>
    <w:rsid w:val="00B50BBF"/>
    <w:rsid w:val="00B50F73"/>
    <w:rsid w:val="00B50FFE"/>
    <w:rsid w:val="00B51084"/>
    <w:rsid w:val="00B5137A"/>
    <w:rsid w:val="00B513EB"/>
    <w:rsid w:val="00B519DC"/>
    <w:rsid w:val="00B51A37"/>
    <w:rsid w:val="00B51ABB"/>
    <w:rsid w:val="00B51B95"/>
    <w:rsid w:val="00B51CE6"/>
    <w:rsid w:val="00B51EEE"/>
    <w:rsid w:val="00B52026"/>
    <w:rsid w:val="00B5249C"/>
    <w:rsid w:val="00B52517"/>
    <w:rsid w:val="00B525AA"/>
    <w:rsid w:val="00B52602"/>
    <w:rsid w:val="00B52663"/>
    <w:rsid w:val="00B526D7"/>
    <w:rsid w:val="00B52838"/>
    <w:rsid w:val="00B5290B"/>
    <w:rsid w:val="00B529A1"/>
    <w:rsid w:val="00B52B98"/>
    <w:rsid w:val="00B52C8B"/>
    <w:rsid w:val="00B52F64"/>
    <w:rsid w:val="00B52FB1"/>
    <w:rsid w:val="00B52FF0"/>
    <w:rsid w:val="00B533A6"/>
    <w:rsid w:val="00B53405"/>
    <w:rsid w:val="00B53503"/>
    <w:rsid w:val="00B53644"/>
    <w:rsid w:val="00B536B4"/>
    <w:rsid w:val="00B5375E"/>
    <w:rsid w:val="00B53D60"/>
    <w:rsid w:val="00B53D71"/>
    <w:rsid w:val="00B54098"/>
    <w:rsid w:val="00B540ED"/>
    <w:rsid w:val="00B54127"/>
    <w:rsid w:val="00B5422C"/>
    <w:rsid w:val="00B54630"/>
    <w:rsid w:val="00B54BB7"/>
    <w:rsid w:val="00B54C25"/>
    <w:rsid w:val="00B54CFE"/>
    <w:rsid w:val="00B54F95"/>
    <w:rsid w:val="00B5513C"/>
    <w:rsid w:val="00B551E7"/>
    <w:rsid w:val="00B5523C"/>
    <w:rsid w:val="00B552E9"/>
    <w:rsid w:val="00B55523"/>
    <w:rsid w:val="00B5566C"/>
    <w:rsid w:val="00B55763"/>
    <w:rsid w:val="00B559BA"/>
    <w:rsid w:val="00B55B40"/>
    <w:rsid w:val="00B55B67"/>
    <w:rsid w:val="00B55D45"/>
    <w:rsid w:val="00B55F01"/>
    <w:rsid w:val="00B55F80"/>
    <w:rsid w:val="00B55F82"/>
    <w:rsid w:val="00B561ED"/>
    <w:rsid w:val="00B5664A"/>
    <w:rsid w:val="00B566FC"/>
    <w:rsid w:val="00B5719F"/>
    <w:rsid w:val="00B574EC"/>
    <w:rsid w:val="00B5791F"/>
    <w:rsid w:val="00B57968"/>
    <w:rsid w:val="00B57B4C"/>
    <w:rsid w:val="00B600E1"/>
    <w:rsid w:val="00B6028E"/>
    <w:rsid w:val="00B6058E"/>
    <w:rsid w:val="00B605EA"/>
    <w:rsid w:val="00B60948"/>
    <w:rsid w:val="00B60A98"/>
    <w:rsid w:val="00B60BBD"/>
    <w:rsid w:val="00B60DD2"/>
    <w:rsid w:val="00B6126C"/>
    <w:rsid w:val="00B612BC"/>
    <w:rsid w:val="00B61B29"/>
    <w:rsid w:val="00B61DF7"/>
    <w:rsid w:val="00B61EAE"/>
    <w:rsid w:val="00B61ED9"/>
    <w:rsid w:val="00B6208F"/>
    <w:rsid w:val="00B624DC"/>
    <w:rsid w:val="00B63837"/>
    <w:rsid w:val="00B639F7"/>
    <w:rsid w:val="00B63C5C"/>
    <w:rsid w:val="00B63EA7"/>
    <w:rsid w:val="00B63EC0"/>
    <w:rsid w:val="00B64238"/>
    <w:rsid w:val="00B6443D"/>
    <w:rsid w:val="00B64729"/>
    <w:rsid w:val="00B64769"/>
    <w:rsid w:val="00B64A76"/>
    <w:rsid w:val="00B64AD3"/>
    <w:rsid w:val="00B64AF1"/>
    <w:rsid w:val="00B64B13"/>
    <w:rsid w:val="00B64C26"/>
    <w:rsid w:val="00B65130"/>
    <w:rsid w:val="00B65467"/>
    <w:rsid w:val="00B65823"/>
    <w:rsid w:val="00B65997"/>
    <w:rsid w:val="00B65A1D"/>
    <w:rsid w:val="00B65EF6"/>
    <w:rsid w:val="00B65F78"/>
    <w:rsid w:val="00B6607C"/>
    <w:rsid w:val="00B660A6"/>
    <w:rsid w:val="00B661B0"/>
    <w:rsid w:val="00B66524"/>
    <w:rsid w:val="00B66659"/>
    <w:rsid w:val="00B66BBE"/>
    <w:rsid w:val="00B66D30"/>
    <w:rsid w:val="00B66F85"/>
    <w:rsid w:val="00B66FEA"/>
    <w:rsid w:val="00B67386"/>
    <w:rsid w:val="00B67863"/>
    <w:rsid w:val="00B678AD"/>
    <w:rsid w:val="00B67988"/>
    <w:rsid w:val="00B679D9"/>
    <w:rsid w:val="00B67A05"/>
    <w:rsid w:val="00B67B78"/>
    <w:rsid w:val="00B67C82"/>
    <w:rsid w:val="00B67D86"/>
    <w:rsid w:val="00B67DA0"/>
    <w:rsid w:val="00B67F66"/>
    <w:rsid w:val="00B7029E"/>
    <w:rsid w:val="00B7034D"/>
    <w:rsid w:val="00B70AF0"/>
    <w:rsid w:val="00B70C9C"/>
    <w:rsid w:val="00B7112C"/>
    <w:rsid w:val="00B711D2"/>
    <w:rsid w:val="00B7154D"/>
    <w:rsid w:val="00B7159A"/>
    <w:rsid w:val="00B715A6"/>
    <w:rsid w:val="00B71680"/>
    <w:rsid w:val="00B71883"/>
    <w:rsid w:val="00B71917"/>
    <w:rsid w:val="00B71B5A"/>
    <w:rsid w:val="00B71D14"/>
    <w:rsid w:val="00B71EFE"/>
    <w:rsid w:val="00B723AB"/>
    <w:rsid w:val="00B72615"/>
    <w:rsid w:val="00B7277D"/>
    <w:rsid w:val="00B728B5"/>
    <w:rsid w:val="00B72C49"/>
    <w:rsid w:val="00B72C68"/>
    <w:rsid w:val="00B73215"/>
    <w:rsid w:val="00B73611"/>
    <w:rsid w:val="00B736C3"/>
    <w:rsid w:val="00B738EE"/>
    <w:rsid w:val="00B73D85"/>
    <w:rsid w:val="00B73F30"/>
    <w:rsid w:val="00B73F79"/>
    <w:rsid w:val="00B7409A"/>
    <w:rsid w:val="00B7474C"/>
    <w:rsid w:val="00B74A3A"/>
    <w:rsid w:val="00B74AEB"/>
    <w:rsid w:val="00B74B7A"/>
    <w:rsid w:val="00B74EB4"/>
    <w:rsid w:val="00B752F7"/>
    <w:rsid w:val="00B75C91"/>
    <w:rsid w:val="00B760BA"/>
    <w:rsid w:val="00B7646A"/>
    <w:rsid w:val="00B764F7"/>
    <w:rsid w:val="00B765DB"/>
    <w:rsid w:val="00B76657"/>
    <w:rsid w:val="00B767ED"/>
    <w:rsid w:val="00B7682A"/>
    <w:rsid w:val="00B76941"/>
    <w:rsid w:val="00B7716F"/>
    <w:rsid w:val="00B774CF"/>
    <w:rsid w:val="00B77825"/>
    <w:rsid w:val="00B77ABF"/>
    <w:rsid w:val="00B806EA"/>
    <w:rsid w:val="00B80C0B"/>
    <w:rsid w:val="00B81147"/>
    <w:rsid w:val="00B81618"/>
    <w:rsid w:val="00B817AE"/>
    <w:rsid w:val="00B81915"/>
    <w:rsid w:val="00B81978"/>
    <w:rsid w:val="00B81BC9"/>
    <w:rsid w:val="00B81D27"/>
    <w:rsid w:val="00B81F8A"/>
    <w:rsid w:val="00B82131"/>
    <w:rsid w:val="00B82297"/>
    <w:rsid w:val="00B822EC"/>
    <w:rsid w:val="00B82494"/>
    <w:rsid w:val="00B825FE"/>
    <w:rsid w:val="00B8279D"/>
    <w:rsid w:val="00B8294F"/>
    <w:rsid w:val="00B82DAD"/>
    <w:rsid w:val="00B82F9C"/>
    <w:rsid w:val="00B831A3"/>
    <w:rsid w:val="00B834CC"/>
    <w:rsid w:val="00B837AE"/>
    <w:rsid w:val="00B837B0"/>
    <w:rsid w:val="00B837D5"/>
    <w:rsid w:val="00B838BF"/>
    <w:rsid w:val="00B83AD6"/>
    <w:rsid w:val="00B83B81"/>
    <w:rsid w:val="00B83B87"/>
    <w:rsid w:val="00B83C54"/>
    <w:rsid w:val="00B84059"/>
    <w:rsid w:val="00B84094"/>
    <w:rsid w:val="00B84381"/>
    <w:rsid w:val="00B845F1"/>
    <w:rsid w:val="00B84883"/>
    <w:rsid w:val="00B84C7F"/>
    <w:rsid w:val="00B84CBC"/>
    <w:rsid w:val="00B84E62"/>
    <w:rsid w:val="00B851C4"/>
    <w:rsid w:val="00B852C6"/>
    <w:rsid w:val="00B852DB"/>
    <w:rsid w:val="00B8543A"/>
    <w:rsid w:val="00B854E3"/>
    <w:rsid w:val="00B8570C"/>
    <w:rsid w:val="00B86304"/>
    <w:rsid w:val="00B86422"/>
    <w:rsid w:val="00B86499"/>
    <w:rsid w:val="00B8672E"/>
    <w:rsid w:val="00B86980"/>
    <w:rsid w:val="00B86B8E"/>
    <w:rsid w:val="00B86C4E"/>
    <w:rsid w:val="00B86E78"/>
    <w:rsid w:val="00B86F01"/>
    <w:rsid w:val="00B8709A"/>
    <w:rsid w:val="00B87148"/>
    <w:rsid w:val="00B872F3"/>
    <w:rsid w:val="00B8732B"/>
    <w:rsid w:val="00B878FB"/>
    <w:rsid w:val="00B87A51"/>
    <w:rsid w:val="00B87A63"/>
    <w:rsid w:val="00B87C3E"/>
    <w:rsid w:val="00B87CB3"/>
    <w:rsid w:val="00B87E4C"/>
    <w:rsid w:val="00B904C3"/>
    <w:rsid w:val="00B904EB"/>
    <w:rsid w:val="00B906A4"/>
    <w:rsid w:val="00B90756"/>
    <w:rsid w:val="00B9080A"/>
    <w:rsid w:val="00B90CF2"/>
    <w:rsid w:val="00B90D4D"/>
    <w:rsid w:val="00B91195"/>
    <w:rsid w:val="00B9146A"/>
    <w:rsid w:val="00B9156D"/>
    <w:rsid w:val="00B916BB"/>
    <w:rsid w:val="00B916C5"/>
    <w:rsid w:val="00B9196A"/>
    <w:rsid w:val="00B91CAD"/>
    <w:rsid w:val="00B91CF2"/>
    <w:rsid w:val="00B91EE6"/>
    <w:rsid w:val="00B923FA"/>
    <w:rsid w:val="00B9244D"/>
    <w:rsid w:val="00B9246C"/>
    <w:rsid w:val="00B925D8"/>
    <w:rsid w:val="00B92625"/>
    <w:rsid w:val="00B927E7"/>
    <w:rsid w:val="00B9289E"/>
    <w:rsid w:val="00B92A7A"/>
    <w:rsid w:val="00B92D6B"/>
    <w:rsid w:val="00B92EB8"/>
    <w:rsid w:val="00B93200"/>
    <w:rsid w:val="00B9324D"/>
    <w:rsid w:val="00B934BC"/>
    <w:rsid w:val="00B93530"/>
    <w:rsid w:val="00B935CF"/>
    <w:rsid w:val="00B93AB4"/>
    <w:rsid w:val="00B93BD7"/>
    <w:rsid w:val="00B93D07"/>
    <w:rsid w:val="00B93EBD"/>
    <w:rsid w:val="00B94289"/>
    <w:rsid w:val="00B9456D"/>
    <w:rsid w:val="00B945C3"/>
    <w:rsid w:val="00B948E7"/>
    <w:rsid w:val="00B949F1"/>
    <w:rsid w:val="00B94B2A"/>
    <w:rsid w:val="00B94B48"/>
    <w:rsid w:val="00B94CCF"/>
    <w:rsid w:val="00B94CF9"/>
    <w:rsid w:val="00B9557D"/>
    <w:rsid w:val="00B95775"/>
    <w:rsid w:val="00B95912"/>
    <w:rsid w:val="00B9593D"/>
    <w:rsid w:val="00B95AD4"/>
    <w:rsid w:val="00B95E03"/>
    <w:rsid w:val="00B9626B"/>
    <w:rsid w:val="00B9630A"/>
    <w:rsid w:val="00B9631D"/>
    <w:rsid w:val="00B96ADF"/>
    <w:rsid w:val="00B96B58"/>
    <w:rsid w:val="00B96F63"/>
    <w:rsid w:val="00B9707C"/>
    <w:rsid w:val="00B975F0"/>
    <w:rsid w:val="00B976ED"/>
    <w:rsid w:val="00B97B26"/>
    <w:rsid w:val="00B97B37"/>
    <w:rsid w:val="00B97E54"/>
    <w:rsid w:val="00BA0405"/>
    <w:rsid w:val="00BA080E"/>
    <w:rsid w:val="00BA0A17"/>
    <w:rsid w:val="00BA0A7D"/>
    <w:rsid w:val="00BA0DDB"/>
    <w:rsid w:val="00BA0EFA"/>
    <w:rsid w:val="00BA1110"/>
    <w:rsid w:val="00BA13E8"/>
    <w:rsid w:val="00BA14A0"/>
    <w:rsid w:val="00BA1516"/>
    <w:rsid w:val="00BA1571"/>
    <w:rsid w:val="00BA1854"/>
    <w:rsid w:val="00BA189C"/>
    <w:rsid w:val="00BA1D0B"/>
    <w:rsid w:val="00BA1E67"/>
    <w:rsid w:val="00BA22AC"/>
    <w:rsid w:val="00BA28F1"/>
    <w:rsid w:val="00BA2F4C"/>
    <w:rsid w:val="00BA3304"/>
    <w:rsid w:val="00BA339D"/>
    <w:rsid w:val="00BA34D4"/>
    <w:rsid w:val="00BA37EA"/>
    <w:rsid w:val="00BA42FE"/>
    <w:rsid w:val="00BA48DF"/>
    <w:rsid w:val="00BA49D3"/>
    <w:rsid w:val="00BA4E44"/>
    <w:rsid w:val="00BA5242"/>
    <w:rsid w:val="00BA52AD"/>
    <w:rsid w:val="00BA5450"/>
    <w:rsid w:val="00BA5464"/>
    <w:rsid w:val="00BA5498"/>
    <w:rsid w:val="00BA5504"/>
    <w:rsid w:val="00BA573E"/>
    <w:rsid w:val="00BA57ED"/>
    <w:rsid w:val="00BA586C"/>
    <w:rsid w:val="00BA591C"/>
    <w:rsid w:val="00BA5998"/>
    <w:rsid w:val="00BA59F1"/>
    <w:rsid w:val="00BA5B05"/>
    <w:rsid w:val="00BA5D0A"/>
    <w:rsid w:val="00BA5E33"/>
    <w:rsid w:val="00BA6318"/>
    <w:rsid w:val="00BA63FA"/>
    <w:rsid w:val="00BA6474"/>
    <w:rsid w:val="00BA67B2"/>
    <w:rsid w:val="00BA69F4"/>
    <w:rsid w:val="00BA6C47"/>
    <w:rsid w:val="00BA6D38"/>
    <w:rsid w:val="00BA6DC2"/>
    <w:rsid w:val="00BA6EA1"/>
    <w:rsid w:val="00BA6F35"/>
    <w:rsid w:val="00BA6F69"/>
    <w:rsid w:val="00BA788B"/>
    <w:rsid w:val="00BA7C52"/>
    <w:rsid w:val="00BB0699"/>
    <w:rsid w:val="00BB0E69"/>
    <w:rsid w:val="00BB1128"/>
    <w:rsid w:val="00BB11BB"/>
    <w:rsid w:val="00BB13EA"/>
    <w:rsid w:val="00BB148C"/>
    <w:rsid w:val="00BB165E"/>
    <w:rsid w:val="00BB179B"/>
    <w:rsid w:val="00BB17C5"/>
    <w:rsid w:val="00BB1978"/>
    <w:rsid w:val="00BB1ADA"/>
    <w:rsid w:val="00BB1B41"/>
    <w:rsid w:val="00BB1B78"/>
    <w:rsid w:val="00BB1D20"/>
    <w:rsid w:val="00BB1EAF"/>
    <w:rsid w:val="00BB2A41"/>
    <w:rsid w:val="00BB2B7E"/>
    <w:rsid w:val="00BB2BE6"/>
    <w:rsid w:val="00BB2BEF"/>
    <w:rsid w:val="00BB2C84"/>
    <w:rsid w:val="00BB2D7D"/>
    <w:rsid w:val="00BB2EA9"/>
    <w:rsid w:val="00BB315C"/>
    <w:rsid w:val="00BB3272"/>
    <w:rsid w:val="00BB3516"/>
    <w:rsid w:val="00BB354D"/>
    <w:rsid w:val="00BB366D"/>
    <w:rsid w:val="00BB3A7F"/>
    <w:rsid w:val="00BB3CE0"/>
    <w:rsid w:val="00BB3FB4"/>
    <w:rsid w:val="00BB4080"/>
    <w:rsid w:val="00BB49BF"/>
    <w:rsid w:val="00BB4B07"/>
    <w:rsid w:val="00BB51E1"/>
    <w:rsid w:val="00BB58CC"/>
    <w:rsid w:val="00BB5A42"/>
    <w:rsid w:val="00BB5C4F"/>
    <w:rsid w:val="00BB5C5D"/>
    <w:rsid w:val="00BB5C69"/>
    <w:rsid w:val="00BB5D41"/>
    <w:rsid w:val="00BB5D45"/>
    <w:rsid w:val="00BB5E42"/>
    <w:rsid w:val="00BB6147"/>
    <w:rsid w:val="00BB63AE"/>
    <w:rsid w:val="00BB7210"/>
    <w:rsid w:val="00BB75C8"/>
    <w:rsid w:val="00BB763C"/>
    <w:rsid w:val="00BB776F"/>
    <w:rsid w:val="00BB79C3"/>
    <w:rsid w:val="00BB7C62"/>
    <w:rsid w:val="00BB7D28"/>
    <w:rsid w:val="00BC002A"/>
    <w:rsid w:val="00BC0058"/>
    <w:rsid w:val="00BC0167"/>
    <w:rsid w:val="00BC01C8"/>
    <w:rsid w:val="00BC0596"/>
    <w:rsid w:val="00BC05AE"/>
    <w:rsid w:val="00BC09FC"/>
    <w:rsid w:val="00BC0BFD"/>
    <w:rsid w:val="00BC0CD3"/>
    <w:rsid w:val="00BC0D00"/>
    <w:rsid w:val="00BC0D5D"/>
    <w:rsid w:val="00BC0DE8"/>
    <w:rsid w:val="00BC16FD"/>
    <w:rsid w:val="00BC181D"/>
    <w:rsid w:val="00BC18FA"/>
    <w:rsid w:val="00BC19B6"/>
    <w:rsid w:val="00BC1AB6"/>
    <w:rsid w:val="00BC1E00"/>
    <w:rsid w:val="00BC2078"/>
    <w:rsid w:val="00BC2081"/>
    <w:rsid w:val="00BC239C"/>
    <w:rsid w:val="00BC27BA"/>
    <w:rsid w:val="00BC2C3A"/>
    <w:rsid w:val="00BC2F66"/>
    <w:rsid w:val="00BC2F8C"/>
    <w:rsid w:val="00BC338A"/>
    <w:rsid w:val="00BC355B"/>
    <w:rsid w:val="00BC3710"/>
    <w:rsid w:val="00BC3898"/>
    <w:rsid w:val="00BC3AD5"/>
    <w:rsid w:val="00BC3B77"/>
    <w:rsid w:val="00BC3D22"/>
    <w:rsid w:val="00BC408E"/>
    <w:rsid w:val="00BC40DF"/>
    <w:rsid w:val="00BC41FD"/>
    <w:rsid w:val="00BC43A1"/>
    <w:rsid w:val="00BC4462"/>
    <w:rsid w:val="00BC450C"/>
    <w:rsid w:val="00BC4A07"/>
    <w:rsid w:val="00BC4A86"/>
    <w:rsid w:val="00BC4BF1"/>
    <w:rsid w:val="00BC4CB2"/>
    <w:rsid w:val="00BC5308"/>
    <w:rsid w:val="00BC54C1"/>
    <w:rsid w:val="00BC55FC"/>
    <w:rsid w:val="00BC5BEA"/>
    <w:rsid w:val="00BC5CA7"/>
    <w:rsid w:val="00BC5DCB"/>
    <w:rsid w:val="00BC5DDB"/>
    <w:rsid w:val="00BC616D"/>
    <w:rsid w:val="00BC61B7"/>
    <w:rsid w:val="00BC61F8"/>
    <w:rsid w:val="00BC69A2"/>
    <w:rsid w:val="00BC6A3A"/>
    <w:rsid w:val="00BC6D56"/>
    <w:rsid w:val="00BC709B"/>
    <w:rsid w:val="00BC7220"/>
    <w:rsid w:val="00BC7490"/>
    <w:rsid w:val="00BC75DA"/>
    <w:rsid w:val="00BC765B"/>
    <w:rsid w:val="00BC77AC"/>
    <w:rsid w:val="00BC79CB"/>
    <w:rsid w:val="00BC7BCC"/>
    <w:rsid w:val="00BC7C48"/>
    <w:rsid w:val="00BC7CF8"/>
    <w:rsid w:val="00BD042D"/>
    <w:rsid w:val="00BD0CFF"/>
    <w:rsid w:val="00BD0F5D"/>
    <w:rsid w:val="00BD10E7"/>
    <w:rsid w:val="00BD12D5"/>
    <w:rsid w:val="00BD1338"/>
    <w:rsid w:val="00BD137F"/>
    <w:rsid w:val="00BD15C4"/>
    <w:rsid w:val="00BD1926"/>
    <w:rsid w:val="00BD1931"/>
    <w:rsid w:val="00BD1AD6"/>
    <w:rsid w:val="00BD1E2E"/>
    <w:rsid w:val="00BD1F3E"/>
    <w:rsid w:val="00BD1F8D"/>
    <w:rsid w:val="00BD200E"/>
    <w:rsid w:val="00BD24E0"/>
    <w:rsid w:val="00BD2B43"/>
    <w:rsid w:val="00BD2C42"/>
    <w:rsid w:val="00BD2D64"/>
    <w:rsid w:val="00BD31D4"/>
    <w:rsid w:val="00BD336D"/>
    <w:rsid w:val="00BD3771"/>
    <w:rsid w:val="00BD38D2"/>
    <w:rsid w:val="00BD38E3"/>
    <w:rsid w:val="00BD3903"/>
    <w:rsid w:val="00BD3BB2"/>
    <w:rsid w:val="00BD3C60"/>
    <w:rsid w:val="00BD3E84"/>
    <w:rsid w:val="00BD424C"/>
    <w:rsid w:val="00BD4B2D"/>
    <w:rsid w:val="00BD4DA7"/>
    <w:rsid w:val="00BD4E82"/>
    <w:rsid w:val="00BD5130"/>
    <w:rsid w:val="00BD5261"/>
    <w:rsid w:val="00BD5448"/>
    <w:rsid w:val="00BD54E2"/>
    <w:rsid w:val="00BD5501"/>
    <w:rsid w:val="00BD599D"/>
    <w:rsid w:val="00BD59D0"/>
    <w:rsid w:val="00BD5B4A"/>
    <w:rsid w:val="00BD5C18"/>
    <w:rsid w:val="00BD5CB6"/>
    <w:rsid w:val="00BD6154"/>
    <w:rsid w:val="00BD61C1"/>
    <w:rsid w:val="00BD65BA"/>
    <w:rsid w:val="00BD6BA0"/>
    <w:rsid w:val="00BD6E68"/>
    <w:rsid w:val="00BD6F6B"/>
    <w:rsid w:val="00BD7346"/>
    <w:rsid w:val="00BD7D87"/>
    <w:rsid w:val="00BE000D"/>
    <w:rsid w:val="00BE0070"/>
    <w:rsid w:val="00BE0496"/>
    <w:rsid w:val="00BE05AC"/>
    <w:rsid w:val="00BE05F4"/>
    <w:rsid w:val="00BE0807"/>
    <w:rsid w:val="00BE08D0"/>
    <w:rsid w:val="00BE093D"/>
    <w:rsid w:val="00BE0CA7"/>
    <w:rsid w:val="00BE10AC"/>
    <w:rsid w:val="00BE10D4"/>
    <w:rsid w:val="00BE12E3"/>
    <w:rsid w:val="00BE1581"/>
    <w:rsid w:val="00BE1714"/>
    <w:rsid w:val="00BE1738"/>
    <w:rsid w:val="00BE1864"/>
    <w:rsid w:val="00BE1C78"/>
    <w:rsid w:val="00BE1E2D"/>
    <w:rsid w:val="00BE2075"/>
    <w:rsid w:val="00BE23A3"/>
    <w:rsid w:val="00BE2579"/>
    <w:rsid w:val="00BE27E5"/>
    <w:rsid w:val="00BE27FA"/>
    <w:rsid w:val="00BE27FC"/>
    <w:rsid w:val="00BE28A4"/>
    <w:rsid w:val="00BE28ED"/>
    <w:rsid w:val="00BE2C94"/>
    <w:rsid w:val="00BE2DDF"/>
    <w:rsid w:val="00BE2FAF"/>
    <w:rsid w:val="00BE313F"/>
    <w:rsid w:val="00BE32AA"/>
    <w:rsid w:val="00BE33E8"/>
    <w:rsid w:val="00BE3621"/>
    <w:rsid w:val="00BE36DC"/>
    <w:rsid w:val="00BE3CA3"/>
    <w:rsid w:val="00BE3DC8"/>
    <w:rsid w:val="00BE416D"/>
    <w:rsid w:val="00BE43E3"/>
    <w:rsid w:val="00BE4446"/>
    <w:rsid w:val="00BE4588"/>
    <w:rsid w:val="00BE46A3"/>
    <w:rsid w:val="00BE4A35"/>
    <w:rsid w:val="00BE4A7B"/>
    <w:rsid w:val="00BE4B4E"/>
    <w:rsid w:val="00BE4CA2"/>
    <w:rsid w:val="00BE4D30"/>
    <w:rsid w:val="00BE4DB1"/>
    <w:rsid w:val="00BE4F5D"/>
    <w:rsid w:val="00BE4F83"/>
    <w:rsid w:val="00BE4FC3"/>
    <w:rsid w:val="00BE504B"/>
    <w:rsid w:val="00BE5324"/>
    <w:rsid w:val="00BE54D9"/>
    <w:rsid w:val="00BE5776"/>
    <w:rsid w:val="00BE58C4"/>
    <w:rsid w:val="00BE5B26"/>
    <w:rsid w:val="00BE5D4A"/>
    <w:rsid w:val="00BE5F3E"/>
    <w:rsid w:val="00BE62F2"/>
    <w:rsid w:val="00BE640B"/>
    <w:rsid w:val="00BE6579"/>
    <w:rsid w:val="00BE6590"/>
    <w:rsid w:val="00BE65E4"/>
    <w:rsid w:val="00BE66FA"/>
    <w:rsid w:val="00BE6A2B"/>
    <w:rsid w:val="00BE6AB3"/>
    <w:rsid w:val="00BE72CC"/>
    <w:rsid w:val="00BE72FD"/>
    <w:rsid w:val="00BE76B2"/>
    <w:rsid w:val="00BE7763"/>
    <w:rsid w:val="00BE780E"/>
    <w:rsid w:val="00BE78DB"/>
    <w:rsid w:val="00BE7A27"/>
    <w:rsid w:val="00BE7A42"/>
    <w:rsid w:val="00BE7F78"/>
    <w:rsid w:val="00BF0044"/>
    <w:rsid w:val="00BF057B"/>
    <w:rsid w:val="00BF09C2"/>
    <w:rsid w:val="00BF0ACA"/>
    <w:rsid w:val="00BF1247"/>
    <w:rsid w:val="00BF14CE"/>
    <w:rsid w:val="00BF14FE"/>
    <w:rsid w:val="00BF1562"/>
    <w:rsid w:val="00BF15C6"/>
    <w:rsid w:val="00BF1880"/>
    <w:rsid w:val="00BF1B2D"/>
    <w:rsid w:val="00BF1BFF"/>
    <w:rsid w:val="00BF1D34"/>
    <w:rsid w:val="00BF1DFF"/>
    <w:rsid w:val="00BF1E7A"/>
    <w:rsid w:val="00BF1F8D"/>
    <w:rsid w:val="00BF2418"/>
    <w:rsid w:val="00BF27A7"/>
    <w:rsid w:val="00BF350C"/>
    <w:rsid w:val="00BF3981"/>
    <w:rsid w:val="00BF3AD1"/>
    <w:rsid w:val="00BF3F25"/>
    <w:rsid w:val="00BF408E"/>
    <w:rsid w:val="00BF41B4"/>
    <w:rsid w:val="00BF429E"/>
    <w:rsid w:val="00BF44AD"/>
    <w:rsid w:val="00BF4516"/>
    <w:rsid w:val="00BF45D3"/>
    <w:rsid w:val="00BF46BC"/>
    <w:rsid w:val="00BF4C26"/>
    <w:rsid w:val="00BF507D"/>
    <w:rsid w:val="00BF543E"/>
    <w:rsid w:val="00BF579C"/>
    <w:rsid w:val="00BF5850"/>
    <w:rsid w:val="00BF599C"/>
    <w:rsid w:val="00BF59C5"/>
    <w:rsid w:val="00BF59ED"/>
    <w:rsid w:val="00BF5ECB"/>
    <w:rsid w:val="00BF5F3E"/>
    <w:rsid w:val="00BF5FCD"/>
    <w:rsid w:val="00BF6287"/>
    <w:rsid w:val="00BF6702"/>
    <w:rsid w:val="00BF6779"/>
    <w:rsid w:val="00BF6843"/>
    <w:rsid w:val="00BF6C8D"/>
    <w:rsid w:val="00BF7022"/>
    <w:rsid w:val="00BF74B7"/>
    <w:rsid w:val="00BF74CE"/>
    <w:rsid w:val="00BF7945"/>
    <w:rsid w:val="00BF794E"/>
    <w:rsid w:val="00BF79CB"/>
    <w:rsid w:val="00BF7C5C"/>
    <w:rsid w:val="00BF7F6D"/>
    <w:rsid w:val="00BF7FFD"/>
    <w:rsid w:val="00C0003D"/>
    <w:rsid w:val="00C0038A"/>
    <w:rsid w:val="00C00390"/>
    <w:rsid w:val="00C00425"/>
    <w:rsid w:val="00C005F8"/>
    <w:rsid w:val="00C00B59"/>
    <w:rsid w:val="00C00DD3"/>
    <w:rsid w:val="00C00F5A"/>
    <w:rsid w:val="00C0146C"/>
    <w:rsid w:val="00C017DA"/>
    <w:rsid w:val="00C01945"/>
    <w:rsid w:val="00C019AA"/>
    <w:rsid w:val="00C01C9D"/>
    <w:rsid w:val="00C01D7A"/>
    <w:rsid w:val="00C0201D"/>
    <w:rsid w:val="00C020F2"/>
    <w:rsid w:val="00C02401"/>
    <w:rsid w:val="00C02481"/>
    <w:rsid w:val="00C03143"/>
    <w:rsid w:val="00C031C6"/>
    <w:rsid w:val="00C0322F"/>
    <w:rsid w:val="00C033CF"/>
    <w:rsid w:val="00C03487"/>
    <w:rsid w:val="00C03A86"/>
    <w:rsid w:val="00C03A8B"/>
    <w:rsid w:val="00C03ABB"/>
    <w:rsid w:val="00C03B3A"/>
    <w:rsid w:val="00C03E3B"/>
    <w:rsid w:val="00C0406E"/>
    <w:rsid w:val="00C04444"/>
    <w:rsid w:val="00C045A4"/>
    <w:rsid w:val="00C04BEF"/>
    <w:rsid w:val="00C04F0D"/>
    <w:rsid w:val="00C04F22"/>
    <w:rsid w:val="00C04F5D"/>
    <w:rsid w:val="00C05320"/>
    <w:rsid w:val="00C05AF5"/>
    <w:rsid w:val="00C0632D"/>
    <w:rsid w:val="00C06580"/>
    <w:rsid w:val="00C06630"/>
    <w:rsid w:val="00C06708"/>
    <w:rsid w:val="00C06781"/>
    <w:rsid w:val="00C06C48"/>
    <w:rsid w:val="00C0706E"/>
    <w:rsid w:val="00C074D7"/>
    <w:rsid w:val="00C07805"/>
    <w:rsid w:val="00C07FBD"/>
    <w:rsid w:val="00C10427"/>
    <w:rsid w:val="00C10C7A"/>
    <w:rsid w:val="00C10DE0"/>
    <w:rsid w:val="00C10E25"/>
    <w:rsid w:val="00C10E6E"/>
    <w:rsid w:val="00C10EE4"/>
    <w:rsid w:val="00C10FB5"/>
    <w:rsid w:val="00C110C3"/>
    <w:rsid w:val="00C114FF"/>
    <w:rsid w:val="00C11627"/>
    <w:rsid w:val="00C1170A"/>
    <w:rsid w:val="00C1173C"/>
    <w:rsid w:val="00C117CB"/>
    <w:rsid w:val="00C1185F"/>
    <w:rsid w:val="00C11B21"/>
    <w:rsid w:val="00C11E0B"/>
    <w:rsid w:val="00C1208C"/>
    <w:rsid w:val="00C121D7"/>
    <w:rsid w:val="00C1234E"/>
    <w:rsid w:val="00C12409"/>
    <w:rsid w:val="00C12871"/>
    <w:rsid w:val="00C12889"/>
    <w:rsid w:val="00C1295D"/>
    <w:rsid w:val="00C12A67"/>
    <w:rsid w:val="00C1308D"/>
    <w:rsid w:val="00C133D9"/>
    <w:rsid w:val="00C1360A"/>
    <w:rsid w:val="00C13AD8"/>
    <w:rsid w:val="00C13D41"/>
    <w:rsid w:val="00C13DF8"/>
    <w:rsid w:val="00C1434E"/>
    <w:rsid w:val="00C1473B"/>
    <w:rsid w:val="00C14783"/>
    <w:rsid w:val="00C1488F"/>
    <w:rsid w:val="00C149B7"/>
    <w:rsid w:val="00C14FB7"/>
    <w:rsid w:val="00C152C8"/>
    <w:rsid w:val="00C15CFD"/>
    <w:rsid w:val="00C16066"/>
    <w:rsid w:val="00C16748"/>
    <w:rsid w:val="00C167A7"/>
    <w:rsid w:val="00C16827"/>
    <w:rsid w:val="00C1686A"/>
    <w:rsid w:val="00C16A59"/>
    <w:rsid w:val="00C16C47"/>
    <w:rsid w:val="00C1702C"/>
    <w:rsid w:val="00C171F7"/>
    <w:rsid w:val="00C173AE"/>
    <w:rsid w:val="00C17DBC"/>
    <w:rsid w:val="00C17F8E"/>
    <w:rsid w:val="00C200A4"/>
    <w:rsid w:val="00C203D4"/>
    <w:rsid w:val="00C2066C"/>
    <w:rsid w:val="00C20956"/>
    <w:rsid w:val="00C209E0"/>
    <w:rsid w:val="00C20A8D"/>
    <w:rsid w:val="00C20AF1"/>
    <w:rsid w:val="00C20D1A"/>
    <w:rsid w:val="00C20DC8"/>
    <w:rsid w:val="00C21271"/>
    <w:rsid w:val="00C21299"/>
    <w:rsid w:val="00C21321"/>
    <w:rsid w:val="00C21344"/>
    <w:rsid w:val="00C21777"/>
    <w:rsid w:val="00C21DCB"/>
    <w:rsid w:val="00C22004"/>
    <w:rsid w:val="00C22CC1"/>
    <w:rsid w:val="00C235B1"/>
    <w:rsid w:val="00C236D7"/>
    <w:rsid w:val="00C237FC"/>
    <w:rsid w:val="00C23970"/>
    <w:rsid w:val="00C239DE"/>
    <w:rsid w:val="00C23DF6"/>
    <w:rsid w:val="00C23E51"/>
    <w:rsid w:val="00C246F2"/>
    <w:rsid w:val="00C24847"/>
    <w:rsid w:val="00C249FC"/>
    <w:rsid w:val="00C24A5F"/>
    <w:rsid w:val="00C24B02"/>
    <w:rsid w:val="00C24BDE"/>
    <w:rsid w:val="00C24C50"/>
    <w:rsid w:val="00C24ED3"/>
    <w:rsid w:val="00C24EF6"/>
    <w:rsid w:val="00C24F40"/>
    <w:rsid w:val="00C25117"/>
    <w:rsid w:val="00C25185"/>
    <w:rsid w:val="00C251ED"/>
    <w:rsid w:val="00C25299"/>
    <w:rsid w:val="00C25526"/>
    <w:rsid w:val="00C255EB"/>
    <w:rsid w:val="00C25632"/>
    <w:rsid w:val="00C2573D"/>
    <w:rsid w:val="00C257EB"/>
    <w:rsid w:val="00C25A33"/>
    <w:rsid w:val="00C25B71"/>
    <w:rsid w:val="00C25E2A"/>
    <w:rsid w:val="00C25FC9"/>
    <w:rsid w:val="00C2660B"/>
    <w:rsid w:val="00C26827"/>
    <w:rsid w:val="00C26A01"/>
    <w:rsid w:val="00C26BF6"/>
    <w:rsid w:val="00C26BFC"/>
    <w:rsid w:val="00C26C78"/>
    <w:rsid w:val="00C272B6"/>
    <w:rsid w:val="00C272D5"/>
    <w:rsid w:val="00C2730E"/>
    <w:rsid w:val="00C27BAC"/>
    <w:rsid w:val="00C3059D"/>
    <w:rsid w:val="00C3073C"/>
    <w:rsid w:val="00C307D2"/>
    <w:rsid w:val="00C3080D"/>
    <w:rsid w:val="00C30A0A"/>
    <w:rsid w:val="00C313AF"/>
    <w:rsid w:val="00C322B8"/>
    <w:rsid w:val="00C32AA8"/>
    <w:rsid w:val="00C32F54"/>
    <w:rsid w:val="00C33168"/>
    <w:rsid w:val="00C3338B"/>
    <w:rsid w:val="00C335B2"/>
    <w:rsid w:val="00C336B8"/>
    <w:rsid w:val="00C33DAE"/>
    <w:rsid w:val="00C340A2"/>
    <w:rsid w:val="00C3418F"/>
    <w:rsid w:val="00C34654"/>
    <w:rsid w:val="00C34742"/>
    <w:rsid w:val="00C34C85"/>
    <w:rsid w:val="00C34E6E"/>
    <w:rsid w:val="00C34F02"/>
    <w:rsid w:val="00C34F84"/>
    <w:rsid w:val="00C351B0"/>
    <w:rsid w:val="00C35202"/>
    <w:rsid w:val="00C3531C"/>
    <w:rsid w:val="00C35379"/>
    <w:rsid w:val="00C3557F"/>
    <w:rsid w:val="00C355D4"/>
    <w:rsid w:val="00C357A9"/>
    <w:rsid w:val="00C35C5E"/>
    <w:rsid w:val="00C35F43"/>
    <w:rsid w:val="00C36022"/>
    <w:rsid w:val="00C360CD"/>
    <w:rsid w:val="00C361EF"/>
    <w:rsid w:val="00C363DD"/>
    <w:rsid w:val="00C36692"/>
    <w:rsid w:val="00C367CD"/>
    <w:rsid w:val="00C370A4"/>
    <w:rsid w:val="00C3791C"/>
    <w:rsid w:val="00C37CB2"/>
    <w:rsid w:val="00C37DCA"/>
    <w:rsid w:val="00C37FE6"/>
    <w:rsid w:val="00C40047"/>
    <w:rsid w:val="00C40112"/>
    <w:rsid w:val="00C405CB"/>
    <w:rsid w:val="00C408EE"/>
    <w:rsid w:val="00C40921"/>
    <w:rsid w:val="00C409DA"/>
    <w:rsid w:val="00C40BE4"/>
    <w:rsid w:val="00C40CF3"/>
    <w:rsid w:val="00C411B4"/>
    <w:rsid w:val="00C411DC"/>
    <w:rsid w:val="00C41397"/>
    <w:rsid w:val="00C417B0"/>
    <w:rsid w:val="00C419F7"/>
    <w:rsid w:val="00C41BB9"/>
    <w:rsid w:val="00C41DDA"/>
    <w:rsid w:val="00C41E9B"/>
    <w:rsid w:val="00C41F76"/>
    <w:rsid w:val="00C420C0"/>
    <w:rsid w:val="00C420D2"/>
    <w:rsid w:val="00C426B7"/>
    <w:rsid w:val="00C426C3"/>
    <w:rsid w:val="00C42728"/>
    <w:rsid w:val="00C42B5F"/>
    <w:rsid w:val="00C42B78"/>
    <w:rsid w:val="00C43339"/>
    <w:rsid w:val="00C4338E"/>
    <w:rsid w:val="00C433BF"/>
    <w:rsid w:val="00C44692"/>
    <w:rsid w:val="00C4470D"/>
    <w:rsid w:val="00C44753"/>
    <w:rsid w:val="00C44772"/>
    <w:rsid w:val="00C44D37"/>
    <w:rsid w:val="00C4518A"/>
    <w:rsid w:val="00C4559B"/>
    <w:rsid w:val="00C456B4"/>
    <w:rsid w:val="00C4601B"/>
    <w:rsid w:val="00C4606C"/>
    <w:rsid w:val="00C46453"/>
    <w:rsid w:val="00C4658D"/>
    <w:rsid w:val="00C46653"/>
    <w:rsid w:val="00C46894"/>
    <w:rsid w:val="00C468E5"/>
    <w:rsid w:val="00C46952"/>
    <w:rsid w:val="00C46D3F"/>
    <w:rsid w:val="00C46D91"/>
    <w:rsid w:val="00C46EE6"/>
    <w:rsid w:val="00C47058"/>
    <w:rsid w:val="00C47108"/>
    <w:rsid w:val="00C471F0"/>
    <w:rsid w:val="00C47408"/>
    <w:rsid w:val="00C4747C"/>
    <w:rsid w:val="00C4790A"/>
    <w:rsid w:val="00C47EC3"/>
    <w:rsid w:val="00C47EF2"/>
    <w:rsid w:val="00C501A9"/>
    <w:rsid w:val="00C5048F"/>
    <w:rsid w:val="00C50875"/>
    <w:rsid w:val="00C50A7B"/>
    <w:rsid w:val="00C50AEA"/>
    <w:rsid w:val="00C50B5A"/>
    <w:rsid w:val="00C511AA"/>
    <w:rsid w:val="00C51243"/>
    <w:rsid w:val="00C51287"/>
    <w:rsid w:val="00C5174E"/>
    <w:rsid w:val="00C5175C"/>
    <w:rsid w:val="00C519E7"/>
    <w:rsid w:val="00C51A17"/>
    <w:rsid w:val="00C527AF"/>
    <w:rsid w:val="00C52BD6"/>
    <w:rsid w:val="00C52DD8"/>
    <w:rsid w:val="00C530D1"/>
    <w:rsid w:val="00C53276"/>
    <w:rsid w:val="00C5378A"/>
    <w:rsid w:val="00C537A2"/>
    <w:rsid w:val="00C5422F"/>
    <w:rsid w:val="00C5426D"/>
    <w:rsid w:val="00C5450A"/>
    <w:rsid w:val="00C54954"/>
    <w:rsid w:val="00C54CCB"/>
    <w:rsid w:val="00C550C0"/>
    <w:rsid w:val="00C55233"/>
    <w:rsid w:val="00C5537D"/>
    <w:rsid w:val="00C55D63"/>
    <w:rsid w:val="00C55E65"/>
    <w:rsid w:val="00C56050"/>
    <w:rsid w:val="00C562FA"/>
    <w:rsid w:val="00C563C1"/>
    <w:rsid w:val="00C56737"/>
    <w:rsid w:val="00C56B15"/>
    <w:rsid w:val="00C56F59"/>
    <w:rsid w:val="00C56FBD"/>
    <w:rsid w:val="00C572AE"/>
    <w:rsid w:val="00C5734E"/>
    <w:rsid w:val="00C57AC9"/>
    <w:rsid w:val="00C57BD0"/>
    <w:rsid w:val="00C57C01"/>
    <w:rsid w:val="00C57C9B"/>
    <w:rsid w:val="00C57C9F"/>
    <w:rsid w:val="00C57D89"/>
    <w:rsid w:val="00C57E00"/>
    <w:rsid w:val="00C60183"/>
    <w:rsid w:val="00C602C3"/>
    <w:rsid w:val="00C6036F"/>
    <w:rsid w:val="00C607A3"/>
    <w:rsid w:val="00C60A91"/>
    <w:rsid w:val="00C60B86"/>
    <w:rsid w:val="00C60C4B"/>
    <w:rsid w:val="00C60DFC"/>
    <w:rsid w:val="00C60FBF"/>
    <w:rsid w:val="00C61729"/>
    <w:rsid w:val="00C618AD"/>
    <w:rsid w:val="00C618DD"/>
    <w:rsid w:val="00C61AD7"/>
    <w:rsid w:val="00C61F77"/>
    <w:rsid w:val="00C62229"/>
    <w:rsid w:val="00C62477"/>
    <w:rsid w:val="00C625AD"/>
    <w:rsid w:val="00C625B2"/>
    <w:rsid w:val="00C626CA"/>
    <w:rsid w:val="00C6276B"/>
    <w:rsid w:val="00C62A3F"/>
    <w:rsid w:val="00C62B47"/>
    <w:rsid w:val="00C62B88"/>
    <w:rsid w:val="00C62D62"/>
    <w:rsid w:val="00C630C7"/>
    <w:rsid w:val="00C633F6"/>
    <w:rsid w:val="00C63513"/>
    <w:rsid w:val="00C637E7"/>
    <w:rsid w:val="00C63A24"/>
    <w:rsid w:val="00C63B06"/>
    <w:rsid w:val="00C63C9B"/>
    <w:rsid w:val="00C640B8"/>
    <w:rsid w:val="00C64102"/>
    <w:rsid w:val="00C64160"/>
    <w:rsid w:val="00C641D3"/>
    <w:rsid w:val="00C641EA"/>
    <w:rsid w:val="00C6477E"/>
    <w:rsid w:val="00C64A6F"/>
    <w:rsid w:val="00C64A9F"/>
    <w:rsid w:val="00C65017"/>
    <w:rsid w:val="00C659DD"/>
    <w:rsid w:val="00C65A48"/>
    <w:rsid w:val="00C65A74"/>
    <w:rsid w:val="00C65DA9"/>
    <w:rsid w:val="00C65DD7"/>
    <w:rsid w:val="00C6603A"/>
    <w:rsid w:val="00C66050"/>
    <w:rsid w:val="00C6636E"/>
    <w:rsid w:val="00C663E8"/>
    <w:rsid w:val="00C66989"/>
    <w:rsid w:val="00C669B9"/>
    <w:rsid w:val="00C66AC3"/>
    <w:rsid w:val="00C66BE1"/>
    <w:rsid w:val="00C67086"/>
    <w:rsid w:val="00C67142"/>
    <w:rsid w:val="00C6742A"/>
    <w:rsid w:val="00C67885"/>
    <w:rsid w:val="00C67963"/>
    <w:rsid w:val="00C6798F"/>
    <w:rsid w:val="00C67B8C"/>
    <w:rsid w:val="00C67D0A"/>
    <w:rsid w:val="00C67E06"/>
    <w:rsid w:val="00C707F3"/>
    <w:rsid w:val="00C70AC5"/>
    <w:rsid w:val="00C7121E"/>
    <w:rsid w:val="00C714EB"/>
    <w:rsid w:val="00C71599"/>
    <w:rsid w:val="00C71650"/>
    <w:rsid w:val="00C71699"/>
    <w:rsid w:val="00C718BB"/>
    <w:rsid w:val="00C71C5A"/>
    <w:rsid w:val="00C71C62"/>
    <w:rsid w:val="00C71C86"/>
    <w:rsid w:val="00C72100"/>
    <w:rsid w:val="00C7249F"/>
    <w:rsid w:val="00C72976"/>
    <w:rsid w:val="00C72A70"/>
    <w:rsid w:val="00C72D42"/>
    <w:rsid w:val="00C72E99"/>
    <w:rsid w:val="00C72F75"/>
    <w:rsid w:val="00C730B8"/>
    <w:rsid w:val="00C731A6"/>
    <w:rsid w:val="00C7350F"/>
    <w:rsid w:val="00C7362A"/>
    <w:rsid w:val="00C73640"/>
    <w:rsid w:val="00C737D5"/>
    <w:rsid w:val="00C7383F"/>
    <w:rsid w:val="00C73A11"/>
    <w:rsid w:val="00C73E7F"/>
    <w:rsid w:val="00C73F6D"/>
    <w:rsid w:val="00C741BC"/>
    <w:rsid w:val="00C74338"/>
    <w:rsid w:val="00C744CD"/>
    <w:rsid w:val="00C74514"/>
    <w:rsid w:val="00C746A1"/>
    <w:rsid w:val="00C747E7"/>
    <w:rsid w:val="00C74A0D"/>
    <w:rsid w:val="00C74D6B"/>
    <w:rsid w:val="00C75070"/>
    <w:rsid w:val="00C750B6"/>
    <w:rsid w:val="00C755CE"/>
    <w:rsid w:val="00C7572F"/>
    <w:rsid w:val="00C75A4D"/>
    <w:rsid w:val="00C75A6B"/>
    <w:rsid w:val="00C75AB8"/>
    <w:rsid w:val="00C75C60"/>
    <w:rsid w:val="00C75FA0"/>
    <w:rsid w:val="00C761C9"/>
    <w:rsid w:val="00C767F3"/>
    <w:rsid w:val="00C7695D"/>
    <w:rsid w:val="00C76C8B"/>
    <w:rsid w:val="00C76EF9"/>
    <w:rsid w:val="00C76FE3"/>
    <w:rsid w:val="00C77072"/>
    <w:rsid w:val="00C7731B"/>
    <w:rsid w:val="00C7737C"/>
    <w:rsid w:val="00C77BDA"/>
    <w:rsid w:val="00C77DEF"/>
    <w:rsid w:val="00C803BF"/>
    <w:rsid w:val="00C80574"/>
    <w:rsid w:val="00C80934"/>
    <w:rsid w:val="00C80F53"/>
    <w:rsid w:val="00C812CE"/>
    <w:rsid w:val="00C81315"/>
    <w:rsid w:val="00C815D0"/>
    <w:rsid w:val="00C81663"/>
    <w:rsid w:val="00C81A7D"/>
    <w:rsid w:val="00C81A97"/>
    <w:rsid w:val="00C81B53"/>
    <w:rsid w:val="00C81D78"/>
    <w:rsid w:val="00C822B8"/>
    <w:rsid w:val="00C82427"/>
    <w:rsid w:val="00C824B1"/>
    <w:rsid w:val="00C829A3"/>
    <w:rsid w:val="00C82B70"/>
    <w:rsid w:val="00C82C96"/>
    <w:rsid w:val="00C82D4A"/>
    <w:rsid w:val="00C82D76"/>
    <w:rsid w:val="00C831A4"/>
    <w:rsid w:val="00C834BD"/>
    <w:rsid w:val="00C836D3"/>
    <w:rsid w:val="00C839A8"/>
    <w:rsid w:val="00C83FB7"/>
    <w:rsid w:val="00C84135"/>
    <w:rsid w:val="00C84150"/>
    <w:rsid w:val="00C844FB"/>
    <w:rsid w:val="00C845A4"/>
    <w:rsid w:val="00C84A04"/>
    <w:rsid w:val="00C84B27"/>
    <w:rsid w:val="00C84DE0"/>
    <w:rsid w:val="00C85260"/>
    <w:rsid w:val="00C86123"/>
    <w:rsid w:val="00C86336"/>
    <w:rsid w:val="00C86A6B"/>
    <w:rsid w:val="00C86D1D"/>
    <w:rsid w:val="00C87449"/>
    <w:rsid w:val="00C87481"/>
    <w:rsid w:val="00C874D8"/>
    <w:rsid w:val="00C87569"/>
    <w:rsid w:val="00C87635"/>
    <w:rsid w:val="00C8790C"/>
    <w:rsid w:val="00C87AA7"/>
    <w:rsid w:val="00C9024A"/>
    <w:rsid w:val="00C90333"/>
    <w:rsid w:val="00C90590"/>
    <w:rsid w:val="00C90A2D"/>
    <w:rsid w:val="00C90C1E"/>
    <w:rsid w:val="00C91189"/>
    <w:rsid w:val="00C914D1"/>
    <w:rsid w:val="00C9154A"/>
    <w:rsid w:val="00C919A5"/>
    <w:rsid w:val="00C91B02"/>
    <w:rsid w:val="00C91CDC"/>
    <w:rsid w:val="00C920E8"/>
    <w:rsid w:val="00C9221E"/>
    <w:rsid w:val="00C929C7"/>
    <w:rsid w:val="00C92EE8"/>
    <w:rsid w:val="00C93120"/>
    <w:rsid w:val="00C9333E"/>
    <w:rsid w:val="00C936EB"/>
    <w:rsid w:val="00C93A18"/>
    <w:rsid w:val="00C93D92"/>
    <w:rsid w:val="00C943A9"/>
    <w:rsid w:val="00C946B3"/>
    <w:rsid w:val="00C94793"/>
    <w:rsid w:val="00C94A8A"/>
    <w:rsid w:val="00C94DA8"/>
    <w:rsid w:val="00C951BA"/>
    <w:rsid w:val="00C951FB"/>
    <w:rsid w:val="00C953BB"/>
    <w:rsid w:val="00C9575D"/>
    <w:rsid w:val="00C95925"/>
    <w:rsid w:val="00C95EF1"/>
    <w:rsid w:val="00C96716"/>
    <w:rsid w:val="00C967E5"/>
    <w:rsid w:val="00C96FCA"/>
    <w:rsid w:val="00C971A5"/>
    <w:rsid w:val="00C97494"/>
    <w:rsid w:val="00C9770A"/>
    <w:rsid w:val="00C97822"/>
    <w:rsid w:val="00C97BF8"/>
    <w:rsid w:val="00C97CA8"/>
    <w:rsid w:val="00C97DC2"/>
    <w:rsid w:val="00CA00D6"/>
    <w:rsid w:val="00CA0332"/>
    <w:rsid w:val="00CA0388"/>
    <w:rsid w:val="00CA03A6"/>
    <w:rsid w:val="00CA0758"/>
    <w:rsid w:val="00CA087A"/>
    <w:rsid w:val="00CA107E"/>
    <w:rsid w:val="00CA18AC"/>
    <w:rsid w:val="00CA1AB5"/>
    <w:rsid w:val="00CA1AE0"/>
    <w:rsid w:val="00CA1BEF"/>
    <w:rsid w:val="00CA1D0B"/>
    <w:rsid w:val="00CA1F84"/>
    <w:rsid w:val="00CA207C"/>
    <w:rsid w:val="00CA2214"/>
    <w:rsid w:val="00CA2352"/>
    <w:rsid w:val="00CA24AF"/>
    <w:rsid w:val="00CA2997"/>
    <w:rsid w:val="00CA2C72"/>
    <w:rsid w:val="00CA2CCE"/>
    <w:rsid w:val="00CA2D85"/>
    <w:rsid w:val="00CA2D97"/>
    <w:rsid w:val="00CA3123"/>
    <w:rsid w:val="00CA322D"/>
    <w:rsid w:val="00CA3546"/>
    <w:rsid w:val="00CA366B"/>
    <w:rsid w:val="00CA3768"/>
    <w:rsid w:val="00CA3D86"/>
    <w:rsid w:val="00CA3F9E"/>
    <w:rsid w:val="00CA3FEC"/>
    <w:rsid w:val="00CA42CF"/>
    <w:rsid w:val="00CA4321"/>
    <w:rsid w:val="00CA4853"/>
    <w:rsid w:val="00CA4ABA"/>
    <w:rsid w:val="00CA4B12"/>
    <w:rsid w:val="00CA4BB8"/>
    <w:rsid w:val="00CA522D"/>
    <w:rsid w:val="00CA5532"/>
    <w:rsid w:val="00CA55C4"/>
    <w:rsid w:val="00CA5874"/>
    <w:rsid w:val="00CA59F7"/>
    <w:rsid w:val="00CA5E71"/>
    <w:rsid w:val="00CA5EA6"/>
    <w:rsid w:val="00CA5F77"/>
    <w:rsid w:val="00CA62A1"/>
    <w:rsid w:val="00CA63F0"/>
    <w:rsid w:val="00CA6642"/>
    <w:rsid w:val="00CA6BC8"/>
    <w:rsid w:val="00CA70C5"/>
    <w:rsid w:val="00CA714A"/>
    <w:rsid w:val="00CA741C"/>
    <w:rsid w:val="00CA76C3"/>
    <w:rsid w:val="00CA7B57"/>
    <w:rsid w:val="00CA7D2F"/>
    <w:rsid w:val="00CA7E71"/>
    <w:rsid w:val="00CA7FDE"/>
    <w:rsid w:val="00CB07C9"/>
    <w:rsid w:val="00CB09BD"/>
    <w:rsid w:val="00CB0B02"/>
    <w:rsid w:val="00CB11E9"/>
    <w:rsid w:val="00CB13BC"/>
    <w:rsid w:val="00CB14FB"/>
    <w:rsid w:val="00CB15B0"/>
    <w:rsid w:val="00CB175F"/>
    <w:rsid w:val="00CB1BAF"/>
    <w:rsid w:val="00CB23F0"/>
    <w:rsid w:val="00CB2AF6"/>
    <w:rsid w:val="00CB2B11"/>
    <w:rsid w:val="00CB2B88"/>
    <w:rsid w:val="00CB31C1"/>
    <w:rsid w:val="00CB3288"/>
    <w:rsid w:val="00CB32BB"/>
    <w:rsid w:val="00CB3367"/>
    <w:rsid w:val="00CB33AF"/>
    <w:rsid w:val="00CB37B6"/>
    <w:rsid w:val="00CB3848"/>
    <w:rsid w:val="00CB396E"/>
    <w:rsid w:val="00CB3B0B"/>
    <w:rsid w:val="00CB3B4E"/>
    <w:rsid w:val="00CB3EDD"/>
    <w:rsid w:val="00CB4282"/>
    <w:rsid w:val="00CB438E"/>
    <w:rsid w:val="00CB4427"/>
    <w:rsid w:val="00CB44C0"/>
    <w:rsid w:val="00CB44FE"/>
    <w:rsid w:val="00CB4568"/>
    <w:rsid w:val="00CB460E"/>
    <w:rsid w:val="00CB467E"/>
    <w:rsid w:val="00CB4EE4"/>
    <w:rsid w:val="00CB4F15"/>
    <w:rsid w:val="00CB4F79"/>
    <w:rsid w:val="00CB5265"/>
    <w:rsid w:val="00CB57D8"/>
    <w:rsid w:val="00CB5977"/>
    <w:rsid w:val="00CB5A65"/>
    <w:rsid w:val="00CB5DAD"/>
    <w:rsid w:val="00CB608C"/>
    <w:rsid w:val="00CB6334"/>
    <w:rsid w:val="00CB64A1"/>
    <w:rsid w:val="00CB654B"/>
    <w:rsid w:val="00CB66A5"/>
    <w:rsid w:val="00CB6ABA"/>
    <w:rsid w:val="00CB6BF5"/>
    <w:rsid w:val="00CB75E4"/>
    <w:rsid w:val="00CB7754"/>
    <w:rsid w:val="00CB78A4"/>
    <w:rsid w:val="00CB7910"/>
    <w:rsid w:val="00CB7A52"/>
    <w:rsid w:val="00CB7A65"/>
    <w:rsid w:val="00CB7ABA"/>
    <w:rsid w:val="00CB7B02"/>
    <w:rsid w:val="00CB7CC1"/>
    <w:rsid w:val="00CC0103"/>
    <w:rsid w:val="00CC0283"/>
    <w:rsid w:val="00CC0456"/>
    <w:rsid w:val="00CC05FE"/>
    <w:rsid w:val="00CC0749"/>
    <w:rsid w:val="00CC0848"/>
    <w:rsid w:val="00CC09F5"/>
    <w:rsid w:val="00CC0AF2"/>
    <w:rsid w:val="00CC0BC7"/>
    <w:rsid w:val="00CC0C6A"/>
    <w:rsid w:val="00CC0DEA"/>
    <w:rsid w:val="00CC0EA7"/>
    <w:rsid w:val="00CC0EF2"/>
    <w:rsid w:val="00CC10D9"/>
    <w:rsid w:val="00CC16D0"/>
    <w:rsid w:val="00CC1794"/>
    <w:rsid w:val="00CC2177"/>
    <w:rsid w:val="00CC24B5"/>
    <w:rsid w:val="00CC2A28"/>
    <w:rsid w:val="00CC2C34"/>
    <w:rsid w:val="00CC2FE1"/>
    <w:rsid w:val="00CC3100"/>
    <w:rsid w:val="00CC32DF"/>
    <w:rsid w:val="00CC37EC"/>
    <w:rsid w:val="00CC3A54"/>
    <w:rsid w:val="00CC3D78"/>
    <w:rsid w:val="00CC4583"/>
    <w:rsid w:val="00CC480B"/>
    <w:rsid w:val="00CC4B4A"/>
    <w:rsid w:val="00CC4ECF"/>
    <w:rsid w:val="00CC501F"/>
    <w:rsid w:val="00CC5040"/>
    <w:rsid w:val="00CC5258"/>
    <w:rsid w:val="00CC52F1"/>
    <w:rsid w:val="00CC5587"/>
    <w:rsid w:val="00CC57DF"/>
    <w:rsid w:val="00CC59DE"/>
    <w:rsid w:val="00CC5A9C"/>
    <w:rsid w:val="00CC5D17"/>
    <w:rsid w:val="00CC61DC"/>
    <w:rsid w:val="00CC643D"/>
    <w:rsid w:val="00CC6984"/>
    <w:rsid w:val="00CC6A18"/>
    <w:rsid w:val="00CC6A47"/>
    <w:rsid w:val="00CC6AAC"/>
    <w:rsid w:val="00CC6CFF"/>
    <w:rsid w:val="00CC6E72"/>
    <w:rsid w:val="00CC6F96"/>
    <w:rsid w:val="00CC7636"/>
    <w:rsid w:val="00CC7700"/>
    <w:rsid w:val="00CC7E4B"/>
    <w:rsid w:val="00CD0228"/>
    <w:rsid w:val="00CD02AA"/>
    <w:rsid w:val="00CD02D7"/>
    <w:rsid w:val="00CD0580"/>
    <w:rsid w:val="00CD0CE9"/>
    <w:rsid w:val="00CD1388"/>
    <w:rsid w:val="00CD14C1"/>
    <w:rsid w:val="00CD18B5"/>
    <w:rsid w:val="00CD1BAF"/>
    <w:rsid w:val="00CD1E99"/>
    <w:rsid w:val="00CD1F94"/>
    <w:rsid w:val="00CD200C"/>
    <w:rsid w:val="00CD20E1"/>
    <w:rsid w:val="00CD2382"/>
    <w:rsid w:val="00CD27B4"/>
    <w:rsid w:val="00CD27F2"/>
    <w:rsid w:val="00CD2854"/>
    <w:rsid w:val="00CD29F8"/>
    <w:rsid w:val="00CD2B51"/>
    <w:rsid w:val="00CD2BE9"/>
    <w:rsid w:val="00CD323A"/>
    <w:rsid w:val="00CD377A"/>
    <w:rsid w:val="00CD39A7"/>
    <w:rsid w:val="00CD3D1C"/>
    <w:rsid w:val="00CD4214"/>
    <w:rsid w:val="00CD42E7"/>
    <w:rsid w:val="00CD4305"/>
    <w:rsid w:val="00CD454F"/>
    <w:rsid w:val="00CD470C"/>
    <w:rsid w:val="00CD4755"/>
    <w:rsid w:val="00CD4ADF"/>
    <w:rsid w:val="00CD5212"/>
    <w:rsid w:val="00CD521A"/>
    <w:rsid w:val="00CD5421"/>
    <w:rsid w:val="00CD551C"/>
    <w:rsid w:val="00CD5A63"/>
    <w:rsid w:val="00CD60D8"/>
    <w:rsid w:val="00CD6460"/>
    <w:rsid w:val="00CD6D3E"/>
    <w:rsid w:val="00CD710A"/>
    <w:rsid w:val="00CD74AA"/>
    <w:rsid w:val="00CD7918"/>
    <w:rsid w:val="00CE0213"/>
    <w:rsid w:val="00CE029C"/>
    <w:rsid w:val="00CE0718"/>
    <w:rsid w:val="00CE0842"/>
    <w:rsid w:val="00CE1626"/>
    <w:rsid w:val="00CE16E3"/>
    <w:rsid w:val="00CE1BFA"/>
    <w:rsid w:val="00CE2706"/>
    <w:rsid w:val="00CE2708"/>
    <w:rsid w:val="00CE2722"/>
    <w:rsid w:val="00CE2835"/>
    <w:rsid w:val="00CE2C34"/>
    <w:rsid w:val="00CE2D00"/>
    <w:rsid w:val="00CE3007"/>
    <w:rsid w:val="00CE3227"/>
    <w:rsid w:val="00CE365D"/>
    <w:rsid w:val="00CE36C8"/>
    <w:rsid w:val="00CE3BAE"/>
    <w:rsid w:val="00CE3C66"/>
    <w:rsid w:val="00CE43FD"/>
    <w:rsid w:val="00CE45B0"/>
    <w:rsid w:val="00CE4F45"/>
    <w:rsid w:val="00CE4FD3"/>
    <w:rsid w:val="00CE51BB"/>
    <w:rsid w:val="00CE58AD"/>
    <w:rsid w:val="00CE598C"/>
    <w:rsid w:val="00CE5A80"/>
    <w:rsid w:val="00CE5B51"/>
    <w:rsid w:val="00CE6059"/>
    <w:rsid w:val="00CE608D"/>
    <w:rsid w:val="00CE621A"/>
    <w:rsid w:val="00CE6590"/>
    <w:rsid w:val="00CE6B9E"/>
    <w:rsid w:val="00CE6C77"/>
    <w:rsid w:val="00CE7751"/>
    <w:rsid w:val="00CE78B5"/>
    <w:rsid w:val="00CE7967"/>
    <w:rsid w:val="00CE7BC6"/>
    <w:rsid w:val="00CE7E01"/>
    <w:rsid w:val="00CE7F3B"/>
    <w:rsid w:val="00CF0381"/>
    <w:rsid w:val="00CF08DC"/>
    <w:rsid w:val="00CF0C6E"/>
    <w:rsid w:val="00CF0D69"/>
    <w:rsid w:val="00CF0D6C"/>
    <w:rsid w:val="00CF151D"/>
    <w:rsid w:val="00CF19DC"/>
    <w:rsid w:val="00CF1BCB"/>
    <w:rsid w:val="00CF1DE5"/>
    <w:rsid w:val="00CF1EAB"/>
    <w:rsid w:val="00CF1FAA"/>
    <w:rsid w:val="00CF20F7"/>
    <w:rsid w:val="00CF21E5"/>
    <w:rsid w:val="00CF21F9"/>
    <w:rsid w:val="00CF266D"/>
    <w:rsid w:val="00CF3359"/>
    <w:rsid w:val="00CF3377"/>
    <w:rsid w:val="00CF385B"/>
    <w:rsid w:val="00CF3FE8"/>
    <w:rsid w:val="00CF40BE"/>
    <w:rsid w:val="00CF4111"/>
    <w:rsid w:val="00CF4B04"/>
    <w:rsid w:val="00CF4B32"/>
    <w:rsid w:val="00CF4D86"/>
    <w:rsid w:val="00CF4EFB"/>
    <w:rsid w:val="00CF508C"/>
    <w:rsid w:val="00CF535B"/>
    <w:rsid w:val="00CF64BA"/>
    <w:rsid w:val="00CF68F6"/>
    <w:rsid w:val="00CF6953"/>
    <w:rsid w:val="00CF6E44"/>
    <w:rsid w:val="00CF71C4"/>
    <w:rsid w:val="00CF73DC"/>
    <w:rsid w:val="00CF789A"/>
    <w:rsid w:val="00CF78B3"/>
    <w:rsid w:val="00CF78DF"/>
    <w:rsid w:val="00CF7AAC"/>
    <w:rsid w:val="00CF7B87"/>
    <w:rsid w:val="00CF7CA5"/>
    <w:rsid w:val="00D00684"/>
    <w:rsid w:val="00D009BB"/>
    <w:rsid w:val="00D00A8A"/>
    <w:rsid w:val="00D00AFB"/>
    <w:rsid w:val="00D00C94"/>
    <w:rsid w:val="00D00F1B"/>
    <w:rsid w:val="00D01021"/>
    <w:rsid w:val="00D01187"/>
    <w:rsid w:val="00D011E1"/>
    <w:rsid w:val="00D017A0"/>
    <w:rsid w:val="00D0198A"/>
    <w:rsid w:val="00D019A3"/>
    <w:rsid w:val="00D01A4A"/>
    <w:rsid w:val="00D01B6B"/>
    <w:rsid w:val="00D02242"/>
    <w:rsid w:val="00D025CB"/>
    <w:rsid w:val="00D0276F"/>
    <w:rsid w:val="00D027AA"/>
    <w:rsid w:val="00D02AA3"/>
    <w:rsid w:val="00D02AE8"/>
    <w:rsid w:val="00D02AF1"/>
    <w:rsid w:val="00D02B59"/>
    <w:rsid w:val="00D02EC1"/>
    <w:rsid w:val="00D02F54"/>
    <w:rsid w:val="00D03044"/>
    <w:rsid w:val="00D0324C"/>
    <w:rsid w:val="00D03270"/>
    <w:rsid w:val="00D033B4"/>
    <w:rsid w:val="00D03625"/>
    <w:rsid w:val="00D03629"/>
    <w:rsid w:val="00D03998"/>
    <w:rsid w:val="00D03A16"/>
    <w:rsid w:val="00D03A27"/>
    <w:rsid w:val="00D03BE2"/>
    <w:rsid w:val="00D040E1"/>
    <w:rsid w:val="00D04854"/>
    <w:rsid w:val="00D048EF"/>
    <w:rsid w:val="00D04A3B"/>
    <w:rsid w:val="00D04B9B"/>
    <w:rsid w:val="00D04D3B"/>
    <w:rsid w:val="00D05353"/>
    <w:rsid w:val="00D05423"/>
    <w:rsid w:val="00D056FE"/>
    <w:rsid w:val="00D0573F"/>
    <w:rsid w:val="00D05908"/>
    <w:rsid w:val="00D059E6"/>
    <w:rsid w:val="00D05B22"/>
    <w:rsid w:val="00D05E7C"/>
    <w:rsid w:val="00D05F3F"/>
    <w:rsid w:val="00D05F64"/>
    <w:rsid w:val="00D06489"/>
    <w:rsid w:val="00D0668E"/>
    <w:rsid w:val="00D06749"/>
    <w:rsid w:val="00D067F8"/>
    <w:rsid w:val="00D06827"/>
    <w:rsid w:val="00D06A35"/>
    <w:rsid w:val="00D06AF7"/>
    <w:rsid w:val="00D06C3E"/>
    <w:rsid w:val="00D06E13"/>
    <w:rsid w:val="00D06FA2"/>
    <w:rsid w:val="00D07369"/>
    <w:rsid w:val="00D07629"/>
    <w:rsid w:val="00D078CC"/>
    <w:rsid w:val="00D07BC2"/>
    <w:rsid w:val="00D07EB0"/>
    <w:rsid w:val="00D10029"/>
    <w:rsid w:val="00D102F9"/>
    <w:rsid w:val="00D104C2"/>
    <w:rsid w:val="00D10508"/>
    <w:rsid w:val="00D10731"/>
    <w:rsid w:val="00D10973"/>
    <w:rsid w:val="00D10A55"/>
    <w:rsid w:val="00D1110C"/>
    <w:rsid w:val="00D11266"/>
    <w:rsid w:val="00D1137A"/>
    <w:rsid w:val="00D1148D"/>
    <w:rsid w:val="00D11B3F"/>
    <w:rsid w:val="00D11D9C"/>
    <w:rsid w:val="00D11EC2"/>
    <w:rsid w:val="00D1226F"/>
    <w:rsid w:val="00D12AC1"/>
    <w:rsid w:val="00D12DF5"/>
    <w:rsid w:val="00D1372E"/>
    <w:rsid w:val="00D13832"/>
    <w:rsid w:val="00D13A64"/>
    <w:rsid w:val="00D13C6E"/>
    <w:rsid w:val="00D13E29"/>
    <w:rsid w:val="00D1406E"/>
    <w:rsid w:val="00D14530"/>
    <w:rsid w:val="00D146D5"/>
    <w:rsid w:val="00D147C7"/>
    <w:rsid w:val="00D14CCD"/>
    <w:rsid w:val="00D15177"/>
    <w:rsid w:val="00D1524D"/>
    <w:rsid w:val="00D1531D"/>
    <w:rsid w:val="00D15370"/>
    <w:rsid w:val="00D15531"/>
    <w:rsid w:val="00D15564"/>
    <w:rsid w:val="00D1581C"/>
    <w:rsid w:val="00D15B45"/>
    <w:rsid w:val="00D15FCC"/>
    <w:rsid w:val="00D16779"/>
    <w:rsid w:val="00D16AE8"/>
    <w:rsid w:val="00D16C4A"/>
    <w:rsid w:val="00D16FD4"/>
    <w:rsid w:val="00D17BCB"/>
    <w:rsid w:val="00D17C49"/>
    <w:rsid w:val="00D17E48"/>
    <w:rsid w:val="00D17F45"/>
    <w:rsid w:val="00D20214"/>
    <w:rsid w:val="00D20AA1"/>
    <w:rsid w:val="00D2138B"/>
    <w:rsid w:val="00D213EE"/>
    <w:rsid w:val="00D21524"/>
    <w:rsid w:val="00D21B4C"/>
    <w:rsid w:val="00D21CAF"/>
    <w:rsid w:val="00D21D65"/>
    <w:rsid w:val="00D21DD1"/>
    <w:rsid w:val="00D21F1F"/>
    <w:rsid w:val="00D2209D"/>
    <w:rsid w:val="00D2212F"/>
    <w:rsid w:val="00D224F7"/>
    <w:rsid w:val="00D2265C"/>
    <w:rsid w:val="00D228BD"/>
    <w:rsid w:val="00D22B3D"/>
    <w:rsid w:val="00D22B87"/>
    <w:rsid w:val="00D22BD2"/>
    <w:rsid w:val="00D22F30"/>
    <w:rsid w:val="00D22F8F"/>
    <w:rsid w:val="00D23240"/>
    <w:rsid w:val="00D2359B"/>
    <w:rsid w:val="00D23610"/>
    <w:rsid w:val="00D236EB"/>
    <w:rsid w:val="00D23842"/>
    <w:rsid w:val="00D23AC8"/>
    <w:rsid w:val="00D23D10"/>
    <w:rsid w:val="00D242BB"/>
    <w:rsid w:val="00D24810"/>
    <w:rsid w:val="00D24D18"/>
    <w:rsid w:val="00D24F65"/>
    <w:rsid w:val="00D2500E"/>
    <w:rsid w:val="00D25231"/>
    <w:rsid w:val="00D25A51"/>
    <w:rsid w:val="00D25BD0"/>
    <w:rsid w:val="00D25FF6"/>
    <w:rsid w:val="00D26048"/>
    <w:rsid w:val="00D265EA"/>
    <w:rsid w:val="00D2671D"/>
    <w:rsid w:val="00D26AA5"/>
    <w:rsid w:val="00D26D39"/>
    <w:rsid w:val="00D271BB"/>
    <w:rsid w:val="00D27243"/>
    <w:rsid w:val="00D272FA"/>
    <w:rsid w:val="00D277B3"/>
    <w:rsid w:val="00D278C6"/>
    <w:rsid w:val="00D27EE6"/>
    <w:rsid w:val="00D305BA"/>
    <w:rsid w:val="00D306FF"/>
    <w:rsid w:val="00D307D2"/>
    <w:rsid w:val="00D3083A"/>
    <w:rsid w:val="00D30ECF"/>
    <w:rsid w:val="00D31426"/>
    <w:rsid w:val="00D316B5"/>
    <w:rsid w:val="00D31767"/>
    <w:rsid w:val="00D3187E"/>
    <w:rsid w:val="00D31C75"/>
    <w:rsid w:val="00D31CE2"/>
    <w:rsid w:val="00D31D93"/>
    <w:rsid w:val="00D31F15"/>
    <w:rsid w:val="00D31F1F"/>
    <w:rsid w:val="00D32779"/>
    <w:rsid w:val="00D32DF6"/>
    <w:rsid w:val="00D33055"/>
    <w:rsid w:val="00D3360C"/>
    <w:rsid w:val="00D3386D"/>
    <w:rsid w:val="00D3396F"/>
    <w:rsid w:val="00D33F94"/>
    <w:rsid w:val="00D341EE"/>
    <w:rsid w:val="00D343D9"/>
    <w:rsid w:val="00D344D3"/>
    <w:rsid w:val="00D34C22"/>
    <w:rsid w:val="00D34ECB"/>
    <w:rsid w:val="00D350C4"/>
    <w:rsid w:val="00D35178"/>
    <w:rsid w:val="00D3524B"/>
    <w:rsid w:val="00D354B8"/>
    <w:rsid w:val="00D35598"/>
    <w:rsid w:val="00D358B2"/>
    <w:rsid w:val="00D35CE7"/>
    <w:rsid w:val="00D360A6"/>
    <w:rsid w:val="00D360F3"/>
    <w:rsid w:val="00D3632D"/>
    <w:rsid w:val="00D36744"/>
    <w:rsid w:val="00D369A4"/>
    <w:rsid w:val="00D36CD9"/>
    <w:rsid w:val="00D37616"/>
    <w:rsid w:val="00D376DE"/>
    <w:rsid w:val="00D3779C"/>
    <w:rsid w:val="00D37B78"/>
    <w:rsid w:val="00D37CE3"/>
    <w:rsid w:val="00D4001E"/>
    <w:rsid w:val="00D40539"/>
    <w:rsid w:val="00D406E2"/>
    <w:rsid w:val="00D40C45"/>
    <w:rsid w:val="00D40D9E"/>
    <w:rsid w:val="00D411A7"/>
    <w:rsid w:val="00D411DB"/>
    <w:rsid w:val="00D413DF"/>
    <w:rsid w:val="00D41477"/>
    <w:rsid w:val="00D414AB"/>
    <w:rsid w:val="00D4170D"/>
    <w:rsid w:val="00D41767"/>
    <w:rsid w:val="00D417A5"/>
    <w:rsid w:val="00D417F2"/>
    <w:rsid w:val="00D418FF"/>
    <w:rsid w:val="00D41ADC"/>
    <w:rsid w:val="00D41CF1"/>
    <w:rsid w:val="00D41E87"/>
    <w:rsid w:val="00D41F86"/>
    <w:rsid w:val="00D42114"/>
    <w:rsid w:val="00D4258B"/>
    <w:rsid w:val="00D429F3"/>
    <w:rsid w:val="00D42CC1"/>
    <w:rsid w:val="00D42DBC"/>
    <w:rsid w:val="00D42F28"/>
    <w:rsid w:val="00D432A6"/>
    <w:rsid w:val="00D432B4"/>
    <w:rsid w:val="00D4362E"/>
    <w:rsid w:val="00D43667"/>
    <w:rsid w:val="00D43729"/>
    <w:rsid w:val="00D4390B"/>
    <w:rsid w:val="00D43986"/>
    <w:rsid w:val="00D43C5A"/>
    <w:rsid w:val="00D43CB7"/>
    <w:rsid w:val="00D43DDB"/>
    <w:rsid w:val="00D43F2A"/>
    <w:rsid w:val="00D43F3D"/>
    <w:rsid w:val="00D440C4"/>
    <w:rsid w:val="00D44189"/>
    <w:rsid w:val="00D4428A"/>
    <w:rsid w:val="00D44805"/>
    <w:rsid w:val="00D44DE0"/>
    <w:rsid w:val="00D45504"/>
    <w:rsid w:val="00D45D7A"/>
    <w:rsid w:val="00D45FDC"/>
    <w:rsid w:val="00D46057"/>
    <w:rsid w:val="00D4644B"/>
    <w:rsid w:val="00D46527"/>
    <w:rsid w:val="00D46B14"/>
    <w:rsid w:val="00D46EB6"/>
    <w:rsid w:val="00D47283"/>
    <w:rsid w:val="00D47482"/>
    <w:rsid w:val="00D4752A"/>
    <w:rsid w:val="00D4764F"/>
    <w:rsid w:val="00D4783A"/>
    <w:rsid w:val="00D47C92"/>
    <w:rsid w:val="00D47DDB"/>
    <w:rsid w:val="00D501A6"/>
    <w:rsid w:val="00D501C0"/>
    <w:rsid w:val="00D50302"/>
    <w:rsid w:val="00D506DA"/>
    <w:rsid w:val="00D50855"/>
    <w:rsid w:val="00D50B97"/>
    <w:rsid w:val="00D50DC8"/>
    <w:rsid w:val="00D50E30"/>
    <w:rsid w:val="00D5113B"/>
    <w:rsid w:val="00D513D2"/>
    <w:rsid w:val="00D515F1"/>
    <w:rsid w:val="00D51DDE"/>
    <w:rsid w:val="00D51ECF"/>
    <w:rsid w:val="00D51FA4"/>
    <w:rsid w:val="00D52580"/>
    <w:rsid w:val="00D52C01"/>
    <w:rsid w:val="00D52C43"/>
    <w:rsid w:val="00D52D81"/>
    <w:rsid w:val="00D52F9C"/>
    <w:rsid w:val="00D53096"/>
    <w:rsid w:val="00D5324A"/>
    <w:rsid w:val="00D532D5"/>
    <w:rsid w:val="00D53429"/>
    <w:rsid w:val="00D53487"/>
    <w:rsid w:val="00D536BA"/>
    <w:rsid w:val="00D539E9"/>
    <w:rsid w:val="00D53EBA"/>
    <w:rsid w:val="00D54231"/>
    <w:rsid w:val="00D544DD"/>
    <w:rsid w:val="00D54614"/>
    <w:rsid w:val="00D54728"/>
    <w:rsid w:val="00D547C3"/>
    <w:rsid w:val="00D54A03"/>
    <w:rsid w:val="00D54BC6"/>
    <w:rsid w:val="00D54F5A"/>
    <w:rsid w:val="00D551B6"/>
    <w:rsid w:val="00D55271"/>
    <w:rsid w:val="00D556F7"/>
    <w:rsid w:val="00D5581B"/>
    <w:rsid w:val="00D55E1E"/>
    <w:rsid w:val="00D56160"/>
    <w:rsid w:val="00D5618B"/>
    <w:rsid w:val="00D561F0"/>
    <w:rsid w:val="00D56258"/>
    <w:rsid w:val="00D56288"/>
    <w:rsid w:val="00D56389"/>
    <w:rsid w:val="00D564CD"/>
    <w:rsid w:val="00D56584"/>
    <w:rsid w:val="00D566AD"/>
    <w:rsid w:val="00D568E9"/>
    <w:rsid w:val="00D56BFB"/>
    <w:rsid w:val="00D56CA5"/>
    <w:rsid w:val="00D56D7E"/>
    <w:rsid w:val="00D57088"/>
    <w:rsid w:val="00D574B3"/>
    <w:rsid w:val="00D575E4"/>
    <w:rsid w:val="00D57823"/>
    <w:rsid w:val="00D57892"/>
    <w:rsid w:val="00D57AB7"/>
    <w:rsid w:val="00D57CCF"/>
    <w:rsid w:val="00D57E49"/>
    <w:rsid w:val="00D60132"/>
    <w:rsid w:val="00D60258"/>
    <w:rsid w:val="00D606C2"/>
    <w:rsid w:val="00D60A14"/>
    <w:rsid w:val="00D60C35"/>
    <w:rsid w:val="00D60CC6"/>
    <w:rsid w:val="00D60FAD"/>
    <w:rsid w:val="00D61065"/>
    <w:rsid w:val="00D612B8"/>
    <w:rsid w:val="00D614BE"/>
    <w:rsid w:val="00D615DD"/>
    <w:rsid w:val="00D61653"/>
    <w:rsid w:val="00D616CC"/>
    <w:rsid w:val="00D61913"/>
    <w:rsid w:val="00D61A30"/>
    <w:rsid w:val="00D61CB0"/>
    <w:rsid w:val="00D621DE"/>
    <w:rsid w:val="00D62396"/>
    <w:rsid w:val="00D624B3"/>
    <w:rsid w:val="00D6272B"/>
    <w:rsid w:val="00D6299D"/>
    <w:rsid w:val="00D62B16"/>
    <w:rsid w:val="00D62BD1"/>
    <w:rsid w:val="00D62C45"/>
    <w:rsid w:val="00D62C81"/>
    <w:rsid w:val="00D62E15"/>
    <w:rsid w:val="00D62E16"/>
    <w:rsid w:val="00D62EF4"/>
    <w:rsid w:val="00D6315C"/>
    <w:rsid w:val="00D631D2"/>
    <w:rsid w:val="00D632BE"/>
    <w:rsid w:val="00D63824"/>
    <w:rsid w:val="00D63A0A"/>
    <w:rsid w:val="00D63A1A"/>
    <w:rsid w:val="00D63D30"/>
    <w:rsid w:val="00D63DFC"/>
    <w:rsid w:val="00D642A5"/>
    <w:rsid w:val="00D6462E"/>
    <w:rsid w:val="00D64B2D"/>
    <w:rsid w:val="00D6517C"/>
    <w:rsid w:val="00D6530E"/>
    <w:rsid w:val="00D65656"/>
    <w:rsid w:val="00D65DBE"/>
    <w:rsid w:val="00D65DF6"/>
    <w:rsid w:val="00D65E22"/>
    <w:rsid w:val="00D65FA4"/>
    <w:rsid w:val="00D660FF"/>
    <w:rsid w:val="00D662C1"/>
    <w:rsid w:val="00D6637A"/>
    <w:rsid w:val="00D66818"/>
    <w:rsid w:val="00D66C46"/>
    <w:rsid w:val="00D672E4"/>
    <w:rsid w:val="00D67573"/>
    <w:rsid w:val="00D678E8"/>
    <w:rsid w:val="00D67A2D"/>
    <w:rsid w:val="00D67C6A"/>
    <w:rsid w:val="00D67CEA"/>
    <w:rsid w:val="00D67DC0"/>
    <w:rsid w:val="00D67F06"/>
    <w:rsid w:val="00D70122"/>
    <w:rsid w:val="00D70999"/>
    <w:rsid w:val="00D70A09"/>
    <w:rsid w:val="00D70FDA"/>
    <w:rsid w:val="00D7153C"/>
    <w:rsid w:val="00D7161A"/>
    <w:rsid w:val="00D7167A"/>
    <w:rsid w:val="00D718A3"/>
    <w:rsid w:val="00D71C8F"/>
    <w:rsid w:val="00D71F13"/>
    <w:rsid w:val="00D72187"/>
    <w:rsid w:val="00D723FB"/>
    <w:rsid w:val="00D7243D"/>
    <w:rsid w:val="00D727BB"/>
    <w:rsid w:val="00D72B3D"/>
    <w:rsid w:val="00D72DAF"/>
    <w:rsid w:val="00D731CB"/>
    <w:rsid w:val="00D73497"/>
    <w:rsid w:val="00D73623"/>
    <w:rsid w:val="00D738C1"/>
    <w:rsid w:val="00D739E9"/>
    <w:rsid w:val="00D739F4"/>
    <w:rsid w:val="00D73AD4"/>
    <w:rsid w:val="00D73E10"/>
    <w:rsid w:val="00D74101"/>
    <w:rsid w:val="00D745F8"/>
    <w:rsid w:val="00D748BB"/>
    <w:rsid w:val="00D748F2"/>
    <w:rsid w:val="00D749AA"/>
    <w:rsid w:val="00D74A98"/>
    <w:rsid w:val="00D74E05"/>
    <w:rsid w:val="00D74E51"/>
    <w:rsid w:val="00D74F7D"/>
    <w:rsid w:val="00D75057"/>
    <w:rsid w:val="00D7538C"/>
    <w:rsid w:val="00D754B9"/>
    <w:rsid w:val="00D75511"/>
    <w:rsid w:val="00D75529"/>
    <w:rsid w:val="00D75983"/>
    <w:rsid w:val="00D75D5C"/>
    <w:rsid w:val="00D768FE"/>
    <w:rsid w:val="00D76B59"/>
    <w:rsid w:val="00D772FF"/>
    <w:rsid w:val="00D7750F"/>
    <w:rsid w:val="00D7754D"/>
    <w:rsid w:val="00D7787E"/>
    <w:rsid w:val="00D778CB"/>
    <w:rsid w:val="00D77934"/>
    <w:rsid w:val="00D77A57"/>
    <w:rsid w:val="00D77E7B"/>
    <w:rsid w:val="00D77ECC"/>
    <w:rsid w:val="00D77FEB"/>
    <w:rsid w:val="00D80190"/>
    <w:rsid w:val="00D802D3"/>
    <w:rsid w:val="00D80EF6"/>
    <w:rsid w:val="00D80FF8"/>
    <w:rsid w:val="00D81567"/>
    <w:rsid w:val="00D817D5"/>
    <w:rsid w:val="00D81AF4"/>
    <w:rsid w:val="00D81AF9"/>
    <w:rsid w:val="00D81DB5"/>
    <w:rsid w:val="00D81EBA"/>
    <w:rsid w:val="00D82026"/>
    <w:rsid w:val="00D8206E"/>
    <w:rsid w:val="00D823E4"/>
    <w:rsid w:val="00D8247D"/>
    <w:rsid w:val="00D8286C"/>
    <w:rsid w:val="00D82C66"/>
    <w:rsid w:val="00D82E99"/>
    <w:rsid w:val="00D830D3"/>
    <w:rsid w:val="00D835F5"/>
    <w:rsid w:val="00D83956"/>
    <w:rsid w:val="00D839A8"/>
    <w:rsid w:val="00D839B6"/>
    <w:rsid w:val="00D83B34"/>
    <w:rsid w:val="00D83B7C"/>
    <w:rsid w:val="00D83C03"/>
    <w:rsid w:val="00D83C4D"/>
    <w:rsid w:val="00D83CCE"/>
    <w:rsid w:val="00D84097"/>
    <w:rsid w:val="00D84194"/>
    <w:rsid w:val="00D842BB"/>
    <w:rsid w:val="00D842DE"/>
    <w:rsid w:val="00D843E2"/>
    <w:rsid w:val="00D845B4"/>
    <w:rsid w:val="00D847F4"/>
    <w:rsid w:val="00D84ED9"/>
    <w:rsid w:val="00D85150"/>
    <w:rsid w:val="00D852AD"/>
    <w:rsid w:val="00D852F2"/>
    <w:rsid w:val="00D857B3"/>
    <w:rsid w:val="00D85CD1"/>
    <w:rsid w:val="00D85E17"/>
    <w:rsid w:val="00D85F15"/>
    <w:rsid w:val="00D86005"/>
    <w:rsid w:val="00D861DB"/>
    <w:rsid w:val="00D865E3"/>
    <w:rsid w:val="00D86730"/>
    <w:rsid w:val="00D867FA"/>
    <w:rsid w:val="00D86A07"/>
    <w:rsid w:val="00D86C06"/>
    <w:rsid w:val="00D86C2B"/>
    <w:rsid w:val="00D86D67"/>
    <w:rsid w:val="00D86E6B"/>
    <w:rsid w:val="00D86FEC"/>
    <w:rsid w:val="00D8714F"/>
    <w:rsid w:val="00D9051B"/>
    <w:rsid w:val="00D9052C"/>
    <w:rsid w:val="00D90E25"/>
    <w:rsid w:val="00D90F7F"/>
    <w:rsid w:val="00D9113D"/>
    <w:rsid w:val="00D91179"/>
    <w:rsid w:val="00D91370"/>
    <w:rsid w:val="00D915C1"/>
    <w:rsid w:val="00D91676"/>
    <w:rsid w:val="00D91D52"/>
    <w:rsid w:val="00D91D93"/>
    <w:rsid w:val="00D91DD0"/>
    <w:rsid w:val="00D91EF9"/>
    <w:rsid w:val="00D91FF5"/>
    <w:rsid w:val="00D921CA"/>
    <w:rsid w:val="00D92545"/>
    <w:rsid w:val="00D92C6F"/>
    <w:rsid w:val="00D92C92"/>
    <w:rsid w:val="00D92EFA"/>
    <w:rsid w:val="00D93044"/>
    <w:rsid w:val="00D9317E"/>
    <w:rsid w:val="00D931F2"/>
    <w:rsid w:val="00D937B5"/>
    <w:rsid w:val="00D937E0"/>
    <w:rsid w:val="00D93A2B"/>
    <w:rsid w:val="00D93A76"/>
    <w:rsid w:val="00D93CA8"/>
    <w:rsid w:val="00D93D2D"/>
    <w:rsid w:val="00D940C0"/>
    <w:rsid w:val="00D9412B"/>
    <w:rsid w:val="00D941F5"/>
    <w:rsid w:val="00D94D78"/>
    <w:rsid w:val="00D94E3C"/>
    <w:rsid w:val="00D95473"/>
    <w:rsid w:val="00D959F2"/>
    <w:rsid w:val="00D95A38"/>
    <w:rsid w:val="00D95F00"/>
    <w:rsid w:val="00D95F82"/>
    <w:rsid w:val="00D963DF"/>
    <w:rsid w:val="00D96709"/>
    <w:rsid w:val="00D967AF"/>
    <w:rsid w:val="00D9687D"/>
    <w:rsid w:val="00D9689E"/>
    <w:rsid w:val="00D97519"/>
    <w:rsid w:val="00D975AA"/>
    <w:rsid w:val="00D97700"/>
    <w:rsid w:val="00D9773A"/>
    <w:rsid w:val="00D9792B"/>
    <w:rsid w:val="00D979B6"/>
    <w:rsid w:val="00D97AE5"/>
    <w:rsid w:val="00D97CA7"/>
    <w:rsid w:val="00DA00E8"/>
    <w:rsid w:val="00DA0166"/>
    <w:rsid w:val="00DA0233"/>
    <w:rsid w:val="00DA0A66"/>
    <w:rsid w:val="00DA0AAF"/>
    <w:rsid w:val="00DA0B38"/>
    <w:rsid w:val="00DA0CBD"/>
    <w:rsid w:val="00DA0EB2"/>
    <w:rsid w:val="00DA1148"/>
    <w:rsid w:val="00DA1379"/>
    <w:rsid w:val="00DA14A4"/>
    <w:rsid w:val="00DA18E9"/>
    <w:rsid w:val="00DA19B5"/>
    <w:rsid w:val="00DA1B72"/>
    <w:rsid w:val="00DA1BDC"/>
    <w:rsid w:val="00DA1C56"/>
    <w:rsid w:val="00DA209D"/>
    <w:rsid w:val="00DA224F"/>
    <w:rsid w:val="00DA2502"/>
    <w:rsid w:val="00DA2642"/>
    <w:rsid w:val="00DA2696"/>
    <w:rsid w:val="00DA2BC1"/>
    <w:rsid w:val="00DA2CB0"/>
    <w:rsid w:val="00DA2DC1"/>
    <w:rsid w:val="00DA2F16"/>
    <w:rsid w:val="00DA311C"/>
    <w:rsid w:val="00DA33AE"/>
    <w:rsid w:val="00DA363E"/>
    <w:rsid w:val="00DA375F"/>
    <w:rsid w:val="00DA38F8"/>
    <w:rsid w:val="00DA394E"/>
    <w:rsid w:val="00DA3CE4"/>
    <w:rsid w:val="00DA42EF"/>
    <w:rsid w:val="00DA43F8"/>
    <w:rsid w:val="00DA44BA"/>
    <w:rsid w:val="00DA4610"/>
    <w:rsid w:val="00DA4836"/>
    <w:rsid w:val="00DA4CB2"/>
    <w:rsid w:val="00DA4D5A"/>
    <w:rsid w:val="00DA5357"/>
    <w:rsid w:val="00DA53B1"/>
    <w:rsid w:val="00DA53FC"/>
    <w:rsid w:val="00DA5A68"/>
    <w:rsid w:val="00DA5A82"/>
    <w:rsid w:val="00DA5DDA"/>
    <w:rsid w:val="00DA5E2B"/>
    <w:rsid w:val="00DA5E74"/>
    <w:rsid w:val="00DA6263"/>
    <w:rsid w:val="00DA6353"/>
    <w:rsid w:val="00DA642D"/>
    <w:rsid w:val="00DA6BE0"/>
    <w:rsid w:val="00DA6C54"/>
    <w:rsid w:val="00DA6CD1"/>
    <w:rsid w:val="00DA7C8F"/>
    <w:rsid w:val="00DA7F38"/>
    <w:rsid w:val="00DA7F94"/>
    <w:rsid w:val="00DB012A"/>
    <w:rsid w:val="00DB050B"/>
    <w:rsid w:val="00DB06D1"/>
    <w:rsid w:val="00DB0754"/>
    <w:rsid w:val="00DB07AB"/>
    <w:rsid w:val="00DB086D"/>
    <w:rsid w:val="00DB0878"/>
    <w:rsid w:val="00DB0981"/>
    <w:rsid w:val="00DB0B4D"/>
    <w:rsid w:val="00DB0B8F"/>
    <w:rsid w:val="00DB0D8D"/>
    <w:rsid w:val="00DB0FFE"/>
    <w:rsid w:val="00DB1062"/>
    <w:rsid w:val="00DB106A"/>
    <w:rsid w:val="00DB117A"/>
    <w:rsid w:val="00DB1270"/>
    <w:rsid w:val="00DB13FB"/>
    <w:rsid w:val="00DB163E"/>
    <w:rsid w:val="00DB1718"/>
    <w:rsid w:val="00DB1880"/>
    <w:rsid w:val="00DB189F"/>
    <w:rsid w:val="00DB1BC4"/>
    <w:rsid w:val="00DB1CA7"/>
    <w:rsid w:val="00DB1F1B"/>
    <w:rsid w:val="00DB1FDD"/>
    <w:rsid w:val="00DB225F"/>
    <w:rsid w:val="00DB276C"/>
    <w:rsid w:val="00DB2AD7"/>
    <w:rsid w:val="00DB3297"/>
    <w:rsid w:val="00DB3353"/>
    <w:rsid w:val="00DB3C1C"/>
    <w:rsid w:val="00DB3D08"/>
    <w:rsid w:val="00DB3E72"/>
    <w:rsid w:val="00DB43EA"/>
    <w:rsid w:val="00DB44EB"/>
    <w:rsid w:val="00DB450A"/>
    <w:rsid w:val="00DB4719"/>
    <w:rsid w:val="00DB4757"/>
    <w:rsid w:val="00DB47AC"/>
    <w:rsid w:val="00DB481D"/>
    <w:rsid w:val="00DB4B23"/>
    <w:rsid w:val="00DB4FF7"/>
    <w:rsid w:val="00DB5018"/>
    <w:rsid w:val="00DB50B9"/>
    <w:rsid w:val="00DB5333"/>
    <w:rsid w:val="00DB534F"/>
    <w:rsid w:val="00DB554B"/>
    <w:rsid w:val="00DB56D9"/>
    <w:rsid w:val="00DB5ABB"/>
    <w:rsid w:val="00DB5AD2"/>
    <w:rsid w:val="00DB63C9"/>
    <w:rsid w:val="00DB6405"/>
    <w:rsid w:val="00DB6532"/>
    <w:rsid w:val="00DB6594"/>
    <w:rsid w:val="00DB6705"/>
    <w:rsid w:val="00DB6BCA"/>
    <w:rsid w:val="00DB6C5C"/>
    <w:rsid w:val="00DB6D63"/>
    <w:rsid w:val="00DB7103"/>
    <w:rsid w:val="00DB7185"/>
    <w:rsid w:val="00DB71CD"/>
    <w:rsid w:val="00DB75FB"/>
    <w:rsid w:val="00DB7727"/>
    <w:rsid w:val="00DB788F"/>
    <w:rsid w:val="00DC073C"/>
    <w:rsid w:val="00DC09B9"/>
    <w:rsid w:val="00DC0D8C"/>
    <w:rsid w:val="00DC0FD2"/>
    <w:rsid w:val="00DC12D5"/>
    <w:rsid w:val="00DC14CF"/>
    <w:rsid w:val="00DC15CA"/>
    <w:rsid w:val="00DC16C4"/>
    <w:rsid w:val="00DC1870"/>
    <w:rsid w:val="00DC1CE9"/>
    <w:rsid w:val="00DC1D23"/>
    <w:rsid w:val="00DC206C"/>
    <w:rsid w:val="00DC216F"/>
    <w:rsid w:val="00DC26FF"/>
    <w:rsid w:val="00DC2CD2"/>
    <w:rsid w:val="00DC3289"/>
    <w:rsid w:val="00DC340A"/>
    <w:rsid w:val="00DC355F"/>
    <w:rsid w:val="00DC39AB"/>
    <w:rsid w:val="00DC3B8A"/>
    <w:rsid w:val="00DC3F9E"/>
    <w:rsid w:val="00DC4149"/>
    <w:rsid w:val="00DC43D5"/>
    <w:rsid w:val="00DC440A"/>
    <w:rsid w:val="00DC470A"/>
    <w:rsid w:val="00DC4C89"/>
    <w:rsid w:val="00DC4FD3"/>
    <w:rsid w:val="00DC53F2"/>
    <w:rsid w:val="00DC5492"/>
    <w:rsid w:val="00DC560F"/>
    <w:rsid w:val="00DC5A59"/>
    <w:rsid w:val="00DC6049"/>
    <w:rsid w:val="00DC6316"/>
    <w:rsid w:val="00DC65C9"/>
    <w:rsid w:val="00DC668D"/>
    <w:rsid w:val="00DC6767"/>
    <w:rsid w:val="00DC6A4E"/>
    <w:rsid w:val="00DC6DDC"/>
    <w:rsid w:val="00DC6F5A"/>
    <w:rsid w:val="00DD0053"/>
    <w:rsid w:val="00DD028C"/>
    <w:rsid w:val="00DD02CF"/>
    <w:rsid w:val="00DD061E"/>
    <w:rsid w:val="00DD06A5"/>
    <w:rsid w:val="00DD06F9"/>
    <w:rsid w:val="00DD072E"/>
    <w:rsid w:val="00DD07E1"/>
    <w:rsid w:val="00DD0D61"/>
    <w:rsid w:val="00DD0F40"/>
    <w:rsid w:val="00DD0FBA"/>
    <w:rsid w:val="00DD1093"/>
    <w:rsid w:val="00DD10AA"/>
    <w:rsid w:val="00DD10E4"/>
    <w:rsid w:val="00DD135C"/>
    <w:rsid w:val="00DD162D"/>
    <w:rsid w:val="00DD182D"/>
    <w:rsid w:val="00DD1870"/>
    <w:rsid w:val="00DD1C7D"/>
    <w:rsid w:val="00DD2188"/>
    <w:rsid w:val="00DD220A"/>
    <w:rsid w:val="00DD2251"/>
    <w:rsid w:val="00DD250C"/>
    <w:rsid w:val="00DD275C"/>
    <w:rsid w:val="00DD27AD"/>
    <w:rsid w:val="00DD2829"/>
    <w:rsid w:val="00DD294E"/>
    <w:rsid w:val="00DD2CC2"/>
    <w:rsid w:val="00DD2CDD"/>
    <w:rsid w:val="00DD2DA0"/>
    <w:rsid w:val="00DD2E3A"/>
    <w:rsid w:val="00DD3056"/>
    <w:rsid w:val="00DD306C"/>
    <w:rsid w:val="00DD32ED"/>
    <w:rsid w:val="00DD37BE"/>
    <w:rsid w:val="00DD3CDB"/>
    <w:rsid w:val="00DD3CE2"/>
    <w:rsid w:val="00DD3F37"/>
    <w:rsid w:val="00DD4298"/>
    <w:rsid w:val="00DD4867"/>
    <w:rsid w:val="00DD4B0B"/>
    <w:rsid w:val="00DD4F1E"/>
    <w:rsid w:val="00DD5085"/>
    <w:rsid w:val="00DD5131"/>
    <w:rsid w:val="00DD5434"/>
    <w:rsid w:val="00DD5486"/>
    <w:rsid w:val="00DD5630"/>
    <w:rsid w:val="00DD588F"/>
    <w:rsid w:val="00DD5A18"/>
    <w:rsid w:val="00DD5E1C"/>
    <w:rsid w:val="00DD6160"/>
    <w:rsid w:val="00DD648B"/>
    <w:rsid w:val="00DD64FD"/>
    <w:rsid w:val="00DD650F"/>
    <w:rsid w:val="00DD696F"/>
    <w:rsid w:val="00DD6C25"/>
    <w:rsid w:val="00DD6E4D"/>
    <w:rsid w:val="00DD72BC"/>
    <w:rsid w:val="00DD7509"/>
    <w:rsid w:val="00DD7738"/>
    <w:rsid w:val="00DD7E22"/>
    <w:rsid w:val="00DE045D"/>
    <w:rsid w:val="00DE047C"/>
    <w:rsid w:val="00DE04C3"/>
    <w:rsid w:val="00DE099C"/>
    <w:rsid w:val="00DE0D85"/>
    <w:rsid w:val="00DE0E61"/>
    <w:rsid w:val="00DE0F82"/>
    <w:rsid w:val="00DE1498"/>
    <w:rsid w:val="00DE1B90"/>
    <w:rsid w:val="00DE1DB1"/>
    <w:rsid w:val="00DE24AD"/>
    <w:rsid w:val="00DE24F1"/>
    <w:rsid w:val="00DE2686"/>
    <w:rsid w:val="00DE28AA"/>
    <w:rsid w:val="00DE2901"/>
    <w:rsid w:val="00DE2C8E"/>
    <w:rsid w:val="00DE3233"/>
    <w:rsid w:val="00DE3241"/>
    <w:rsid w:val="00DE3377"/>
    <w:rsid w:val="00DE3378"/>
    <w:rsid w:val="00DE3380"/>
    <w:rsid w:val="00DE3638"/>
    <w:rsid w:val="00DE3645"/>
    <w:rsid w:val="00DE366F"/>
    <w:rsid w:val="00DE377B"/>
    <w:rsid w:val="00DE3CE7"/>
    <w:rsid w:val="00DE4062"/>
    <w:rsid w:val="00DE411A"/>
    <w:rsid w:val="00DE4166"/>
    <w:rsid w:val="00DE4660"/>
    <w:rsid w:val="00DE49B5"/>
    <w:rsid w:val="00DE4A29"/>
    <w:rsid w:val="00DE534F"/>
    <w:rsid w:val="00DE553D"/>
    <w:rsid w:val="00DE55A7"/>
    <w:rsid w:val="00DE5C92"/>
    <w:rsid w:val="00DE5CAF"/>
    <w:rsid w:val="00DE5D04"/>
    <w:rsid w:val="00DE6167"/>
    <w:rsid w:val="00DE643A"/>
    <w:rsid w:val="00DE6833"/>
    <w:rsid w:val="00DE68D9"/>
    <w:rsid w:val="00DE69C1"/>
    <w:rsid w:val="00DE69FD"/>
    <w:rsid w:val="00DE6A6B"/>
    <w:rsid w:val="00DE6CAF"/>
    <w:rsid w:val="00DE6CF8"/>
    <w:rsid w:val="00DE6E32"/>
    <w:rsid w:val="00DE6F47"/>
    <w:rsid w:val="00DE6FD1"/>
    <w:rsid w:val="00DE7001"/>
    <w:rsid w:val="00DE7026"/>
    <w:rsid w:val="00DE7203"/>
    <w:rsid w:val="00DE732E"/>
    <w:rsid w:val="00DE73C2"/>
    <w:rsid w:val="00DE73F0"/>
    <w:rsid w:val="00DE759F"/>
    <w:rsid w:val="00DE7937"/>
    <w:rsid w:val="00DE7942"/>
    <w:rsid w:val="00DE7A3A"/>
    <w:rsid w:val="00DF0635"/>
    <w:rsid w:val="00DF0640"/>
    <w:rsid w:val="00DF07CF"/>
    <w:rsid w:val="00DF0A93"/>
    <w:rsid w:val="00DF0A97"/>
    <w:rsid w:val="00DF0B47"/>
    <w:rsid w:val="00DF0E06"/>
    <w:rsid w:val="00DF1298"/>
    <w:rsid w:val="00DF13BA"/>
    <w:rsid w:val="00DF1477"/>
    <w:rsid w:val="00DF19FE"/>
    <w:rsid w:val="00DF1FDD"/>
    <w:rsid w:val="00DF24CD"/>
    <w:rsid w:val="00DF273D"/>
    <w:rsid w:val="00DF2BCA"/>
    <w:rsid w:val="00DF2C0D"/>
    <w:rsid w:val="00DF2EFA"/>
    <w:rsid w:val="00DF309C"/>
    <w:rsid w:val="00DF3484"/>
    <w:rsid w:val="00DF35E8"/>
    <w:rsid w:val="00DF37B4"/>
    <w:rsid w:val="00DF386C"/>
    <w:rsid w:val="00DF38EC"/>
    <w:rsid w:val="00DF3955"/>
    <w:rsid w:val="00DF3B50"/>
    <w:rsid w:val="00DF3C9A"/>
    <w:rsid w:val="00DF3CD8"/>
    <w:rsid w:val="00DF3DBE"/>
    <w:rsid w:val="00DF3DD0"/>
    <w:rsid w:val="00DF4248"/>
    <w:rsid w:val="00DF42A7"/>
    <w:rsid w:val="00DF45DD"/>
    <w:rsid w:val="00DF4A1C"/>
    <w:rsid w:val="00DF4AE4"/>
    <w:rsid w:val="00DF4B08"/>
    <w:rsid w:val="00DF527D"/>
    <w:rsid w:val="00DF5A6D"/>
    <w:rsid w:val="00DF5B6B"/>
    <w:rsid w:val="00DF64A3"/>
    <w:rsid w:val="00DF6B6E"/>
    <w:rsid w:val="00DF6D99"/>
    <w:rsid w:val="00DF7037"/>
    <w:rsid w:val="00DF72C9"/>
    <w:rsid w:val="00DF73C8"/>
    <w:rsid w:val="00DF7456"/>
    <w:rsid w:val="00DF759F"/>
    <w:rsid w:val="00DF77B0"/>
    <w:rsid w:val="00DF797A"/>
    <w:rsid w:val="00DF7B34"/>
    <w:rsid w:val="00DF7D25"/>
    <w:rsid w:val="00DF7DF2"/>
    <w:rsid w:val="00DF7F26"/>
    <w:rsid w:val="00E001C0"/>
    <w:rsid w:val="00E001C2"/>
    <w:rsid w:val="00E00389"/>
    <w:rsid w:val="00E005CC"/>
    <w:rsid w:val="00E00606"/>
    <w:rsid w:val="00E0060E"/>
    <w:rsid w:val="00E00A14"/>
    <w:rsid w:val="00E00A64"/>
    <w:rsid w:val="00E00B76"/>
    <w:rsid w:val="00E00C1F"/>
    <w:rsid w:val="00E00C9D"/>
    <w:rsid w:val="00E00E16"/>
    <w:rsid w:val="00E00FD3"/>
    <w:rsid w:val="00E01211"/>
    <w:rsid w:val="00E0190A"/>
    <w:rsid w:val="00E01CA2"/>
    <w:rsid w:val="00E01D73"/>
    <w:rsid w:val="00E020FD"/>
    <w:rsid w:val="00E0213F"/>
    <w:rsid w:val="00E0237B"/>
    <w:rsid w:val="00E0239E"/>
    <w:rsid w:val="00E02611"/>
    <w:rsid w:val="00E02AA4"/>
    <w:rsid w:val="00E02F58"/>
    <w:rsid w:val="00E031C1"/>
    <w:rsid w:val="00E03968"/>
    <w:rsid w:val="00E03A14"/>
    <w:rsid w:val="00E03B9D"/>
    <w:rsid w:val="00E03BF8"/>
    <w:rsid w:val="00E04432"/>
    <w:rsid w:val="00E04658"/>
    <w:rsid w:val="00E046A3"/>
    <w:rsid w:val="00E0479D"/>
    <w:rsid w:val="00E048F2"/>
    <w:rsid w:val="00E04995"/>
    <w:rsid w:val="00E04A31"/>
    <w:rsid w:val="00E04B64"/>
    <w:rsid w:val="00E04DD3"/>
    <w:rsid w:val="00E04FA7"/>
    <w:rsid w:val="00E05217"/>
    <w:rsid w:val="00E05445"/>
    <w:rsid w:val="00E0589A"/>
    <w:rsid w:val="00E059D6"/>
    <w:rsid w:val="00E05BB4"/>
    <w:rsid w:val="00E05CD3"/>
    <w:rsid w:val="00E05DB7"/>
    <w:rsid w:val="00E06648"/>
    <w:rsid w:val="00E06C18"/>
    <w:rsid w:val="00E06CEA"/>
    <w:rsid w:val="00E06DBF"/>
    <w:rsid w:val="00E06F3C"/>
    <w:rsid w:val="00E073A2"/>
    <w:rsid w:val="00E07679"/>
    <w:rsid w:val="00E078F5"/>
    <w:rsid w:val="00E079D9"/>
    <w:rsid w:val="00E07B13"/>
    <w:rsid w:val="00E07EA6"/>
    <w:rsid w:val="00E10108"/>
    <w:rsid w:val="00E1052E"/>
    <w:rsid w:val="00E105C4"/>
    <w:rsid w:val="00E10A2B"/>
    <w:rsid w:val="00E11285"/>
    <w:rsid w:val="00E11348"/>
    <w:rsid w:val="00E11353"/>
    <w:rsid w:val="00E1145E"/>
    <w:rsid w:val="00E11502"/>
    <w:rsid w:val="00E11539"/>
    <w:rsid w:val="00E11832"/>
    <w:rsid w:val="00E119BD"/>
    <w:rsid w:val="00E11E98"/>
    <w:rsid w:val="00E122AC"/>
    <w:rsid w:val="00E12305"/>
    <w:rsid w:val="00E123FF"/>
    <w:rsid w:val="00E124AD"/>
    <w:rsid w:val="00E12572"/>
    <w:rsid w:val="00E12624"/>
    <w:rsid w:val="00E1263B"/>
    <w:rsid w:val="00E12BDD"/>
    <w:rsid w:val="00E12D35"/>
    <w:rsid w:val="00E12F5A"/>
    <w:rsid w:val="00E1315C"/>
    <w:rsid w:val="00E133E0"/>
    <w:rsid w:val="00E135EF"/>
    <w:rsid w:val="00E13798"/>
    <w:rsid w:val="00E138E5"/>
    <w:rsid w:val="00E13911"/>
    <w:rsid w:val="00E13915"/>
    <w:rsid w:val="00E1406E"/>
    <w:rsid w:val="00E14B4B"/>
    <w:rsid w:val="00E14C3F"/>
    <w:rsid w:val="00E14CB9"/>
    <w:rsid w:val="00E15285"/>
    <w:rsid w:val="00E154A5"/>
    <w:rsid w:val="00E15588"/>
    <w:rsid w:val="00E15598"/>
    <w:rsid w:val="00E1599A"/>
    <w:rsid w:val="00E15CFF"/>
    <w:rsid w:val="00E16143"/>
    <w:rsid w:val="00E161F8"/>
    <w:rsid w:val="00E169CF"/>
    <w:rsid w:val="00E16B61"/>
    <w:rsid w:val="00E16C6A"/>
    <w:rsid w:val="00E170AF"/>
    <w:rsid w:val="00E1715D"/>
    <w:rsid w:val="00E172F9"/>
    <w:rsid w:val="00E1739C"/>
    <w:rsid w:val="00E1739F"/>
    <w:rsid w:val="00E17496"/>
    <w:rsid w:val="00E17613"/>
    <w:rsid w:val="00E17711"/>
    <w:rsid w:val="00E1789C"/>
    <w:rsid w:val="00E17D82"/>
    <w:rsid w:val="00E203B9"/>
    <w:rsid w:val="00E204D5"/>
    <w:rsid w:val="00E20822"/>
    <w:rsid w:val="00E2085C"/>
    <w:rsid w:val="00E20892"/>
    <w:rsid w:val="00E20CA4"/>
    <w:rsid w:val="00E2125F"/>
    <w:rsid w:val="00E21452"/>
    <w:rsid w:val="00E218E0"/>
    <w:rsid w:val="00E218FA"/>
    <w:rsid w:val="00E21AE6"/>
    <w:rsid w:val="00E21C30"/>
    <w:rsid w:val="00E21F02"/>
    <w:rsid w:val="00E220CB"/>
    <w:rsid w:val="00E221B5"/>
    <w:rsid w:val="00E221F7"/>
    <w:rsid w:val="00E227BD"/>
    <w:rsid w:val="00E22A87"/>
    <w:rsid w:val="00E22AB7"/>
    <w:rsid w:val="00E22BCE"/>
    <w:rsid w:val="00E22F89"/>
    <w:rsid w:val="00E22F9D"/>
    <w:rsid w:val="00E22FE1"/>
    <w:rsid w:val="00E23049"/>
    <w:rsid w:val="00E234FE"/>
    <w:rsid w:val="00E23C1C"/>
    <w:rsid w:val="00E23E8D"/>
    <w:rsid w:val="00E2400B"/>
    <w:rsid w:val="00E243FB"/>
    <w:rsid w:val="00E24501"/>
    <w:rsid w:val="00E246EF"/>
    <w:rsid w:val="00E249C2"/>
    <w:rsid w:val="00E249E4"/>
    <w:rsid w:val="00E24B56"/>
    <w:rsid w:val="00E24C5B"/>
    <w:rsid w:val="00E24DDE"/>
    <w:rsid w:val="00E24E1E"/>
    <w:rsid w:val="00E25194"/>
    <w:rsid w:val="00E25210"/>
    <w:rsid w:val="00E25462"/>
    <w:rsid w:val="00E2567D"/>
    <w:rsid w:val="00E25A57"/>
    <w:rsid w:val="00E25C7A"/>
    <w:rsid w:val="00E25C81"/>
    <w:rsid w:val="00E25D01"/>
    <w:rsid w:val="00E25F48"/>
    <w:rsid w:val="00E26182"/>
    <w:rsid w:val="00E26280"/>
    <w:rsid w:val="00E265D7"/>
    <w:rsid w:val="00E266E9"/>
    <w:rsid w:val="00E2678B"/>
    <w:rsid w:val="00E26DB5"/>
    <w:rsid w:val="00E275B3"/>
    <w:rsid w:val="00E277DF"/>
    <w:rsid w:val="00E279D0"/>
    <w:rsid w:val="00E27F25"/>
    <w:rsid w:val="00E304C0"/>
    <w:rsid w:val="00E306AA"/>
    <w:rsid w:val="00E30808"/>
    <w:rsid w:val="00E30ABC"/>
    <w:rsid w:val="00E30C1A"/>
    <w:rsid w:val="00E30DBE"/>
    <w:rsid w:val="00E30E79"/>
    <w:rsid w:val="00E30EB6"/>
    <w:rsid w:val="00E30F66"/>
    <w:rsid w:val="00E30F8E"/>
    <w:rsid w:val="00E311EA"/>
    <w:rsid w:val="00E317E8"/>
    <w:rsid w:val="00E31974"/>
    <w:rsid w:val="00E31A38"/>
    <w:rsid w:val="00E31BB9"/>
    <w:rsid w:val="00E31EFE"/>
    <w:rsid w:val="00E320B0"/>
    <w:rsid w:val="00E320E3"/>
    <w:rsid w:val="00E3220B"/>
    <w:rsid w:val="00E3222A"/>
    <w:rsid w:val="00E3225E"/>
    <w:rsid w:val="00E323F4"/>
    <w:rsid w:val="00E324B8"/>
    <w:rsid w:val="00E326AF"/>
    <w:rsid w:val="00E32796"/>
    <w:rsid w:val="00E328F5"/>
    <w:rsid w:val="00E329B1"/>
    <w:rsid w:val="00E32CA5"/>
    <w:rsid w:val="00E330CA"/>
    <w:rsid w:val="00E33147"/>
    <w:rsid w:val="00E33151"/>
    <w:rsid w:val="00E336C6"/>
    <w:rsid w:val="00E33A5B"/>
    <w:rsid w:val="00E33C62"/>
    <w:rsid w:val="00E33EE0"/>
    <w:rsid w:val="00E33FD1"/>
    <w:rsid w:val="00E3414D"/>
    <w:rsid w:val="00E342FC"/>
    <w:rsid w:val="00E34710"/>
    <w:rsid w:val="00E34887"/>
    <w:rsid w:val="00E34901"/>
    <w:rsid w:val="00E349D5"/>
    <w:rsid w:val="00E34BB3"/>
    <w:rsid w:val="00E35005"/>
    <w:rsid w:val="00E350D4"/>
    <w:rsid w:val="00E352A5"/>
    <w:rsid w:val="00E3597A"/>
    <w:rsid w:val="00E35990"/>
    <w:rsid w:val="00E35B45"/>
    <w:rsid w:val="00E3681B"/>
    <w:rsid w:val="00E36ADB"/>
    <w:rsid w:val="00E36CC9"/>
    <w:rsid w:val="00E36FEC"/>
    <w:rsid w:val="00E37168"/>
    <w:rsid w:val="00E374D7"/>
    <w:rsid w:val="00E37708"/>
    <w:rsid w:val="00E3777F"/>
    <w:rsid w:val="00E3778E"/>
    <w:rsid w:val="00E377B3"/>
    <w:rsid w:val="00E37A2A"/>
    <w:rsid w:val="00E37B43"/>
    <w:rsid w:val="00E37ECE"/>
    <w:rsid w:val="00E37FAA"/>
    <w:rsid w:val="00E4001C"/>
    <w:rsid w:val="00E40293"/>
    <w:rsid w:val="00E402D7"/>
    <w:rsid w:val="00E403F9"/>
    <w:rsid w:val="00E40639"/>
    <w:rsid w:val="00E4076B"/>
    <w:rsid w:val="00E40A49"/>
    <w:rsid w:val="00E40D3B"/>
    <w:rsid w:val="00E41135"/>
    <w:rsid w:val="00E411D9"/>
    <w:rsid w:val="00E4123F"/>
    <w:rsid w:val="00E41251"/>
    <w:rsid w:val="00E41875"/>
    <w:rsid w:val="00E41882"/>
    <w:rsid w:val="00E418FA"/>
    <w:rsid w:val="00E419D8"/>
    <w:rsid w:val="00E41C38"/>
    <w:rsid w:val="00E41E0D"/>
    <w:rsid w:val="00E41E77"/>
    <w:rsid w:val="00E42972"/>
    <w:rsid w:val="00E42C8F"/>
    <w:rsid w:val="00E42C9A"/>
    <w:rsid w:val="00E42EC3"/>
    <w:rsid w:val="00E43006"/>
    <w:rsid w:val="00E43136"/>
    <w:rsid w:val="00E43150"/>
    <w:rsid w:val="00E4357D"/>
    <w:rsid w:val="00E438AB"/>
    <w:rsid w:val="00E43D98"/>
    <w:rsid w:val="00E43DEA"/>
    <w:rsid w:val="00E43ED6"/>
    <w:rsid w:val="00E44215"/>
    <w:rsid w:val="00E444D3"/>
    <w:rsid w:val="00E44502"/>
    <w:rsid w:val="00E45155"/>
    <w:rsid w:val="00E4517D"/>
    <w:rsid w:val="00E45348"/>
    <w:rsid w:val="00E4537C"/>
    <w:rsid w:val="00E453DE"/>
    <w:rsid w:val="00E4541D"/>
    <w:rsid w:val="00E45492"/>
    <w:rsid w:val="00E45714"/>
    <w:rsid w:val="00E457B4"/>
    <w:rsid w:val="00E457ED"/>
    <w:rsid w:val="00E45965"/>
    <w:rsid w:val="00E45A90"/>
    <w:rsid w:val="00E45B4C"/>
    <w:rsid w:val="00E45BD2"/>
    <w:rsid w:val="00E45C8E"/>
    <w:rsid w:val="00E45D07"/>
    <w:rsid w:val="00E45DF1"/>
    <w:rsid w:val="00E46159"/>
    <w:rsid w:val="00E46579"/>
    <w:rsid w:val="00E467BF"/>
    <w:rsid w:val="00E46996"/>
    <w:rsid w:val="00E46A4C"/>
    <w:rsid w:val="00E46E8E"/>
    <w:rsid w:val="00E470DE"/>
    <w:rsid w:val="00E47542"/>
    <w:rsid w:val="00E47598"/>
    <w:rsid w:val="00E478A0"/>
    <w:rsid w:val="00E47A36"/>
    <w:rsid w:val="00E5070B"/>
    <w:rsid w:val="00E50B90"/>
    <w:rsid w:val="00E50BBC"/>
    <w:rsid w:val="00E50E01"/>
    <w:rsid w:val="00E51138"/>
    <w:rsid w:val="00E5118C"/>
    <w:rsid w:val="00E512D3"/>
    <w:rsid w:val="00E5135D"/>
    <w:rsid w:val="00E51BBC"/>
    <w:rsid w:val="00E51C16"/>
    <w:rsid w:val="00E521DE"/>
    <w:rsid w:val="00E522A6"/>
    <w:rsid w:val="00E524CD"/>
    <w:rsid w:val="00E52875"/>
    <w:rsid w:val="00E5288B"/>
    <w:rsid w:val="00E52A05"/>
    <w:rsid w:val="00E52B78"/>
    <w:rsid w:val="00E52B88"/>
    <w:rsid w:val="00E52F19"/>
    <w:rsid w:val="00E52F40"/>
    <w:rsid w:val="00E5301D"/>
    <w:rsid w:val="00E5347D"/>
    <w:rsid w:val="00E5359F"/>
    <w:rsid w:val="00E53801"/>
    <w:rsid w:val="00E538BB"/>
    <w:rsid w:val="00E53976"/>
    <w:rsid w:val="00E53A5C"/>
    <w:rsid w:val="00E54A9E"/>
    <w:rsid w:val="00E54AFE"/>
    <w:rsid w:val="00E54F6D"/>
    <w:rsid w:val="00E5503D"/>
    <w:rsid w:val="00E55097"/>
    <w:rsid w:val="00E55734"/>
    <w:rsid w:val="00E55810"/>
    <w:rsid w:val="00E55B8E"/>
    <w:rsid w:val="00E55DBF"/>
    <w:rsid w:val="00E564EC"/>
    <w:rsid w:val="00E56C1D"/>
    <w:rsid w:val="00E56D62"/>
    <w:rsid w:val="00E57C1B"/>
    <w:rsid w:val="00E57C48"/>
    <w:rsid w:val="00E57EBF"/>
    <w:rsid w:val="00E602A6"/>
    <w:rsid w:val="00E60389"/>
    <w:rsid w:val="00E60A88"/>
    <w:rsid w:val="00E60B00"/>
    <w:rsid w:val="00E61084"/>
    <w:rsid w:val="00E61E94"/>
    <w:rsid w:val="00E61ED4"/>
    <w:rsid w:val="00E61F77"/>
    <w:rsid w:val="00E61FFB"/>
    <w:rsid w:val="00E62123"/>
    <w:rsid w:val="00E62129"/>
    <w:rsid w:val="00E62170"/>
    <w:rsid w:val="00E6265C"/>
    <w:rsid w:val="00E626BD"/>
    <w:rsid w:val="00E62AEE"/>
    <w:rsid w:val="00E62B54"/>
    <w:rsid w:val="00E62CDC"/>
    <w:rsid w:val="00E634DD"/>
    <w:rsid w:val="00E63642"/>
    <w:rsid w:val="00E638FF"/>
    <w:rsid w:val="00E6390F"/>
    <w:rsid w:val="00E63948"/>
    <w:rsid w:val="00E63A68"/>
    <w:rsid w:val="00E640BC"/>
    <w:rsid w:val="00E640FE"/>
    <w:rsid w:val="00E641D2"/>
    <w:rsid w:val="00E642F4"/>
    <w:rsid w:val="00E6431C"/>
    <w:rsid w:val="00E643C1"/>
    <w:rsid w:val="00E644FD"/>
    <w:rsid w:val="00E64618"/>
    <w:rsid w:val="00E646AC"/>
    <w:rsid w:val="00E64E29"/>
    <w:rsid w:val="00E6535A"/>
    <w:rsid w:val="00E654F3"/>
    <w:rsid w:val="00E6563F"/>
    <w:rsid w:val="00E65D6D"/>
    <w:rsid w:val="00E65E0C"/>
    <w:rsid w:val="00E66033"/>
    <w:rsid w:val="00E66330"/>
    <w:rsid w:val="00E6660F"/>
    <w:rsid w:val="00E66740"/>
    <w:rsid w:val="00E66778"/>
    <w:rsid w:val="00E667F5"/>
    <w:rsid w:val="00E669A5"/>
    <w:rsid w:val="00E66A86"/>
    <w:rsid w:val="00E66A91"/>
    <w:rsid w:val="00E66BFD"/>
    <w:rsid w:val="00E66C2E"/>
    <w:rsid w:val="00E66EC4"/>
    <w:rsid w:val="00E673AE"/>
    <w:rsid w:val="00E6757D"/>
    <w:rsid w:val="00E67710"/>
    <w:rsid w:val="00E679FE"/>
    <w:rsid w:val="00E67A51"/>
    <w:rsid w:val="00E67D50"/>
    <w:rsid w:val="00E70107"/>
    <w:rsid w:val="00E7024D"/>
    <w:rsid w:val="00E70631"/>
    <w:rsid w:val="00E70667"/>
    <w:rsid w:val="00E70849"/>
    <w:rsid w:val="00E70EF7"/>
    <w:rsid w:val="00E70F58"/>
    <w:rsid w:val="00E7107D"/>
    <w:rsid w:val="00E71293"/>
    <w:rsid w:val="00E71441"/>
    <w:rsid w:val="00E7153D"/>
    <w:rsid w:val="00E7188C"/>
    <w:rsid w:val="00E71977"/>
    <w:rsid w:val="00E71CE9"/>
    <w:rsid w:val="00E71DC8"/>
    <w:rsid w:val="00E71E22"/>
    <w:rsid w:val="00E724AD"/>
    <w:rsid w:val="00E727F5"/>
    <w:rsid w:val="00E728EB"/>
    <w:rsid w:val="00E72A86"/>
    <w:rsid w:val="00E72BEE"/>
    <w:rsid w:val="00E7345D"/>
    <w:rsid w:val="00E7359C"/>
    <w:rsid w:val="00E735F7"/>
    <w:rsid w:val="00E73802"/>
    <w:rsid w:val="00E73833"/>
    <w:rsid w:val="00E738BE"/>
    <w:rsid w:val="00E7390B"/>
    <w:rsid w:val="00E73A62"/>
    <w:rsid w:val="00E73C57"/>
    <w:rsid w:val="00E7410F"/>
    <w:rsid w:val="00E7411B"/>
    <w:rsid w:val="00E746FA"/>
    <w:rsid w:val="00E749DD"/>
    <w:rsid w:val="00E74A76"/>
    <w:rsid w:val="00E74BDC"/>
    <w:rsid w:val="00E74C4B"/>
    <w:rsid w:val="00E74D69"/>
    <w:rsid w:val="00E74DC6"/>
    <w:rsid w:val="00E74E12"/>
    <w:rsid w:val="00E74EFE"/>
    <w:rsid w:val="00E74F5C"/>
    <w:rsid w:val="00E75509"/>
    <w:rsid w:val="00E75A0F"/>
    <w:rsid w:val="00E763CE"/>
    <w:rsid w:val="00E76496"/>
    <w:rsid w:val="00E76518"/>
    <w:rsid w:val="00E76968"/>
    <w:rsid w:val="00E769CD"/>
    <w:rsid w:val="00E769D7"/>
    <w:rsid w:val="00E76C7B"/>
    <w:rsid w:val="00E76C99"/>
    <w:rsid w:val="00E76DA1"/>
    <w:rsid w:val="00E76F82"/>
    <w:rsid w:val="00E770C1"/>
    <w:rsid w:val="00E7726C"/>
    <w:rsid w:val="00E77359"/>
    <w:rsid w:val="00E77817"/>
    <w:rsid w:val="00E77905"/>
    <w:rsid w:val="00E77D4A"/>
    <w:rsid w:val="00E77ED7"/>
    <w:rsid w:val="00E77F77"/>
    <w:rsid w:val="00E8011C"/>
    <w:rsid w:val="00E8016E"/>
    <w:rsid w:val="00E8026A"/>
    <w:rsid w:val="00E80732"/>
    <w:rsid w:val="00E80939"/>
    <w:rsid w:val="00E80A4A"/>
    <w:rsid w:val="00E81277"/>
    <w:rsid w:val="00E819DE"/>
    <w:rsid w:val="00E81AB3"/>
    <w:rsid w:val="00E81B90"/>
    <w:rsid w:val="00E81DC7"/>
    <w:rsid w:val="00E81E02"/>
    <w:rsid w:val="00E82C19"/>
    <w:rsid w:val="00E83308"/>
    <w:rsid w:val="00E8343C"/>
    <w:rsid w:val="00E83700"/>
    <w:rsid w:val="00E8386D"/>
    <w:rsid w:val="00E839DE"/>
    <w:rsid w:val="00E83DCF"/>
    <w:rsid w:val="00E8407E"/>
    <w:rsid w:val="00E841ED"/>
    <w:rsid w:val="00E84226"/>
    <w:rsid w:val="00E843F4"/>
    <w:rsid w:val="00E84675"/>
    <w:rsid w:val="00E84914"/>
    <w:rsid w:val="00E84C86"/>
    <w:rsid w:val="00E84D6E"/>
    <w:rsid w:val="00E84E1E"/>
    <w:rsid w:val="00E85095"/>
    <w:rsid w:val="00E859F2"/>
    <w:rsid w:val="00E85B2D"/>
    <w:rsid w:val="00E85B73"/>
    <w:rsid w:val="00E85C61"/>
    <w:rsid w:val="00E85D3A"/>
    <w:rsid w:val="00E85EE6"/>
    <w:rsid w:val="00E8612B"/>
    <w:rsid w:val="00E8628D"/>
    <w:rsid w:val="00E86530"/>
    <w:rsid w:val="00E869F3"/>
    <w:rsid w:val="00E86A88"/>
    <w:rsid w:val="00E8707E"/>
    <w:rsid w:val="00E877E0"/>
    <w:rsid w:val="00E87AE9"/>
    <w:rsid w:val="00E87CB7"/>
    <w:rsid w:val="00E87F94"/>
    <w:rsid w:val="00E87FC0"/>
    <w:rsid w:val="00E9004C"/>
    <w:rsid w:val="00E900E4"/>
    <w:rsid w:val="00E904AD"/>
    <w:rsid w:val="00E90650"/>
    <w:rsid w:val="00E90998"/>
    <w:rsid w:val="00E90A02"/>
    <w:rsid w:val="00E90ED9"/>
    <w:rsid w:val="00E916B9"/>
    <w:rsid w:val="00E9173A"/>
    <w:rsid w:val="00E91C5F"/>
    <w:rsid w:val="00E91D94"/>
    <w:rsid w:val="00E9208C"/>
    <w:rsid w:val="00E92664"/>
    <w:rsid w:val="00E927A0"/>
    <w:rsid w:val="00E92A5B"/>
    <w:rsid w:val="00E92A98"/>
    <w:rsid w:val="00E92ADB"/>
    <w:rsid w:val="00E92B8E"/>
    <w:rsid w:val="00E92DD8"/>
    <w:rsid w:val="00E92DE9"/>
    <w:rsid w:val="00E93173"/>
    <w:rsid w:val="00E932DA"/>
    <w:rsid w:val="00E93A89"/>
    <w:rsid w:val="00E93B53"/>
    <w:rsid w:val="00E93B84"/>
    <w:rsid w:val="00E93B8D"/>
    <w:rsid w:val="00E93C7B"/>
    <w:rsid w:val="00E940AE"/>
    <w:rsid w:val="00E9466B"/>
    <w:rsid w:val="00E947E3"/>
    <w:rsid w:val="00E94D55"/>
    <w:rsid w:val="00E94F67"/>
    <w:rsid w:val="00E95053"/>
    <w:rsid w:val="00E950BA"/>
    <w:rsid w:val="00E950DF"/>
    <w:rsid w:val="00E95161"/>
    <w:rsid w:val="00E95199"/>
    <w:rsid w:val="00E9557F"/>
    <w:rsid w:val="00E95653"/>
    <w:rsid w:val="00E95928"/>
    <w:rsid w:val="00E9594E"/>
    <w:rsid w:val="00E9598E"/>
    <w:rsid w:val="00E95C45"/>
    <w:rsid w:val="00E9656A"/>
    <w:rsid w:val="00E967C4"/>
    <w:rsid w:val="00E96831"/>
    <w:rsid w:val="00E96960"/>
    <w:rsid w:val="00E96A0E"/>
    <w:rsid w:val="00E96AEB"/>
    <w:rsid w:val="00E970E5"/>
    <w:rsid w:val="00E9712B"/>
    <w:rsid w:val="00E971E9"/>
    <w:rsid w:val="00E97362"/>
    <w:rsid w:val="00E97398"/>
    <w:rsid w:val="00E979CB"/>
    <w:rsid w:val="00E97AC6"/>
    <w:rsid w:val="00E97AF6"/>
    <w:rsid w:val="00E97C1E"/>
    <w:rsid w:val="00E97C87"/>
    <w:rsid w:val="00EA01A4"/>
    <w:rsid w:val="00EA05E6"/>
    <w:rsid w:val="00EA0784"/>
    <w:rsid w:val="00EA0A78"/>
    <w:rsid w:val="00EA0B1A"/>
    <w:rsid w:val="00EA0CC2"/>
    <w:rsid w:val="00EA0D9E"/>
    <w:rsid w:val="00EA0F7B"/>
    <w:rsid w:val="00EA1055"/>
    <w:rsid w:val="00EA13C4"/>
    <w:rsid w:val="00EA13EF"/>
    <w:rsid w:val="00EA1507"/>
    <w:rsid w:val="00EA184C"/>
    <w:rsid w:val="00EA190B"/>
    <w:rsid w:val="00EA22C1"/>
    <w:rsid w:val="00EA22E2"/>
    <w:rsid w:val="00EA24FD"/>
    <w:rsid w:val="00EA2541"/>
    <w:rsid w:val="00EA2574"/>
    <w:rsid w:val="00EA2A8A"/>
    <w:rsid w:val="00EA2DD7"/>
    <w:rsid w:val="00EA2E61"/>
    <w:rsid w:val="00EA3400"/>
    <w:rsid w:val="00EA347D"/>
    <w:rsid w:val="00EA3634"/>
    <w:rsid w:val="00EA38A3"/>
    <w:rsid w:val="00EA3D17"/>
    <w:rsid w:val="00EA3D45"/>
    <w:rsid w:val="00EA3EB4"/>
    <w:rsid w:val="00EA4095"/>
    <w:rsid w:val="00EA40D2"/>
    <w:rsid w:val="00EA42BA"/>
    <w:rsid w:val="00EA433D"/>
    <w:rsid w:val="00EA4541"/>
    <w:rsid w:val="00EA4612"/>
    <w:rsid w:val="00EA47EE"/>
    <w:rsid w:val="00EA4AA9"/>
    <w:rsid w:val="00EA4D24"/>
    <w:rsid w:val="00EA5032"/>
    <w:rsid w:val="00EA5141"/>
    <w:rsid w:val="00EA5352"/>
    <w:rsid w:val="00EA53AE"/>
    <w:rsid w:val="00EA54B6"/>
    <w:rsid w:val="00EA56D3"/>
    <w:rsid w:val="00EA5954"/>
    <w:rsid w:val="00EA5E83"/>
    <w:rsid w:val="00EA5F79"/>
    <w:rsid w:val="00EA5FE1"/>
    <w:rsid w:val="00EA6304"/>
    <w:rsid w:val="00EA6540"/>
    <w:rsid w:val="00EA6B7C"/>
    <w:rsid w:val="00EA6C88"/>
    <w:rsid w:val="00EA6DFE"/>
    <w:rsid w:val="00EA7022"/>
    <w:rsid w:val="00EA7785"/>
    <w:rsid w:val="00EA782B"/>
    <w:rsid w:val="00EA7900"/>
    <w:rsid w:val="00EA79B7"/>
    <w:rsid w:val="00EA7A35"/>
    <w:rsid w:val="00EA7B8D"/>
    <w:rsid w:val="00EA7F2E"/>
    <w:rsid w:val="00EB0055"/>
    <w:rsid w:val="00EB0416"/>
    <w:rsid w:val="00EB0496"/>
    <w:rsid w:val="00EB09BA"/>
    <w:rsid w:val="00EB09EB"/>
    <w:rsid w:val="00EB0C40"/>
    <w:rsid w:val="00EB11AF"/>
    <w:rsid w:val="00EB16B5"/>
    <w:rsid w:val="00EB16FC"/>
    <w:rsid w:val="00EB1AED"/>
    <w:rsid w:val="00EB1D23"/>
    <w:rsid w:val="00EB1EE2"/>
    <w:rsid w:val="00EB1F80"/>
    <w:rsid w:val="00EB21CD"/>
    <w:rsid w:val="00EB241A"/>
    <w:rsid w:val="00EB2677"/>
    <w:rsid w:val="00EB2A15"/>
    <w:rsid w:val="00EB2FBF"/>
    <w:rsid w:val="00EB30E0"/>
    <w:rsid w:val="00EB30EF"/>
    <w:rsid w:val="00EB31E9"/>
    <w:rsid w:val="00EB3207"/>
    <w:rsid w:val="00EB3402"/>
    <w:rsid w:val="00EB34AA"/>
    <w:rsid w:val="00EB36A7"/>
    <w:rsid w:val="00EB37A2"/>
    <w:rsid w:val="00EB382F"/>
    <w:rsid w:val="00EB3845"/>
    <w:rsid w:val="00EB3D06"/>
    <w:rsid w:val="00EB3F29"/>
    <w:rsid w:val="00EB44F2"/>
    <w:rsid w:val="00EB46F3"/>
    <w:rsid w:val="00EB492C"/>
    <w:rsid w:val="00EB4DED"/>
    <w:rsid w:val="00EB4E3D"/>
    <w:rsid w:val="00EB52B9"/>
    <w:rsid w:val="00EB52DF"/>
    <w:rsid w:val="00EB5424"/>
    <w:rsid w:val="00EB54AD"/>
    <w:rsid w:val="00EB5676"/>
    <w:rsid w:val="00EB5851"/>
    <w:rsid w:val="00EB5BA0"/>
    <w:rsid w:val="00EB611D"/>
    <w:rsid w:val="00EB61C2"/>
    <w:rsid w:val="00EB637B"/>
    <w:rsid w:val="00EB6627"/>
    <w:rsid w:val="00EB6825"/>
    <w:rsid w:val="00EB689E"/>
    <w:rsid w:val="00EB697A"/>
    <w:rsid w:val="00EB6E89"/>
    <w:rsid w:val="00EB6F3B"/>
    <w:rsid w:val="00EB6FF2"/>
    <w:rsid w:val="00EB704D"/>
    <w:rsid w:val="00EB71D0"/>
    <w:rsid w:val="00EB7364"/>
    <w:rsid w:val="00EB7C34"/>
    <w:rsid w:val="00EB7ED0"/>
    <w:rsid w:val="00EC0219"/>
    <w:rsid w:val="00EC027C"/>
    <w:rsid w:val="00EC03EB"/>
    <w:rsid w:val="00EC0627"/>
    <w:rsid w:val="00EC0696"/>
    <w:rsid w:val="00EC07E9"/>
    <w:rsid w:val="00EC0B1D"/>
    <w:rsid w:val="00EC1184"/>
    <w:rsid w:val="00EC1B21"/>
    <w:rsid w:val="00EC1D8D"/>
    <w:rsid w:val="00EC2041"/>
    <w:rsid w:val="00EC2058"/>
    <w:rsid w:val="00EC222F"/>
    <w:rsid w:val="00EC2400"/>
    <w:rsid w:val="00EC247B"/>
    <w:rsid w:val="00EC252D"/>
    <w:rsid w:val="00EC31B5"/>
    <w:rsid w:val="00EC32BC"/>
    <w:rsid w:val="00EC355F"/>
    <w:rsid w:val="00EC35A7"/>
    <w:rsid w:val="00EC396F"/>
    <w:rsid w:val="00EC3991"/>
    <w:rsid w:val="00EC39DA"/>
    <w:rsid w:val="00EC40CF"/>
    <w:rsid w:val="00EC445F"/>
    <w:rsid w:val="00EC4511"/>
    <w:rsid w:val="00EC466D"/>
    <w:rsid w:val="00EC46C8"/>
    <w:rsid w:val="00EC4714"/>
    <w:rsid w:val="00EC48DC"/>
    <w:rsid w:val="00EC4AF0"/>
    <w:rsid w:val="00EC4CF4"/>
    <w:rsid w:val="00EC4E23"/>
    <w:rsid w:val="00EC4F93"/>
    <w:rsid w:val="00EC548E"/>
    <w:rsid w:val="00EC5796"/>
    <w:rsid w:val="00EC5970"/>
    <w:rsid w:val="00EC5B9F"/>
    <w:rsid w:val="00EC5CFF"/>
    <w:rsid w:val="00EC5E31"/>
    <w:rsid w:val="00EC5E80"/>
    <w:rsid w:val="00EC64CB"/>
    <w:rsid w:val="00EC6792"/>
    <w:rsid w:val="00EC685B"/>
    <w:rsid w:val="00EC69A5"/>
    <w:rsid w:val="00EC7188"/>
    <w:rsid w:val="00EC7217"/>
    <w:rsid w:val="00EC7752"/>
    <w:rsid w:val="00EC7A38"/>
    <w:rsid w:val="00EC7B01"/>
    <w:rsid w:val="00EC7CCE"/>
    <w:rsid w:val="00EC7CDE"/>
    <w:rsid w:val="00EC7FB1"/>
    <w:rsid w:val="00ED010C"/>
    <w:rsid w:val="00ED03AE"/>
    <w:rsid w:val="00ED06B4"/>
    <w:rsid w:val="00ED0B8E"/>
    <w:rsid w:val="00ED0C07"/>
    <w:rsid w:val="00ED0E7F"/>
    <w:rsid w:val="00ED10ED"/>
    <w:rsid w:val="00ED1112"/>
    <w:rsid w:val="00ED1A44"/>
    <w:rsid w:val="00ED1BAA"/>
    <w:rsid w:val="00ED1C42"/>
    <w:rsid w:val="00ED249F"/>
    <w:rsid w:val="00ED27B9"/>
    <w:rsid w:val="00ED2DA7"/>
    <w:rsid w:val="00ED3117"/>
    <w:rsid w:val="00ED32E3"/>
    <w:rsid w:val="00ED3427"/>
    <w:rsid w:val="00ED3B42"/>
    <w:rsid w:val="00ED4146"/>
    <w:rsid w:val="00ED47D0"/>
    <w:rsid w:val="00ED48FE"/>
    <w:rsid w:val="00ED4C9A"/>
    <w:rsid w:val="00ED4DE9"/>
    <w:rsid w:val="00ED562C"/>
    <w:rsid w:val="00ED56B2"/>
    <w:rsid w:val="00ED56CA"/>
    <w:rsid w:val="00ED5A41"/>
    <w:rsid w:val="00ED5EA2"/>
    <w:rsid w:val="00ED5F6E"/>
    <w:rsid w:val="00ED635D"/>
    <w:rsid w:val="00ED6B08"/>
    <w:rsid w:val="00ED7667"/>
    <w:rsid w:val="00ED7C70"/>
    <w:rsid w:val="00EE0408"/>
    <w:rsid w:val="00EE044E"/>
    <w:rsid w:val="00EE0450"/>
    <w:rsid w:val="00EE0464"/>
    <w:rsid w:val="00EE0479"/>
    <w:rsid w:val="00EE04F0"/>
    <w:rsid w:val="00EE051D"/>
    <w:rsid w:val="00EE0A56"/>
    <w:rsid w:val="00EE0A98"/>
    <w:rsid w:val="00EE0AE4"/>
    <w:rsid w:val="00EE0B84"/>
    <w:rsid w:val="00EE10DF"/>
    <w:rsid w:val="00EE1300"/>
    <w:rsid w:val="00EE15B2"/>
    <w:rsid w:val="00EE170D"/>
    <w:rsid w:val="00EE1837"/>
    <w:rsid w:val="00EE19B0"/>
    <w:rsid w:val="00EE1E45"/>
    <w:rsid w:val="00EE1E48"/>
    <w:rsid w:val="00EE1FAF"/>
    <w:rsid w:val="00EE2563"/>
    <w:rsid w:val="00EE264F"/>
    <w:rsid w:val="00EE293D"/>
    <w:rsid w:val="00EE2DC5"/>
    <w:rsid w:val="00EE2E6D"/>
    <w:rsid w:val="00EE30D5"/>
    <w:rsid w:val="00EE31FA"/>
    <w:rsid w:val="00EE32A2"/>
    <w:rsid w:val="00EE3315"/>
    <w:rsid w:val="00EE33CC"/>
    <w:rsid w:val="00EE352D"/>
    <w:rsid w:val="00EE36F4"/>
    <w:rsid w:val="00EE3753"/>
    <w:rsid w:val="00EE382A"/>
    <w:rsid w:val="00EE38FF"/>
    <w:rsid w:val="00EE39B1"/>
    <w:rsid w:val="00EE3C1A"/>
    <w:rsid w:val="00EE3D3B"/>
    <w:rsid w:val="00EE4169"/>
    <w:rsid w:val="00EE49CC"/>
    <w:rsid w:val="00EE4AA2"/>
    <w:rsid w:val="00EE4B06"/>
    <w:rsid w:val="00EE4BCE"/>
    <w:rsid w:val="00EE4C6F"/>
    <w:rsid w:val="00EE4ED7"/>
    <w:rsid w:val="00EE5040"/>
    <w:rsid w:val="00EE544D"/>
    <w:rsid w:val="00EE57C6"/>
    <w:rsid w:val="00EE5939"/>
    <w:rsid w:val="00EE5C01"/>
    <w:rsid w:val="00EE5CD5"/>
    <w:rsid w:val="00EE5EF8"/>
    <w:rsid w:val="00EE621B"/>
    <w:rsid w:val="00EE65C0"/>
    <w:rsid w:val="00EE68AA"/>
    <w:rsid w:val="00EE7231"/>
    <w:rsid w:val="00EE734C"/>
    <w:rsid w:val="00EE73F9"/>
    <w:rsid w:val="00EE776A"/>
    <w:rsid w:val="00EE7785"/>
    <w:rsid w:val="00EE7C38"/>
    <w:rsid w:val="00EF002A"/>
    <w:rsid w:val="00EF0050"/>
    <w:rsid w:val="00EF0576"/>
    <w:rsid w:val="00EF05D6"/>
    <w:rsid w:val="00EF0780"/>
    <w:rsid w:val="00EF08B1"/>
    <w:rsid w:val="00EF094E"/>
    <w:rsid w:val="00EF0B8F"/>
    <w:rsid w:val="00EF0D86"/>
    <w:rsid w:val="00EF10B5"/>
    <w:rsid w:val="00EF1751"/>
    <w:rsid w:val="00EF1979"/>
    <w:rsid w:val="00EF2156"/>
    <w:rsid w:val="00EF225B"/>
    <w:rsid w:val="00EF234F"/>
    <w:rsid w:val="00EF270D"/>
    <w:rsid w:val="00EF2A2F"/>
    <w:rsid w:val="00EF2AA0"/>
    <w:rsid w:val="00EF2B43"/>
    <w:rsid w:val="00EF2F27"/>
    <w:rsid w:val="00EF32BA"/>
    <w:rsid w:val="00EF3866"/>
    <w:rsid w:val="00EF3D52"/>
    <w:rsid w:val="00EF3E14"/>
    <w:rsid w:val="00EF425C"/>
    <w:rsid w:val="00EF44D7"/>
    <w:rsid w:val="00EF47E8"/>
    <w:rsid w:val="00EF490F"/>
    <w:rsid w:val="00EF4B9A"/>
    <w:rsid w:val="00EF4BB5"/>
    <w:rsid w:val="00EF4BC9"/>
    <w:rsid w:val="00EF4C8E"/>
    <w:rsid w:val="00EF4F0F"/>
    <w:rsid w:val="00EF50D1"/>
    <w:rsid w:val="00EF5B44"/>
    <w:rsid w:val="00EF6200"/>
    <w:rsid w:val="00EF6574"/>
    <w:rsid w:val="00EF6881"/>
    <w:rsid w:val="00EF70C8"/>
    <w:rsid w:val="00EF716D"/>
    <w:rsid w:val="00EF71AC"/>
    <w:rsid w:val="00EF728C"/>
    <w:rsid w:val="00EF750A"/>
    <w:rsid w:val="00EF75CA"/>
    <w:rsid w:val="00EF7857"/>
    <w:rsid w:val="00EF7885"/>
    <w:rsid w:val="00EF7B73"/>
    <w:rsid w:val="00EF7D98"/>
    <w:rsid w:val="00EF7FDB"/>
    <w:rsid w:val="00F00072"/>
    <w:rsid w:val="00F0009B"/>
    <w:rsid w:val="00F000AB"/>
    <w:rsid w:val="00F000D7"/>
    <w:rsid w:val="00F003C4"/>
    <w:rsid w:val="00F008BB"/>
    <w:rsid w:val="00F00E2A"/>
    <w:rsid w:val="00F011FD"/>
    <w:rsid w:val="00F01581"/>
    <w:rsid w:val="00F021EC"/>
    <w:rsid w:val="00F02273"/>
    <w:rsid w:val="00F0232F"/>
    <w:rsid w:val="00F02342"/>
    <w:rsid w:val="00F0247D"/>
    <w:rsid w:val="00F024EF"/>
    <w:rsid w:val="00F02591"/>
    <w:rsid w:val="00F025F9"/>
    <w:rsid w:val="00F0263B"/>
    <w:rsid w:val="00F02B0B"/>
    <w:rsid w:val="00F02B90"/>
    <w:rsid w:val="00F02BCC"/>
    <w:rsid w:val="00F02E6C"/>
    <w:rsid w:val="00F03053"/>
    <w:rsid w:val="00F03207"/>
    <w:rsid w:val="00F034FF"/>
    <w:rsid w:val="00F036A5"/>
    <w:rsid w:val="00F03D1F"/>
    <w:rsid w:val="00F03D41"/>
    <w:rsid w:val="00F0406F"/>
    <w:rsid w:val="00F041C1"/>
    <w:rsid w:val="00F042EC"/>
    <w:rsid w:val="00F044C7"/>
    <w:rsid w:val="00F045B8"/>
    <w:rsid w:val="00F04EFF"/>
    <w:rsid w:val="00F05550"/>
    <w:rsid w:val="00F05913"/>
    <w:rsid w:val="00F05B4A"/>
    <w:rsid w:val="00F05C49"/>
    <w:rsid w:val="00F05E40"/>
    <w:rsid w:val="00F060B2"/>
    <w:rsid w:val="00F06389"/>
    <w:rsid w:val="00F063B3"/>
    <w:rsid w:val="00F066D6"/>
    <w:rsid w:val="00F0674B"/>
    <w:rsid w:val="00F06BB4"/>
    <w:rsid w:val="00F06DBE"/>
    <w:rsid w:val="00F06E52"/>
    <w:rsid w:val="00F07086"/>
    <w:rsid w:val="00F07574"/>
    <w:rsid w:val="00F07782"/>
    <w:rsid w:val="00F07A98"/>
    <w:rsid w:val="00F07CD7"/>
    <w:rsid w:val="00F07E99"/>
    <w:rsid w:val="00F07F1D"/>
    <w:rsid w:val="00F07FF7"/>
    <w:rsid w:val="00F1024B"/>
    <w:rsid w:val="00F10632"/>
    <w:rsid w:val="00F10CD1"/>
    <w:rsid w:val="00F11527"/>
    <w:rsid w:val="00F1154F"/>
    <w:rsid w:val="00F11852"/>
    <w:rsid w:val="00F119F2"/>
    <w:rsid w:val="00F12089"/>
    <w:rsid w:val="00F12273"/>
    <w:rsid w:val="00F1229C"/>
    <w:rsid w:val="00F124B2"/>
    <w:rsid w:val="00F125E9"/>
    <w:rsid w:val="00F127BC"/>
    <w:rsid w:val="00F1286E"/>
    <w:rsid w:val="00F12D58"/>
    <w:rsid w:val="00F12DA0"/>
    <w:rsid w:val="00F12E9C"/>
    <w:rsid w:val="00F1303A"/>
    <w:rsid w:val="00F13068"/>
    <w:rsid w:val="00F130C4"/>
    <w:rsid w:val="00F1325F"/>
    <w:rsid w:val="00F1355B"/>
    <w:rsid w:val="00F1372B"/>
    <w:rsid w:val="00F13741"/>
    <w:rsid w:val="00F13A63"/>
    <w:rsid w:val="00F13B15"/>
    <w:rsid w:val="00F13C72"/>
    <w:rsid w:val="00F13D2E"/>
    <w:rsid w:val="00F13E68"/>
    <w:rsid w:val="00F13FBE"/>
    <w:rsid w:val="00F142FB"/>
    <w:rsid w:val="00F143A3"/>
    <w:rsid w:val="00F146DB"/>
    <w:rsid w:val="00F1489C"/>
    <w:rsid w:val="00F14ABD"/>
    <w:rsid w:val="00F14CC6"/>
    <w:rsid w:val="00F14FB2"/>
    <w:rsid w:val="00F151D2"/>
    <w:rsid w:val="00F152F9"/>
    <w:rsid w:val="00F1567B"/>
    <w:rsid w:val="00F1572E"/>
    <w:rsid w:val="00F158F0"/>
    <w:rsid w:val="00F15AB5"/>
    <w:rsid w:val="00F15C64"/>
    <w:rsid w:val="00F15D11"/>
    <w:rsid w:val="00F15DAD"/>
    <w:rsid w:val="00F1641D"/>
    <w:rsid w:val="00F168A7"/>
    <w:rsid w:val="00F16C29"/>
    <w:rsid w:val="00F16F1A"/>
    <w:rsid w:val="00F1702B"/>
    <w:rsid w:val="00F1721F"/>
    <w:rsid w:val="00F17FF5"/>
    <w:rsid w:val="00F20041"/>
    <w:rsid w:val="00F2011A"/>
    <w:rsid w:val="00F201F0"/>
    <w:rsid w:val="00F206F4"/>
    <w:rsid w:val="00F20C95"/>
    <w:rsid w:val="00F20E43"/>
    <w:rsid w:val="00F212B9"/>
    <w:rsid w:val="00F212CE"/>
    <w:rsid w:val="00F2159E"/>
    <w:rsid w:val="00F216DD"/>
    <w:rsid w:val="00F2190D"/>
    <w:rsid w:val="00F21E38"/>
    <w:rsid w:val="00F21EF4"/>
    <w:rsid w:val="00F222DF"/>
    <w:rsid w:val="00F22328"/>
    <w:rsid w:val="00F225FC"/>
    <w:rsid w:val="00F22903"/>
    <w:rsid w:val="00F22934"/>
    <w:rsid w:val="00F22975"/>
    <w:rsid w:val="00F22A68"/>
    <w:rsid w:val="00F2316D"/>
    <w:rsid w:val="00F23248"/>
    <w:rsid w:val="00F23606"/>
    <w:rsid w:val="00F236A4"/>
    <w:rsid w:val="00F23990"/>
    <w:rsid w:val="00F23A9D"/>
    <w:rsid w:val="00F23C2B"/>
    <w:rsid w:val="00F24109"/>
    <w:rsid w:val="00F24387"/>
    <w:rsid w:val="00F243DE"/>
    <w:rsid w:val="00F2469E"/>
    <w:rsid w:val="00F246FA"/>
    <w:rsid w:val="00F247AF"/>
    <w:rsid w:val="00F24D29"/>
    <w:rsid w:val="00F24FBE"/>
    <w:rsid w:val="00F2521D"/>
    <w:rsid w:val="00F259B8"/>
    <w:rsid w:val="00F25BFB"/>
    <w:rsid w:val="00F25C7B"/>
    <w:rsid w:val="00F26195"/>
    <w:rsid w:val="00F261F0"/>
    <w:rsid w:val="00F262DD"/>
    <w:rsid w:val="00F268B8"/>
    <w:rsid w:val="00F26AA8"/>
    <w:rsid w:val="00F27092"/>
    <w:rsid w:val="00F27107"/>
    <w:rsid w:val="00F2733D"/>
    <w:rsid w:val="00F2742B"/>
    <w:rsid w:val="00F274FB"/>
    <w:rsid w:val="00F275AE"/>
    <w:rsid w:val="00F2763F"/>
    <w:rsid w:val="00F277AD"/>
    <w:rsid w:val="00F27B69"/>
    <w:rsid w:val="00F27BAB"/>
    <w:rsid w:val="00F27C77"/>
    <w:rsid w:val="00F27CD6"/>
    <w:rsid w:val="00F27E59"/>
    <w:rsid w:val="00F305D1"/>
    <w:rsid w:val="00F30697"/>
    <w:rsid w:val="00F30962"/>
    <w:rsid w:val="00F310E5"/>
    <w:rsid w:val="00F316EB"/>
    <w:rsid w:val="00F3198E"/>
    <w:rsid w:val="00F31D82"/>
    <w:rsid w:val="00F31EE4"/>
    <w:rsid w:val="00F32025"/>
    <w:rsid w:val="00F3205A"/>
    <w:rsid w:val="00F320C2"/>
    <w:rsid w:val="00F32913"/>
    <w:rsid w:val="00F32CDD"/>
    <w:rsid w:val="00F32EC6"/>
    <w:rsid w:val="00F3305D"/>
    <w:rsid w:val="00F33087"/>
    <w:rsid w:val="00F3308F"/>
    <w:rsid w:val="00F33299"/>
    <w:rsid w:val="00F335B5"/>
    <w:rsid w:val="00F33621"/>
    <w:rsid w:val="00F3369E"/>
    <w:rsid w:val="00F3380A"/>
    <w:rsid w:val="00F33A43"/>
    <w:rsid w:val="00F33C27"/>
    <w:rsid w:val="00F3450E"/>
    <w:rsid w:val="00F347BA"/>
    <w:rsid w:val="00F34835"/>
    <w:rsid w:val="00F3485C"/>
    <w:rsid w:val="00F348C7"/>
    <w:rsid w:val="00F34F27"/>
    <w:rsid w:val="00F34FE2"/>
    <w:rsid w:val="00F3533D"/>
    <w:rsid w:val="00F3561A"/>
    <w:rsid w:val="00F356A6"/>
    <w:rsid w:val="00F3586D"/>
    <w:rsid w:val="00F35DE1"/>
    <w:rsid w:val="00F35DF2"/>
    <w:rsid w:val="00F35E81"/>
    <w:rsid w:val="00F35FC3"/>
    <w:rsid w:val="00F36043"/>
    <w:rsid w:val="00F3615B"/>
    <w:rsid w:val="00F36403"/>
    <w:rsid w:val="00F3658D"/>
    <w:rsid w:val="00F36882"/>
    <w:rsid w:val="00F368F1"/>
    <w:rsid w:val="00F36AAB"/>
    <w:rsid w:val="00F36B06"/>
    <w:rsid w:val="00F3730E"/>
    <w:rsid w:val="00F3794F"/>
    <w:rsid w:val="00F37BE2"/>
    <w:rsid w:val="00F37CEE"/>
    <w:rsid w:val="00F37E6F"/>
    <w:rsid w:val="00F37F98"/>
    <w:rsid w:val="00F40B01"/>
    <w:rsid w:val="00F40B51"/>
    <w:rsid w:val="00F40D4F"/>
    <w:rsid w:val="00F40EF4"/>
    <w:rsid w:val="00F413B0"/>
    <w:rsid w:val="00F41401"/>
    <w:rsid w:val="00F41532"/>
    <w:rsid w:val="00F415E4"/>
    <w:rsid w:val="00F418AC"/>
    <w:rsid w:val="00F41C35"/>
    <w:rsid w:val="00F41DCB"/>
    <w:rsid w:val="00F41F18"/>
    <w:rsid w:val="00F42626"/>
    <w:rsid w:val="00F4263D"/>
    <w:rsid w:val="00F428CE"/>
    <w:rsid w:val="00F428FA"/>
    <w:rsid w:val="00F42B01"/>
    <w:rsid w:val="00F42F23"/>
    <w:rsid w:val="00F42F5C"/>
    <w:rsid w:val="00F42FDD"/>
    <w:rsid w:val="00F43089"/>
    <w:rsid w:val="00F431F7"/>
    <w:rsid w:val="00F43617"/>
    <w:rsid w:val="00F436ED"/>
    <w:rsid w:val="00F43734"/>
    <w:rsid w:val="00F43935"/>
    <w:rsid w:val="00F43AB1"/>
    <w:rsid w:val="00F43BE5"/>
    <w:rsid w:val="00F43DD0"/>
    <w:rsid w:val="00F43F7A"/>
    <w:rsid w:val="00F440D4"/>
    <w:rsid w:val="00F44100"/>
    <w:rsid w:val="00F44287"/>
    <w:rsid w:val="00F4429B"/>
    <w:rsid w:val="00F444AA"/>
    <w:rsid w:val="00F44624"/>
    <w:rsid w:val="00F44768"/>
    <w:rsid w:val="00F448A1"/>
    <w:rsid w:val="00F44B82"/>
    <w:rsid w:val="00F45161"/>
    <w:rsid w:val="00F454F3"/>
    <w:rsid w:val="00F45523"/>
    <w:rsid w:val="00F45570"/>
    <w:rsid w:val="00F45B07"/>
    <w:rsid w:val="00F45C71"/>
    <w:rsid w:val="00F46058"/>
    <w:rsid w:val="00F46709"/>
    <w:rsid w:val="00F46A3C"/>
    <w:rsid w:val="00F46C54"/>
    <w:rsid w:val="00F46F4D"/>
    <w:rsid w:val="00F46F94"/>
    <w:rsid w:val="00F471B3"/>
    <w:rsid w:val="00F477C4"/>
    <w:rsid w:val="00F479B3"/>
    <w:rsid w:val="00F47E24"/>
    <w:rsid w:val="00F50310"/>
    <w:rsid w:val="00F506E8"/>
    <w:rsid w:val="00F5072D"/>
    <w:rsid w:val="00F50EC6"/>
    <w:rsid w:val="00F50EEB"/>
    <w:rsid w:val="00F50F8B"/>
    <w:rsid w:val="00F5154A"/>
    <w:rsid w:val="00F5178A"/>
    <w:rsid w:val="00F51842"/>
    <w:rsid w:val="00F51DD0"/>
    <w:rsid w:val="00F51EF5"/>
    <w:rsid w:val="00F52475"/>
    <w:rsid w:val="00F524D2"/>
    <w:rsid w:val="00F524DA"/>
    <w:rsid w:val="00F52911"/>
    <w:rsid w:val="00F52BEF"/>
    <w:rsid w:val="00F52E66"/>
    <w:rsid w:val="00F52EA3"/>
    <w:rsid w:val="00F52EFB"/>
    <w:rsid w:val="00F53475"/>
    <w:rsid w:val="00F535EE"/>
    <w:rsid w:val="00F5360B"/>
    <w:rsid w:val="00F536D4"/>
    <w:rsid w:val="00F537B8"/>
    <w:rsid w:val="00F5387E"/>
    <w:rsid w:val="00F53C03"/>
    <w:rsid w:val="00F54091"/>
    <w:rsid w:val="00F54523"/>
    <w:rsid w:val="00F54982"/>
    <w:rsid w:val="00F54A2B"/>
    <w:rsid w:val="00F54CCE"/>
    <w:rsid w:val="00F54D9E"/>
    <w:rsid w:val="00F54ED6"/>
    <w:rsid w:val="00F54F56"/>
    <w:rsid w:val="00F5508D"/>
    <w:rsid w:val="00F550DC"/>
    <w:rsid w:val="00F55352"/>
    <w:rsid w:val="00F557DF"/>
    <w:rsid w:val="00F55830"/>
    <w:rsid w:val="00F558C4"/>
    <w:rsid w:val="00F559B9"/>
    <w:rsid w:val="00F55B4A"/>
    <w:rsid w:val="00F55BB1"/>
    <w:rsid w:val="00F55E0A"/>
    <w:rsid w:val="00F55F84"/>
    <w:rsid w:val="00F55FC4"/>
    <w:rsid w:val="00F56078"/>
    <w:rsid w:val="00F562B1"/>
    <w:rsid w:val="00F56436"/>
    <w:rsid w:val="00F56508"/>
    <w:rsid w:val="00F566FB"/>
    <w:rsid w:val="00F56959"/>
    <w:rsid w:val="00F56C78"/>
    <w:rsid w:val="00F56FC6"/>
    <w:rsid w:val="00F5707C"/>
    <w:rsid w:val="00F5708F"/>
    <w:rsid w:val="00F5750C"/>
    <w:rsid w:val="00F5760D"/>
    <w:rsid w:val="00F57704"/>
    <w:rsid w:val="00F57D1A"/>
    <w:rsid w:val="00F600EB"/>
    <w:rsid w:val="00F60394"/>
    <w:rsid w:val="00F603D2"/>
    <w:rsid w:val="00F6058D"/>
    <w:rsid w:val="00F607AF"/>
    <w:rsid w:val="00F6087D"/>
    <w:rsid w:val="00F60D44"/>
    <w:rsid w:val="00F60DCA"/>
    <w:rsid w:val="00F60F04"/>
    <w:rsid w:val="00F6136A"/>
    <w:rsid w:val="00F6155A"/>
    <w:rsid w:val="00F618AD"/>
    <w:rsid w:val="00F61A96"/>
    <w:rsid w:val="00F61ABF"/>
    <w:rsid w:val="00F61BDB"/>
    <w:rsid w:val="00F61D1C"/>
    <w:rsid w:val="00F625A2"/>
    <w:rsid w:val="00F62622"/>
    <w:rsid w:val="00F629B9"/>
    <w:rsid w:val="00F62B86"/>
    <w:rsid w:val="00F62C26"/>
    <w:rsid w:val="00F62C52"/>
    <w:rsid w:val="00F62F21"/>
    <w:rsid w:val="00F631C7"/>
    <w:rsid w:val="00F6356E"/>
    <w:rsid w:val="00F6399E"/>
    <w:rsid w:val="00F63A3A"/>
    <w:rsid w:val="00F63A67"/>
    <w:rsid w:val="00F63A7A"/>
    <w:rsid w:val="00F63AE4"/>
    <w:rsid w:val="00F6411A"/>
    <w:rsid w:val="00F6414F"/>
    <w:rsid w:val="00F646BC"/>
    <w:rsid w:val="00F646DD"/>
    <w:rsid w:val="00F64CA8"/>
    <w:rsid w:val="00F65040"/>
    <w:rsid w:val="00F650B0"/>
    <w:rsid w:val="00F650BF"/>
    <w:rsid w:val="00F658B3"/>
    <w:rsid w:val="00F65CF0"/>
    <w:rsid w:val="00F660D5"/>
    <w:rsid w:val="00F663AF"/>
    <w:rsid w:val="00F663F6"/>
    <w:rsid w:val="00F66417"/>
    <w:rsid w:val="00F66420"/>
    <w:rsid w:val="00F66465"/>
    <w:rsid w:val="00F666B0"/>
    <w:rsid w:val="00F66C79"/>
    <w:rsid w:val="00F66F70"/>
    <w:rsid w:val="00F67072"/>
    <w:rsid w:val="00F67353"/>
    <w:rsid w:val="00F673AA"/>
    <w:rsid w:val="00F6785B"/>
    <w:rsid w:val="00F67A11"/>
    <w:rsid w:val="00F7031F"/>
    <w:rsid w:val="00F704FC"/>
    <w:rsid w:val="00F7081F"/>
    <w:rsid w:val="00F70861"/>
    <w:rsid w:val="00F70BB3"/>
    <w:rsid w:val="00F70D00"/>
    <w:rsid w:val="00F716AE"/>
    <w:rsid w:val="00F71830"/>
    <w:rsid w:val="00F71A67"/>
    <w:rsid w:val="00F71B36"/>
    <w:rsid w:val="00F720D9"/>
    <w:rsid w:val="00F7214D"/>
    <w:rsid w:val="00F723C6"/>
    <w:rsid w:val="00F7251C"/>
    <w:rsid w:val="00F725A6"/>
    <w:rsid w:val="00F72665"/>
    <w:rsid w:val="00F72D69"/>
    <w:rsid w:val="00F72FA0"/>
    <w:rsid w:val="00F73988"/>
    <w:rsid w:val="00F739E8"/>
    <w:rsid w:val="00F73BD5"/>
    <w:rsid w:val="00F73F2D"/>
    <w:rsid w:val="00F74130"/>
    <w:rsid w:val="00F74477"/>
    <w:rsid w:val="00F74DDA"/>
    <w:rsid w:val="00F74FDB"/>
    <w:rsid w:val="00F753B9"/>
    <w:rsid w:val="00F753CA"/>
    <w:rsid w:val="00F75A7A"/>
    <w:rsid w:val="00F75B5C"/>
    <w:rsid w:val="00F75D7A"/>
    <w:rsid w:val="00F76356"/>
    <w:rsid w:val="00F76413"/>
    <w:rsid w:val="00F76488"/>
    <w:rsid w:val="00F765A1"/>
    <w:rsid w:val="00F76C4E"/>
    <w:rsid w:val="00F76D53"/>
    <w:rsid w:val="00F76E8E"/>
    <w:rsid w:val="00F771A3"/>
    <w:rsid w:val="00F772E7"/>
    <w:rsid w:val="00F774EC"/>
    <w:rsid w:val="00F77604"/>
    <w:rsid w:val="00F777A7"/>
    <w:rsid w:val="00F77894"/>
    <w:rsid w:val="00F77A95"/>
    <w:rsid w:val="00F77D96"/>
    <w:rsid w:val="00F77EE3"/>
    <w:rsid w:val="00F80043"/>
    <w:rsid w:val="00F8009B"/>
    <w:rsid w:val="00F80210"/>
    <w:rsid w:val="00F803F1"/>
    <w:rsid w:val="00F80428"/>
    <w:rsid w:val="00F807D6"/>
    <w:rsid w:val="00F80E18"/>
    <w:rsid w:val="00F80F23"/>
    <w:rsid w:val="00F80F2E"/>
    <w:rsid w:val="00F80F50"/>
    <w:rsid w:val="00F8100E"/>
    <w:rsid w:val="00F8138C"/>
    <w:rsid w:val="00F8141B"/>
    <w:rsid w:val="00F815BD"/>
    <w:rsid w:val="00F815CF"/>
    <w:rsid w:val="00F81C7C"/>
    <w:rsid w:val="00F81E3C"/>
    <w:rsid w:val="00F82322"/>
    <w:rsid w:val="00F827ED"/>
    <w:rsid w:val="00F82849"/>
    <w:rsid w:val="00F8291C"/>
    <w:rsid w:val="00F82C9F"/>
    <w:rsid w:val="00F82D94"/>
    <w:rsid w:val="00F83017"/>
    <w:rsid w:val="00F8306D"/>
    <w:rsid w:val="00F83137"/>
    <w:rsid w:val="00F832C4"/>
    <w:rsid w:val="00F832EF"/>
    <w:rsid w:val="00F836B2"/>
    <w:rsid w:val="00F83984"/>
    <w:rsid w:val="00F83AD2"/>
    <w:rsid w:val="00F83C6D"/>
    <w:rsid w:val="00F83C84"/>
    <w:rsid w:val="00F841F3"/>
    <w:rsid w:val="00F84A18"/>
    <w:rsid w:val="00F850DE"/>
    <w:rsid w:val="00F85225"/>
    <w:rsid w:val="00F85458"/>
    <w:rsid w:val="00F85475"/>
    <w:rsid w:val="00F8561F"/>
    <w:rsid w:val="00F857B2"/>
    <w:rsid w:val="00F85A71"/>
    <w:rsid w:val="00F85ACC"/>
    <w:rsid w:val="00F85AEF"/>
    <w:rsid w:val="00F85BC5"/>
    <w:rsid w:val="00F85C89"/>
    <w:rsid w:val="00F85D96"/>
    <w:rsid w:val="00F85E0B"/>
    <w:rsid w:val="00F86110"/>
    <w:rsid w:val="00F8618F"/>
    <w:rsid w:val="00F86638"/>
    <w:rsid w:val="00F8673A"/>
    <w:rsid w:val="00F8679F"/>
    <w:rsid w:val="00F867C2"/>
    <w:rsid w:val="00F86805"/>
    <w:rsid w:val="00F8688A"/>
    <w:rsid w:val="00F86986"/>
    <w:rsid w:val="00F86BE0"/>
    <w:rsid w:val="00F86E23"/>
    <w:rsid w:val="00F86FD7"/>
    <w:rsid w:val="00F8722C"/>
    <w:rsid w:val="00F87352"/>
    <w:rsid w:val="00F8760D"/>
    <w:rsid w:val="00F87B08"/>
    <w:rsid w:val="00F87F38"/>
    <w:rsid w:val="00F87F3B"/>
    <w:rsid w:val="00F901B2"/>
    <w:rsid w:val="00F901CC"/>
    <w:rsid w:val="00F90696"/>
    <w:rsid w:val="00F909C2"/>
    <w:rsid w:val="00F90FDA"/>
    <w:rsid w:val="00F9108D"/>
    <w:rsid w:val="00F915EA"/>
    <w:rsid w:val="00F918A4"/>
    <w:rsid w:val="00F91B77"/>
    <w:rsid w:val="00F91CE4"/>
    <w:rsid w:val="00F92164"/>
    <w:rsid w:val="00F92182"/>
    <w:rsid w:val="00F9237E"/>
    <w:rsid w:val="00F925AC"/>
    <w:rsid w:val="00F925E3"/>
    <w:rsid w:val="00F9296A"/>
    <w:rsid w:val="00F92A49"/>
    <w:rsid w:val="00F92B97"/>
    <w:rsid w:val="00F92D18"/>
    <w:rsid w:val="00F930CB"/>
    <w:rsid w:val="00F93122"/>
    <w:rsid w:val="00F9332C"/>
    <w:rsid w:val="00F93612"/>
    <w:rsid w:val="00F93AD5"/>
    <w:rsid w:val="00F93ADF"/>
    <w:rsid w:val="00F93B71"/>
    <w:rsid w:val="00F9418A"/>
    <w:rsid w:val="00F941F9"/>
    <w:rsid w:val="00F94284"/>
    <w:rsid w:val="00F94DC3"/>
    <w:rsid w:val="00F958A0"/>
    <w:rsid w:val="00F95BE6"/>
    <w:rsid w:val="00F95C1A"/>
    <w:rsid w:val="00F95DD4"/>
    <w:rsid w:val="00F95EB1"/>
    <w:rsid w:val="00F95F85"/>
    <w:rsid w:val="00F96156"/>
    <w:rsid w:val="00F9641A"/>
    <w:rsid w:val="00F96688"/>
    <w:rsid w:val="00F967ED"/>
    <w:rsid w:val="00F968E6"/>
    <w:rsid w:val="00F969B9"/>
    <w:rsid w:val="00F9751D"/>
    <w:rsid w:val="00F975A0"/>
    <w:rsid w:val="00F979A7"/>
    <w:rsid w:val="00F97BDD"/>
    <w:rsid w:val="00F97E57"/>
    <w:rsid w:val="00FA0033"/>
    <w:rsid w:val="00FA0132"/>
    <w:rsid w:val="00FA0463"/>
    <w:rsid w:val="00FA05E2"/>
    <w:rsid w:val="00FA0689"/>
    <w:rsid w:val="00FA082A"/>
    <w:rsid w:val="00FA08CB"/>
    <w:rsid w:val="00FA0999"/>
    <w:rsid w:val="00FA0AE4"/>
    <w:rsid w:val="00FA0F17"/>
    <w:rsid w:val="00FA0F8C"/>
    <w:rsid w:val="00FA1087"/>
    <w:rsid w:val="00FA1598"/>
    <w:rsid w:val="00FA1623"/>
    <w:rsid w:val="00FA19DD"/>
    <w:rsid w:val="00FA2034"/>
    <w:rsid w:val="00FA205A"/>
    <w:rsid w:val="00FA2226"/>
    <w:rsid w:val="00FA2584"/>
    <w:rsid w:val="00FA283A"/>
    <w:rsid w:val="00FA28DD"/>
    <w:rsid w:val="00FA2939"/>
    <w:rsid w:val="00FA2A7B"/>
    <w:rsid w:val="00FA2E01"/>
    <w:rsid w:val="00FA3077"/>
    <w:rsid w:val="00FA32A1"/>
    <w:rsid w:val="00FA32EC"/>
    <w:rsid w:val="00FA3E32"/>
    <w:rsid w:val="00FA3FA8"/>
    <w:rsid w:val="00FA404A"/>
    <w:rsid w:val="00FA4300"/>
    <w:rsid w:val="00FA4452"/>
    <w:rsid w:val="00FA44FC"/>
    <w:rsid w:val="00FA465A"/>
    <w:rsid w:val="00FA48C7"/>
    <w:rsid w:val="00FA48E2"/>
    <w:rsid w:val="00FA4B52"/>
    <w:rsid w:val="00FA4C5F"/>
    <w:rsid w:val="00FA4C6A"/>
    <w:rsid w:val="00FA532E"/>
    <w:rsid w:val="00FA558B"/>
    <w:rsid w:val="00FA59E7"/>
    <w:rsid w:val="00FA5DF4"/>
    <w:rsid w:val="00FA65F3"/>
    <w:rsid w:val="00FA68DC"/>
    <w:rsid w:val="00FA6956"/>
    <w:rsid w:val="00FA6AE7"/>
    <w:rsid w:val="00FA6BCF"/>
    <w:rsid w:val="00FA6E67"/>
    <w:rsid w:val="00FA736E"/>
    <w:rsid w:val="00FA75D4"/>
    <w:rsid w:val="00FA771C"/>
    <w:rsid w:val="00FA775E"/>
    <w:rsid w:val="00FA77BF"/>
    <w:rsid w:val="00FA7AB2"/>
    <w:rsid w:val="00FA7F57"/>
    <w:rsid w:val="00FB0009"/>
    <w:rsid w:val="00FB00E9"/>
    <w:rsid w:val="00FB0303"/>
    <w:rsid w:val="00FB0756"/>
    <w:rsid w:val="00FB07C6"/>
    <w:rsid w:val="00FB0856"/>
    <w:rsid w:val="00FB0D21"/>
    <w:rsid w:val="00FB10F3"/>
    <w:rsid w:val="00FB123A"/>
    <w:rsid w:val="00FB12AE"/>
    <w:rsid w:val="00FB162F"/>
    <w:rsid w:val="00FB1AA3"/>
    <w:rsid w:val="00FB1E62"/>
    <w:rsid w:val="00FB2060"/>
    <w:rsid w:val="00FB232E"/>
    <w:rsid w:val="00FB2A4E"/>
    <w:rsid w:val="00FB2B5E"/>
    <w:rsid w:val="00FB2D75"/>
    <w:rsid w:val="00FB2DE5"/>
    <w:rsid w:val="00FB335F"/>
    <w:rsid w:val="00FB3420"/>
    <w:rsid w:val="00FB3448"/>
    <w:rsid w:val="00FB36FD"/>
    <w:rsid w:val="00FB3742"/>
    <w:rsid w:val="00FB3BE8"/>
    <w:rsid w:val="00FB4546"/>
    <w:rsid w:val="00FB45A7"/>
    <w:rsid w:val="00FB46BF"/>
    <w:rsid w:val="00FB49B1"/>
    <w:rsid w:val="00FB4CA9"/>
    <w:rsid w:val="00FB4FB8"/>
    <w:rsid w:val="00FB5002"/>
    <w:rsid w:val="00FB50B3"/>
    <w:rsid w:val="00FB51CF"/>
    <w:rsid w:val="00FB5726"/>
    <w:rsid w:val="00FB5C74"/>
    <w:rsid w:val="00FB5DF7"/>
    <w:rsid w:val="00FB5DFB"/>
    <w:rsid w:val="00FB6BFC"/>
    <w:rsid w:val="00FB7329"/>
    <w:rsid w:val="00FB7537"/>
    <w:rsid w:val="00FB78FF"/>
    <w:rsid w:val="00FB7964"/>
    <w:rsid w:val="00FB7F32"/>
    <w:rsid w:val="00FB7F63"/>
    <w:rsid w:val="00FC0199"/>
    <w:rsid w:val="00FC058F"/>
    <w:rsid w:val="00FC06EF"/>
    <w:rsid w:val="00FC078D"/>
    <w:rsid w:val="00FC0A1D"/>
    <w:rsid w:val="00FC0A46"/>
    <w:rsid w:val="00FC0C5B"/>
    <w:rsid w:val="00FC0C87"/>
    <w:rsid w:val="00FC0FC3"/>
    <w:rsid w:val="00FC113F"/>
    <w:rsid w:val="00FC11F9"/>
    <w:rsid w:val="00FC16DE"/>
    <w:rsid w:val="00FC1AC7"/>
    <w:rsid w:val="00FC1E79"/>
    <w:rsid w:val="00FC23B1"/>
    <w:rsid w:val="00FC27CC"/>
    <w:rsid w:val="00FC28B1"/>
    <w:rsid w:val="00FC2DD6"/>
    <w:rsid w:val="00FC2E8A"/>
    <w:rsid w:val="00FC2FE5"/>
    <w:rsid w:val="00FC32D8"/>
    <w:rsid w:val="00FC3498"/>
    <w:rsid w:val="00FC35BE"/>
    <w:rsid w:val="00FC366A"/>
    <w:rsid w:val="00FC388F"/>
    <w:rsid w:val="00FC38B8"/>
    <w:rsid w:val="00FC3AA6"/>
    <w:rsid w:val="00FC3B38"/>
    <w:rsid w:val="00FC3E2D"/>
    <w:rsid w:val="00FC40C3"/>
    <w:rsid w:val="00FC4CCE"/>
    <w:rsid w:val="00FC4E72"/>
    <w:rsid w:val="00FC504E"/>
    <w:rsid w:val="00FC50B8"/>
    <w:rsid w:val="00FC52B4"/>
    <w:rsid w:val="00FC591C"/>
    <w:rsid w:val="00FC59FA"/>
    <w:rsid w:val="00FC5EF5"/>
    <w:rsid w:val="00FC5FB2"/>
    <w:rsid w:val="00FC60DF"/>
    <w:rsid w:val="00FC64B0"/>
    <w:rsid w:val="00FC68B2"/>
    <w:rsid w:val="00FC6C6B"/>
    <w:rsid w:val="00FC6D36"/>
    <w:rsid w:val="00FC6DA9"/>
    <w:rsid w:val="00FC6DD4"/>
    <w:rsid w:val="00FC6F64"/>
    <w:rsid w:val="00FC6FD6"/>
    <w:rsid w:val="00FC70C3"/>
    <w:rsid w:val="00FC7238"/>
    <w:rsid w:val="00FC7357"/>
    <w:rsid w:val="00FC74D4"/>
    <w:rsid w:val="00FC787F"/>
    <w:rsid w:val="00FC792C"/>
    <w:rsid w:val="00FC794A"/>
    <w:rsid w:val="00FC7A51"/>
    <w:rsid w:val="00FC7AB4"/>
    <w:rsid w:val="00FC7DB5"/>
    <w:rsid w:val="00FC7EE4"/>
    <w:rsid w:val="00FD0001"/>
    <w:rsid w:val="00FD02B5"/>
    <w:rsid w:val="00FD0314"/>
    <w:rsid w:val="00FD069C"/>
    <w:rsid w:val="00FD0C33"/>
    <w:rsid w:val="00FD127B"/>
    <w:rsid w:val="00FD12CB"/>
    <w:rsid w:val="00FD173F"/>
    <w:rsid w:val="00FD17F6"/>
    <w:rsid w:val="00FD1A53"/>
    <w:rsid w:val="00FD1A75"/>
    <w:rsid w:val="00FD1BD7"/>
    <w:rsid w:val="00FD1BF5"/>
    <w:rsid w:val="00FD1E8D"/>
    <w:rsid w:val="00FD1FB2"/>
    <w:rsid w:val="00FD211A"/>
    <w:rsid w:val="00FD2181"/>
    <w:rsid w:val="00FD2245"/>
    <w:rsid w:val="00FD22F0"/>
    <w:rsid w:val="00FD27DD"/>
    <w:rsid w:val="00FD2854"/>
    <w:rsid w:val="00FD2B5B"/>
    <w:rsid w:val="00FD2BEB"/>
    <w:rsid w:val="00FD301D"/>
    <w:rsid w:val="00FD3552"/>
    <w:rsid w:val="00FD36C7"/>
    <w:rsid w:val="00FD45B4"/>
    <w:rsid w:val="00FD4910"/>
    <w:rsid w:val="00FD4F29"/>
    <w:rsid w:val="00FD5099"/>
    <w:rsid w:val="00FD50C0"/>
    <w:rsid w:val="00FD528E"/>
    <w:rsid w:val="00FD5414"/>
    <w:rsid w:val="00FD54C8"/>
    <w:rsid w:val="00FD5787"/>
    <w:rsid w:val="00FD57A0"/>
    <w:rsid w:val="00FD5999"/>
    <w:rsid w:val="00FD5A6A"/>
    <w:rsid w:val="00FD5E06"/>
    <w:rsid w:val="00FD638E"/>
    <w:rsid w:val="00FD6501"/>
    <w:rsid w:val="00FD6617"/>
    <w:rsid w:val="00FD6641"/>
    <w:rsid w:val="00FD6896"/>
    <w:rsid w:val="00FD68D9"/>
    <w:rsid w:val="00FD6C8F"/>
    <w:rsid w:val="00FD6CBF"/>
    <w:rsid w:val="00FD6EBC"/>
    <w:rsid w:val="00FD7427"/>
    <w:rsid w:val="00FD7652"/>
    <w:rsid w:val="00FD77B6"/>
    <w:rsid w:val="00FD788F"/>
    <w:rsid w:val="00FD7CAD"/>
    <w:rsid w:val="00FD7D6D"/>
    <w:rsid w:val="00FD7FB2"/>
    <w:rsid w:val="00FE0526"/>
    <w:rsid w:val="00FE070F"/>
    <w:rsid w:val="00FE0A66"/>
    <w:rsid w:val="00FE105C"/>
    <w:rsid w:val="00FE1122"/>
    <w:rsid w:val="00FE1154"/>
    <w:rsid w:val="00FE12AB"/>
    <w:rsid w:val="00FE1378"/>
    <w:rsid w:val="00FE13E6"/>
    <w:rsid w:val="00FE176E"/>
    <w:rsid w:val="00FE1B8F"/>
    <w:rsid w:val="00FE1B9E"/>
    <w:rsid w:val="00FE1EC4"/>
    <w:rsid w:val="00FE1F27"/>
    <w:rsid w:val="00FE2A07"/>
    <w:rsid w:val="00FE2BA7"/>
    <w:rsid w:val="00FE2E62"/>
    <w:rsid w:val="00FE33E6"/>
    <w:rsid w:val="00FE344D"/>
    <w:rsid w:val="00FE34D9"/>
    <w:rsid w:val="00FE3716"/>
    <w:rsid w:val="00FE3768"/>
    <w:rsid w:val="00FE3D6C"/>
    <w:rsid w:val="00FE44C0"/>
    <w:rsid w:val="00FE461C"/>
    <w:rsid w:val="00FE4906"/>
    <w:rsid w:val="00FE4CC8"/>
    <w:rsid w:val="00FE4E60"/>
    <w:rsid w:val="00FE5044"/>
    <w:rsid w:val="00FE5045"/>
    <w:rsid w:val="00FE50F9"/>
    <w:rsid w:val="00FE57C3"/>
    <w:rsid w:val="00FE5F2B"/>
    <w:rsid w:val="00FE6222"/>
    <w:rsid w:val="00FE6345"/>
    <w:rsid w:val="00FE6D5C"/>
    <w:rsid w:val="00FE6F49"/>
    <w:rsid w:val="00FE70B8"/>
    <w:rsid w:val="00FE70F5"/>
    <w:rsid w:val="00FE71B1"/>
    <w:rsid w:val="00FE7293"/>
    <w:rsid w:val="00FE73EB"/>
    <w:rsid w:val="00FE7503"/>
    <w:rsid w:val="00FE760E"/>
    <w:rsid w:val="00FE767F"/>
    <w:rsid w:val="00FE7777"/>
    <w:rsid w:val="00FE79AC"/>
    <w:rsid w:val="00FE7B7D"/>
    <w:rsid w:val="00FE7C5C"/>
    <w:rsid w:val="00FE7D1C"/>
    <w:rsid w:val="00FF022E"/>
    <w:rsid w:val="00FF044D"/>
    <w:rsid w:val="00FF074A"/>
    <w:rsid w:val="00FF0AA6"/>
    <w:rsid w:val="00FF0FE2"/>
    <w:rsid w:val="00FF13CE"/>
    <w:rsid w:val="00FF143E"/>
    <w:rsid w:val="00FF163B"/>
    <w:rsid w:val="00FF1828"/>
    <w:rsid w:val="00FF184A"/>
    <w:rsid w:val="00FF1888"/>
    <w:rsid w:val="00FF1956"/>
    <w:rsid w:val="00FF1BAB"/>
    <w:rsid w:val="00FF1E38"/>
    <w:rsid w:val="00FF1F68"/>
    <w:rsid w:val="00FF2007"/>
    <w:rsid w:val="00FF21E9"/>
    <w:rsid w:val="00FF2326"/>
    <w:rsid w:val="00FF243B"/>
    <w:rsid w:val="00FF2483"/>
    <w:rsid w:val="00FF24F2"/>
    <w:rsid w:val="00FF251F"/>
    <w:rsid w:val="00FF26B6"/>
    <w:rsid w:val="00FF2963"/>
    <w:rsid w:val="00FF2991"/>
    <w:rsid w:val="00FF2C3A"/>
    <w:rsid w:val="00FF3317"/>
    <w:rsid w:val="00FF3427"/>
    <w:rsid w:val="00FF34E3"/>
    <w:rsid w:val="00FF377B"/>
    <w:rsid w:val="00FF3862"/>
    <w:rsid w:val="00FF39F1"/>
    <w:rsid w:val="00FF3CF4"/>
    <w:rsid w:val="00FF4105"/>
    <w:rsid w:val="00FF4333"/>
    <w:rsid w:val="00FF46BF"/>
    <w:rsid w:val="00FF487C"/>
    <w:rsid w:val="00FF49BF"/>
    <w:rsid w:val="00FF4AF8"/>
    <w:rsid w:val="00FF4B5A"/>
    <w:rsid w:val="00FF4C0A"/>
    <w:rsid w:val="00FF4E9E"/>
    <w:rsid w:val="00FF4EAC"/>
    <w:rsid w:val="00FF5630"/>
    <w:rsid w:val="00FF564E"/>
    <w:rsid w:val="00FF5789"/>
    <w:rsid w:val="00FF5898"/>
    <w:rsid w:val="00FF5CF2"/>
    <w:rsid w:val="00FF5DFE"/>
    <w:rsid w:val="00FF5E85"/>
    <w:rsid w:val="00FF5F05"/>
    <w:rsid w:val="00FF5FAE"/>
    <w:rsid w:val="00FF6868"/>
    <w:rsid w:val="00FF6D42"/>
    <w:rsid w:val="00FF6DD4"/>
    <w:rsid w:val="00FF760B"/>
    <w:rsid w:val="00FF7A15"/>
    <w:rsid w:val="00FF7A72"/>
    <w:rsid w:val="00FF7B60"/>
    <w:rsid w:val="00FF7C03"/>
    <w:rsid w:val="00FF7F26"/>
    <w:rsid w:val="053A10A7"/>
    <w:rsid w:val="0E19DF5C"/>
    <w:rsid w:val="1169C2EF"/>
    <w:rsid w:val="145F9013"/>
    <w:rsid w:val="14C5F9D6"/>
    <w:rsid w:val="17D18108"/>
    <w:rsid w:val="19D32BAB"/>
    <w:rsid w:val="1E199116"/>
    <w:rsid w:val="2070C861"/>
    <w:rsid w:val="24EEE489"/>
    <w:rsid w:val="26BA0649"/>
    <w:rsid w:val="29010FD8"/>
    <w:rsid w:val="2962A580"/>
    <w:rsid w:val="2CA98EA4"/>
    <w:rsid w:val="329B7CA4"/>
    <w:rsid w:val="3535554B"/>
    <w:rsid w:val="40983AD5"/>
    <w:rsid w:val="40E0669E"/>
    <w:rsid w:val="4232744B"/>
    <w:rsid w:val="44BF9811"/>
    <w:rsid w:val="476351C0"/>
    <w:rsid w:val="47F5DD3B"/>
    <w:rsid w:val="483B97EE"/>
    <w:rsid w:val="4A497E3B"/>
    <w:rsid w:val="517CADC2"/>
    <w:rsid w:val="58E88E4F"/>
    <w:rsid w:val="5F4F316D"/>
    <w:rsid w:val="60FF1729"/>
    <w:rsid w:val="61A5C5F4"/>
    <w:rsid w:val="61B24997"/>
    <w:rsid w:val="658DAF65"/>
    <w:rsid w:val="65B3A8F7"/>
    <w:rsid w:val="67F9B44F"/>
    <w:rsid w:val="68776C0D"/>
    <w:rsid w:val="6990BA97"/>
    <w:rsid w:val="72DF145C"/>
    <w:rsid w:val="776D7912"/>
    <w:rsid w:val="7857C41D"/>
    <w:rsid w:val="7C0B9C9B"/>
    <w:rsid w:val="7D524620"/>
    <w:rsid w:val="7FF365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="f" fillcolor="#f49100" strokecolor="#f49100">
      <v:fill color="#f49100" on="f"/>
      <v:stroke color="#f49100"/>
      <o:colormru v:ext="edit" colors="#f49100,#8f9286"/>
    </o:shapedefaults>
    <o:shapelayout v:ext="edit">
      <o:idmap v:ext="edit" data="1"/>
    </o:shapelayout>
  </w:shapeDefaults>
  <w:decimalSymbol w:val="."/>
  <w:listSeparator w:val=","/>
  <w14:docId w14:val="4E91B4CE"/>
  <w14:defaultImageDpi w14:val="32767"/>
  <w15:chartTrackingRefBased/>
  <w15:docId w15:val="{FAAB1D52-EEE8-4B33-8747-AF99A1282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SimSu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uiPriority="99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annotation text" w:uiPriority="99"/>
    <w:lsdException w:name="footer" w:uiPriority="99"/>
    <w:lsdException w:name="caption" w:qFormat="1"/>
    <w:lsdException w:name="table of figures" w:uiPriority="99"/>
    <w:lsdException w:name="annotation reference" w:uiPriority="99"/>
    <w:lsdException w:name="table of authorities" w:uiPriority="99"/>
    <w:lsdException w:name="List Number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Body Text" w:uiPriority="1" w:qFormat="1"/>
    <w:lsdException w:name="Subtitle" w:qFormat="1"/>
    <w:lsdException w:name="Body Text First Indent" w:uiPriority="99"/>
    <w:lsdException w:name="Body Text First Indent 2" w:uiPriority="99"/>
    <w:lsdException w:name="Body Text Indent 2" w:uiPriority="99"/>
    <w:lsdException w:name="Hyperlink" w:uiPriority="99"/>
    <w:lsdException w:name="FollowedHyperlink" w:uiPriority="99"/>
    <w:lsdException w:name="Strong" w:uiPriority="99" w:qFormat="1"/>
    <w:lsdException w:name="Emphasis" w:uiPriority="20" w:qFormat="1"/>
    <w:lsdException w:name="Plain Text" w:uiPriority="99"/>
    <w:lsdException w:name="Normal (Web)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46EB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rsid w:val="00277E3C"/>
    <w:pPr>
      <w:keepNext/>
      <w:numPr>
        <w:numId w:val="14"/>
      </w:numPr>
      <w:shd w:val="solid" w:color="FFFFFF" w:fill="FFFFFF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rsid w:val="00277E3C"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rsid w:val="00277E3C"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b/>
      <w:bCs/>
      <w:lang w:val="x-none" w:eastAsia="x-none"/>
    </w:rPr>
  </w:style>
  <w:style w:type="paragraph" w:styleId="Heading5">
    <w:name w:val="heading 5"/>
    <w:basedOn w:val="Normal"/>
    <w:next w:val="Normal"/>
    <w:link w:val="Heading5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080"/>
      <w:outlineLvl w:val="4"/>
    </w:pPr>
    <w:rPr>
      <w:rFonts w:ascii="Times New Roman" w:hAnsi="Times New Roman"/>
      <w:b/>
      <w:bCs/>
      <w:sz w:val="32"/>
      <w:szCs w:val="32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5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Heading7">
    <w:name w:val="heading 7"/>
    <w:basedOn w:val="Normal"/>
    <w:next w:val="Normal"/>
    <w:link w:val="Heading7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"/>
      <w:outlineLvl w:val="6"/>
    </w:pPr>
    <w:rPr>
      <w:rFonts w:ascii="Times New Roman" w:hAnsi="Times New Roman"/>
      <w:b/>
      <w:bCs/>
      <w:sz w:val="24"/>
      <w:szCs w:val="24"/>
      <w:lang w:val="x-none" w:eastAsia="x-none"/>
    </w:rPr>
  </w:style>
  <w:style w:type="paragraph" w:styleId="Heading8">
    <w:name w:val="heading 8"/>
    <w:basedOn w:val="Normal"/>
    <w:next w:val="Normal"/>
    <w:link w:val="Heading8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-1080"/>
      <w:outlineLvl w:val="7"/>
    </w:pPr>
    <w:rPr>
      <w:rFonts w:ascii="Times New Roman" w:hAnsi="Times New Roman"/>
      <w:sz w:val="28"/>
      <w:szCs w:val="28"/>
      <w:lang w:val="th-TH" w:eastAsia="x-none"/>
    </w:rPr>
  </w:style>
  <w:style w:type="paragraph" w:styleId="Heading9">
    <w:name w:val="heading 9"/>
    <w:basedOn w:val="Normal"/>
    <w:next w:val="Normal"/>
    <w:link w:val="Heading9Char"/>
    <w:qFormat/>
    <w:rsid w:val="00277E3C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outlineLvl w:val="8"/>
    </w:pPr>
    <w:rPr>
      <w:rFonts w:ascii="Times New Roman" w:hAnsi="Times New Roman"/>
      <w:sz w:val="28"/>
      <w:szCs w:val="28"/>
      <w:lang w:val="th-TH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D73AD4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character" w:customStyle="1" w:styleId="Heading2Char">
    <w:name w:val="Heading 2 Char"/>
    <w:link w:val="Heading2"/>
    <w:rsid w:val="007C41B7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Heading3Char">
    <w:name w:val="Heading 3 Char"/>
    <w:link w:val="Heading3"/>
    <w:locked/>
    <w:rsid w:val="00D73AD4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link w:val="Heading4"/>
    <w:locked/>
    <w:rsid w:val="00D73AD4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link w:val="Heading5"/>
    <w:locked/>
    <w:rsid w:val="00D73AD4"/>
    <w:rPr>
      <w:rFonts w:cs="EucrosiaUPC"/>
      <w:b/>
      <w:bCs/>
      <w:sz w:val="32"/>
      <w:szCs w:val="32"/>
    </w:rPr>
  </w:style>
  <w:style w:type="character" w:customStyle="1" w:styleId="Heading6Char">
    <w:name w:val="Heading 6 Char"/>
    <w:link w:val="Heading6"/>
    <w:uiPriority w:val="99"/>
    <w:locked/>
    <w:rsid w:val="00D73AD4"/>
    <w:rPr>
      <w:rFonts w:cs="EucrosiaUPC"/>
      <w:b/>
      <w:bCs/>
      <w:sz w:val="24"/>
      <w:szCs w:val="24"/>
    </w:rPr>
  </w:style>
  <w:style w:type="character" w:customStyle="1" w:styleId="Heading7Char">
    <w:name w:val="Heading 7 Char"/>
    <w:link w:val="Heading7"/>
    <w:rsid w:val="00166F45"/>
    <w:rPr>
      <w:rFonts w:cs="EucrosiaUPC"/>
      <w:b/>
      <w:bCs/>
      <w:sz w:val="24"/>
      <w:szCs w:val="24"/>
    </w:rPr>
  </w:style>
  <w:style w:type="character" w:customStyle="1" w:styleId="Heading8Char">
    <w:name w:val="Heading 8 Char"/>
    <w:link w:val="Heading8"/>
    <w:locked/>
    <w:rsid w:val="00D73AD4"/>
    <w:rPr>
      <w:rFonts w:cs="EucrosiaUPC"/>
      <w:sz w:val="28"/>
      <w:szCs w:val="28"/>
      <w:lang w:val="th-TH"/>
    </w:rPr>
  </w:style>
  <w:style w:type="character" w:customStyle="1" w:styleId="Heading9Char">
    <w:name w:val="Heading 9 Char"/>
    <w:link w:val="Heading9"/>
    <w:locked/>
    <w:rsid w:val="00D73AD4"/>
    <w:rPr>
      <w:rFonts w:cs="EucrosiaUPC"/>
      <w:sz w:val="28"/>
      <w:szCs w:val="28"/>
      <w:lang w:val="th-TH"/>
    </w:rPr>
  </w:style>
  <w:style w:type="paragraph" w:styleId="Header">
    <w:name w:val="header"/>
    <w:basedOn w:val="Normal"/>
    <w:link w:val="HeaderChar"/>
    <w:rsid w:val="00277E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HeaderChar">
    <w:name w:val="Header Char"/>
    <w:link w:val="Header"/>
    <w:locked/>
    <w:rsid w:val="00D73AD4"/>
    <w:rPr>
      <w:rFonts w:ascii="Arial" w:hAnsi="Arial"/>
      <w:sz w:val="18"/>
      <w:szCs w:val="18"/>
    </w:rPr>
  </w:style>
  <w:style w:type="character" w:customStyle="1" w:styleId="AAAddress">
    <w:name w:val="AA Address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sid w:val="00277E3C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rsid w:val="00277E3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FooterChar">
    <w:name w:val="Footer Char"/>
    <w:link w:val="Footer"/>
    <w:uiPriority w:val="99"/>
    <w:locked/>
    <w:rsid w:val="00D73AD4"/>
    <w:rPr>
      <w:rFonts w:ascii="Arial" w:hAnsi="Arial"/>
      <w:sz w:val="18"/>
      <w:szCs w:val="18"/>
    </w:rPr>
  </w:style>
  <w:style w:type="paragraph" w:styleId="Caption">
    <w:name w:val="caption"/>
    <w:basedOn w:val="Normal"/>
    <w:next w:val="Normal"/>
    <w:qFormat/>
    <w:rsid w:val="00277E3C"/>
    <w:rPr>
      <w:rFonts w:cs="Times New Roman"/>
      <w:b/>
      <w:bCs/>
    </w:rPr>
  </w:style>
  <w:style w:type="paragraph" w:styleId="ListBullet">
    <w:name w:val="List Bullet"/>
    <w:basedOn w:val="Normal"/>
    <w:rsid w:val="00277E3C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rsid w:val="00277E3C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rsid w:val="00277E3C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rsid w:val="00277E3C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rsid w:val="00277E3C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rsid w:val="00277E3C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rsid w:val="00277E3C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rsid w:val="00277E3C"/>
    <w:pPr>
      <w:ind w:left="284"/>
    </w:pPr>
  </w:style>
  <w:style w:type="paragraph" w:customStyle="1" w:styleId="AAFrameAddress">
    <w:name w:val="AA Frame Address"/>
    <w:basedOn w:val="Heading1"/>
    <w:uiPriority w:val="99"/>
    <w:rsid w:val="00277E3C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noProof/>
    </w:rPr>
  </w:style>
  <w:style w:type="paragraph" w:styleId="ListNumber5">
    <w:name w:val="List Number 5"/>
    <w:basedOn w:val="Normal"/>
    <w:uiPriority w:val="99"/>
    <w:rsid w:val="00277E3C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rsid w:val="00277E3C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rsid w:val="00277E3C"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rsid w:val="00277E3C"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rsid w:val="00277E3C"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rsid w:val="00277E3C"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rsid w:val="00277E3C"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rsid w:val="00277E3C"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rsid w:val="00277E3C"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rsid w:val="00277E3C"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rsid w:val="00277E3C"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rsid w:val="00277E3C"/>
    <w:pPr>
      <w:ind w:left="2552" w:hanging="284"/>
    </w:pPr>
  </w:style>
  <w:style w:type="paragraph" w:styleId="TOC2">
    <w:name w:val="toc 2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rsid w:val="00277E3C"/>
    <w:pPr>
      <w:ind w:left="851"/>
    </w:pPr>
  </w:style>
  <w:style w:type="paragraph" w:styleId="TOC5">
    <w:name w:val="toc 5"/>
    <w:basedOn w:val="Normal"/>
    <w:next w:val="Normal"/>
    <w:uiPriority w:val="99"/>
    <w:semiHidden/>
    <w:rsid w:val="00277E3C"/>
    <w:pPr>
      <w:ind w:left="1134"/>
    </w:pPr>
  </w:style>
  <w:style w:type="paragraph" w:styleId="TOC6">
    <w:name w:val="toc 6"/>
    <w:basedOn w:val="Normal"/>
    <w:next w:val="Normal"/>
    <w:uiPriority w:val="99"/>
    <w:semiHidden/>
    <w:rsid w:val="00277E3C"/>
    <w:pPr>
      <w:ind w:left="1418"/>
    </w:pPr>
  </w:style>
  <w:style w:type="paragraph" w:styleId="TOC7">
    <w:name w:val="toc 7"/>
    <w:basedOn w:val="Normal"/>
    <w:next w:val="Normal"/>
    <w:uiPriority w:val="99"/>
    <w:semiHidden/>
    <w:rsid w:val="00277E3C"/>
    <w:pPr>
      <w:ind w:left="1701"/>
    </w:pPr>
  </w:style>
  <w:style w:type="paragraph" w:styleId="TOC8">
    <w:name w:val="toc 8"/>
    <w:basedOn w:val="Normal"/>
    <w:next w:val="Normal"/>
    <w:uiPriority w:val="99"/>
    <w:semiHidden/>
    <w:rsid w:val="00277E3C"/>
    <w:pPr>
      <w:ind w:left="1985"/>
    </w:pPr>
  </w:style>
  <w:style w:type="paragraph" w:styleId="TOC9">
    <w:name w:val="toc 9"/>
    <w:basedOn w:val="Normal"/>
    <w:next w:val="Normal"/>
    <w:uiPriority w:val="99"/>
    <w:semiHidden/>
    <w:rsid w:val="00277E3C"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rsid w:val="00277E3C"/>
    <w:pPr>
      <w:ind w:left="567" w:hanging="567"/>
    </w:pPr>
  </w:style>
  <w:style w:type="paragraph" w:styleId="ListBullet5">
    <w:name w:val="List Bullet 5"/>
    <w:basedOn w:val="Normal"/>
    <w:uiPriority w:val="99"/>
    <w:rsid w:val="00277E3C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uiPriority w:val="1"/>
    <w:qFormat/>
    <w:rsid w:val="00277E3C"/>
    <w:pPr>
      <w:spacing w:after="120"/>
    </w:pPr>
  </w:style>
  <w:style w:type="character" w:customStyle="1" w:styleId="BodyTextChar">
    <w:name w:val="Body Text Char"/>
    <w:aliases w:val="bt Char,body text Char,Body Char"/>
    <w:link w:val="BodyText"/>
    <w:uiPriority w:val="1"/>
    <w:rsid w:val="000A47A5"/>
    <w:rPr>
      <w:rFonts w:ascii="Arial" w:hAnsi="Arial"/>
      <w:sz w:val="18"/>
      <w:szCs w:val="18"/>
      <w:lang w:val="en-US" w:eastAsia="en-US" w:bidi="th-TH"/>
    </w:rPr>
  </w:style>
  <w:style w:type="paragraph" w:styleId="BodyTextFirstIndent">
    <w:name w:val="Body Text First Indent"/>
    <w:basedOn w:val="BodyText"/>
    <w:link w:val="BodyTextFirstIndentChar"/>
    <w:uiPriority w:val="99"/>
    <w:rsid w:val="00277E3C"/>
    <w:pPr>
      <w:ind w:firstLine="284"/>
    </w:pPr>
    <w:rPr>
      <w:lang w:val="x-none" w:eastAsia="x-none"/>
    </w:rPr>
  </w:style>
  <w:style w:type="character" w:customStyle="1" w:styleId="BodyTextFirstIndentChar">
    <w:name w:val="Body Text First Indent Char"/>
    <w:link w:val="BodyTextFirstIndent"/>
    <w:uiPriority w:val="99"/>
    <w:locked/>
    <w:rsid w:val="00D73AD4"/>
    <w:rPr>
      <w:rFonts w:ascii="Arial" w:hAnsi="Arial" w:cs="Angsana New"/>
      <w:sz w:val="18"/>
      <w:szCs w:val="18"/>
    </w:rPr>
  </w:style>
  <w:style w:type="paragraph" w:styleId="BodyTextIndent">
    <w:name w:val="Body Text Indent"/>
    <w:aliases w:val="i"/>
    <w:basedOn w:val="Normal"/>
    <w:link w:val="BodyTextIndentChar"/>
    <w:rsid w:val="00277E3C"/>
    <w:pPr>
      <w:spacing w:after="120"/>
      <w:ind w:left="283"/>
    </w:pPr>
    <w:rPr>
      <w:lang w:val="x-none" w:eastAsia="x-none"/>
    </w:rPr>
  </w:style>
  <w:style w:type="character" w:customStyle="1" w:styleId="BodyTextIndentChar">
    <w:name w:val="Body Text Indent Char"/>
    <w:aliases w:val="i Char"/>
    <w:link w:val="BodyTextIndent"/>
    <w:locked/>
    <w:rsid w:val="00D73AD4"/>
    <w:rPr>
      <w:rFonts w:ascii="Arial" w:hAnsi="Arial"/>
      <w:sz w:val="18"/>
      <w:szCs w:val="18"/>
    </w:rPr>
  </w:style>
  <w:style w:type="paragraph" w:styleId="BodyTextFirstIndent2">
    <w:name w:val="Body Text First Indent 2"/>
    <w:basedOn w:val="BodyTextIndent"/>
    <w:link w:val="BodyTextFirstIndent2Char"/>
    <w:uiPriority w:val="99"/>
    <w:rsid w:val="00277E3C"/>
    <w:pPr>
      <w:ind w:left="284" w:firstLine="284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D73AD4"/>
    <w:rPr>
      <w:rFonts w:ascii="Arial" w:hAnsi="Arial"/>
      <w:sz w:val="18"/>
      <w:szCs w:val="18"/>
    </w:rPr>
  </w:style>
  <w:style w:type="character" w:styleId="Strong">
    <w:name w:val="Strong"/>
    <w:uiPriority w:val="99"/>
    <w:qFormat/>
    <w:rsid w:val="00277E3C"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rsid w:val="00277E3C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rsid w:val="00277E3C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sid w:val="00277E3C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rsid w:val="00277E3C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rsid w:val="00277E3C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rsid w:val="00277E3C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rsid w:val="00277E3C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rsid w:val="00277E3C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rsid w:val="00277E3C"/>
    <w:pPr>
      <w:framePr w:h="443" w:wrap="around" w:y="8223"/>
    </w:pPr>
  </w:style>
  <w:style w:type="paragraph" w:customStyle="1" w:styleId="a">
    <w:name w:val="¢éÍ¤ÇÒ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rsid w:val="00277E3C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rsid w:val="00277E3C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rsid w:val="00277E3C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rsid w:val="00277E3C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rsid w:val="00277E3C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rsid w:val="00277E3C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3">
    <w:name w:val="µÒÃÒ§3ªèÍ§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paragraph" w:customStyle="1" w:styleId="30">
    <w:name w:val="?????3????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/>
      <w:sz w:val="22"/>
      <w:szCs w:val="22"/>
      <w:lang w:val="th-TH"/>
    </w:rPr>
  </w:style>
  <w:style w:type="character" w:styleId="PageNumber">
    <w:name w:val="page number"/>
    <w:basedOn w:val="DefaultParagraphFont"/>
    <w:rsid w:val="00277E3C"/>
  </w:style>
  <w:style w:type="paragraph" w:styleId="DocumentMap">
    <w:name w:val="Document Map"/>
    <w:basedOn w:val="Normal"/>
    <w:link w:val="DocumentMapChar"/>
    <w:semiHidden/>
    <w:rsid w:val="00277E3C"/>
    <w:pPr>
      <w:shd w:val="clear" w:color="auto" w:fill="000080"/>
    </w:pPr>
    <w:rPr>
      <w:rFonts w:ascii="Times New Roman" w:hAnsi="Times New Roman"/>
      <w:sz w:val="28"/>
      <w:szCs w:val="28"/>
      <w:lang w:val="x-none" w:eastAsia="x-none"/>
    </w:rPr>
  </w:style>
  <w:style w:type="character" w:customStyle="1" w:styleId="DocumentMapChar">
    <w:name w:val="Document Map Char"/>
    <w:link w:val="DocumentMap"/>
    <w:semiHidden/>
    <w:locked/>
    <w:rsid w:val="00D73AD4"/>
    <w:rPr>
      <w:rFonts w:cs="Cordia New"/>
      <w:sz w:val="28"/>
      <w:szCs w:val="28"/>
      <w:shd w:val="clear" w:color="auto" w:fill="000080"/>
    </w:rPr>
  </w:style>
  <w:style w:type="paragraph" w:styleId="BodyText2">
    <w:name w:val="Body Text 2"/>
    <w:basedOn w:val="Normal"/>
    <w:link w:val="BodyText2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Angsana New" w:hAnsi="Angsana New"/>
      <w:sz w:val="30"/>
      <w:szCs w:val="30"/>
      <w:lang w:val="th-TH" w:eastAsia="x-none"/>
    </w:rPr>
  </w:style>
  <w:style w:type="character" w:customStyle="1" w:styleId="BodyText2Char">
    <w:name w:val="Body Text 2 Char"/>
    <w:link w:val="BodyText2"/>
    <w:locked/>
    <w:rsid w:val="00D73AD4"/>
    <w:rPr>
      <w:rFonts w:ascii="Angsana New" w:hAnsi="Angsana New"/>
      <w:sz w:val="30"/>
      <w:szCs w:val="30"/>
      <w:lang w:val="th-TH"/>
    </w:rPr>
  </w:style>
  <w:style w:type="paragraph" w:customStyle="1" w:styleId="a0">
    <w:name w:val="Åº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10">
    <w:name w:val="10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  <w:jc w:val="both"/>
    </w:pPr>
    <w:rPr>
      <w:rFonts w:ascii="Times New Roman" w:hAnsi="Times New Roman" w:cs="BrowalliaUPC"/>
      <w:sz w:val="20"/>
      <w:szCs w:val="20"/>
      <w:lang w:val="th-TH"/>
    </w:rPr>
  </w:style>
  <w:style w:type="paragraph" w:customStyle="1" w:styleId="a1">
    <w:name w:val="ºÇ¡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a2">
    <w:name w:val="????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Book Antiqua" w:eastAsia="Cordia New" w:hAnsi="Book Antiqua"/>
      <w:b/>
      <w:bCs/>
      <w:sz w:val="30"/>
      <w:szCs w:val="30"/>
      <w:lang w:val="th-TH" w:eastAsia="th-TH"/>
    </w:rPr>
  </w:style>
  <w:style w:type="paragraph" w:customStyle="1" w:styleId="a3">
    <w:name w:val="ข้อความ"/>
    <w:basedOn w:val="Normal"/>
    <w:rsid w:val="00277E3C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eastAsia="Cordia New" w:hAnsi="Book Antiqua" w:cs="BrowalliaUPC"/>
      <w:snapToGrid w:val="0"/>
      <w:sz w:val="30"/>
      <w:szCs w:val="30"/>
      <w:lang w:val="th-TH" w:eastAsia="th-TH"/>
    </w:rPr>
  </w:style>
  <w:style w:type="paragraph" w:customStyle="1" w:styleId="a4">
    <w:name w:val="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/>
      <w:sz w:val="28"/>
      <w:szCs w:val="28"/>
      <w:lang w:val="th-TH"/>
    </w:rPr>
  </w:style>
  <w:style w:type="paragraph" w:customStyle="1" w:styleId="E">
    <w:name w:val="»¡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4"/>
      <w:szCs w:val="24"/>
      <w:lang w:val="th-TH"/>
    </w:rPr>
  </w:style>
  <w:style w:type="paragraph" w:customStyle="1" w:styleId="E0">
    <w:name w:val="ª×èÍºÃÔÉÑ· E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/>
      <w:b/>
      <w:bCs/>
      <w:sz w:val="22"/>
      <w:szCs w:val="22"/>
      <w:lang w:val="th-TH"/>
    </w:rPr>
  </w:style>
  <w:style w:type="paragraph" w:customStyle="1" w:styleId="ASSETS">
    <w:name w:val="ASSETS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/>
      <w:b/>
      <w:bCs/>
      <w:sz w:val="22"/>
      <w:szCs w:val="22"/>
      <w:u w:val="single"/>
      <w:lang w:val="th-TH"/>
    </w:rPr>
  </w:style>
  <w:style w:type="paragraph" w:customStyle="1" w:styleId="5">
    <w:name w:val="5"/>
    <w:basedOn w:val="E"/>
    <w:rsid w:val="00277E3C"/>
    <w:pPr>
      <w:jc w:val="left"/>
    </w:pPr>
    <w:rPr>
      <w:sz w:val="10"/>
      <w:szCs w:val="10"/>
    </w:rPr>
  </w:style>
  <w:style w:type="paragraph" w:customStyle="1" w:styleId="E1">
    <w:name w:val="Å§ª×èÍ E"/>
    <w:basedOn w:val="Normal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paragraph" w:customStyle="1" w:styleId="a5">
    <w:name w:val="???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Times New Roman" w:hAnsi="Times New Roman"/>
      <w:sz w:val="22"/>
      <w:szCs w:val="22"/>
      <w:lang w:val="th-TH"/>
    </w:rPr>
  </w:style>
  <w:style w:type="paragraph" w:customStyle="1" w:styleId="T0">
    <w:name w:val="????? T"/>
    <w:basedOn w:val="Normal"/>
    <w:uiPriority w:val="99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/>
      <w:sz w:val="30"/>
      <w:szCs w:val="30"/>
      <w:lang w:val="th-TH"/>
    </w:rPr>
  </w:style>
  <w:style w:type="paragraph" w:styleId="BodyText3">
    <w:name w:val="Body Text 3"/>
    <w:basedOn w:val="Normal"/>
    <w:link w:val="BodyText3Char"/>
    <w:rsid w:val="00277E3C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thaiDistribute"/>
    </w:pPr>
    <w:rPr>
      <w:rFonts w:ascii="Book Antiqua" w:hAnsi="Book Antiqua"/>
      <w:sz w:val="30"/>
      <w:szCs w:val="30"/>
      <w:lang w:val="x-none" w:eastAsia="x-none"/>
    </w:rPr>
  </w:style>
  <w:style w:type="character" w:customStyle="1" w:styleId="BodyText3Char">
    <w:name w:val="Body Text 3 Char"/>
    <w:link w:val="BodyText3"/>
    <w:locked/>
    <w:rsid w:val="00D73AD4"/>
    <w:rPr>
      <w:rFonts w:ascii="Book Antiqua" w:hAnsi="Book Antiqua"/>
      <w:sz w:val="30"/>
      <w:szCs w:val="30"/>
    </w:rPr>
  </w:style>
  <w:style w:type="table" w:styleId="TableGrid">
    <w:name w:val="Table Grid"/>
    <w:basedOn w:val="TableNormal"/>
    <w:uiPriority w:val="39"/>
    <w:rsid w:val="006F5A36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0D4190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900" w:right="387" w:hanging="540"/>
      <w:jc w:val="both"/>
    </w:pPr>
    <w:rPr>
      <w:rFonts w:ascii="Times New Roman" w:hAnsi="Times New Roman"/>
      <w:sz w:val="28"/>
      <w:szCs w:val="28"/>
    </w:rPr>
  </w:style>
  <w:style w:type="character" w:customStyle="1" w:styleId="AccPolicyHeadingChar">
    <w:name w:val="Acc Policy Heading Char"/>
    <w:link w:val="AccPolicyHeading"/>
    <w:uiPriority w:val="99"/>
    <w:rsid w:val="000D4190"/>
    <w:rPr>
      <w:rFonts w:cs="Angsana New"/>
      <w:sz w:val="28"/>
      <w:szCs w:val="28"/>
      <w:lang w:val="en-US" w:eastAsia="en-US" w:bidi="th-TH"/>
    </w:rPr>
  </w:style>
  <w:style w:type="paragraph" w:styleId="BalloonText">
    <w:name w:val="Balloon Text"/>
    <w:basedOn w:val="Normal"/>
    <w:link w:val="BalloonTextChar"/>
    <w:semiHidden/>
    <w:rsid w:val="00632D78"/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semiHidden/>
    <w:locked/>
    <w:rsid w:val="00D73AD4"/>
    <w:rPr>
      <w:rFonts w:ascii="Tahoma" w:hAnsi="Tahoma" w:cs="Tahoma"/>
      <w:sz w:val="16"/>
      <w:szCs w:val="16"/>
    </w:rPr>
  </w:style>
  <w:style w:type="character" w:styleId="CommentReference">
    <w:name w:val="annotation reference"/>
    <w:uiPriority w:val="99"/>
    <w:rsid w:val="00A315B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A315B2"/>
    <w:rPr>
      <w:sz w:val="20"/>
      <w:szCs w:val="20"/>
      <w:lang w:val="x-none" w:eastAsia="x-none"/>
    </w:rPr>
  </w:style>
  <w:style w:type="character" w:customStyle="1" w:styleId="CommentTextChar">
    <w:name w:val="Comment Text Char"/>
    <w:link w:val="CommentText"/>
    <w:uiPriority w:val="99"/>
    <w:locked/>
    <w:rsid w:val="00D73AD4"/>
    <w:rPr>
      <w:rFonts w:ascii="Arial" w:hAnsi="Arial"/>
    </w:rPr>
  </w:style>
  <w:style w:type="paragraph" w:styleId="CommentSubject">
    <w:name w:val="annotation subject"/>
    <w:basedOn w:val="CommentText"/>
    <w:next w:val="CommentText"/>
    <w:link w:val="CommentSubjectChar"/>
    <w:rsid w:val="00A315B2"/>
    <w:rPr>
      <w:b/>
      <w:bCs/>
    </w:rPr>
  </w:style>
  <w:style w:type="character" w:customStyle="1" w:styleId="CommentSubjectChar">
    <w:name w:val="Comment Subject Char"/>
    <w:link w:val="CommentSubject"/>
    <w:locked/>
    <w:rsid w:val="00D73AD4"/>
    <w:rPr>
      <w:rFonts w:ascii="Arial" w:hAnsi="Arial"/>
      <w:b/>
      <w:bCs/>
    </w:rPr>
  </w:style>
  <w:style w:type="paragraph" w:customStyle="1" w:styleId="HTMLBody">
    <w:name w:val="HTML Body"/>
    <w:rsid w:val="00097E01"/>
    <w:pPr>
      <w:autoSpaceDE w:val="0"/>
      <w:autoSpaceDN w:val="0"/>
      <w:adjustRightInd w:val="0"/>
    </w:pPr>
    <w:rPr>
      <w:rFonts w:ascii="Cordia New" w:hAnsi="Cordia New"/>
      <w:sz w:val="28"/>
      <w:szCs w:val="28"/>
      <w:lang w:eastAsia="zh-CN"/>
    </w:rPr>
  </w:style>
  <w:style w:type="paragraph" w:customStyle="1" w:styleId="acctmainheading">
    <w:name w:val="acct main heading"/>
    <w:aliases w:val="am"/>
    <w:basedOn w:val="Normal"/>
    <w:rsid w:val="00156D0F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/>
      <w:b/>
      <w:sz w:val="28"/>
      <w:szCs w:val="20"/>
      <w:lang w:val="en-GB" w:bidi="ar-SA"/>
    </w:rPr>
  </w:style>
  <w:style w:type="paragraph" w:customStyle="1" w:styleId="block">
    <w:name w:val="block"/>
    <w:aliases w:val="b,b + Angsana New,Bold,Left:  0....,Left:  1 cm,Rig..."/>
    <w:basedOn w:val="BodyText"/>
    <w:rsid w:val="00C12A6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/>
      <w:sz w:val="22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semiHidden/>
    <w:rsid w:val="00155E23"/>
    <w:rPr>
      <w:sz w:val="20"/>
      <w:szCs w:val="20"/>
      <w:lang w:val="x-none" w:eastAsia="x-none"/>
    </w:rPr>
  </w:style>
  <w:style w:type="character" w:customStyle="1" w:styleId="FootnoteTextChar">
    <w:name w:val="Footnote Text Char"/>
    <w:aliases w:val="ft Char"/>
    <w:link w:val="FootnoteText"/>
    <w:semiHidden/>
    <w:locked/>
    <w:rsid w:val="00D73AD4"/>
    <w:rPr>
      <w:rFonts w:ascii="Arial" w:hAnsi="Arial"/>
    </w:rPr>
  </w:style>
  <w:style w:type="character" w:styleId="FootnoteReference">
    <w:name w:val="footnote reference"/>
    <w:aliases w:val="fr"/>
    <w:semiHidden/>
    <w:rsid w:val="00155E23"/>
    <w:rPr>
      <w:vertAlign w:val="superscript"/>
    </w:rPr>
  </w:style>
  <w:style w:type="paragraph" w:customStyle="1" w:styleId="acctfourfigures">
    <w:name w:val="acct four figures"/>
    <w:aliases w:val="a4,a4 + 8 pt,(Complex) + 8 pt,(Complex),Thai Distribute...,a4 + Angsana New,Before:  3 pt,Line spacing:  At l..."/>
    <w:basedOn w:val="Normal"/>
    <w:rsid w:val="00D019A3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F4428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index">
    <w:name w:val="index"/>
    <w:aliases w:val="ix"/>
    <w:basedOn w:val="BodyText"/>
    <w:rsid w:val="006037C2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RNormal">
    <w:name w:val="RNormal"/>
    <w:basedOn w:val="Normal"/>
    <w:rsid w:val="007220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both"/>
    </w:pPr>
    <w:rPr>
      <w:rFonts w:ascii="Times New Roman" w:hAnsi="Times New Roman"/>
      <w:sz w:val="22"/>
      <w:szCs w:val="24"/>
      <w:lang w:bidi="ar-SA"/>
    </w:rPr>
  </w:style>
  <w:style w:type="paragraph" w:customStyle="1" w:styleId="acctmergecolhdg">
    <w:name w:val="acct merge col hdg"/>
    <w:aliases w:val="mh"/>
    <w:basedOn w:val="Normal"/>
    <w:rsid w:val="00115D8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dividends">
    <w:name w:val="acct dividends"/>
    <w:aliases w:val="ad"/>
    <w:basedOn w:val="Normal"/>
    <w:rsid w:val="00D93D2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Graphic">
    <w:name w:val="Graphic"/>
    <w:basedOn w:val="Signature"/>
    <w:rsid w:val="002B24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0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Signature">
    <w:name w:val="Signature"/>
    <w:basedOn w:val="Normal"/>
    <w:link w:val="SignatureChar"/>
    <w:rsid w:val="002B24DB"/>
    <w:pPr>
      <w:ind w:left="4320"/>
    </w:pPr>
    <w:rPr>
      <w:lang w:val="x-none" w:eastAsia="x-none"/>
    </w:rPr>
  </w:style>
  <w:style w:type="character" w:customStyle="1" w:styleId="SignatureChar">
    <w:name w:val="Signature Char"/>
    <w:link w:val="Signature"/>
    <w:locked/>
    <w:rsid w:val="00D73AD4"/>
    <w:rPr>
      <w:rFonts w:ascii="Arial" w:hAnsi="Arial"/>
      <w:sz w:val="18"/>
      <w:szCs w:val="18"/>
    </w:rPr>
  </w:style>
  <w:style w:type="paragraph" w:customStyle="1" w:styleId="Char">
    <w:name w:val="Char"/>
    <w:basedOn w:val="Normal"/>
    <w:rsid w:val="0006158D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40" w:lineRule="exact"/>
    </w:pPr>
    <w:rPr>
      <w:rFonts w:ascii="Verdana" w:hAnsi="Verdana"/>
      <w:sz w:val="20"/>
      <w:szCs w:val="20"/>
      <w:lang w:bidi="ar-SA"/>
    </w:rPr>
  </w:style>
  <w:style w:type="paragraph" w:customStyle="1" w:styleId="NormalAngsanaNew">
    <w:name w:val="Normal + Angsana New"/>
    <w:aliases w:val="15 pt,Thai Distributed Justification,Left:  0.31&quot;"/>
    <w:basedOn w:val="Normal"/>
    <w:rsid w:val="00F5387E"/>
    <w:pPr>
      <w:tabs>
        <w:tab w:val="clear" w:pos="227"/>
      </w:tabs>
      <w:ind w:left="450"/>
      <w:jc w:val="thaiDistribute"/>
    </w:pPr>
    <w:rPr>
      <w:rFonts w:ascii="Angsana New" w:hAnsi="Angsana New"/>
      <w:sz w:val="30"/>
      <w:szCs w:val="30"/>
    </w:rPr>
  </w:style>
  <w:style w:type="paragraph" w:styleId="ListParagraph">
    <w:name w:val="List Paragraph"/>
    <w:basedOn w:val="Normal"/>
    <w:link w:val="ListParagraphChar"/>
    <w:uiPriority w:val="34"/>
    <w:qFormat/>
    <w:rsid w:val="00453020"/>
    <w:pPr>
      <w:ind w:left="720"/>
      <w:contextualSpacing/>
    </w:pPr>
    <w:rPr>
      <w:szCs w:val="22"/>
    </w:rPr>
  </w:style>
  <w:style w:type="character" w:customStyle="1" w:styleId="BodyTextChar1">
    <w:name w:val="Body Text Char1"/>
    <w:aliases w:val="bt Char1,body text Char1,Body Char1"/>
    <w:uiPriority w:val="99"/>
    <w:locked/>
    <w:rsid w:val="00D73AD4"/>
    <w:rPr>
      <w:rFonts w:ascii="Arial" w:hAnsi="Arial" w:cs="Angsana New"/>
      <w:sz w:val="22"/>
      <w:szCs w:val="22"/>
    </w:rPr>
  </w:style>
  <w:style w:type="paragraph" w:customStyle="1" w:styleId="a6">
    <w:name w:val="ลบ"/>
    <w:basedOn w:val="Normal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Indent2">
    <w:name w:val="Body Text Indent 2"/>
    <w:basedOn w:val="Normal"/>
    <w:link w:val="BodyTextIndent2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/>
      <w:sz w:val="30"/>
      <w:szCs w:val="30"/>
      <w:lang w:val="x-none" w:eastAsia="x-none"/>
    </w:rPr>
  </w:style>
  <w:style w:type="character" w:customStyle="1" w:styleId="BodyTextIndent2Char">
    <w:name w:val="Body Text Indent 2 Char"/>
    <w:link w:val="BodyTextIndent2"/>
    <w:uiPriority w:val="99"/>
    <w:rsid w:val="00D73AD4"/>
    <w:rPr>
      <w:rFonts w:cs="EucrosiaUPC"/>
      <w:sz w:val="30"/>
      <w:szCs w:val="30"/>
    </w:rPr>
  </w:style>
  <w:style w:type="paragraph" w:customStyle="1" w:styleId="acctcolumnheading">
    <w:name w:val="acct column heading"/>
    <w:aliases w:val="ac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D73AD4"/>
    <w:pPr>
      <w:spacing w:after="0"/>
    </w:pPr>
  </w:style>
  <w:style w:type="paragraph" w:customStyle="1" w:styleId="acctindentnospaceafter">
    <w:name w:val="acct indent no space after"/>
    <w:aliases w:val="ain"/>
    <w:basedOn w:val="acctindent"/>
    <w:rsid w:val="00D73AD4"/>
    <w:pPr>
      <w:spacing w:after="0"/>
    </w:pPr>
  </w:style>
  <w:style w:type="paragraph" w:customStyle="1" w:styleId="acctindent">
    <w:name w:val="acct indent"/>
    <w:aliases w:val="ai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D73AD4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D73AD4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D73AD4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D73AD4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D73AD4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D73AD4"/>
    <w:pPr>
      <w:ind w:left="1134"/>
    </w:pPr>
    <w:rPr>
      <w:rFonts w:cs="Times New Roman"/>
    </w:rPr>
  </w:style>
  <w:style w:type="paragraph" w:customStyle="1" w:styleId="acctstatementsub-sub-sub-heading">
    <w:name w:val="acct statement sub-sub-sub-heading"/>
    <w:aliases w:val="assss"/>
    <w:basedOn w:val="acctstatementsub-sub-heading"/>
    <w:rsid w:val="00D73AD4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D73AD4"/>
    <w:pPr>
      <w:spacing w:after="0"/>
    </w:pPr>
    <w:rPr>
      <w:rFonts w:cs="Times New Roman"/>
    </w:rPr>
  </w:style>
  <w:style w:type="paragraph" w:customStyle="1" w:styleId="block2nospaceafter">
    <w:name w:val="block2 no space after"/>
    <w:aliases w:val="b2n,block2 no sp"/>
    <w:basedOn w:val="block2"/>
    <w:rsid w:val="00D73AD4"/>
    <w:pPr>
      <w:spacing w:after="0"/>
    </w:pPr>
  </w:style>
  <w:style w:type="paragraph" w:customStyle="1" w:styleId="List1a">
    <w:name w:val="List 1a"/>
    <w:aliases w:val="1a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D73AD4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link w:val="MacroText"/>
    <w:rsid w:val="00D73AD4"/>
    <w:rPr>
      <w:rFonts w:ascii="Courier New" w:hAnsi="Courier New" w:cs="Times New Roman"/>
      <w:lang w:val="en-AU" w:eastAsia="en-US" w:bidi="ar-SA"/>
    </w:rPr>
  </w:style>
  <w:style w:type="paragraph" w:customStyle="1" w:styleId="zcompanyname">
    <w:name w:val="zcompany name"/>
    <w:aliases w:val="cn"/>
    <w:basedOn w:val="Normal"/>
    <w:rsid w:val="00D73AD4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D73AD4"/>
    <w:rPr>
      <w:rFonts w:cs="Times New Roman"/>
    </w:rPr>
  </w:style>
  <w:style w:type="paragraph" w:customStyle="1" w:styleId="zreportaddinfo">
    <w:name w:val="zreport addinfo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D73AD4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D73AD4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D73AD4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D73AD4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D73AD4"/>
    <w:rPr>
      <w:b/>
      <w:bCs/>
    </w:rPr>
  </w:style>
  <w:style w:type="paragraph" w:customStyle="1" w:styleId="nineptbodytext">
    <w:name w:val="nine pt body text"/>
    <w:aliases w:val="9bt"/>
    <w:basedOn w:val="nineptnormal"/>
    <w:rsid w:val="00D73AD4"/>
    <w:pPr>
      <w:spacing w:after="220"/>
    </w:pPr>
  </w:style>
  <w:style w:type="paragraph" w:customStyle="1" w:styleId="nineptnormal">
    <w:name w:val="nine pt normal"/>
    <w:aliases w:val="9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D73AD4"/>
    <w:pPr>
      <w:jc w:val="center"/>
    </w:pPr>
  </w:style>
  <w:style w:type="paragraph" w:customStyle="1" w:styleId="heading">
    <w:name w:val="heading"/>
    <w:aliases w:val="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D73AD4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D73AD4"/>
  </w:style>
  <w:style w:type="paragraph" w:customStyle="1" w:styleId="nineptheadingcentredbold">
    <w:name w:val="nine pt heading centred bold"/>
    <w:aliases w:val="9hc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D73AD4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D73AD4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D73AD4"/>
    <w:rPr>
      <w:b/>
    </w:rPr>
  </w:style>
  <w:style w:type="paragraph" w:customStyle="1" w:styleId="nineptcolumntab1">
    <w:name w:val="nine pt column tab1"/>
    <w:aliases w:val="a91"/>
    <w:basedOn w:val="nineptnormal"/>
    <w:rsid w:val="00D73AD4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D73AD4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D73AD4"/>
    <w:pPr>
      <w:jc w:val="center"/>
    </w:pPr>
  </w:style>
  <w:style w:type="paragraph" w:customStyle="1" w:styleId="Normalheading">
    <w:name w:val="Normal heading"/>
    <w:aliases w:val="nh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D73AD4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D73AD4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D73AD4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D73AD4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D73AD4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D73AD4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D73AD4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D73AD4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D73AD4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D73AD4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D73AD4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D73AD4"/>
    <w:pPr>
      <w:ind w:left="1134" w:hanging="567"/>
    </w:pPr>
    <w:rPr>
      <w:rFonts w:cs="Times New Roman"/>
    </w:rPr>
  </w:style>
  <w:style w:type="paragraph" w:customStyle="1" w:styleId="blocklist2">
    <w:name w:val="block list2"/>
    <w:aliases w:val="blist2"/>
    <w:basedOn w:val="blocklist"/>
    <w:rsid w:val="00D73AD4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D73AD4"/>
    <w:pPr>
      <w:keepNext/>
      <w:keepLines/>
      <w:spacing w:before="70"/>
    </w:pPr>
    <w:rPr>
      <w:rFonts w:cs="Times New Roman"/>
      <w:b/>
    </w:rPr>
  </w:style>
  <w:style w:type="paragraph" w:customStyle="1" w:styleId="blockheadingitalicnosp">
    <w:name w:val="block heading italic no sp"/>
    <w:aliases w:val="bhin"/>
    <w:basedOn w:val="blockheadingitalic"/>
    <w:rsid w:val="00D73AD4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D73AD4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D73AD4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D73AD4"/>
    <w:pPr>
      <w:spacing w:after="0"/>
    </w:pPr>
  </w:style>
  <w:style w:type="paragraph" w:customStyle="1" w:styleId="smallreturn">
    <w:name w:val="small return"/>
    <w:aliases w:val="sr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D73AD4"/>
    <w:pPr>
      <w:spacing w:after="0"/>
    </w:pPr>
  </w:style>
  <w:style w:type="paragraph" w:customStyle="1" w:styleId="headingbolditalic">
    <w:name w:val="heading bold italic"/>
    <w:aliases w:val="hbi"/>
    <w:basedOn w:val="heading"/>
    <w:rsid w:val="00D73AD4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D73AD4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D73AD4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D73AD4"/>
    <w:pPr>
      <w:spacing w:after="0"/>
    </w:pPr>
  </w:style>
  <w:style w:type="paragraph" w:customStyle="1" w:styleId="blockbullet">
    <w:name w:val="block bullet"/>
    <w:aliases w:val="bb"/>
    <w:basedOn w:val="block"/>
    <w:rsid w:val="00D73AD4"/>
    <w:pPr>
      <w:tabs>
        <w:tab w:val="num" w:pos="907"/>
      </w:tabs>
      <w:ind w:left="907" w:hanging="340"/>
    </w:pPr>
    <w:rPr>
      <w:rFonts w:cs="Times New Roman"/>
    </w:rPr>
  </w:style>
  <w:style w:type="paragraph" w:customStyle="1" w:styleId="acctfourfigureslongernumber3">
    <w:name w:val="acct four figures longer number3"/>
    <w:aliases w:val="a4+3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D73AD4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D73AD4"/>
    <w:pPr>
      <w:spacing w:after="0"/>
    </w:pPr>
  </w:style>
  <w:style w:type="paragraph" w:customStyle="1" w:styleId="eightptnormal">
    <w:name w:val="eight pt normal"/>
    <w:aliases w:val="8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D73AD4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D73AD4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D73AD4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D73AD4"/>
    <w:rPr>
      <w:b/>
      <w:bCs/>
    </w:rPr>
  </w:style>
  <w:style w:type="paragraph" w:customStyle="1" w:styleId="eightptbodytext">
    <w:name w:val="eight pt body text"/>
    <w:aliases w:val="8bt"/>
    <w:basedOn w:val="eightptnormal"/>
    <w:rsid w:val="00D73AD4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D73AD4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D73AD4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D73AD4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D73AD4"/>
    <w:pPr>
      <w:spacing w:after="0"/>
    </w:pPr>
  </w:style>
  <w:style w:type="paragraph" w:customStyle="1" w:styleId="eightptblock">
    <w:name w:val="eight pt block"/>
    <w:aliases w:val="8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D73AD4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D73AD4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D73AD4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D73AD4"/>
    <w:pPr>
      <w:spacing w:after="0"/>
    </w:pPr>
  </w:style>
  <w:style w:type="paragraph" w:customStyle="1" w:styleId="blockindent">
    <w:name w:val="block indent"/>
    <w:aliases w:val="bi"/>
    <w:basedOn w:val="block"/>
    <w:rsid w:val="00D73AD4"/>
    <w:pPr>
      <w:ind w:left="737" w:hanging="170"/>
    </w:pPr>
    <w:rPr>
      <w:rFonts w:cs="Times New Roman"/>
    </w:rPr>
  </w:style>
  <w:style w:type="paragraph" w:customStyle="1" w:styleId="nineptnormalcentred">
    <w:name w:val="nine pt normal centred"/>
    <w:aliases w:val="9nc"/>
    <w:basedOn w:val="nineptnormal"/>
    <w:rsid w:val="00D73AD4"/>
    <w:pPr>
      <w:jc w:val="center"/>
    </w:pPr>
  </w:style>
  <w:style w:type="paragraph" w:customStyle="1" w:styleId="nineptcol">
    <w:name w:val="nine pt %col"/>
    <w:aliases w:val="9%"/>
    <w:basedOn w:val="nineptnormal"/>
    <w:rsid w:val="00D73AD4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D73AD4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D73AD4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D73AD4"/>
    <w:pPr>
      <w:spacing w:after="0"/>
    </w:pPr>
  </w:style>
  <w:style w:type="paragraph" w:customStyle="1" w:styleId="nineptblocklist">
    <w:name w:val="nine pt block list"/>
    <w:aliases w:val="9bl"/>
    <w:basedOn w:val="nineptblock"/>
    <w:rsid w:val="00D73AD4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D73AD4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D73AD4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D73AD4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D73AD4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D73AD4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D73AD4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D73AD4"/>
    <w:pPr>
      <w:spacing w:after="20"/>
    </w:pPr>
  </w:style>
  <w:style w:type="paragraph" w:customStyle="1" w:styleId="blockbulletnospaceafter">
    <w:name w:val="block bullet no space after"/>
    <w:aliases w:val="bbn,block bullet no sp"/>
    <w:rsid w:val="00D73AD4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D73AD4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D73AD4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D73AD4"/>
    <w:pPr>
      <w:spacing w:after="80"/>
    </w:pPr>
  </w:style>
  <w:style w:type="paragraph" w:customStyle="1" w:styleId="nineptratecol">
    <w:name w:val="nine pt rate col"/>
    <w:aliases w:val="a9r"/>
    <w:basedOn w:val="nineptnormal"/>
    <w:rsid w:val="00D73AD4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D73AD4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D73AD4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D73AD4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D73AD4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D73AD4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D73AD4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D73AD4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D73AD4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D73AD4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D73AD4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D73AD4"/>
    <w:pPr>
      <w:ind w:left="907" w:hanging="340"/>
    </w:pPr>
    <w:rPr>
      <w:rFonts w:cs="Times New Roman"/>
    </w:rPr>
  </w:style>
  <w:style w:type="paragraph" w:customStyle="1" w:styleId="List3i">
    <w:name w:val="List 3i"/>
    <w:aliases w:val="3i"/>
    <w:basedOn w:val="List2i"/>
    <w:rsid w:val="00D73AD4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D73AD4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D73AD4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D73AD4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D73AD4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D73AD4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D73AD4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D73AD4"/>
    <w:pPr>
      <w:spacing w:after="80"/>
    </w:pPr>
  </w:style>
  <w:style w:type="paragraph" w:customStyle="1" w:styleId="blockbullet2">
    <w:name w:val="block bullet 2"/>
    <w:aliases w:val="bb2"/>
    <w:basedOn w:val="BodyText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D73AD4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D73AD4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720" w:right="389"/>
      <w:jc w:val="both"/>
    </w:pPr>
    <w:rPr>
      <w:rFonts w:ascii="Times New Roman" w:hAnsi="Times New Roman"/>
      <w:bCs/>
      <w:i/>
      <w:iCs/>
      <w:sz w:val="22"/>
      <w:szCs w:val="22"/>
      <w:lang w:val="x-none" w:eastAsia="en-GB"/>
    </w:rPr>
  </w:style>
  <w:style w:type="character" w:customStyle="1" w:styleId="AccPolicysubheadChar">
    <w:name w:val="Acc Policy sub head Char"/>
    <w:link w:val="AccPolicysubhead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BodyTextbullet">
    <w:name w:val="Body Text bullet"/>
    <w:basedOn w:val="BodyText"/>
    <w:next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D73AD4"/>
    <w:pPr>
      <w:ind w:left="1134"/>
    </w:pPr>
  </w:style>
  <w:style w:type="character" w:customStyle="1" w:styleId="AccPolicyalternativeChar">
    <w:name w:val="Acc Policy alternative Char"/>
    <w:basedOn w:val="AccPolicysubheadChar"/>
    <w:link w:val="AccPolicyalternative"/>
    <w:locked/>
    <w:rsid w:val="00D73AD4"/>
    <w:rPr>
      <w:rFonts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D73AD4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AccPolicyHeadingCharChar">
    <w:name w:val="Acc Policy Heading Char Char"/>
    <w:rsid w:val="00D73AD4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uiPriority w:val="99"/>
    <w:rsid w:val="00D73AD4"/>
    <w:rPr>
      <w:rFonts w:cs="Times New Roman"/>
      <w:sz w:val="29"/>
      <w:szCs w:val="29"/>
    </w:rPr>
  </w:style>
  <w:style w:type="character" w:customStyle="1" w:styleId="hps">
    <w:name w:val="hps"/>
    <w:uiPriority w:val="99"/>
    <w:rsid w:val="00D73AD4"/>
    <w:rPr>
      <w:rFonts w:cs="Times New Roman"/>
    </w:rPr>
  </w:style>
  <w:style w:type="character" w:customStyle="1" w:styleId="gt-icon-text1">
    <w:name w:val="gt-icon-text1"/>
    <w:uiPriority w:val="99"/>
    <w:rsid w:val="00D73AD4"/>
    <w:rPr>
      <w:rFonts w:cs="Times New Roman"/>
    </w:rPr>
  </w:style>
  <w:style w:type="character" w:customStyle="1" w:styleId="shorttext">
    <w:name w:val="short_text"/>
    <w:uiPriority w:val="99"/>
    <w:rsid w:val="00D73AD4"/>
    <w:rPr>
      <w:rFonts w:cs="Times New Roman"/>
    </w:rPr>
  </w:style>
  <w:style w:type="paragraph" w:customStyle="1" w:styleId="Default">
    <w:name w:val="Default"/>
    <w:rsid w:val="00D73AD4"/>
    <w:pPr>
      <w:autoSpaceDE w:val="0"/>
      <w:autoSpaceDN w:val="0"/>
      <w:adjustRightInd w:val="0"/>
    </w:pPr>
    <w:rPr>
      <w:rFonts w:ascii="EucrosiaUPC" w:hAnsi="EucrosiaUPC" w:cs="EucrosiaUPC"/>
      <w:color w:val="000000"/>
      <w:sz w:val="24"/>
      <w:szCs w:val="24"/>
    </w:rPr>
  </w:style>
  <w:style w:type="character" w:customStyle="1" w:styleId="longtext">
    <w:name w:val="long_text"/>
    <w:uiPriority w:val="99"/>
    <w:rsid w:val="00D73AD4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D73AD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  <w:lang w:val="x-none" w:eastAsia="x-none"/>
    </w:rPr>
  </w:style>
  <w:style w:type="character" w:customStyle="1" w:styleId="PlainTextChar">
    <w:name w:val="Plain Text Char"/>
    <w:link w:val="PlainText"/>
    <w:uiPriority w:val="99"/>
    <w:rsid w:val="00D73AD4"/>
    <w:rPr>
      <w:rFonts w:ascii="Consolas" w:hAnsi="Consolas"/>
      <w:sz w:val="21"/>
      <w:szCs w:val="26"/>
    </w:rPr>
  </w:style>
  <w:style w:type="paragraph" w:styleId="Revision">
    <w:name w:val="Revision"/>
    <w:hidden/>
    <w:uiPriority w:val="99"/>
    <w:semiHidden/>
    <w:rsid w:val="00D73AD4"/>
    <w:rPr>
      <w:rFonts w:ascii="Arial" w:hAnsi="Arial"/>
      <w:sz w:val="18"/>
      <w:szCs w:val="22"/>
    </w:rPr>
  </w:style>
  <w:style w:type="character" w:customStyle="1" w:styleId="apple-converted-space">
    <w:name w:val="apple-converted-space"/>
    <w:basedOn w:val="DefaultParagraphFont"/>
    <w:rsid w:val="00C03143"/>
  </w:style>
  <w:style w:type="paragraph" w:customStyle="1" w:styleId="Style2">
    <w:name w:val="Style2"/>
    <w:basedOn w:val="Heading3"/>
    <w:link w:val="Style2Char"/>
    <w:qFormat/>
    <w:rsid w:val="004052A8"/>
    <w:pPr>
      <w:numPr>
        <w:numId w:val="17"/>
      </w:numPr>
      <w:tabs>
        <w:tab w:val="clear" w:pos="227"/>
        <w:tab w:val="clear" w:pos="454"/>
        <w:tab w:val="clear" w:pos="680"/>
        <w:tab w:val="clear" w:pos="907"/>
      </w:tabs>
      <w:spacing w:line="260" w:lineRule="atLeast"/>
      <w:ind w:right="-45"/>
      <w:jc w:val="both"/>
    </w:pPr>
    <w:rPr>
      <w:rFonts w:ascii="Angsana New" w:eastAsia="MS Mincho" w:hAnsi="Angsana New"/>
      <w:b/>
      <w:bCs/>
      <w:i w:val="0"/>
      <w:iCs w:val="0"/>
      <w:sz w:val="30"/>
      <w:szCs w:val="30"/>
      <w:lang w:val="en-GB" w:eastAsia="th-TH"/>
    </w:rPr>
  </w:style>
  <w:style w:type="character" w:customStyle="1" w:styleId="Style2Char">
    <w:name w:val="Style2 Char"/>
    <w:link w:val="Style2"/>
    <w:rsid w:val="004052A8"/>
    <w:rPr>
      <w:rFonts w:ascii="Angsana New" w:eastAsia="MS Mincho" w:hAnsi="Angsana New" w:cs="Times New Roman"/>
      <w:b/>
      <w:bCs/>
      <w:sz w:val="30"/>
      <w:szCs w:val="30"/>
      <w:lang w:val="en-GB" w:eastAsia="th-TH"/>
    </w:rPr>
  </w:style>
  <w:style w:type="paragraph" w:styleId="NoSpacing">
    <w:name w:val="No Spacing"/>
    <w:uiPriority w:val="1"/>
    <w:qFormat/>
    <w:rsid w:val="00011219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eastAsia="Times New Roman" w:hAnsi="Arial"/>
      <w:sz w:val="18"/>
      <w:szCs w:val="22"/>
    </w:rPr>
  </w:style>
  <w:style w:type="paragraph" w:customStyle="1" w:styleId="AccountingPolicy">
    <w:name w:val="Accounting Policy"/>
    <w:basedOn w:val="Normal"/>
    <w:link w:val="AccountingPolicyChar1"/>
    <w:rsid w:val="00FB572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FB5726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Subhead3">
    <w:name w:val="Subhead 3"/>
    <w:basedOn w:val="Normal"/>
    <w:link w:val="Subhead3Char"/>
    <w:rsid w:val="00FB572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FB5726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FB572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FB5726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FB5726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FB5726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FB5726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FB5726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FB5726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FB5726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FB5726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FB5726"/>
    <w:rPr>
      <w:rFonts w:ascii="Univers 45 Light" w:eastAsia="Times New Roman" w:hAnsi="Univers 45 Light" w:cs="Angsana New"/>
      <w:color w:val="auto"/>
    </w:rPr>
  </w:style>
  <w:style w:type="character" w:styleId="Emphasis">
    <w:name w:val="Emphasis"/>
    <w:basedOn w:val="DefaultParagraphFont"/>
    <w:uiPriority w:val="20"/>
    <w:qFormat/>
    <w:rsid w:val="00FB5726"/>
    <w:rPr>
      <w:i/>
      <w:iCs/>
    </w:rPr>
  </w:style>
  <w:style w:type="paragraph" w:customStyle="1" w:styleId="TableParagraph">
    <w:name w:val="Table Paragraph"/>
    <w:basedOn w:val="Normal"/>
    <w:uiPriority w:val="1"/>
    <w:qFormat/>
    <w:rsid w:val="00FB5726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rsid w:val="00FB5726"/>
    <w:rPr>
      <w:color w:val="0563C1" w:themeColor="hyperlink"/>
      <w:u w:val="single"/>
    </w:rPr>
  </w:style>
  <w:style w:type="paragraph" w:customStyle="1" w:styleId="Pa20">
    <w:name w:val="Pa20"/>
    <w:basedOn w:val="Default"/>
    <w:next w:val="Default"/>
    <w:uiPriority w:val="99"/>
    <w:rsid w:val="00FB5726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character" w:styleId="FollowedHyperlink">
    <w:name w:val="FollowedHyperlink"/>
    <w:basedOn w:val="DefaultParagraphFont"/>
    <w:uiPriority w:val="99"/>
    <w:unhideWhenUsed/>
    <w:rsid w:val="00FB5726"/>
    <w:rPr>
      <w:color w:val="954F72" w:themeColor="followedHyperlink"/>
      <w:u w:val="single"/>
    </w:rPr>
  </w:style>
  <w:style w:type="paragraph" w:customStyle="1" w:styleId="Pa18">
    <w:name w:val="Pa18"/>
    <w:basedOn w:val="Normal"/>
    <w:next w:val="Normal"/>
    <w:uiPriority w:val="99"/>
    <w:rsid w:val="00FB57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47">
    <w:name w:val="Pa47"/>
    <w:basedOn w:val="Normal"/>
    <w:next w:val="Normal"/>
    <w:uiPriority w:val="99"/>
    <w:rsid w:val="00FB5726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eastAsia="Times New Roman" w:hAnsi="Univers LT Std 45 Light"/>
      <w:sz w:val="24"/>
      <w:szCs w:val="24"/>
    </w:rPr>
  </w:style>
  <w:style w:type="character" w:customStyle="1" w:styleId="BodyText2Char1">
    <w:name w:val="Body Text 2 Char1"/>
    <w:basedOn w:val="DefaultParagraphFont"/>
    <w:rsid w:val="00FB5726"/>
    <w:rPr>
      <w:rFonts w:ascii="Book Antiqua" w:eastAsia="Times New Roman" w:hAnsi="Book Antiqua" w:cs="Times New Roman"/>
      <w:szCs w:val="22"/>
    </w:rPr>
  </w:style>
  <w:style w:type="character" w:customStyle="1" w:styleId="ListParagraphChar">
    <w:name w:val="List Paragraph Char"/>
    <w:link w:val="ListParagraph"/>
    <w:uiPriority w:val="34"/>
    <w:locked/>
    <w:rsid w:val="009D33E7"/>
    <w:rPr>
      <w:rFonts w:ascii="Arial" w:hAnsi="Arial"/>
      <w:sz w:val="18"/>
      <w:szCs w:val="22"/>
    </w:rPr>
  </w:style>
  <w:style w:type="paragraph" w:styleId="NormalWeb">
    <w:name w:val="Normal (Web)"/>
    <w:basedOn w:val="Normal"/>
    <w:uiPriority w:val="99"/>
    <w:unhideWhenUsed/>
    <w:rsid w:val="008B287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50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52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8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42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17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18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322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494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88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0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5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11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55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80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5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9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7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10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333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0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18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750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90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25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0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1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0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7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78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00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9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59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30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95963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15318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0292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2763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699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7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2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1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8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6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7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82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229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3234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511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182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068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710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267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92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0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133F62-E4F1-436F-86AD-FFFD1C1BB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2</TotalTime>
  <Pages>18</Pages>
  <Words>3354</Words>
  <Characters>19123</Characters>
  <Application>Microsoft Office Word</Application>
  <DocSecurity>0</DocSecurity>
  <Lines>159</Lines>
  <Paragraphs>44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KPMG</Company>
  <LinksUpToDate>false</LinksUpToDate>
  <CharactersWithSpaces>22433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Mukda, Tantipisankul</dc:creator>
  <cp:keywords/>
  <dc:description/>
  <cp:lastModifiedBy>Alisa, Langyanai</cp:lastModifiedBy>
  <cp:revision>4</cp:revision>
  <cp:lastPrinted>2021-11-09T01:03:00Z</cp:lastPrinted>
  <dcterms:created xsi:type="dcterms:W3CDTF">2021-11-11T12:44:00Z</dcterms:created>
  <dcterms:modified xsi:type="dcterms:W3CDTF">2021-11-12T03:04:00Z</dcterms:modified>
</cp:coreProperties>
</file>