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4A15A6" w14:textId="77777777" w:rsidR="00EA6304" w:rsidRPr="00A5750E" w:rsidRDefault="00C737D5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  <w:r w:rsidRPr="00A5750E">
        <w:rPr>
          <w:rFonts w:asciiTheme="majorBidi" w:hAnsiTheme="majorBidi" w:cstheme="majorBidi"/>
        </w:rPr>
        <w:t xml:space="preserve"> </w:t>
      </w:r>
    </w:p>
    <w:p w14:paraId="5F2D548C" w14:textId="77777777" w:rsidR="00EA6304" w:rsidRPr="00A5750E" w:rsidRDefault="00EA6304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6911777E" w14:textId="77777777" w:rsidR="00EA6304" w:rsidRPr="00A5750E" w:rsidRDefault="00EA6304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5E22078B" w14:textId="77777777" w:rsidR="00EA6304" w:rsidRPr="00A5750E" w:rsidRDefault="00EA6304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5A88597A" w14:textId="77777777" w:rsidR="00EA6304" w:rsidRPr="00A5750E" w:rsidRDefault="00EA6304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3BDD926F" w14:textId="77777777" w:rsidR="00B679D9" w:rsidRPr="00A5750E" w:rsidRDefault="002150FF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150"/>
        </w:tabs>
        <w:spacing w:line="240" w:lineRule="auto"/>
        <w:rPr>
          <w:rFonts w:asciiTheme="majorBidi" w:hAnsiTheme="majorBidi" w:cstheme="majorBidi"/>
        </w:rPr>
      </w:pPr>
      <w:r w:rsidRPr="00A5750E">
        <w:rPr>
          <w:rFonts w:asciiTheme="majorBidi" w:hAnsiTheme="majorBidi" w:cstheme="majorBidi"/>
        </w:rPr>
        <w:tab/>
      </w:r>
    </w:p>
    <w:p w14:paraId="3E47827E" w14:textId="77777777" w:rsidR="00B679D9" w:rsidRPr="00A5750E" w:rsidRDefault="00B679D9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150"/>
        </w:tabs>
        <w:spacing w:line="240" w:lineRule="auto"/>
        <w:rPr>
          <w:rFonts w:asciiTheme="majorBidi" w:hAnsiTheme="majorBidi" w:cstheme="majorBidi"/>
        </w:rPr>
      </w:pPr>
    </w:p>
    <w:p w14:paraId="5865F144" w14:textId="77777777" w:rsidR="00B679D9" w:rsidRPr="00A5750E" w:rsidRDefault="00B679D9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150"/>
        </w:tabs>
        <w:spacing w:line="240" w:lineRule="auto"/>
        <w:rPr>
          <w:rFonts w:asciiTheme="majorBidi" w:hAnsiTheme="majorBidi" w:cstheme="majorBidi"/>
        </w:rPr>
      </w:pPr>
    </w:p>
    <w:p w14:paraId="59E5A135" w14:textId="77777777" w:rsidR="00B679D9" w:rsidRPr="00A5750E" w:rsidRDefault="00B679D9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150"/>
        </w:tabs>
        <w:spacing w:line="240" w:lineRule="auto"/>
        <w:rPr>
          <w:rFonts w:asciiTheme="majorBidi" w:hAnsiTheme="majorBidi" w:cstheme="majorBidi"/>
        </w:rPr>
      </w:pPr>
    </w:p>
    <w:p w14:paraId="5966507C" w14:textId="77777777" w:rsidR="00EA6304" w:rsidRPr="00A5750E" w:rsidRDefault="002150FF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4150"/>
        </w:tabs>
        <w:spacing w:line="240" w:lineRule="auto"/>
        <w:rPr>
          <w:rFonts w:asciiTheme="majorBidi" w:hAnsiTheme="majorBidi" w:cstheme="majorBidi"/>
        </w:rPr>
      </w:pPr>
      <w:r w:rsidRPr="00A5750E">
        <w:rPr>
          <w:rFonts w:asciiTheme="majorBidi" w:hAnsiTheme="majorBidi" w:cstheme="majorBidi"/>
        </w:rPr>
        <w:tab/>
      </w:r>
    </w:p>
    <w:p w14:paraId="452A83E8" w14:textId="77777777" w:rsidR="008F2E5A" w:rsidRPr="00A5750E" w:rsidRDefault="008F2E5A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</w:p>
    <w:p w14:paraId="0B13337A" w14:textId="77777777" w:rsidR="00EA6304" w:rsidRPr="00A5750E" w:rsidRDefault="00EA6304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7AAA7AC7" w14:textId="49718F01" w:rsidR="00EA6304" w:rsidRPr="00A5750E" w:rsidRDefault="00EA6304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cs/>
        </w:rPr>
      </w:pPr>
    </w:p>
    <w:p w14:paraId="79350B9E" w14:textId="77777777" w:rsidR="00B679D9" w:rsidRPr="00A5750E" w:rsidRDefault="00B679D9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030B98D3" w14:textId="77777777" w:rsidR="00B679D9" w:rsidRPr="00A5750E" w:rsidRDefault="00B679D9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6EF283D5" w14:textId="77777777" w:rsidR="00291F3B" w:rsidRPr="00A5750E" w:rsidRDefault="00291F3B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68B87086" w14:textId="77777777" w:rsidR="00EA6304" w:rsidRPr="00A5750E" w:rsidRDefault="00EA6304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06C1B60D" w14:textId="77777777" w:rsidR="00CA76C3" w:rsidRPr="00A5750E" w:rsidRDefault="00CA76C3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  <w:bookmarkStart w:id="0" w:name="Start"/>
      <w:bookmarkEnd w:id="0"/>
    </w:p>
    <w:p w14:paraId="5071BD61" w14:textId="77777777" w:rsidR="00CA76C3" w:rsidRPr="00A5750E" w:rsidRDefault="00CA76C3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</w:rPr>
      </w:pPr>
    </w:p>
    <w:p w14:paraId="367B15F8" w14:textId="77777777" w:rsidR="00CA76C3" w:rsidRPr="00D43F2A" w:rsidRDefault="000F1C0A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Theme="majorBidi" w:hAnsiTheme="majorBidi" w:cstheme="majorBidi"/>
          <w:b/>
          <w:bCs/>
          <w:sz w:val="52"/>
          <w:szCs w:val="52"/>
        </w:rPr>
      </w:pPr>
      <w:bookmarkStart w:id="1" w:name="SubTitle"/>
      <w:r w:rsidRPr="00D43F2A">
        <w:rPr>
          <w:rFonts w:asciiTheme="majorBidi" w:hAnsiTheme="majorBidi" w:cstheme="majorBidi"/>
          <w:b/>
          <w:bCs/>
          <w:sz w:val="52"/>
          <w:szCs w:val="52"/>
          <w:cs/>
        </w:rPr>
        <w:t>บริษัท</w:t>
      </w:r>
      <w:r w:rsidR="000B30DC" w:rsidRPr="00D43F2A">
        <w:rPr>
          <w:rFonts w:asciiTheme="majorBidi" w:hAnsiTheme="majorBidi" w:cstheme="majorBidi"/>
          <w:b/>
          <w:bCs/>
          <w:sz w:val="52"/>
          <w:szCs w:val="52"/>
          <w:cs/>
        </w:rPr>
        <w:t xml:space="preserve"> </w:t>
      </w:r>
      <w:r w:rsidRPr="00D43F2A">
        <w:rPr>
          <w:rFonts w:asciiTheme="majorBidi" w:hAnsiTheme="majorBidi" w:cstheme="majorBidi"/>
          <w:b/>
          <w:bCs/>
          <w:sz w:val="52"/>
          <w:szCs w:val="52"/>
          <w:cs/>
        </w:rPr>
        <w:t>วินท์คอม เทคโนโลยี จำกัด (มหาชน) และบริษัทย่อย</w:t>
      </w:r>
    </w:p>
    <w:bookmarkEnd w:id="1"/>
    <w:p w14:paraId="2B069BDE" w14:textId="77777777" w:rsidR="00B63EA7" w:rsidRPr="00D43F2A" w:rsidRDefault="00847B70" w:rsidP="00C4658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sz w:val="40"/>
          <w:szCs w:val="40"/>
        </w:rPr>
      </w:pPr>
      <w:r w:rsidRPr="00D43F2A">
        <w:rPr>
          <w:rFonts w:asciiTheme="majorBidi" w:hAnsiTheme="majorBidi" w:cstheme="majorBidi"/>
          <w:sz w:val="40"/>
          <w:szCs w:val="40"/>
        </w:rPr>
        <w:tab/>
      </w:r>
    </w:p>
    <w:p w14:paraId="37966625" w14:textId="77777777" w:rsidR="00EB7364" w:rsidRPr="00D43F2A" w:rsidRDefault="00EB7364" w:rsidP="00C4658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bookmarkStart w:id="2" w:name="ExtraText"/>
      <w:bookmarkEnd w:id="2"/>
      <w:r w:rsidRPr="00D43F2A">
        <w:rPr>
          <w:rFonts w:asciiTheme="majorBidi" w:hAnsiTheme="majorBidi" w:cstheme="majorBidi"/>
          <w:b w:val="0"/>
          <w:bCs w:val="0"/>
          <w:sz w:val="32"/>
          <w:szCs w:val="32"/>
          <w:cs/>
        </w:rPr>
        <w:t>งบการเงินระหว่างกาล</w:t>
      </w:r>
      <w:r w:rsidR="00B76657" w:rsidRPr="00D43F2A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แบบย่อ</w:t>
      </w:r>
      <w:r w:rsidRPr="00D43F2A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</w:t>
      </w:r>
    </w:p>
    <w:p w14:paraId="1FD972C2" w14:textId="77777777" w:rsidR="00EB7364" w:rsidRPr="00D43F2A" w:rsidRDefault="00EB7364" w:rsidP="00C4658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D43F2A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สำหรับงวดสามเดือนสิ้นสุดวันที่ </w:t>
      </w:r>
      <w:r w:rsidR="00523860" w:rsidRPr="00D43F2A">
        <w:rPr>
          <w:rFonts w:asciiTheme="majorBidi" w:hAnsiTheme="majorBidi" w:cstheme="majorBidi"/>
          <w:b w:val="0"/>
          <w:bCs w:val="0"/>
          <w:sz w:val="32"/>
          <w:szCs w:val="32"/>
        </w:rPr>
        <w:t>31</w:t>
      </w:r>
      <w:r w:rsidRPr="00D43F2A">
        <w:rPr>
          <w:rFonts w:asciiTheme="majorBidi" w:hAnsiTheme="majorBidi" w:cstheme="majorBidi"/>
          <w:b w:val="0"/>
          <w:bCs w:val="0"/>
          <w:sz w:val="32"/>
          <w:szCs w:val="32"/>
          <w:cs/>
        </w:rPr>
        <w:t xml:space="preserve"> มีนาคม </w:t>
      </w:r>
      <w:r w:rsidR="00523860" w:rsidRPr="00D43F2A">
        <w:rPr>
          <w:rFonts w:asciiTheme="majorBidi" w:hAnsiTheme="majorBidi" w:cstheme="majorBidi"/>
          <w:b w:val="0"/>
          <w:bCs w:val="0"/>
          <w:sz w:val="32"/>
          <w:szCs w:val="32"/>
        </w:rPr>
        <w:t>2564</w:t>
      </w:r>
    </w:p>
    <w:p w14:paraId="741443BB" w14:textId="77777777" w:rsidR="00EB7364" w:rsidRPr="00D43F2A" w:rsidRDefault="00EB7364" w:rsidP="00C4658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  <w:cs/>
          <w:lang w:val="th-TH"/>
        </w:rPr>
      </w:pPr>
      <w:r w:rsidRPr="00D43F2A">
        <w:rPr>
          <w:rFonts w:asciiTheme="majorBidi" w:hAnsiTheme="majorBidi" w:cstheme="majorBidi"/>
          <w:b w:val="0"/>
          <w:bCs w:val="0"/>
          <w:sz w:val="32"/>
          <w:szCs w:val="32"/>
          <w:cs/>
        </w:rPr>
        <w:t>และ</w:t>
      </w:r>
    </w:p>
    <w:p w14:paraId="4877532C" w14:textId="77777777" w:rsidR="00EB7364" w:rsidRPr="00D43F2A" w:rsidRDefault="00EB7364" w:rsidP="00C4658D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Theme="majorBidi" w:hAnsiTheme="majorBidi" w:cstheme="majorBidi"/>
          <w:b w:val="0"/>
          <w:bCs w:val="0"/>
          <w:sz w:val="32"/>
          <w:szCs w:val="32"/>
        </w:rPr>
      </w:pPr>
      <w:r w:rsidRPr="00D43F2A">
        <w:rPr>
          <w:rFonts w:asciiTheme="majorBidi" w:hAnsiTheme="majorBidi" w:cstheme="majorBidi"/>
          <w:b w:val="0"/>
          <w:bCs w:val="0"/>
          <w:sz w:val="32"/>
          <w:szCs w:val="32"/>
          <w:cs/>
        </w:rPr>
        <w:t>รายงานการสอบทาน</w:t>
      </w:r>
      <w:r w:rsidR="00507039" w:rsidRPr="00D43F2A">
        <w:rPr>
          <w:rFonts w:asciiTheme="majorBidi" w:hAnsiTheme="majorBidi" w:cstheme="majorBidi" w:hint="cs"/>
          <w:b w:val="0"/>
          <w:bCs w:val="0"/>
          <w:sz w:val="32"/>
          <w:szCs w:val="32"/>
          <w:cs/>
        </w:rPr>
        <w:t>ของ</w:t>
      </w:r>
      <w:r w:rsidRPr="00D43F2A">
        <w:rPr>
          <w:rFonts w:asciiTheme="majorBidi" w:hAnsiTheme="majorBidi" w:cstheme="majorBidi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24BE8ABD" w14:textId="77777777" w:rsidR="007C2D59" w:rsidRPr="00D43F2A" w:rsidRDefault="007C2D59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</w:rPr>
      </w:pPr>
    </w:p>
    <w:p w14:paraId="3CDD40A3" w14:textId="77777777" w:rsidR="00EB7364" w:rsidRPr="00D43F2A" w:rsidRDefault="00EB7364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</w:rPr>
      </w:pPr>
    </w:p>
    <w:p w14:paraId="0F058E1A" w14:textId="77777777" w:rsidR="00EB7364" w:rsidRPr="00D43F2A" w:rsidRDefault="00EB7364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</w:rPr>
      </w:pPr>
    </w:p>
    <w:p w14:paraId="63292999" w14:textId="77777777" w:rsidR="00EB7364" w:rsidRPr="00D43F2A" w:rsidRDefault="00EB7364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rPr>
          <w:rFonts w:asciiTheme="majorBidi" w:hAnsiTheme="majorBidi" w:cstheme="majorBidi"/>
          <w:cs/>
        </w:rPr>
        <w:sectPr w:rsidR="00EB7364" w:rsidRPr="00D43F2A" w:rsidSect="009D78B9">
          <w:footerReference w:type="even" r:id="rId8"/>
          <w:footerReference w:type="default" r:id="rId9"/>
          <w:footerReference w:type="first" r:id="rId10"/>
          <w:pgSz w:w="11909" w:h="16834" w:code="9"/>
          <w:pgMar w:top="691" w:right="1152" w:bottom="576" w:left="1152" w:header="720" w:footer="720" w:gutter="0"/>
          <w:pgNumType w:start="1"/>
          <w:cols w:space="720"/>
          <w:titlePg/>
          <w:docGrid w:linePitch="245"/>
        </w:sectPr>
      </w:pPr>
    </w:p>
    <w:p w14:paraId="3D2DCE97" w14:textId="77777777" w:rsidR="00CA76C3" w:rsidRPr="00D43F2A" w:rsidRDefault="00CA76C3" w:rsidP="00C4658D">
      <w:pPr>
        <w:tabs>
          <w:tab w:val="left" w:pos="8640"/>
        </w:tabs>
        <w:rPr>
          <w:rFonts w:asciiTheme="majorBidi" w:hAnsiTheme="majorBidi" w:cstheme="majorBidi"/>
          <w:sz w:val="30"/>
          <w:szCs w:val="30"/>
        </w:rPr>
      </w:pPr>
    </w:p>
    <w:p w14:paraId="215B41F0" w14:textId="77777777" w:rsidR="00CA76C3" w:rsidRPr="00D43F2A" w:rsidRDefault="00CA76C3" w:rsidP="00C4658D">
      <w:pPr>
        <w:tabs>
          <w:tab w:val="left" w:pos="8640"/>
        </w:tabs>
        <w:rPr>
          <w:rFonts w:asciiTheme="majorBidi" w:hAnsiTheme="majorBidi" w:cstheme="majorBidi"/>
          <w:sz w:val="30"/>
          <w:szCs w:val="30"/>
        </w:rPr>
      </w:pPr>
    </w:p>
    <w:p w14:paraId="44FD47D0" w14:textId="77777777" w:rsidR="00362D10" w:rsidRPr="00D43F2A" w:rsidRDefault="00362D10" w:rsidP="00C4658D">
      <w:pPr>
        <w:tabs>
          <w:tab w:val="left" w:pos="8640"/>
        </w:tabs>
        <w:rPr>
          <w:rFonts w:asciiTheme="majorBidi" w:hAnsiTheme="majorBidi" w:cstheme="majorBidi"/>
          <w:sz w:val="30"/>
          <w:szCs w:val="30"/>
        </w:rPr>
      </w:pPr>
    </w:p>
    <w:p w14:paraId="43B8D62C" w14:textId="77777777" w:rsidR="00CA76C3" w:rsidRPr="00D43F2A" w:rsidRDefault="00CA76C3" w:rsidP="00C4658D">
      <w:pPr>
        <w:tabs>
          <w:tab w:val="left" w:pos="8640"/>
        </w:tabs>
        <w:rPr>
          <w:rFonts w:asciiTheme="majorBidi" w:hAnsiTheme="majorBidi" w:cstheme="majorBidi"/>
          <w:sz w:val="30"/>
          <w:szCs w:val="30"/>
        </w:rPr>
      </w:pPr>
    </w:p>
    <w:p w14:paraId="24FD2722" w14:textId="77777777" w:rsidR="001133A1" w:rsidRPr="00D43F2A" w:rsidRDefault="001133A1" w:rsidP="00C4658D">
      <w:pPr>
        <w:tabs>
          <w:tab w:val="left" w:pos="8640"/>
        </w:tabs>
        <w:rPr>
          <w:rFonts w:asciiTheme="majorBidi" w:hAnsiTheme="majorBidi" w:cstheme="majorBidi"/>
          <w:sz w:val="30"/>
          <w:szCs w:val="30"/>
        </w:rPr>
      </w:pPr>
    </w:p>
    <w:p w14:paraId="1ED31254" w14:textId="77777777" w:rsidR="001133A1" w:rsidRPr="00D43F2A" w:rsidRDefault="001133A1" w:rsidP="00C4658D">
      <w:pPr>
        <w:tabs>
          <w:tab w:val="left" w:pos="8640"/>
        </w:tabs>
        <w:rPr>
          <w:rFonts w:asciiTheme="majorBidi" w:hAnsiTheme="majorBidi" w:cstheme="majorBidi"/>
          <w:sz w:val="30"/>
          <w:szCs w:val="30"/>
        </w:rPr>
      </w:pPr>
    </w:p>
    <w:p w14:paraId="2272E53A" w14:textId="77777777" w:rsidR="001133A1" w:rsidRPr="00D43F2A" w:rsidRDefault="001133A1" w:rsidP="00C4658D">
      <w:pPr>
        <w:tabs>
          <w:tab w:val="left" w:pos="8640"/>
        </w:tabs>
        <w:rPr>
          <w:rFonts w:asciiTheme="majorBidi" w:hAnsiTheme="majorBidi" w:cstheme="majorBidi"/>
          <w:sz w:val="36"/>
          <w:szCs w:val="36"/>
        </w:rPr>
      </w:pPr>
    </w:p>
    <w:p w14:paraId="2CD0AB34" w14:textId="77777777" w:rsidR="0009267B" w:rsidRPr="00D43F2A" w:rsidRDefault="0009267B" w:rsidP="00C4658D">
      <w:pPr>
        <w:tabs>
          <w:tab w:val="left" w:pos="8640"/>
        </w:tabs>
        <w:spacing w:line="240" w:lineRule="auto"/>
        <w:rPr>
          <w:rFonts w:asciiTheme="majorBidi" w:hAnsiTheme="majorBidi" w:cstheme="majorBidi"/>
          <w:b/>
          <w:sz w:val="22"/>
        </w:rPr>
      </w:pPr>
      <w:r w:rsidRPr="00D43F2A">
        <w:rPr>
          <w:rFonts w:asciiTheme="majorBidi" w:hAnsiTheme="majorBidi" w:cstheme="majorBidi"/>
          <w:b/>
          <w:bCs/>
          <w:sz w:val="32"/>
          <w:szCs w:val="32"/>
          <w:cs/>
        </w:rPr>
        <w:t>รายงานการสอบทาน</w:t>
      </w:r>
      <w:r w:rsidR="00A51D0A" w:rsidRPr="00D43F2A">
        <w:rPr>
          <w:rFonts w:asciiTheme="majorBidi" w:hAnsiTheme="majorBidi" w:cstheme="majorBidi"/>
          <w:b/>
          <w:bCs/>
          <w:sz w:val="32"/>
          <w:szCs w:val="32"/>
          <w:cs/>
        </w:rPr>
        <w:t>ข้อมูลทางการเงินระหว่างกาล</w:t>
      </w:r>
      <w:r w:rsidRPr="00D43F2A">
        <w:rPr>
          <w:rFonts w:asciiTheme="majorBidi" w:hAnsiTheme="majorBidi" w:cstheme="majorBidi"/>
          <w:b/>
          <w:bCs/>
          <w:sz w:val="32"/>
          <w:szCs w:val="32"/>
          <w:cs/>
        </w:rPr>
        <w:t>โดยผู้สอบบัญชีรับอนุญาต</w:t>
      </w:r>
    </w:p>
    <w:p w14:paraId="5C44A828" w14:textId="77777777" w:rsidR="0009267B" w:rsidRPr="00D43F2A" w:rsidRDefault="0009267B" w:rsidP="00C4658D">
      <w:pPr>
        <w:spacing w:line="240" w:lineRule="auto"/>
        <w:jc w:val="both"/>
        <w:rPr>
          <w:rFonts w:asciiTheme="majorBidi" w:hAnsiTheme="majorBidi" w:cstheme="majorBidi"/>
          <w:b/>
          <w:bCs/>
          <w:sz w:val="30"/>
          <w:szCs w:val="30"/>
        </w:rPr>
      </w:pPr>
    </w:p>
    <w:p w14:paraId="50F3DE32" w14:textId="77777777" w:rsidR="0009267B" w:rsidRPr="00D43F2A" w:rsidRDefault="0009267B" w:rsidP="00C4658D">
      <w:pPr>
        <w:spacing w:line="240" w:lineRule="auto"/>
        <w:jc w:val="both"/>
        <w:rPr>
          <w:rFonts w:asciiTheme="majorBidi" w:hAnsiTheme="majorBidi" w:cstheme="majorBidi"/>
          <w:b/>
          <w:bCs/>
          <w:sz w:val="30"/>
          <w:szCs w:val="30"/>
          <w:cs/>
        </w:rPr>
      </w:pPr>
      <w:r w:rsidRPr="00D43F2A">
        <w:rPr>
          <w:rFonts w:asciiTheme="majorBidi" w:hAnsiTheme="majorBidi" w:cstheme="majorBidi"/>
          <w:b/>
          <w:bCs/>
          <w:sz w:val="30"/>
          <w:szCs w:val="30"/>
          <w:cs/>
        </w:rPr>
        <w:t>เสนอ คณะกรรมการ</w:t>
      </w:r>
      <w:r w:rsidR="000F1C0A" w:rsidRPr="00D43F2A">
        <w:rPr>
          <w:rFonts w:asciiTheme="majorBidi" w:hAnsiTheme="majorBidi" w:cstheme="majorBidi"/>
          <w:b/>
          <w:bCs/>
          <w:sz w:val="30"/>
          <w:szCs w:val="30"/>
          <w:cs/>
        </w:rPr>
        <w:t>บริษัท วินท์คอม เทคโนโลยี จำกัด (มหาชน)</w:t>
      </w:r>
    </w:p>
    <w:p w14:paraId="36A011EF" w14:textId="77777777" w:rsidR="00EB7364" w:rsidRPr="00D43F2A" w:rsidRDefault="00EB7364" w:rsidP="00C4658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30"/>
          <w:szCs w:val="30"/>
        </w:rPr>
      </w:pPr>
    </w:p>
    <w:p w14:paraId="35DCDBA3" w14:textId="77777777" w:rsidR="00EB7364" w:rsidRPr="00D43F2A" w:rsidRDefault="00EB7364" w:rsidP="00C4658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28"/>
          <w:szCs w:val="28"/>
        </w:rPr>
      </w:pPr>
      <w:r w:rsidRPr="00D43F2A">
        <w:rPr>
          <w:rFonts w:asciiTheme="majorBidi" w:hAnsiTheme="majorBidi" w:cstheme="majorBidi"/>
          <w:sz w:val="28"/>
          <w:szCs w:val="28"/>
          <w:cs/>
        </w:rPr>
        <w:t>ข้าพเจ้าได้สอบทานงบแสดงฐานะการเงินรวมและงบแสดงฐานะการเงินเฉพาะกิจการ ณ</w:t>
      </w:r>
      <w:r w:rsidRPr="00D43F2A">
        <w:rPr>
          <w:rFonts w:asciiTheme="majorBidi" w:hAnsiTheme="majorBidi" w:cstheme="majorBidi"/>
          <w:color w:val="FFFFFF"/>
          <w:sz w:val="28"/>
          <w:szCs w:val="28"/>
        </w:rPr>
        <w:t xml:space="preserve"> </w:t>
      </w:r>
      <w:r w:rsidRPr="00D43F2A">
        <w:rPr>
          <w:rFonts w:asciiTheme="majorBidi" w:hAnsiTheme="majorBidi" w:cstheme="majorBidi"/>
          <w:sz w:val="28"/>
          <w:szCs w:val="28"/>
          <w:cs/>
        </w:rPr>
        <w:t>วันที่</w:t>
      </w:r>
      <w:r w:rsidRPr="00D43F2A">
        <w:rPr>
          <w:rFonts w:asciiTheme="majorBidi" w:hAnsiTheme="majorBidi" w:cstheme="majorBidi"/>
          <w:color w:val="FFFFFF"/>
          <w:sz w:val="28"/>
          <w:szCs w:val="28"/>
          <w:cs/>
        </w:rPr>
        <w:t>-</w:t>
      </w:r>
      <w:r w:rsidR="00F24109" w:rsidRPr="00D43F2A">
        <w:rPr>
          <w:rFonts w:asciiTheme="majorBidi" w:hAnsiTheme="majorBidi" w:cstheme="majorBidi"/>
          <w:sz w:val="28"/>
          <w:szCs w:val="28"/>
        </w:rPr>
        <w:t>31</w:t>
      </w:r>
      <w:r w:rsidRPr="00D43F2A">
        <w:rPr>
          <w:rFonts w:asciiTheme="majorBidi" w:hAnsiTheme="majorBidi" w:cstheme="majorBidi"/>
          <w:sz w:val="28"/>
          <w:szCs w:val="28"/>
        </w:rPr>
        <w:t xml:space="preserve"> </w:t>
      </w:r>
      <w:r w:rsidRPr="00D43F2A">
        <w:rPr>
          <w:rFonts w:asciiTheme="majorBidi" w:hAnsiTheme="majorBidi" w:cstheme="majorBidi"/>
          <w:sz w:val="28"/>
          <w:szCs w:val="28"/>
          <w:cs/>
        </w:rPr>
        <w:t>มีนาคม</w:t>
      </w:r>
      <w:r w:rsidRPr="00D43F2A">
        <w:rPr>
          <w:rFonts w:asciiTheme="majorBidi" w:hAnsiTheme="majorBidi" w:cstheme="majorBidi"/>
          <w:color w:val="FFFFFF"/>
          <w:sz w:val="28"/>
          <w:szCs w:val="28"/>
          <w:cs/>
        </w:rPr>
        <w:t>-</w:t>
      </w:r>
      <w:r w:rsidR="00523860" w:rsidRPr="00D43F2A">
        <w:rPr>
          <w:rFonts w:asciiTheme="majorBidi" w:hAnsiTheme="majorBidi" w:cstheme="majorBidi"/>
          <w:sz w:val="28"/>
          <w:szCs w:val="28"/>
        </w:rPr>
        <w:t>2564</w:t>
      </w:r>
      <w:r w:rsidRPr="00D43F2A">
        <w:rPr>
          <w:rFonts w:asciiTheme="majorBidi" w:hAnsiTheme="majorBidi" w:cstheme="majorBidi"/>
          <w:sz w:val="28"/>
          <w:szCs w:val="28"/>
        </w:rPr>
        <w:t xml:space="preserve"> </w:t>
      </w:r>
      <w:r w:rsidRPr="00D43F2A">
        <w:rPr>
          <w:rFonts w:asciiTheme="majorBidi" w:hAnsiTheme="majorBidi" w:cstheme="majorBidi"/>
          <w:sz w:val="28"/>
          <w:szCs w:val="28"/>
          <w:cs/>
        </w:rPr>
        <w:t>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งบแสดงการเปลี่ยนแปลงส่วนของผู้ถือหุ้นรวมและงบแสดงการเปลี่ยนแปลงส่วนของผู้ถือหุ้นเฉพาะกิจการ</w:t>
      </w:r>
      <w:r w:rsidRPr="00D43F2A">
        <w:rPr>
          <w:rFonts w:asciiTheme="majorBidi" w:hAnsiTheme="majorBidi" w:cstheme="majorBidi"/>
          <w:sz w:val="28"/>
          <w:szCs w:val="28"/>
        </w:rPr>
        <w:t xml:space="preserve"> </w:t>
      </w:r>
      <w:r w:rsidRPr="00D43F2A">
        <w:rPr>
          <w:rFonts w:asciiTheme="majorBidi" w:hAnsiTheme="majorBidi" w:cstheme="majorBidi"/>
          <w:sz w:val="28"/>
          <w:szCs w:val="28"/>
          <w:cs/>
        </w:rPr>
        <w:t>และงบกระแสเงินสดรวมและงบกระแสเงินสดเฉพาะกิจการ สำหรับงวดสามเดือนสิ้นสุดวันที่</w:t>
      </w:r>
      <w:r w:rsidRPr="00D43F2A">
        <w:rPr>
          <w:rFonts w:asciiTheme="majorBidi" w:hAnsiTheme="majorBidi" w:cstheme="majorBidi"/>
          <w:sz w:val="28"/>
          <w:szCs w:val="28"/>
        </w:rPr>
        <w:t xml:space="preserve"> </w:t>
      </w:r>
      <w:r w:rsidR="00993E75" w:rsidRPr="00D43F2A">
        <w:rPr>
          <w:rFonts w:asciiTheme="majorBidi" w:hAnsiTheme="majorBidi" w:cstheme="majorBidi"/>
          <w:sz w:val="28"/>
          <w:szCs w:val="28"/>
        </w:rPr>
        <w:t>31</w:t>
      </w:r>
      <w:r w:rsidRPr="00D43F2A">
        <w:rPr>
          <w:rFonts w:asciiTheme="majorBidi" w:hAnsiTheme="majorBidi" w:cstheme="majorBidi"/>
          <w:sz w:val="28"/>
          <w:szCs w:val="28"/>
        </w:rPr>
        <w:t xml:space="preserve"> </w:t>
      </w:r>
      <w:r w:rsidRPr="00D43F2A">
        <w:rPr>
          <w:rFonts w:asciiTheme="majorBidi" w:hAnsiTheme="majorBidi" w:cstheme="majorBidi"/>
          <w:sz w:val="28"/>
          <w:szCs w:val="28"/>
          <w:cs/>
        </w:rPr>
        <w:t xml:space="preserve">มีนาคม </w:t>
      </w:r>
      <w:r w:rsidR="00523860" w:rsidRPr="00D43F2A">
        <w:rPr>
          <w:rFonts w:asciiTheme="majorBidi" w:hAnsiTheme="majorBidi" w:cstheme="majorBidi"/>
          <w:sz w:val="28"/>
          <w:szCs w:val="28"/>
        </w:rPr>
        <w:t>2564</w:t>
      </w:r>
      <w:r w:rsidRPr="00D43F2A">
        <w:rPr>
          <w:rFonts w:asciiTheme="majorBidi" w:hAnsiTheme="majorBidi" w:cstheme="majorBidi"/>
          <w:sz w:val="28"/>
          <w:szCs w:val="28"/>
        </w:rPr>
        <w:t xml:space="preserve"> </w:t>
      </w:r>
      <w:r w:rsidRPr="00D43F2A">
        <w:rPr>
          <w:rFonts w:asciiTheme="majorBidi" w:hAnsiTheme="majorBidi" w:cstheme="majorBidi"/>
          <w:sz w:val="28"/>
          <w:szCs w:val="28"/>
          <w:cs/>
        </w:rPr>
        <w:t xml:space="preserve">และหมายเหตุประกอบงบการเงินแบบย่อ (ข้อมูลทางการเงินระหว่างกาล) ของบริษัท </w:t>
      </w:r>
      <w:r w:rsidR="00FB5726" w:rsidRPr="00D43F2A">
        <w:rPr>
          <w:rFonts w:asciiTheme="majorBidi" w:hAnsiTheme="majorBidi" w:cstheme="majorBidi"/>
          <w:sz w:val="28"/>
          <w:szCs w:val="28"/>
        </w:rPr>
        <w:br/>
      </w:r>
      <w:r w:rsidRPr="00D43F2A">
        <w:rPr>
          <w:rFonts w:asciiTheme="majorBidi" w:hAnsiTheme="majorBidi" w:cstheme="majorBidi"/>
          <w:sz w:val="28"/>
          <w:szCs w:val="28"/>
          <w:cs/>
        </w:rPr>
        <w:t>วินท์คอม เทคโนโลยี จำกัด (มหาชน) และบริษัทย่อย</w:t>
      </w:r>
      <w:r w:rsidRPr="00D43F2A">
        <w:rPr>
          <w:rFonts w:asciiTheme="majorBidi" w:hAnsiTheme="majorBidi" w:cstheme="majorBidi"/>
          <w:sz w:val="28"/>
          <w:szCs w:val="28"/>
        </w:rPr>
        <w:t xml:space="preserve"> </w:t>
      </w:r>
      <w:r w:rsidRPr="00D43F2A">
        <w:rPr>
          <w:rFonts w:asciiTheme="majorBidi" w:hAnsiTheme="majorBidi" w:cstheme="majorBidi"/>
          <w:sz w:val="28"/>
          <w:szCs w:val="28"/>
          <w:cs/>
        </w:rPr>
        <w:t>และของเฉพาะบริษัท วินท์คอม เทคโนโลยี จำกัด (มหาชน) ตามลำดับ</w:t>
      </w:r>
      <w:r w:rsidR="00521266" w:rsidRPr="00D43F2A">
        <w:rPr>
          <w:rFonts w:asciiTheme="majorBidi" w:hAnsiTheme="majorBidi" w:cstheme="majorBidi"/>
          <w:sz w:val="28"/>
          <w:szCs w:val="28"/>
        </w:rPr>
        <w:br/>
      </w:r>
      <w:r w:rsidRPr="00D43F2A">
        <w:rPr>
          <w:rFonts w:asciiTheme="majorBidi" w:hAnsiTheme="majorBidi" w:cstheme="majorBidi"/>
          <w:sz w:val="28"/>
          <w:szCs w:val="28"/>
          <w:cs/>
        </w:rPr>
        <w:t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</w:t>
      </w:r>
      <w:r w:rsidR="00521266" w:rsidRPr="00D43F2A">
        <w:rPr>
          <w:rFonts w:asciiTheme="majorBidi" w:hAnsiTheme="majorBidi" w:cstheme="majorBidi"/>
          <w:sz w:val="28"/>
          <w:szCs w:val="28"/>
        </w:rPr>
        <w:br/>
      </w:r>
      <w:r w:rsidRPr="00D43F2A">
        <w:rPr>
          <w:rFonts w:asciiTheme="majorBidi" w:hAnsiTheme="majorBidi" w:cstheme="majorBidi"/>
          <w:sz w:val="28"/>
          <w:szCs w:val="28"/>
          <w:cs/>
        </w:rPr>
        <w:t xml:space="preserve">ฉบับที่ </w:t>
      </w:r>
      <w:r w:rsidR="00993E75" w:rsidRPr="00D43F2A">
        <w:rPr>
          <w:rFonts w:asciiTheme="majorBidi" w:hAnsiTheme="majorBidi" w:cstheme="majorBidi"/>
          <w:sz w:val="28"/>
          <w:szCs w:val="28"/>
        </w:rPr>
        <w:t>34</w:t>
      </w:r>
      <w:r w:rsidRPr="00D43F2A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Pr="00D43F2A">
        <w:rPr>
          <w:rFonts w:asciiTheme="majorBidi" w:hAnsiTheme="majorBidi" w:cstheme="majorBidi"/>
          <w:spacing w:val="-2"/>
          <w:sz w:val="28"/>
          <w:szCs w:val="28"/>
          <w:cs/>
        </w:rPr>
        <w:t>เรื่อง การรายงานทางการเงินระหว่างกาล ส่วนข้าพเจ้าเป็นผู้รับผิดชอบในการให้ข้อสรุปเกี่ยวกับข้อมูลทางการเงินระหว่าง</w:t>
      </w:r>
      <w:r w:rsidRPr="00D43F2A">
        <w:rPr>
          <w:rFonts w:asciiTheme="majorBidi" w:hAnsiTheme="majorBidi" w:cstheme="majorBidi"/>
          <w:sz w:val="28"/>
          <w:szCs w:val="28"/>
          <w:cs/>
        </w:rPr>
        <w:t>กาลดังกล่าวจากผลการสอบทานของข้าพเจ้า</w:t>
      </w:r>
      <w:r w:rsidRPr="00D43F2A">
        <w:rPr>
          <w:rFonts w:asciiTheme="majorBidi" w:hAnsiTheme="majorBidi" w:cstheme="majorBidi"/>
          <w:sz w:val="28"/>
          <w:szCs w:val="28"/>
        </w:rPr>
        <w:t xml:space="preserve"> </w:t>
      </w:r>
    </w:p>
    <w:p w14:paraId="74E2BF93" w14:textId="77777777" w:rsidR="00117797" w:rsidRPr="00D43F2A" w:rsidRDefault="00117797" w:rsidP="00C4658D">
      <w:pPr>
        <w:tabs>
          <w:tab w:val="left" w:pos="1170"/>
        </w:tabs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24"/>
          <w:szCs w:val="24"/>
        </w:rPr>
      </w:pPr>
    </w:p>
    <w:p w14:paraId="39DC4F8E" w14:textId="77777777" w:rsidR="001E5D9B" w:rsidRPr="00D43F2A" w:rsidRDefault="001E5D9B" w:rsidP="00C4658D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r w:rsidRPr="00D43F2A">
        <w:rPr>
          <w:rFonts w:asciiTheme="majorBidi" w:hAnsiTheme="majorBidi" w:cstheme="majorBidi"/>
          <w:i/>
          <w:iCs/>
          <w:sz w:val="28"/>
          <w:szCs w:val="28"/>
          <w:cs/>
        </w:rPr>
        <w:t>ขอบเขตการสอบทาน</w:t>
      </w:r>
    </w:p>
    <w:p w14:paraId="53E4DCD1" w14:textId="77777777" w:rsidR="001E5D9B" w:rsidRPr="00D43F2A" w:rsidRDefault="001E5D9B" w:rsidP="00C4658D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14:paraId="0DF81CCA" w14:textId="77777777" w:rsidR="001E5D9B" w:rsidRPr="00D43F2A" w:rsidRDefault="001E5D9B" w:rsidP="00C4658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28"/>
          <w:szCs w:val="28"/>
        </w:rPr>
      </w:pPr>
      <w:r w:rsidRPr="00D43F2A">
        <w:rPr>
          <w:rFonts w:asciiTheme="majorBidi" w:hAnsiTheme="majorBidi" w:cstheme="majorBidi"/>
          <w:sz w:val="28"/>
          <w:szCs w:val="28"/>
          <w:cs/>
        </w:rPr>
        <w:t>ข้าพเจ้าได้ปฏิบัติงานสอบทานตามมาตรฐานงานสอบทาน</w:t>
      </w:r>
      <w:r w:rsidRPr="00D43F2A">
        <w:rPr>
          <w:rFonts w:asciiTheme="majorBidi" w:hAnsiTheme="majorBidi" w:cstheme="majorBidi"/>
          <w:sz w:val="28"/>
          <w:szCs w:val="28"/>
        </w:rPr>
        <w:t xml:space="preserve"> </w:t>
      </w:r>
      <w:r w:rsidRPr="00D43F2A">
        <w:rPr>
          <w:rFonts w:asciiTheme="majorBidi" w:hAnsiTheme="majorBidi" w:cstheme="majorBidi"/>
          <w:sz w:val="28"/>
          <w:szCs w:val="28"/>
          <w:cs/>
        </w:rPr>
        <w:t>รหัส</w:t>
      </w:r>
      <w:r w:rsidRPr="00D43F2A">
        <w:rPr>
          <w:rFonts w:asciiTheme="majorBidi" w:hAnsiTheme="majorBidi" w:cstheme="majorBidi"/>
          <w:sz w:val="28"/>
          <w:szCs w:val="28"/>
        </w:rPr>
        <w:t xml:space="preserve"> </w:t>
      </w:r>
      <w:r w:rsidR="00993E75" w:rsidRPr="00D43F2A">
        <w:rPr>
          <w:rFonts w:asciiTheme="majorBidi" w:hAnsiTheme="majorBidi" w:cstheme="majorBidi"/>
          <w:sz w:val="28"/>
          <w:szCs w:val="28"/>
        </w:rPr>
        <w:t>2410</w:t>
      </w:r>
      <w:r w:rsidRPr="00D43F2A">
        <w:rPr>
          <w:rFonts w:asciiTheme="majorBidi" w:hAnsiTheme="majorBidi" w:cstheme="majorBidi"/>
          <w:sz w:val="28"/>
          <w:szCs w:val="28"/>
        </w:rPr>
        <w:t xml:space="preserve"> “</w:t>
      </w:r>
      <w:r w:rsidRPr="00D43F2A">
        <w:rPr>
          <w:rFonts w:asciiTheme="majorBidi" w:hAnsiTheme="majorBidi" w:cstheme="majorBidi"/>
          <w:sz w:val="28"/>
          <w:szCs w:val="28"/>
          <w:cs/>
        </w:rPr>
        <w:t>การสอบทานข้อมูลทางการเงินระหว่างกาลโดยผู้สอบบัญชีรับอนุญาตของกิจการ</w:t>
      </w:r>
      <w:r w:rsidRPr="00D43F2A">
        <w:rPr>
          <w:rFonts w:asciiTheme="majorBidi" w:hAnsiTheme="majorBidi" w:cstheme="majorBidi"/>
          <w:sz w:val="28"/>
          <w:szCs w:val="28"/>
        </w:rPr>
        <w:t>”</w:t>
      </w:r>
      <w:r w:rsidRPr="00D43F2A">
        <w:rPr>
          <w:rFonts w:asciiTheme="majorBidi" w:hAnsiTheme="majorBidi" w:cstheme="majorBidi"/>
          <w:sz w:val="28"/>
          <w:szCs w:val="28"/>
          <w:cs/>
        </w:rPr>
        <w:t xml:space="preserve"> การสอบทานดังกล่าวประกอบด้วย</w:t>
      </w:r>
      <w:r w:rsidRPr="00D43F2A">
        <w:rPr>
          <w:rFonts w:asciiTheme="majorBidi" w:hAnsiTheme="majorBidi" w:cstheme="majorBidi"/>
          <w:sz w:val="28"/>
          <w:szCs w:val="28"/>
        </w:rPr>
        <w:t xml:space="preserve"> </w:t>
      </w:r>
      <w:r w:rsidRPr="00D43F2A">
        <w:rPr>
          <w:rFonts w:asciiTheme="majorBidi" w:hAnsiTheme="majorBidi" w:cstheme="majorBidi"/>
          <w:sz w:val="28"/>
          <w:szCs w:val="28"/>
          <w:cs/>
        </w:rPr>
        <w:t>การใช้วิธีการสอบถามบุคลากรซึ่งส่วนใหญ่เป็นผู้รับผิดชอบ</w:t>
      </w:r>
      <w:r w:rsidR="00521266" w:rsidRPr="00D43F2A">
        <w:rPr>
          <w:rFonts w:asciiTheme="majorBidi" w:hAnsiTheme="majorBidi" w:cstheme="majorBidi"/>
          <w:sz w:val="28"/>
          <w:szCs w:val="28"/>
        </w:rPr>
        <w:br/>
      </w:r>
      <w:r w:rsidRPr="00D43F2A">
        <w:rPr>
          <w:rFonts w:asciiTheme="majorBidi" w:hAnsiTheme="majorBidi" w:cstheme="majorBidi"/>
          <w:sz w:val="28"/>
          <w:szCs w:val="28"/>
          <w:cs/>
        </w:rPr>
        <w:t>ด้านการเงินและบัญชีและการวิเคราะห์เปรียบเทียบและวิธีการสอบทานอื่น</w:t>
      </w:r>
      <w:r w:rsidRPr="00D43F2A">
        <w:rPr>
          <w:rFonts w:asciiTheme="majorBidi" w:hAnsiTheme="majorBidi" w:cstheme="majorBidi"/>
          <w:sz w:val="28"/>
          <w:szCs w:val="28"/>
        </w:rPr>
        <w:t xml:space="preserve"> </w:t>
      </w:r>
      <w:r w:rsidRPr="00D43F2A">
        <w:rPr>
          <w:rFonts w:asciiTheme="majorBidi" w:hAnsiTheme="majorBidi" w:cstheme="majorBidi"/>
          <w:sz w:val="28"/>
          <w:szCs w:val="28"/>
          <w:cs/>
        </w:rPr>
        <w:t>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</w:t>
      </w:r>
      <w:r w:rsidRPr="00D43F2A">
        <w:rPr>
          <w:rFonts w:asciiTheme="majorBidi" w:hAnsiTheme="majorBidi" w:cstheme="majorBidi"/>
          <w:sz w:val="28"/>
          <w:szCs w:val="28"/>
        </w:rPr>
        <w:t xml:space="preserve"> </w:t>
      </w:r>
      <w:r w:rsidRPr="00D43F2A">
        <w:rPr>
          <w:rFonts w:asciiTheme="majorBidi" w:hAnsiTheme="majorBidi" w:cstheme="majorBidi"/>
          <w:sz w:val="28"/>
          <w:szCs w:val="28"/>
          <w:cs/>
        </w:rPr>
        <w:t>ดังนั้นข้าพเจ้าจึงไม่แสดงความเห็นต่อข้อมูลทางการเงินระหว่างกาลที่</w:t>
      </w:r>
      <w:r w:rsidR="00C1295D" w:rsidRPr="00D43F2A">
        <w:rPr>
          <w:rFonts w:asciiTheme="majorBidi" w:hAnsiTheme="majorBidi" w:cstheme="majorBidi"/>
          <w:sz w:val="28"/>
          <w:szCs w:val="28"/>
          <w:cs/>
        </w:rPr>
        <w:t>สอบ</w:t>
      </w:r>
      <w:r w:rsidRPr="00D43F2A">
        <w:rPr>
          <w:rFonts w:asciiTheme="majorBidi" w:hAnsiTheme="majorBidi" w:cstheme="majorBidi"/>
          <w:sz w:val="28"/>
          <w:szCs w:val="28"/>
          <w:cs/>
        </w:rPr>
        <w:t>ทาน</w:t>
      </w:r>
    </w:p>
    <w:p w14:paraId="02752337" w14:textId="77777777" w:rsidR="00C562FA" w:rsidRPr="00D43F2A" w:rsidRDefault="00BC7CF8" w:rsidP="00C4658D">
      <w:pPr>
        <w:rPr>
          <w:rFonts w:asciiTheme="majorBidi" w:hAnsiTheme="majorBidi" w:cstheme="majorBidi"/>
          <w:sz w:val="28"/>
          <w:szCs w:val="28"/>
        </w:rPr>
      </w:pPr>
      <w:r w:rsidRPr="00D43F2A">
        <w:rPr>
          <w:rFonts w:asciiTheme="majorBidi" w:hAnsiTheme="majorBidi" w:cstheme="majorBidi"/>
          <w:i/>
          <w:iCs/>
          <w:sz w:val="28"/>
          <w:szCs w:val="28"/>
          <w:cs/>
        </w:rPr>
        <w:br w:type="page"/>
      </w:r>
    </w:p>
    <w:p w14:paraId="62D4A070" w14:textId="77777777" w:rsidR="00B46991" w:rsidRPr="00D43F2A" w:rsidRDefault="00B46991" w:rsidP="00C4658D">
      <w:pPr>
        <w:spacing w:line="240" w:lineRule="auto"/>
        <w:jc w:val="thaiDistribute"/>
        <w:rPr>
          <w:rFonts w:asciiTheme="majorBidi" w:hAnsiTheme="majorBidi" w:cstheme="majorBidi"/>
          <w:sz w:val="28"/>
          <w:szCs w:val="28"/>
        </w:rPr>
      </w:pPr>
    </w:p>
    <w:p w14:paraId="121BD005" w14:textId="77777777" w:rsidR="00C5422F" w:rsidRPr="00D43F2A" w:rsidRDefault="00C5422F" w:rsidP="00C4658D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14:paraId="50080670" w14:textId="77777777" w:rsidR="00C5422F" w:rsidRPr="00D43F2A" w:rsidRDefault="00C5422F" w:rsidP="00C4658D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28"/>
          <w:szCs w:val="28"/>
        </w:rPr>
      </w:pPr>
    </w:p>
    <w:p w14:paraId="5EEBE07C" w14:textId="77777777" w:rsidR="001E5D9B" w:rsidRPr="00D43F2A" w:rsidRDefault="001E5D9B" w:rsidP="00C4658D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28"/>
          <w:szCs w:val="28"/>
        </w:rPr>
      </w:pPr>
      <w:r w:rsidRPr="00D43F2A">
        <w:rPr>
          <w:rFonts w:asciiTheme="majorBidi" w:hAnsiTheme="majorBidi" w:cstheme="majorBidi"/>
          <w:i/>
          <w:iCs/>
          <w:sz w:val="28"/>
          <w:szCs w:val="28"/>
          <w:cs/>
        </w:rPr>
        <w:t>ข้อสรุป</w:t>
      </w:r>
    </w:p>
    <w:p w14:paraId="1A0FE12C" w14:textId="77777777" w:rsidR="0071316E" w:rsidRPr="00D43F2A" w:rsidRDefault="0071316E" w:rsidP="00C4658D">
      <w:pPr>
        <w:autoSpaceDE w:val="0"/>
        <w:autoSpaceDN w:val="0"/>
        <w:adjustRightInd w:val="0"/>
        <w:spacing w:line="240" w:lineRule="auto"/>
        <w:rPr>
          <w:rFonts w:asciiTheme="majorBidi" w:hAnsiTheme="majorBidi" w:cstheme="majorBidi"/>
          <w:i/>
          <w:iCs/>
          <w:sz w:val="24"/>
          <w:szCs w:val="24"/>
        </w:rPr>
      </w:pPr>
    </w:p>
    <w:p w14:paraId="6E3E0C94" w14:textId="77777777" w:rsidR="00302649" w:rsidRPr="00D43F2A" w:rsidRDefault="00302649" w:rsidP="00C4658D">
      <w:pPr>
        <w:autoSpaceDE w:val="0"/>
        <w:autoSpaceDN w:val="0"/>
        <w:adjustRightInd w:val="0"/>
        <w:spacing w:line="240" w:lineRule="auto"/>
        <w:jc w:val="thaiDistribute"/>
        <w:rPr>
          <w:rFonts w:asciiTheme="majorBidi" w:hAnsiTheme="majorBidi" w:cstheme="majorBidi"/>
          <w:sz w:val="28"/>
          <w:szCs w:val="28"/>
        </w:rPr>
      </w:pPr>
      <w:r w:rsidRPr="00D43F2A">
        <w:rPr>
          <w:rFonts w:asciiTheme="majorBidi" w:hAnsiTheme="majorBidi" w:cstheme="majorBidi"/>
          <w:sz w:val="28"/>
          <w:szCs w:val="28"/>
          <w:cs/>
        </w:rPr>
        <w:t>ข้าพเจ้าไม่พบสิ่งที่เป็นเหตุให้เชื่อว่าข้อมูลทางการเงินระหว่างกาลดังกล่าว</w:t>
      </w:r>
      <w:r w:rsidRPr="00D43F2A">
        <w:rPr>
          <w:rFonts w:asciiTheme="majorBidi" w:hAnsiTheme="majorBidi" w:cstheme="majorBidi"/>
          <w:color w:val="FFFFFF"/>
          <w:sz w:val="28"/>
          <w:szCs w:val="28"/>
          <w:cs/>
        </w:rPr>
        <w:t xml:space="preserve"> </w:t>
      </w:r>
      <w:r w:rsidRPr="00D43F2A">
        <w:rPr>
          <w:rFonts w:asciiTheme="majorBidi" w:hAnsiTheme="majorBidi" w:cstheme="majorBidi"/>
          <w:sz w:val="28"/>
          <w:szCs w:val="28"/>
          <w:cs/>
        </w:rPr>
        <w:t xml:space="preserve">ไม่ได้จัดทำขึ้นตามมาตรฐานการบัญชี ฉบับที่ </w:t>
      </w:r>
      <w:r w:rsidR="00993E75" w:rsidRPr="00D43F2A">
        <w:rPr>
          <w:rFonts w:asciiTheme="majorBidi" w:hAnsiTheme="majorBidi" w:cstheme="majorBidi"/>
          <w:sz w:val="28"/>
          <w:szCs w:val="28"/>
        </w:rPr>
        <w:t>34</w:t>
      </w:r>
      <w:r w:rsidR="00FB5726" w:rsidRPr="00D43F2A">
        <w:rPr>
          <w:rFonts w:asciiTheme="majorBidi" w:hAnsiTheme="majorBidi" w:cstheme="majorBidi"/>
          <w:sz w:val="28"/>
          <w:szCs w:val="28"/>
        </w:rPr>
        <w:br/>
      </w:r>
      <w:r w:rsidR="007B18F0" w:rsidRPr="00D43F2A">
        <w:rPr>
          <w:rFonts w:asciiTheme="majorBidi" w:hAnsiTheme="majorBidi" w:cstheme="majorBidi"/>
          <w:sz w:val="28"/>
          <w:szCs w:val="28"/>
          <w:cs/>
        </w:rPr>
        <w:t xml:space="preserve"> เรื่อง การรายงานทาง</w:t>
      </w:r>
      <w:r w:rsidRPr="00D43F2A">
        <w:rPr>
          <w:rFonts w:asciiTheme="majorBidi" w:hAnsiTheme="majorBidi" w:cstheme="majorBidi"/>
          <w:sz w:val="28"/>
          <w:szCs w:val="28"/>
          <w:cs/>
        </w:rPr>
        <w:t>การเงินระหว่างกาล</w:t>
      </w:r>
      <w:r w:rsidRPr="00D43F2A">
        <w:rPr>
          <w:rFonts w:asciiTheme="majorBidi" w:hAnsiTheme="majorBidi" w:cstheme="majorBidi"/>
          <w:sz w:val="28"/>
          <w:szCs w:val="28"/>
        </w:rPr>
        <w:t xml:space="preserve"> </w:t>
      </w:r>
      <w:r w:rsidRPr="00D43F2A">
        <w:rPr>
          <w:rFonts w:asciiTheme="majorBidi" w:hAnsiTheme="majorBidi" w:cstheme="majorBidi"/>
          <w:sz w:val="28"/>
          <w:szCs w:val="28"/>
          <w:cs/>
        </w:rPr>
        <w:t>ในสาระสำคัญจากการสอบทานของข้าพเจ้า</w:t>
      </w:r>
    </w:p>
    <w:p w14:paraId="5D75816D" w14:textId="77777777" w:rsidR="00C5422F" w:rsidRPr="00D43F2A" w:rsidRDefault="00C5422F" w:rsidP="00C4658D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7FF30F95" w14:textId="77777777" w:rsidR="0098009E" w:rsidRPr="00D43F2A" w:rsidRDefault="0098009E" w:rsidP="00C4658D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2AA9B0EE" w14:textId="77777777" w:rsidR="001E5D9B" w:rsidRPr="00D43F2A" w:rsidRDefault="001E5D9B" w:rsidP="00C4658D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AF56038" w14:textId="77777777" w:rsidR="00C5422F" w:rsidRPr="00D43F2A" w:rsidRDefault="00C5422F" w:rsidP="00C4658D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4279224E" w14:textId="77777777" w:rsidR="00F24109" w:rsidRPr="00D43F2A" w:rsidRDefault="00F24109" w:rsidP="00C4658D">
      <w:pPr>
        <w:pStyle w:val="a"/>
        <w:tabs>
          <w:tab w:val="clear" w:pos="1080"/>
        </w:tabs>
        <w:jc w:val="thaiDistribute"/>
        <w:rPr>
          <w:rFonts w:asciiTheme="majorBidi" w:hAnsiTheme="majorBidi" w:cstheme="majorBidi"/>
          <w:sz w:val="28"/>
          <w:szCs w:val="28"/>
          <w:lang w:val="en-US"/>
        </w:rPr>
      </w:pPr>
    </w:p>
    <w:p w14:paraId="3C25DBA2" w14:textId="2EF5C4CE" w:rsidR="00F83C84" w:rsidRPr="00D43F2A" w:rsidRDefault="00F83C84" w:rsidP="00C4658D">
      <w:pPr>
        <w:pStyle w:val="T"/>
        <w:ind w:left="0" w:right="29"/>
        <w:jc w:val="both"/>
        <w:rPr>
          <w:rFonts w:asciiTheme="majorBidi" w:hAnsiTheme="majorBidi" w:cstheme="majorBidi"/>
          <w:sz w:val="28"/>
          <w:szCs w:val="28"/>
          <w:cs/>
        </w:rPr>
      </w:pPr>
      <w:r w:rsidRPr="00D43F2A">
        <w:rPr>
          <w:rFonts w:asciiTheme="majorBidi" w:hAnsiTheme="majorBidi" w:cstheme="majorBidi"/>
          <w:sz w:val="28"/>
          <w:szCs w:val="28"/>
          <w:cs/>
        </w:rPr>
        <w:t>(</w:t>
      </w:r>
      <w:r w:rsidR="00076EFD" w:rsidRPr="00D43F2A">
        <w:rPr>
          <w:rFonts w:asciiTheme="majorBidi" w:hAnsiTheme="majorBidi" w:cstheme="majorBidi" w:hint="cs"/>
          <w:sz w:val="28"/>
          <w:szCs w:val="28"/>
          <w:cs/>
        </w:rPr>
        <w:t>วิไลวรรณ</w:t>
      </w:r>
      <w:r w:rsidRPr="00D43F2A">
        <w:rPr>
          <w:rFonts w:asciiTheme="majorBidi" w:hAnsiTheme="majorBidi" w:cstheme="majorBidi"/>
          <w:sz w:val="28"/>
          <w:szCs w:val="28"/>
          <w:cs/>
        </w:rPr>
        <w:t xml:space="preserve"> </w:t>
      </w:r>
      <w:r w:rsidR="00076EFD" w:rsidRPr="00D43F2A">
        <w:rPr>
          <w:rFonts w:asciiTheme="majorBidi" w:hAnsiTheme="majorBidi" w:cstheme="majorBidi" w:hint="cs"/>
          <w:sz w:val="28"/>
          <w:szCs w:val="28"/>
          <w:cs/>
        </w:rPr>
        <w:t>ผลประเสร</w:t>
      </w:r>
      <w:r w:rsidR="00B3328B" w:rsidRPr="00D43F2A">
        <w:rPr>
          <w:rFonts w:asciiTheme="majorBidi" w:hAnsiTheme="majorBidi" w:cstheme="majorBidi" w:hint="cs"/>
          <w:sz w:val="28"/>
          <w:szCs w:val="28"/>
          <w:cs/>
        </w:rPr>
        <w:t>ิ</w:t>
      </w:r>
      <w:r w:rsidR="00076EFD" w:rsidRPr="00D43F2A">
        <w:rPr>
          <w:rFonts w:asciiTheme="majorBidi" w:hAnsiTheme="majorBidi" w:cstheme="majorBidi" w:hint="cs"/>
          <w:sz w:val="28"/>
          <w:szCs w:val="28"/>
          <w:cs/>
        </w:rPr>
        <w:t>ฐ</w:t>
      </w:r>
      <w:r w:rsidRPr="00D43F2A">
        <w:rPr>
          <w:rFonts w:asciiTheme="majorBidi" w:hAnsiTheme="majorBidi" w:cstheme="majorBidi"/>
          <w:sz w:val="28"/>
          <w:szCs w:val="28"/>
          <w:cs/>
        </w:rPr>
        <w:t>)</w:t>
      </w:r>
    </w:p>
    <w:p w14:paraId="1367B2C4" w14:textId="77777777" w:rsidR="00F83C84" w:rsidRPr="00D43F2A" w:rsidRDefault="00F83C84" w:rsidP="00C4658D">
      <w:pPr>
        <w:pStyle w:val="T"/>
        <w:ind w:left="0" w:right="29"/>
        <w:jc w:val="both"/>
        <w:rPr>
          <w:rFonts w:asciiTheme="majorBidi" w:hAnsiTheme="majorBidi" w:cstheme="majorBidi"/>
          <w:sz w:val="28"/>
          <w:szCs w:val="28"/>
          <w:cs/>
        </w:rPr>
      </w:pPr>
      <w:r w:rsidRPr="00D43F2A">
        <w:rPr>
          <w:rFonts w:asciiTheme="majorBidi" w:hAnsiTheme="majorBidi" w:cstheme="majorBidi"/>
          <w:sz w:val="28"/>
          <w:szCs w:val="28"/>
          <w:cs/>
        </w:rPr>
        <w:t>ผู้สอบบัญชีรับอนุญาต</w:t>
      </w:r>
    </w:p>
    <w:p w14:paraId="0C41C5AC" w14:textId="7BEA5644" w:rsidR="00F83C84" w:rsidRPr="00D43F2A" w:rsidRDefault="00F83C84" w:rsidP="00C4658D">
      <w:pPr>
        <w:pStyle w:val="T"/>
        <w:ind w:left="0" w:right="29"/>
        <w:jc w:val="both"/>
        <w:rPr>
          <w:rFonts w:asciiTheme="majorBidi" w:hAnsiTheme="majorBidi" w:cstheme="majorBidi"/>
          <w:sz w:val="28"/>
          <w:szCs w:val="28"/>
          <w:lang w:val="en-US"/>
        </w:rPr>
      </w:pPr>
      <w:r w:rsidRPr="00D43F2A">
        <w:rPr>
          <w:rFonts w:asciiTheme="majorBidi" w:hAnsiTheme="majorBidi" w:cstheme="majorBidi"/>
          <w:sz w:val="28"/>
          <w:szCs w:val="28"/>
          <w:cs/>
        </w:rPr>
        <w:t xml:space="preserve">เลขทะเบียน </w:t>
      </w:r>
      <w:r w:rsidR="00B4288C" w:rsidRPr="00D43F2A">
        <w:rPr>
          <w:rFonts w:asciiTheme="majorBidi" w:hAnsiTheme="majorBidi" w:cstheme="majorBidi"/>
          <w:sz w:val="28"/>
          <w:szCs w:val="28"/>
          <w:lang w:val="en-US"/>
        </w:rPr>
        <w:t>8420</w:t>
      </w:r>
    </w:p>
    <w:p w14:paraId="5249215D" w14:textId="77777777" w:rsidR="001E5D9B" w:rsidRPr="00D43F2A" w:rsidRDefault="001E5D9B" w:rsidP="00C4658D">
      <w:pPr>
        <w:spacing w:line="240" w:lineRule="auto"/>
        <w:ind w:right="-43"/>
        <w:jc w:val="both"/>
        <w:rPr>
          <w:rFonts w:asciiTheme="majorBidi" w:hAnsiTheme="majorBidi" w:cstheme="majorBidi"/>
          <w:sz w:val="24"/>
          <w:szCs w:val="24"/>
        </w:rPr>
      </w:pPr>
    </w:p>
    <w:p w14:paraId="5A91CA5F" w14:textId="77777777" w:rsidR="001E5D9B" w:rsidRPr="00D43F2A" w:rsidRDefault="001E5D9B" w:rsidP="00C4658D">
      <w:pPr>
        <w:spacing w:line="240" w:lineRule="auto"/>
        <w:ind w:right="-43"/>
        <w:jc w:val="both"/>
        <w:rPr>
          <w:rFonts w:asciiTheme="majorBidi" w:hAnsiTheme="majorBidi" w:cstheme="majorBidi"/>
          <w:sz w:val="28"/>
          <w:szCs w:val="28"/>
        </w:rPr>
      </w:pPr>
      <w:r w:rsidRPr="00D43F2A">
        <w:rPr>
          <w:rFonts w:asciiTheme="majorBidi" w:hAnsiTheme="majorBidi" w:cstheme="majorBidi"/>
          <w:sz w:val="28"/>
          <w:szCs w:val="28"/>
          <w:cs/>
        </w:rPr>
        <w:t>บริษัท เคพีเอ็มจี ภูมิไชย สอบบัญชี จำกัด</w:t>
      </w:r>
    </w:p>
    <w:p w14:paraId="260D7355" w14:textId="77777777" w:rsidR="001E5D9B" w:rsidRPr="00D43F2A" w:rsidRDefault="001E5D9B" w:rsidP="00C4658D">
      <w:pPr>
        <w:spacing w:line="240" w:lineRule="auto"/>
        <w:ind w:right="-43"/>
        <w:jc w:val="both"/>
        <w:rPr>
          <w:rFonts w:asciiTheme="majorBidi" w:hAnsiTheme="majorBidi" w:cstheme="majorBidi"/>
          <w:sz w:val="28"/>
          <w:szCs w:val="28"/>
        </w:rPr>
      </w:pPr>
      <w:r w:rsidRPr="00D43F2A">
        <w:rPr>
          <w:rFonts w:asciiTheme="majorBidi" w:hAnsiTheme="majorBidi" w:cstheme="majorBidi"/>
          <w:sz w:val="28"/>
          <w:szCs w:val="28"/>
          <w:cs/>
        </w:rPr>
        <w:t>กรุงเทพมหานคร</w:t>
      </w:r>
    </w:p>
    <w:p w14:paraId="6D0E4F08" w14:textId="77AD12C9" w:rsidR="0009267B" w:rsidRPr="00D43F2A" w:rsidRDefault="00076EFD" w:rsidP="00C4658D">
      <w:pPr>
        <w:spacing w:line="240" w:lineRule="auto"/>
        <w:ind w:right="-43"/>
        <w:jc w:val="both"/>
        <w:rPr>
          <w:rFonts w:asciiTheme="majorBidi" w:hAnsiTheme="majorBidi" w:cstheme="majorBidi"/>
          <w:b/>
          <w:bCs/>
          <w:sz w:val="28"/>
          <w:szCs w:val="28"/>
        </w:rPr>
      </w:pPr>
      <w:r w:rsidRPr="00D43F2A">
        <w:rPr>
          <w:rFonts w:asciiTheme="majorBidi" w:hAnsiTheme="majorBidi" w:cstheme="majorBidi"/>
          <w:sz w:val="28"/>
          <w:szCs w:val="28"/>
        </w:rPr>
        <w:t xml:space="preserve">14 </w:t>
      </w:r>
      <w:r w:rsidRPr="00D43F2A">
        <w:rPr>
          <w:rFonts w:asciiTheme="majorBidi" w:hAnsiTheme="majorBidi" w:cstheme="majorBidi" w:hint="cs"/>
          <w:sz w:val="28"/>
          <w:szCs w:val="28"/>
          <w:cs/>
        </w:rPr>
        <w:t>พฤษภ</w:t>
      </w:r>
      <w:r w:rsidR="00062E89">
        <w:rPr>
          <w:rFonts w:asciiTheme="majorBidi" w:hAnsiTheme="majorBidi" w:cstheme="majorBidi" w:hint="cs"/>
          <w:sz w:val="28"/>
          <w:szCs w:val="28"/>
          <w:cs/>
        </w:rPr>
        <w:t>า</w:t>
      </w:r>
      <w:r w:rsidRPr="00D43F2A">
        <w:rPr>
          <w:rFonts w:asciiTheme="majorBidi" w:hAnsiTheme="majorBidi" w:cstheme="majorBidi" w:hint="cs"/>
          <w:sz w:val="28"/>
          <w:szCs w:val="28"/>
          <w:cs/>
        </w:rPr>
        <w:t xml:space="preserve">คม </w:t>
      </w:r>
      <w:r w:rsidR="00523860" w:rsidRPr="00D43F2A">
        <w:rPr>
          <w:rFonts w:asciiTheme="majorBidi" w:hAnsiTheme="majorBidi" w:cstheme="majorBidi"/>
          <w:sz w:val="28"/>
          <w:szCs w:val="28"/>
        </w:rPr>
        <w:t>2564</w:t>
      </w:r>
    </w:p>
    <w:sectPr w:rsidR="0009267B" w:rsidRPr="00D43F2A" w:rsidSect="00AE76BF">
      <w:pgSz w:w="11909" w:h="16834" w:code="9"/>
      <w:pgMar w:top="691" w:right="1152" w:bottom="576" w:left="1152" w:header="720" w:footer="720" w:gutter="0"/>
      <w:pgNumType w:start="1"/>
      <w:cols w:space="720"/>
      <w:titlePg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B3739A0" w14:textId="77777777" w:rsidR="00EB5358" w:rsidRDefault="00EB5358" w:rsidP="00900EE2">
      <w:r>
        <w:separator/>
      </w:r>
    </w:p>
  </w:endnote>
  <w:endnote w:type="continuationSeparator" w:id="0">
    <w:p w14:paraId="046D15EC" w14:textId="77777777" w:rsidR="00EB5358" w:rsidRDefault="00EB5358" w:rsidP="00900E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0095BA" w14:textId="77777777" w:rsidR="001A1121" w:rsidRDefault="001A1121" w:rsidP="0019240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 w:rsidRPr="00993E75">
      <w:rPr>
        <w:rStyle w:val="PageNumber"/>
        <w:noProof/>
        <w:lang w:val="en-US"/>
      </w:rPr>
      <w:t>6</w:t>
    </w:r>
    <w:r>
      <w:rPr>
        <w:rStyle w:val="PageNumber"/>
      </w:rPr>
      <w:fldChar w:fldCharType="end"/>
    </w:r>
  </w:p>
  <w:p w14:paraId="217CC74E" w14:textId="77777777" w:rsidR="001A1121" w:rsidRDefault="001A1121" w:rsidP="000A397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4F1431" w14:textId="77777777" w:rsidR="001A1121" w:rsidRPr="00EE2DC5" w:rsidRDefault="001A1121" w:rsidP="007C2D5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</w:rPr>
    </w:pPr>
    <w:r w:rsidRPr="00EE2DC5">
      <w:rPr>
        <w:rStyle w:val="PageNumber"/>
        <w:rFonts w:ascii="Angsana New" w:hAnsi="Angsana New"/>
        <w:sz w:val="30"/>
        <w:szCs w:val="30"/>
      </w:rPr>
      <w:fldChar w:fldCharType="begin"/>
    </w:r>
    <w:r w:rsidRPr="00EE2DC5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EE2DC5">
      <w:rPr>
        <w:rStyle w:val="PageNumber"/>
        <w:rFonts w:ascii="Angsana New" w:hAnsi="Angsana New"/>
        <w:sz w:val="30"/>
        <w:szCs w:val="30"/>
      </w:rPr>
      <w:fldChar w:fldCharType="separate"/>
    </w:r>
    <w:r>
      <w:rPr>
        <w:rStyle w:val="PageNumber"/>
        <w:rFonts w:ascii="Angsana New" w:hAnsi="Angsana New"/>
        <w:noProof/>
        <w:sz w:val="30"/>
        <w:szCs w:val="30"/>
      </w:rPr>
      <w:t>5</w:t>
    </w:r>
    <w:r w:rsidRPr="00993E75">
      <w:rPr>
        <w:rStyle w:val="PageNumber"/>
        <w:rFonts w:ascii="Angsana New" w:hAnsi="Angsana New"/>
        <w:noProof/>
        <w:sz w:val="30"/>
        <w:szCs w:val="30"/>
        <w:lang w:val="en-US"/>
      </w:rPr>
      <w:t>6</w:t>
    </w:r>
    <w:r w:rsidRPr="00EE2DC5">
      <w:rPr>
        <w:rStyle w:val="PageNumber"/>
        <w:rFonts w:ascii="Angsana New" w:hAnsi="Angsana New"/>
        <w:sz w:val="30"/>
        <w:szCs w:val="30"/>
      </w:rPr>
      <w:fldChar w:fldCharType="end"/>
    </w:r>
  </w:p>
  <w:p w14:paraId="2FC6A3F2" w14:textId="77777777" w:rsidR="001A1121" w:rsidRDefault="001A1121" w:rsidP="007C2D59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DB7EF2" w14:textId="77777777" w:rsidR="001A1121" w:rsidRDefault="001A1121">
    <w:pPr>
      <w:pStyle w:val="Footer"/>
      <w:rPr>
        <w:rFonts w:ascii="Angsana New" w:hAnsi="Angsana New"/>
        <w:i/>
        <w:iCs/>
        <w:sz w:val="30"/>
        <w:szCs w:val="30"/>
      </w:rPr>
    </w:pPr>
    <w:r w:rsidRPr="00C562FA">
      <w:rPr>
        <w:rFonts w:ascii="Angsana New" w:hAnsi="Angsana New"/>
        <w:i/>
        <w:iCs/>
        <w:sz w:val="30"/>
        <w:szCs w:val="30"/>
      </w:rPr>
      <w:tab/>
    </w:r>
  </w:p>
  <w:p w14:paraId="5BA1AF01" w14:textId="77777777" w:rsidR="001A1121" w:rsidRPr="00C562FA" w:rsidRDefault="001A1121">
    <w:pPr>
      <w:pStyle w:val="Footer"/>
      <w:rPr>
        <w:rFonts w:ascii="Angsana New" w:hAnsi="Angsana New"/>
        <w:i/>
        <w:iCs/>
        <w:sz w:val="30"/>
        <w:szCs w:val="30"/>
      </w:rPr>
    </w:pP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  <w:r w:rsidRPr="00C562FA">
      <w:rPr>
        <w:rFonts w:ascii="Angsana New" w:hAnsi="Angsana New"/>
        <w:i/>
        <w:iCs/>
        <w:sz w:val="30"/>
        <w:szCs w:val="3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10B5267" w14:textId="77777777" w:rsidR="00EB5358" w:rsidRDefault="00EB5358" w:rsidP="00900EE2">
      <w:r>
        <w:separator/>
      </w:r>
    </w:p>
  </w:footnote>
  <w:footnote w:type="continuationSeparator" w:id="0">
    <w:p w14:paraId="20BAD282" w14:textId="77777777" w:rsidR="00EB5358" w:rsidRDefault="00EB5358" w:rsidP="00900EE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4EB739C"/>
    <w:multiLevelType w:val="multilevel"/>
    <w:tmpl w:val="DDCC9A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335040EB"/>
    <w:multiLevelType w:val="singleLevel"/>
    <w:tmpl w:val="5A92EACE"/>
    <w:lvl w:ilvl="0">
      <w:start w:val="1"/>
      <w:numFmt w:val="bullet"/>
      <w:pStyle w:val="Style2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5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6" w15:restartNumberingAfterBreak="0">
    <w:nsid w:val="3D2628AC"/>
    <w:multiLevelType w:val="hybridMultilevel"/>
    <w:tmpl w:val="580A0590"/>
    <w:lvl w:ilvl="0" w:tplc="79AE6642">
      <w:start w:val="3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48884DCA"/>
    <w:multiLevelType w:val="hybridMultilevel"/>
    <w:tmpl w:val="E424CBBE"/>
    <w:lvl w:ilvl="0" w:tplc="8638855E">
      <w:start w:val="31"/>
      <w:numFmt w:val="decimal"/>
      <w:lvlText w:val="%1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51AE4E26"/>
    <w:multiLevelType w:val="hybridMultilevel"/>
    <w:tmpl w:val="D0B42930"/>
    <w:lvl w:ilvl="0" w:tplc="43CC59EE">
      <w:start w:val="2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ascii="Angsana New" w:hAnsi="Angsana New" w:cs="Angsana New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F94948"/>
    <w:multiLevelType w:val="hybridMultilevel"/>
    <w:tmpl w:val="BAB2ED52"/>
    <w:lvl w:ilvl="0" w:tplc="A85EAAFA">
      <w:start w:val="1"/>
      <w:numFmt w:val="thaiLetters"/>
      <w:lvlText w:val="(%1)"/>
      <w:lvlJc w:val="left"/>
      <w:pPr>
        <w:ind w:left="90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D1F290B"/>
    <w:multiLevelType w:val="multilevel"/>
    <w:tmpl w:val="78AA9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901460"/>
    <w:multiLevelType w:val="hybridMultilevel"/>
    <w:tmpl w:val="C8D04D7C"/>
    <w:lvl w:ilvl="0" w:tplc="3634B79E">
      <w:start w:val="1"/>
      <w:numFmt w:val="decimal"/>
      <w:lvlText w:val="%1-"/>
      <w:lvlJc w:val="left"/>
      <w:pPr>
        <w:ind w:left="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8" w:hanging="360"/>
      </w:pPr>
    </w:lvl>
    <w:lvl w:ilvl="2" w:tplc="0409001B" w:tentative="1">
      <w:start w:val="1"/>
      <w:numFmt w:val="lowerRoman"/>
      <w:lvlText w:val="%3."/>
      <w:lvlJc w:val="right"/>
      <w:pPr>
        <w:ind w:left="2048" w:hanging="180"/>
      </w:pPr>
    </w:lvl>
    <w:lvl w:ilvl="3" w:tplc="0409000F" w:tentative="1">
      <w:start w:val="1"/>
      <w:numFmt w:val="decimal"/>
      <w:lvlText w:val="%4."/>
      <w:lvlJc w:val="left"/>
      <w:pPr>
        <w:ind w:left="2768" w:hanging="360"/>
      </w:pPr>
    </w:lvl>
    <w:lvl w:ilvl="4" w:tplc="04090019" w:tentative="1">
      <w:start w:val="1"/>
      <w:numFmt w:val="lowerLetter"/>
      <w:lvlText w:val="%5."/>
      <w:lvlJc w:val="left"/>
      <w:pPr>
        <w:ind w:left="3488" w:hanging="360"/>
      </w:pPr>
    </w:lvl>
    <w:lvl w:ilvl="5" w:tplc="0409001B" w:tentative="1">
      <w:start w:val="1"/>
      <w:numFmt w:val="lowerRoman"/>
      <w:lvlText w:val="%6."/>
      <w:lvlJc w:val="right"/>
      <w:pPr>
        <w:ind w:left="4208" w:hanging="180"/>
      </w:pPr>
    </w:lvl>
    <w:lvl w:ilvl="6" w:tplc="0409000F" w:tentative="1">
      <w:start w:val="1"/>
      <w:numFmt w:val="decimal"/>
      <w:lvlText w:val="%7."/>
      <w:lvlJc w:val="left"/>
      <w:pPr>
        <w:ind w:left="4928" w:hanging="360"/>
      </w:pPr>
    </w:lvl>
    <w:lvl w:ilvl="7" w:tplc="04090019" w:tentative="1">
      <w:start w:val="1"/>
      <w:numFmt w:val="lowerLetter"/>
      <w:lvlText w:val="%8."/>
      <w:lvlJc w:val="left"/>
      <w:pPr>
        <w:ind w:left="5648" w:hanging="360"/>
      </w:pPr>
    </w:lvl>
    <w:lvl w:ilvl="8" w:tplc="040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5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7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5"/>
  </w:num>
  <w:num w:numId="12">
    <w:abstractNumId w:val="12"/>
  </w:num>
  <w:num w:numId="13">
    <w:abstractNumId w:val="26"/>
  </w:num>
  <w:num w:numId="14">
    <w:abstractNumId w:val="13"/>
  </w:num>
  <w:num w:numId="15">
    <w:abstractNumId w:val="17"/>
  </w:num>
  <w:num w:numId="16">
    <w:abstractNumId w:val="21"/>
  </w:num>
  <w:num w:numId="17">
    <w:abstractNumId w:val="14"/>
  </w:num>
  <w:num w:numId="18">
    <w:abstractNumId w:val="28"/>
  </w:num>
  <w:num w:numId="19">
    <w:abstractNumId w:val="22"/>
  </w:num>
  <w:num w:numId="20">
    <w:abstractNumId w:val="19"/>
  </w:num>
  <w:num w:numId="21">
    <w:abstractNumId w:val="10"/>
  </w:num>
  <w:num w:numId="22">
    <w:abstractNumId w:val="25"/>
  </w:num>
  <w:num w:numId="23">
    <w:abstractNumId w:val="27"/>
  </w:num>
  <w:num w:numId="24">
    <w:abstractNumId w:val="20"/>
  </w:num>
  <w:num w:numId="25">
    <w:abstractNumId w:val="18"/>
  </w:num>
  <w:num w:numId="26">
    <w:abstractNumId w:val="16"/>
  </w:num>
  <w:num w:numId="27">
    <w:abstractNumId w:val="23"/>
  </w:num>
  <w:num w:numId="28">
    <w:abstractNumId w:val="11"/>
  </w:num>
  <w:num w:numId="29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6C2"/>
    <w:rsid w:val="0000050C"/>
    <w:rsid w:val="00000519"/>
    <w:rsid w:val="00000DA9"/>
    <w:rsid w:val="0000113A"/>
    <w:rsid w:val="000013E3"/>
    <w:rsid w:val="0000155D"/>
    <w:rsid w:val="000016CE"/>
    <w:rsid w:val="00001A22"/>
    <w:rsid w:val="00001F9D"/>
    <w:rsid w:val="000022B1"/>
    <w:rsid w:val="00002377"/>
    <w:rsid w:val="00002620"/>
    <w:rsid w:val="000027DB"/>
    <w:rsid w:val="0000291C"/>
    <w:rsid w:val="00002B1F"/>
    <w:rsid w:val="00002E24"/>
    <w:rsid w:val="000036F9"/>
    <w:rsid w:val="00003A8F"/>
    <w:rsid w:val="00003BFC"/>
    <w:rsid w:val="00003D90"/>
    <w:rsid w:val="0000465C"/>
    <w:rsid w:val="00004681"/>
    <w:rsid w:val="00004F5F"/>
    <w:rsid w:val="00005193"/>
    <w:rsid w:val="00005444"/>
    <w:rsid w:val="00005497"/>
    <w:rsid w:val="000055B8"/>
    <w:rsid w:val="00005EA5"/>
    <w:rsid w:val="000065F2"/>
    <w:rsid w:val="00006838"/>
    <w:rsid w:val="0000690E"/>
    <w:rsid w:val="00006B43"/>
    <w:rsid w:val="00006BFA"/>
    <w:rsid w:val="00006C60"/>
    <w:rsid w:val="00006E4F"/>
    <w:rsid w:val="00006F01"/>
    <w:rsid w:val="0000721C"/>
    <w:rsid w:val="00007242"/>
    <w:rsid w:val="00007269"/>
    <w:rsid w:val="00007598"/>
    <w:rsid w:val="00007657"/>
    <w:rsid w:val="0000777D"/>
    <w:rsid w:val="000078C6"/>
    <w:rsid w:val="000079AB"/>
    <w:rsid w:val="00007B63"/>
    <w:rsid w:val="00007BC8"/>
    <w:rsid w:val="00007C5E"/>
    <w:rsid w:val="00007F2C"/>
    <w:rsid w:val="0001004E"/>
    <w:rsid w:val="0001035F"/>
    <w:rsid w:val="00010775"/>
    <w:rsid w:val="00010897"/>
    <w:rsid w:val="0001089D"/>
    <w:rsid w:val="000108FE"/>
    <w:rsid w:val="00010959"/>
    <w:rsid w:val="00010E30"/>
    <w:rsid w:val="00010FA3"/>
    <w:rsid w:val="00011134"/>
    <w:rsid w:val="00011219"/>
    <w:rsid w:val="000114BE"/>
    <w:rsid w:val="00011572"/>
    <w:rsid w:val="0001176F"/>
    <w:rsid w:val="00011A10"/>
    <w:rsid w:val="00011A4E"/>
    <w:rsid w:val="00011C53"/>
    <w:rsid w:val="00011EC4"/>
    <w:rsid w:val="00011FE4"/>
    <w:rsid w:val="0001209D"/>
    <w:rsid w:val="000124AB"/>
    <w:rsid w:val="000125B8"/>
    <w:rsid w:val="0001260E"/>
    <w:rsid w:val="0001268F"/>
    <w:rsid w:val="00012F16"/>
    <w:rsid w:val="00013278"/>
    <w:rsid w:val="000132ED"/>
    <w:rsid w:val="00013415"/>
    <w:rsid w:val="000134A8"/>
    <w:rsid w:val="00013792"/>
    <w:rsid w:val="00013B9E"/>
    <w:rsid w:val="00013C9D"/>
    <w:rsid w:val="00013D2E"/>
    <w:rsid w:val="0001445F"/>
    <w:rsid w:val="000146CB"/>
    <w:rsid w:val="00014733"/>
    <w:rsid w:val="00014BB5"/>
    <w:rsid w:val="00015022"/>
    <w:rsid w:val="000152F6"/>
    <w:rsid w:val="00015351"/>
    <w:rsid w:val="0001574B"/>
    <w:rsid w:val="000157B7"/>
    <w:rsid w:val="0001587F"/>
    <w:rsid w:val="00015C25"/>
    <w:rsid w:val="00015E87"/>
    <w:rsid w:val="0001622C"/>
    <w:rsid w:val="0001630E"/>
    <w:rsid w:val="00016437"/>
    <w:rsid w:val="00016576"/>
    <w:rsid w:val="00016D82"/>
    <w:rsid w:val="00017361"/>
    <w:rsid w:val="00017399"/>
    <w:rsid w:val="000174CB"/>
    <w:rsid w:val="00017622"/>
    <w:rsid w:val="0001769A"/>
    <w:rsid w:val="000176C6"/>
    <w:rsid w:val="000176D0"/>
    <w:rsid w:val="000179BE"/>
    <w:rsid w:val="00017AED"/>
    <w:rsid w:val="00017F57"/>
    <w:rsid w:val="0002025E"/>
    <w:rsid w:val="00020316"/>
    <w:rsid w:val="00020346"/>
    <w:rsid w:val="00020390"/>
    <w:rsid w:val="00020696"/>
    <w:rsid w:val="000207DE"/>
    <w:rsid w:val="000210EB"/>
    <w:rsid w:val="00021364"/>
    <w:rsid w:val="000214E7"/>
    <w:rsid w:val="000216E8"/>
    <w:rsid w:val="000219FD"/>
    <w:rsid w:val="00021B0B"/>
    <w:rsid w:val="00022155"/>
    <w:rsid w:val="0002237F"/>
    <w:rsid w:val="000225D0"/>
    <w:rsid w:val="0002263F"/>
    <w:rsid w:val="000226BF"/>
    <w:rsid w:val="000228E5"/>
    <w:rsid w:val="0002294B"/>
    <w:rsid w:val="00022A1A"/>
    <w:rsid w:val="00022CA1"/>
    <w:rsid w:val="000233A3"/>
    <w:rsid w:val="000235ED"/>
    <w:rsid w:val="00023855"/>
    <w:rsid w:val="0002389C"/>
    <w:rsid w:val="000239AD"/>
    <w:rsid w:val="00023AA6"/>
    <w:rsid w:val="00023C68"/>
    <w:rsid w:val="00024242"/>
    <w:rsid w:val="0002435A"/>
    <w:rsid w:val="000247AE"/>
    <w:rsid w:val="00024803"/>
    <w:rsid w:val="00024B77"/>
    <w:rsid w:val="00024F8B"/>
    <w:rsid w:val="0002524D"/>
    <w:rsid w:val="000256B1"/>
    <w:rsid w:val="0002578B"/>
    <w:rsid w:val="0002579F"/>
    <w:rsid w:val="00025AFC"/>
    <w:rsid w:val="00025B5E"/>
    <w:rsid w:val="00025BD4"/>
    <w:rsid w:val="00025D6A"/>
    <w:rsid w:val="00025E9F"/>
    <w:rsid w:val="00025FBF"/>
    <w:rsid w:val="00026178"/>
    <w:rsid w:val="00026206"/>
    <w:rsid w:val="0002629D"/>
    <w:rsid w:val="000262E0"/>
    <w:rsid w:val="000264D2"/>
    <w:rsid w:val="00026554"/>
    <w:rsid w:val="0002694E"/>
    <w:rsid w:val="00026BA9"/>
    <w:rsid w:val="00026BEF"/>
    <w:rsid w:val="00026C38"/>
    <w:rsid w:val="00027008"/>
    <w:rsid w:val="00027407"/>
    <w:rsid w:val="000275C7"/>
    <w:rsid w:val="0002788B"/>
    <w:rsid w:val="00027C4A"/>
    <w:rsid w:val="00027DF9"/>
    <w:rsid w:val="00027EBF"/>
    <w:rsid w:val="00027F49"/>
    <w:rsid w:val="0003016A"/>
    <w:rsid w:val="00030199"/>
    <w:rsid w:val="00030443"/>
    <w:rsid w:val="000304DD"/>
    <w:rsid w:val="0003063B"/>
    <w:rsid w:val="00030661"/>
    <w:rsid w:val="00030ABC"/>
    <w:rsid w:val="00030D77"/>
    <w:rsid w:val="00030E00"/>
    <w:rsid w:val="00031270"/>
    <w:rsid w:val="000312F7"/>
    <w:rsid w:val="0003137A"/>
    <w:rsid w:val="000314FA"/>
    <w:rsid w:val="00031791"/>
    <w:rsid w:val="00031A0D"/>
    <w:rsid w:val="00031C46"/>
    <w:rsid w:val="00031CD2"/>
    <w:rsid w:val="0003241F"/>
    <w:rsid w:val="0003247B"/>
    <w:rsid w:val="000324CA"/>
    <w:rsid w:val="000324EF"/>
    <w:rsid w:val="000326C6"/>
    <w:rsid w:val="00032825"/>
    <w:rsid w:val="00032852"/>
    <w:rsid w:val="00032C93"/>
    <w:rsid w:val="000330D2"/>
    <w:rsid w:val="00033183"/>
    <w:rsid w:val="000335B5"/>
    <w:rsid w:val="0003380D"/>
    <w:rsid w:val="0003392B"/>
    <w:rsid w:val="00033B45"/>
    <w:rsid w:val="00033D66"/>
    <w:rsid w:val="00034195"/>
    <w:rsid w:val="00034776"/>
    <w:rsid w:val="00034C7C"/>
    <w:rsid w:val="00034DB1"/>
    <w:rsid w:val="00034F14"/>
    <w:rsid w:val="000351F3"/>
    <w:rsid w:val="0003541D"/>
    <w:rsid w:val="000354ED"/>
    <w:rsid w:val="00035EF3"/>
    <w:rsid w:val="00036023"/>
    <w:rsid w:val="0003631F"/>
    <w:rsid w:val="00036333"/>
    <w:rsid w:val="00036A39"/>
    <w:rsid w:val="00036CA8"/>
    <w:rsid w:val="00036CBF"/>
    <w:rsid w:val="000370DF"/>
    <w:rsid w:val="0003723C"/>
    <w:rsid w:val="0003724C"/>
    <w:rsid w:val="00037303"/>
    <w:rsid w:val="000375C6"/>
    <w:rsid w:val="00037665"/>
    <w:rsid w:val="00037861"/>
    <w:rsid w:val="000379FF"/>
    <w:rsid w:val="00037A91"/>
    <w:rsid w:val="00037AB6"/>
    <w:rsid w:val="00037B93"/>
    <w:rsid w:val="00037FFB"/>
    <w:rsid w:val="00040241"/>
    <w:rsid w:val="000405BA"/>
    <w:rsid w:val="000407BA"/>
    <w:rsid w:val="00040B06"/>
    <w:rsid w:val="00040B37"/>
    <w:rsid w:val="00040C52"/>
    <w:rsid w:val="00040D8B"/>
    <w:rsid w:val="00041068"/>
    <w:rsid w:val="00041108"/>
    <w:rsid w:val="00041431"/>
    <w:rsid w:val="0004180A"/>
    <w:rsid w:val="0004185A"/>
    <w:rsid w:val="00041939"/>
    <w:rsid w:val="000419E6"/>
    <w:rsid w:val="00041E6F"/>
    <w:rsid w:val="00042070"/>
    <w:rsid w:val="00042447"/>
    <w:rsid w:val="0004262B"/>
    <w:rsid w:val="0004266B"/>
    <w:rsid w:val="00042674"/>
    <w:rsid w:val="00042863"/>
    <w:rsid w:val="00042A66"/>
    <w:rsid w:val="00042B68"/>
    <w:rsid w:val="00042B74"/>
    <w:rsid w:val="00042F51"/>
    <w:rsid w:val="00043034"/>
    <w:rsid w:val="00043058"/>
    <w:rsid w:val="000434FE"/>
    <w:rsid w:val="000436D1"/>
    <w:rsid w:val="000438E8"/>
    <w:rsid w:val="00043918"/>
    <w:rsid w:val="00043982"/>
    <w:rsid w:val="00043A44"/>
    <w:rsid w:val="00043B35"/>
    <w:rsid w:val="00043CB9"/>
    <w:rsid w:val="00043ED8"/>
    <w:rsid w:val="000440BF"/>
    <w:rsid w:val="00044137"/>
    <w:rsid w:val="00044269"/>
    <w:rsid w:val="000447E8"/>
    <w:rsid w:val="00044817"/>
    <w:rsid w:val="000449F5"/>
    <w:rsid w:val="00044CBA"/>
    <w:rsid w:val="00044F70"/>
    <w:rsid w:val="00045091"/>
    <w:rsid w:val="00045178"/>
    <w:rsid w:val="000452BC"/>
    <w:rsid w:val="000454C9"/>
    <w:rsid w:val="00045556"/>
    <w:rsid w:val="000458EE"/>
    <w:rsid w:val="00045E3F"/>
    <w:rsid w:val="00045ECF"/>
    <w:rsid w:val="000460B9"/>
    <w:rsid w:val="000467C8"/>
    <w:rsid w:val="00046D70"/>
    <w:rsid w:val="00046D85"/>
    <w:rsid w:val="00046E6B"/>
    <w:rsid w:val="00046EE7"/>
    <w:rsid w:val="00046F93"/>
    <w:rsid w:val="0004733E"/>
    <w:rsid w:val="000477E5"/>
    <w:rsid w:val="00047A85"/>
    <w:rsid w:val="00047DB8"/>
    <w:rsid w:val="00047DF2"/>
    <w:rsid w:val="00047F60"/>
    <w:rsid w:val="0005022B"/>
    <w:rsid w:val="00050592"/>
    <w:rsid w:val="0005075E"/>
    <w:rsid w:val="000508BB"/>
    <w:rsid w:val="00051011"/>
    <w:rsid w:val="0005136E"/>
    <w:rsid w:val="00051816"/>
    <w:rsid w:val="000518DA"/>
    <w:rsid w:val="00051920"/>
    <w:rsid w:val="0005196C"/>
    <w:rsid w:val="00051994"/>
    <w:rsid w:val="00051A41"/>
    <w:rsid w:val="00051BDE"/>
    <w:rsid w:val="00052547"/>
    <w:rsid w:val="00052C9F"/>
    <w:rsid w:val="00052E75"/>
    <w:rsid w:val="00053079"/>
    <w:rsid w:val="00053244"/>
    <w:rsid w:val="000534BE"/>
    <w:rsid w:val="00053938"/>
    <w:rsid w:val="00053D9E"/>
    <w:rsid w:val="000540FD"/>
    <w:rsid w:val="000544F3"/>
    <w:rsid w:val="0005457E"/>
    <w:rsid w:val="00054691"/>
    <w:rsid w:val="0005486F"/>
    <w:rsid w:val="00054896"/>
    <w:rsid w:val="00054B6D"/>
    <w:rsid w:val="00054C08"/>
    <w:rsid w:val="00054CF1"/>
    <w:rsid w:val="00054D73"/>
    <w:rsid w:val="000552C1"/>
    <w:rsid w:val="000554B1"/>
    <w:rsid w:val="000556FF"/>
    <w:rsid w:val="00055EBA"/>
    <w:rsid w:val="00055EF5"/>
    <w:rsid w:val="000560BA"/>
    <w:rsid w:val="0005650E"/>
    <w:rsid w:val="00056831"/>
    <w:rsid w:val="000569D6"/>
    <w:rsid w:val="00056BF6"/>
    <w:rsid w:val="00056FF4"/>
    <w:rsid w:val="00057179"/>
    <w:rsid w:val="000572B9"/>
    <w:rsid w:val="0005746E"/>
    <w:rsid w:val="000575A5"/>
    <w:rsid w:val="00057604"/>
    <w:rsid w:val="00057B71"/>
    <w:rsid w:val="00057C88"/>
    <w:rsid w:val="0006009D"/>
    <w:rsid w:val="000600D5"/>
    <w:rsid w:val="00060696"/>
    <w:rsid w:val="000606AF"/>
    <w:rsid w:val="000609DE"/>
    <w:rsid w:val="00060F41"/>
    <w:rsid w:val="0006104A"/>
    <w:rsid w:val="00061355"/>
    <w:rsid w:val="00061513"/>
    <w:rsid w:val="0006158D"/>
    <w:rsid w:val="00061DF6"/>
    <w:rsid w:val="00061E63"/>
    <w:rsid w:val="000621FA"/>
    <w:rsid w:val="000621FD"/>
    <w:rsid w:val="00062202"/>
    <w:rsid w:val="00062455"/>
    <w:rsid w:val="000624ED"/>
    <w:rsid w:val="00062794"/>
    <w:rsid w:val="00062ADC"/>
    <w:rsid w:val="00062B9A"/>
    <w:rsid w:val="00062D5F"/>
    <w:rsid w:val="00062E89"/>
    <w:rsid w:val="00062F23"/>
    <w:rsid w:val="0006335F"/>
    <w:rsid w:val="0006367C"/>
    <w:rsid w:val="000637A9"/>
    <w:rsid w:val="000638DB"/>
    <w:rsid w:val="00063BD8"/>
    <w:rsid w:val="000640B7"/>
    <w:rsid w:val="0006448C"/>
    <w:rsid w:val="00064533"/>
    <w:rsid w:val="00064632"/>
    <w:rsid w:val="00064A31"/>
    <w:rsid w:val="00064B3F"/>
    <w:rsid w:val="00064F19"/>
    <w:rsid w:val="000652DA"/>
    <w:rsid w:val="00065508"/>
    <w:rsid w:val="00065841"/>
    <w:rsid w:val="00065CF3"/>
    <w:rsid w:val="00065F11"/>
    <w:rsid w:val="00065FAD"/>
    <w:rsid w:val="00066FC3"/>
    <w:rsid w:val="000670F6"/>
    <w:rsid w:val="00067580"/>
    <w:rsid w:val="00067752"/>
    <w:rsid w:val="00067942"/>
    <w:rsid w:val="00067B91"/>
    <w:rsid w:val="00067D44"/>
    <w:rsid w:val="00067D8E"/>
    <w:rsid w:val="00067ED2"/>
    <w:rsid w:val="00067F1A"/>
    <w:rsid w:val="00067F25"/>
    <w:rsid w:val="000702C9"/>
    <w:rsid w:val="000708C1"/>
    <w:rsid w:val="00070A79"/>
    <w:rsid w:val="00070C24"/>
    <w:rsid w:val="0007104E"/>
    <w:rsid w:val="00071553"/>
    <w:rsid w:val="00071775"/>
    <w:rsid w:val="00071904"/>
    <w:rsid w:val="0007199D"/>
    <w:rsid w:val="00071E21"/>
    <w:rsid w:val="0007202F"/>
    <w:rsid w:val="00072261"/>
    <w:rsid w:val="00072310"/>
    <w:rsid w:val="00072311"/>
    <w:rsid w:val="000726C1"/>
    <w:rsid w:val="000728E7"/>
    <w:rsid w:val="00072C16"/>
    <w:rsid w:val="00072C70"/>
    <w:rsid w:val="00072D9D"/>
    <w:rsid w:val="00072FDB"/>
    <w:rsid w:val="00073165"/>
    <w:rsid w:val="00073353"/>
    <w:rsid w:val="000733C7"/>
    <w:rsid w:val="0007353C"/>
    <w:rsid w:val="000736F4"/>
    <w:rsid w:val="00073A0F"/>
    <w:rsid w:val="00073B44"/>
    <w:rsid w:val="00073BB5"/>
    <w:rsid w:val="00073D91"/>
    <w:rsid w:val="00073FE1"/>
    <w:rsid w:val="00074247"/>
    <w:rsid w:val="0007432E"/>
    <w:rsid w:val="000746A1"/>
    <w:rsid w:val="000746D0"/>
    <w:rsid w:val="0007477B"/>
    <w:rsid w:val="00074BDE"/>
    <w:rsid w:val="00074C0D"/>
    <w:rsid w:val="000756BA"/>
    <w:rsid w:val="00075C00"/>
    <w:rsid w:val="000761A3"/>
    <w:rsid w:val="000766B9"/>
    <w:rsid w:val="000768D2"/>
    <w:rsid w:val="000769EC"/>
    <w:rsid w:val="00076A80"/>
    <w:rsid w:val="00076B9B"/>
    <w:rsid w:val="00076EFD"/>
    <w:rsid w:val="00076F29"/>
    <w:rsid w:val="00077132"/>
    <w:rsid w:val="0007721C"/>
    <w:rsid w:val="000772D4"/>
    <w:rsid w:val="000779B4"/>
    <w:rsid w:val="00077B8E"/>
    <w:rsid w:val="00077FB5"/>
    <w:rsid w:val="000802E6"/>
    <w:rsid w:val="0008040B"/>
    <w:rsid w:val="00080420"/>
    <w:rsid w:val="000804E9"/>
    <w:rsid w:val="00080544"/>
    <w:rsid w:val="000807D0"/>
    <w:rsid w:val="00080904"/>
    <w:rsid w:val="00080B09"/>
    <w:rsid w:val="00080E88"/>
    <w:rsid w:val="00080F30"/>
    <w:rsid w:val="00081212"/>
    <w:rsid w:val="000817C9"/>
    <w:rsid w:val="000817D7"/>
    <w:rsid w:val="00081898"/>
    <w:rsid w:val="00081BBB"/>
    <w:rsid w:val="00081CC7"/>
    <w:rsid w:val="0008214C"/>
    <w:rsid w:val="00082307"/>
    <w:rsid w:val="0008241A"/>
    <w:rsid w:val="00082A47"/>
    <w:rsid w:val="00082D5D"/>
    <w:rsid w:val="00082EFA"/>
    <w:rsid w:val="00082FBE"/>
    <w:rsid w:val="00083049"/>
    <w:rsid w:val="00083489"/>
    <w:rsid w:val="00083532"/>
    <w:rsid w:val="00083B42"/>
    <w:rsid w:val="00083B65"/>
    <w:rsid w:val="00083E3E"/>
    <w:rsid w:val="0008412A"/>
    <w:rsid w:val="00084434"/>
    <w:rsid w:val="00084866"/>
    <w:rsid w:val="00084A7D"/>
    <w:rsid w:val="00084D0B"/>
    <w:rsid w:val="00084ED8"/>
    <w:rsid w:val="0008520B"/>
    <w:rsid w:val="000853C5"/>
    <w:rsid w:val="00085A22"/>
    <w:rsid w:val="00085E61"/>
    <w:rsid w:val="00086678"/>
    <w:rsid w:val="00086792"/>
    <w:rsid w:val="00086840"/>
    <w:rsid w:val="000868ED"/>
    <w:rsid w:val="00086AB5"/>
    <w:rsid w:val="00086D91"/>
    <w:rsid w:val="00086E8C"/>
    <w:rsid w:val="000870D6"/>
    <w:rsid w:val="0008760C"/>
    <w:rsid w:val="00087B8A"/>
    <w:rsid w:val="00087C47"/>
    <w:rsid w:val="000901F2"/>
    <w:rsid w:val="0009032A"/>
    <w:rsid w:val="0009036C"/>
    <w:rsid w:val="000904CB"/>
    <w:rsid w:val="0009077F"/>
    <w:rsid w:val="0009079D"/>
    <w:rsid w:val="00090916"/>
    <w:rsid w:val="000909FC"/>
    <w:rsid w:val="00090AC3"/>
    <w:rsid w:val="00090FDB"/>
    <w:rsid w:val="000912CF"/>
    <w:rsid w:val="0009140D"/>
    <w:rsid w:val="00091495"/>
    <w:rsid w:val="00091751"/>
    <w:rsid w:val="00091818"/>
    <w:rsid w:val="00091879"/>
    <w:rsid w:val="000919FC"/>
    <w:rsid w:val="00091AAB"/>
    <w:rsid w:val="0009260C"/>
    <w:rsid w:val="0009267B"/>
    <w:rsid w:val="000926A0"/>
    <w:rsid w:val="000926E8"/>
    <w:rsid w:val="0009299D"/>
    <w:rsid w:val="00092BA3"/>
    <w:rsid w:val="00092C0C"/>
    <w:rsid w:val="00092C13"/>
    <w:rsid w:val="00092C9E"/>
    <w:rsid w:val="00092CF9"/>
    <w:rsid w:val="00093021"/>
    <w:rsid w:val="00093274"/>
    <w:rsid w:val="000932C3"/>
    <w:rsid w:val="000933BA"/>
    <w:rsid w:val="00093474"/>
    <w:rsid w:val="00093537"/>
    <w:rsid w:val="0009353E"/>
    <w:rsid w:val="000936A8"/>
    <w:rsid w:val="00093844"/>
    <w:rsid w:val="000938FB"/>
    <w:rsid w:val="00093912"/>
    <w:rsid w:val="00094502"/>
    <w:rsid w:val="00094772"/>
    <w:rsid w:val="00094B90"/>
    <w:rsid w:val="00094C02"/>
    <w:rsid w:val="00095228"/>
    <w:rsid w:val="00095238"/>
    <w:rsid w:val="00095354"/>
    <w:rsid w:val="00095444"/>
    <w:rsid w:val="00095510"/>
    <w:rsid w:val="0009569B"/>
    <w:rsid w:val="00095B11"/>
    <w:rsid w:val="00095CD4"/>
    <w:rsid w:val="00096015"/>
    <w:rsid w:val="00096028"/>
    <w:rsid w:val="00096286"/>
    <w:rsid w:val="00096630"/>
    <w:rsid w:val="000967BD"/>
    <w:rsid w:val="000968BA"/>
    <w:rsid w:val="00096A47"/>
    <w:rsid w:val="00096A5E"/>
    <w:rsid w:val="00096C9E"/>
    <w:rsid w:val="00096CEF"/>
    <w:rsid w:val="0009734D"/>
    <w:rsid w:val="00097413"/>
    <w:rsid w:val="000976FF"/>
    <w:rsid w:val="000979F9"/>
    <w:rsid w:val="00097B31"/>
    <w:rsid w:val="00097CFD"/>
    <w:rsid w:val="00097E01"/>
    <w:rsid w:val="00097FEF"/>
    <w:rsid w:val="000A0411"/>
    <w:rsid w:val="000A0432"/>
    <w:rsid w:val="000A05AE"/>
    <w:rsid w:val="000A06B0"/>
    <w:rsid w:val="000A0D40"/>
    <w:rsid w:val="000A0F4D"/>
    <w:rsid w:val="000A117F"/>
    <w:rsid w:val="000A1486"/>
    <w:rsid w:val="000A163E"/>
    <w:rsid w:val="000A18A1"/>
    <w:rsid w:val="000A19F3"/>
    <w:rsid w:val="000A1BA6"/>
    <w:rsid w:val="000A1E55"/>
    <w:rsid w:val="000A2141"/>
    <w:rsid w:val="000A22B8"/>
    <w:rsid w:val="000A2516"/>
    <w:rsid w:val="000A2637"/>
    <w:rsid w:val="000A2683"/>
    <w:rsid w:val="000A2A21"/>
    <w:rsid w:val="000A2C8E"/>
    <w:rsid w:val="000A2CAE"/>
    <w:rsid w:val="000A2F64"/>
    <w:rsid w:val="000A3065"/>
    <w:rsid w:val="000A3104"/>
    <w:rsid w:val="000A31D7"/>
    <w:rsid w:val="000A3407"/>
    <w:rsid w:val="000A36C7"/>
    <w:rsid w:val="000A3970"/>
    <w:rsid w:val="000A3C04"/>
    <w:rsid w:val="000A3D75"/>
    <w:rsid w:val="000A3D90"/>
    <w:rsid w:val="000A3F0F"/>
    <w:rsid w:val="000A409E"/>
    <w:rsid w:val="000A44BB"/>
    <w:rsid w:val="000A44D6"/>
    <w:rsid w:val="000A45EB"/>
    <w:rsid w:val="000A4668"/>
    <w:rsid w:val="000A47A5"/>
    <w:rsid w:val="000A4A91"/>
    <w:rsid w:val="000A4C67"/>
    <w:rsid w:val="000A4DBC"/>
    <w:rsid w:val="000A504E"/>
    <w:rsid w:val="000A527F"/>
    <w:rsid w:val="000A5409"/>
    <w:rsid w:val="000A55BB"/>
    <w:rsid w:val="000A574D"/>
    <w:rsid w:val="000A5987"/>
    <w:rsid w:val="000A599A"/>
    <w:rsid w:val="000A5C7B"/>
    <w:rsid w:val="000A5D30"/>
    <w:rsid w:val="000A6270"/>
    <w:rsid w:val="000A665A"/>
    <w:rsid w:val="000A6913"/>
    <w:rsid w:val="000A6E37"/>
    <w:rsid w:val="000A711B"/>
    <w:rsid w:val="000A727E"/>
    <w:rsid w:val="000A7961"/>
    <w:rsid w:val="000A7C7D"/>
    <w:rsid w:val="000A7D6E"/>
    <w:rsid w:val="000A7E5A"/>
    <w:rsid w:val="000A7ECE"/>
    <w:rsid w:val="000A7F7A"/>
    <w:rsid w:val="000A7F7F"/>
    <w:rsid w:val="000B0706"/>
    <w:rsid w:val="000B0B6E"/>
    <w:rsid w:val="000B10E5"/>
    <w:rsid w:val="000B1463"/>
    <w:rsid w:val="000B171F"/>
    <w:rsid w:val="000B1750"/>
    <w:rsid w:val="000B177F"/>
    <w:rsid w:val="000B1BC3"/>
    <w:rsid w:val="000B1C92"/>
    <w:rsid w:val="000B2444"/>
    <w:rsid w:val="000B2A77"/>
    <w:rsid w:val="000B30AE"/>
    <w:rsid w:val="000B30DC"/>
    <w:rsid w:val="000B3CFB"/>
    <w:rsid w:val="000B4141"/>
    <w:rsid w:val="000B4171"/>
    <w:rsid w:val="000B4410"/>
    <w:rsid w:val="000B4821"/>
    <w:rsid w:val="000B49DA"/>
    <w:rsid w:val="000B53DE"/>
    <w:rsid w:val="000B56C5"/>
    <w:rsid w:val="000B5955"/>
    <w:rsid w:val="000B5A72"/>
    <w:rsid w:val="000B5B72"/>
    <w:rsid w:val="000B5BEB"/>
    <w:rsid w:val="000B5BEC"/>
    <w:rsid w:val="000B5D80"/>
    <w:rsid w:val="000B5F86"/>
    <w:rsid w:val="000B62EA"/>
    <w:rsid w:val="000B64BB"/>
    <w:rsid w:val="000B67CE"/>
    <w:rsid w:val="000B67D1"/>
    <w:rsid w:val="000B681B"/>
    <w:rsid w:val="000B68B2"/>
    <w:rsid w:val="000B6B51"/>
    <w:rsid w:val="000B6E36"/>
    <w:rsid w:val="000B771B"/>
    <w:rsid w:val="000B78AA"/>
    <w:rsid w:val="000B79BF"/>
    <w:rsid w:val="000C005E"/>
    <w:rsid w:val="000C023C"/>
    <w:rsid w:val="000C024F"/>
    <w:rsid w:val="000C0279"/>
    <w:rsid w:val="000C09B2"/>
    <w:rsid w:val="000C0B99"/>
    <w:rsid w:val="000C0EFF"/>
    <w:rsid w:val="000C12A9"/>
    <w:rsid w:val="000C1746"/>
    <w:rsid w:val="000C1959"/>
    <w:rsid w:val="000C19F3"/>
    <w:rsid w:val="000C1CF8"/>
    <w:rsid w:val="000C1D28"/>
    <w:rsid w:val="000C1D94"/>
    <w:rsid w:val="000C21C9"/>
    <w:rsid w:val="000C259D"/>
    <w:rsid w:val="000C2603"/>
    <w:rsid w:val="000C26D8"/>
    <w:rsid w:val="000C29FB"/>
    <w:rsid w:val="000C2A19"/>
    <w:rsid w:val="000C2C29"/>
    <w:rsid w:val="000C2E60"/>
    <w:rsid w:val="000C318B"/>
    <w:rsid w:val="000C3898"/>
    <w:rsid w:val="000C39B3"/>
    <w:rsid w:val="000C3AD4"/>
    <w:rsid w:val="000C3BA8"/>
    <w:rsid w:val="000C4271"/>
    <w:rsid w:val="000C43CD"/>
    <w:rsid w:val="000C4506"/>
    <w:rsid w:val="000C4F52"/>
    <w:rsid w:val="000C55AB"/>
    <w:rsid w:val="000C58C0"/>
    <w:rsid w:val="000C5EF3"/>
    <w:rsid w:val="000C61BC"/>
    <w:rsid w:val="000C623A"/>
    <w:rsid w:val="000C64C2"/>
    <w:rsid w:val="000C64C9"/>
    <w:rsid w:val="000C6786"/>
    <w:rsid w:val="000C6DE9"/>
    <w:rsid w:val="000C6E70"/>
    <w:rsid w:val="000C6F6E"/>
    <w:rsid w:val="000C6FE9"/>
    <w:rsid w:val="000C77EB"/>
    <w:rsid w:val="000C794F"/>
    <w:rsid w:val="000C7B47"/>
    <w:rsid w:val="000C7CFF"/>
    <w:rsid w:val="000D00B8"/>
    <w:rsid w:val="000D0245"/>
    <w:rsid w:val="000D0466"/>
    <w:rsid w:val="000D04C7"/>
    <w:rsid w:val="000D06C9"/>
    <w:rsid w:val="000D075B"/>
    <w:rsid w:val="000D0A81"/>
    <w:rsid w:val="000D0B19"/>
    <w:rsid w:val="000D0DA2"/>
    <w:rsid w:val="000D10EC"/>
    <w:rsid w:val="000D14B5"/>
    <w:rsid w:val="000D155D"/>
    <w:rsid w:val="000D198F"/>
    <w:rsid w:val="000D1C3D"/>
    <w:rsid w:val="000D1C4D"/>
    <w:rsid w:val="000D1CCF"/>
    <w:rsid w:val="000D2162"/>
    <w:rsid w:val="000D23A5"/>
    <w:rsid w:val="000D2462"/>
    <w:rsid w:val="000D27CB"/>
    <w:rsid w:val="000D2A07"/>
    <w:rsid w:val="000D2B4F"/>
    <w:rsid w:val="000D2CD8"/>
    <w:rsid w:val="000D2E4F"/>
    <w:rsid w:val="000D2FC6"/>
    <w:rsid w:val="000D303F"/>
    <w:rsid w:val="000D3240"/>
    <w:rsid w:val="000D3393"/>
    <w:rsid w:val="000D340E"/>
    <w:rsid w:val="000D36FB"/>
    <w:rsid w:val="000D3919"/>
    <w:rsid w:val="000D3CE6"/>
    <w:rsid w:val="000D4190"/>
    <w:rsid w:val="000D43C2"/>
    <w:rsid w:val="000D48A0"/>
    <w:rsid w:val="000D4C41"/>
    <w:rsid w:val="000D5113"/>
    <w:rsid w:val="000D561E"/>
    <w:rsid w:val="000D580D"/>
    <w:rsid w:val="000D58A2"/>
    <w:rsid w:val="000D5AC3"/>
    <w:rsid w:val="000D5ADB"/>
    <w:rsid w:val="000D5D2D"/>
    <w:rsid w:val="000D5FDD"/>
    <w:rsid w:val="000D62FF"/>
    <w:rsid w:val="000D65F2"/>
    <w:rsid w:val="000D6ABB"/>
    <w:rsid w:val="000D6C23"/>
    <w:rsid w:val="000D6F7D"/>
    <w:rsid w:val="000D7378"/>
    <w:rsid w:val="000D769C"/>
    <w:rsid w:val="000D7BFE"/>
    <w:rsid w:val="000D7C4F"/>
    <w:rsid w:val="000D7C80"/>
    <w:rsid w:val="000D7D09"/>
    <w:rsid w:val="000D7FD2"/>
    <w:rsid w:val="000E00E0"/>
    <w:rsid w:val="000E0127"/>
    <w:rsid w:val="000E03F3"/>
    <w:rsid w:val="000E0555"/>
    <w:rsid w:val="000E0807"/>
    <w:rsid w:val="000E0E22"/>
    <w:rsid w:val="000E0F14"/>
    <w:rsid w:val="000E131E"/>
    <w:rsid w:val="000E1469"/>
    <w:rsid w:val="000E16A8"/>
    <w:rsid w:val="000E1C67"/>
    <w:rsid w:val="000E1E18"/>
    <w:rsid w:val="000E1FBA"/>
    <w:rsid w:val="000E1FE7"/>
    <w:rsid w:val="000E26EE"/>
    <w:rsid w:val="000E2B23"/>
    <w:rsid w:val="000E2B2A"/>
    <w:rsid w:val="000E2E17"/>
    <w:rsid w:val="000E32C2"/>
    <w:rsid w:val="000E3770"/>
    <w:rsid w:val="000E3D03"/>
    <w:rsid w:val="000E4058"/>
    <w:rsid w:val="000E4137"/>
    <w:rsid w:val="000E413D"/>
    <w:rsid w:val="000E415C"/>
    <w:rsid w:val="000E432E"/>
    <w:rsid w:val="000E4512"/>
    <w:rsid w:val="000E48CD"/>
    <w:rsid w:val="000E4DBE"/>
    <w:rsid w:val="000E4E0B"/>
    <w:rsid w:val="000E4EBF"/>
    <w:rsid w:val="000E4F05"/>
    <w:rsid w:val="000E558D"/>
    <w:rsid w:val="000E5648"/>
    <w:rsid w:val="000E565B"/>
    <w:rsid w:val="000E58DB"/>
    <w:rsid w:val="000E5942"/>
    <w:rsid w:val="000E6186"/>
    <w:rsid w:val="000E6337"/>
    <w:rsid w:val="000E66A9"/>
    <w:rsid w:val="000E671D"/>
    <w:rsid w:val="000E6862"/>
    <w:rsid w:val="000E6B7D"/>
    <w:rsid w:val="000E6E2C"/>
    <w:rsid w:val="000E6F12"/>
    <w:rsid w:val="000E7219"/>
    <w:rsid w:val="000E7420"/>
    <w:rsid w:val="000E7AD9"/>
    <w:rsid w:val="000E7B40"/>
    <w:rsid w:val="000E7BB8"/>
    <w:rsid w:val="000E7BF5"/>
    <w:rsid w:val="000E7D89"/>
    <w:rsid w:val="000F001E"/>
    <w:rsid w:val="000F0021"/>
    <w:rsid w:val="000F06C7"/>
    <w:rsid w:val="000F0C14"/>
    <w:rsid w:val="000F0CBB"/>
    <w:rsid w:val="000F1208"/>
    <w:rsid w:val="000F12BE"/>
    <w:rsid w:val="000F17A7"/>
    <w:rsid w:val="000F1A4E"/>
    <w:rsid w:val="000F1C0A"/>
    <w:rsid w:val="000F1F5D"/>
    <w:rsid w:val="000F2363"/>
    <w:rsid w:val="000F24BC"/>
    <w:rsid w:val="000F25CD"/>
    <w:rsid w:val="000F2D19"/>
    <w:rsid w:val="000F2E48"/>
    <w:rsid w:val="000F2EC5"/>
    <w:rsid w:val="000F2F2E"/>
    <w:rsid w:val="000F3200"/>
    <w:rsid w:val="000F327B"/>
    <w:rsid w:val="000F34DC"/>
    <w:rsid w:val="000F35CB"/>
    <w:rsid w:val="000F35F1"/>
    <w:rsid w:val="000F37CA"/>
    <w:rsid w:val="000F3B00"/>
    <w:rsid w:val="000F3E09"/>
    <w:rsid w:val="000F4174"/>
    <w:rsid w:val="000F442F"/>
    <w:rsid w:val="000F4448"/>
    <w:rsid w:val="000F4960"/>
    <w:rsid w:val="000F4DAF"/>
    <w:rsid w:val="000F4ED4"/>
    <w:rsid w:val="000F5155"/>
    <w:rsid w:val="000F522B"/>
    <w:rsid w:val="000F5626"/>
    <w:rsid w:val="000F5759"/>
    <w:rsid w:val="000F5D4C"/>
    <w:rsid w:val="000F5E2D"/>
    <w:rsid w:val="000F63E2"/>
    <w:rsid w:val="000F644E"/>
    <w:rsid w:val="000F6616"/>
    <w:rsid w:val="000F6776"/>
    <w:rsid w:val="000F680B"/>
    <w:rsid w:val="000F6FAE"/>
    <w:rsid w:val="000F7067"/>
    <w:rsid w:val="000F75D4"/>
    <w:rsid w:val="000F7F4A"/>
    <w:rsid w:val="00100100"/>
    <w:rsid w:val="001001C3"/>
    <w:rsid w:val="0010025C"/>
    <w:rsid w:val="001004BD"/>
    <w:rsid w:val="00100804"/>
    <w:rsid w:val="00100866"/>
    <w:rsid w:val="00100A72"/>
    <w:rsid w:val="00100DCD"/>
    <w:rsid w:val="0010140E"/>
    <w:rsid w:val="00101513"/>
    <w:rsid w:val="00101739"/>
    <w:rsid w:val="001018FD"/>
    <w:rsid w:val="00101DB0"/>
    <w:rsid w:val="0010204A"/>
    <w:rsid w:val="001021DB"/>
    <w:rsid w:val="001021F3"/>
    <w:rsid w:val="0010263C"/>
    <w:rsid w:val="0010280E"/>
    <w:rsid w:val="001028B3"/>
    <w:rsid w:val="00102B00"/>
    <w:rsid w:val="00102B60"/>
    <w:rsid w:val="00103466"/>
    <w:rsid w:val="00103548"/>
    <w:rsid w:val="00103643"/>
    <w:rsid w:val="00103889"/>
    <w:rsid w:val="00103C3B"/>
    <w:rsid w:val="00103D0D"/>
    <w:rsid w:val="00103D70"/>
    <w:rsid w:val="00103DB7"/>
    <w:rsid w:val="0010412B"/>
    <w:rsid w:val="0010445E"/>
    <w:rsid w:val="00104D62"/>
    <w:rsid w:val="00104D74"/>
    <w:rsid w:val="00104E62"/>
    <w:rsid w:val="00104FD4"/>
    <w:rsid w:val="0010507D"/>
    <w:rsid w:val="001050C3"/>
    <w:rsid w:val="0010531C"/>
    <w:rsid w:val="001054F2"/>
    <w:rsid w:val="00105653"/>
    <w:rsid w:val="001056B4"/>
    <w:rsid w:val="00105705"/>
    <w:rsid w:val="00105BB0"/>
    <w:rsid w:val="00105E19"/>
    <w:rsid w:val="00106847"/>
    <w:rsid w:val="00106C37"/>
    <w:rsid w:val="00106F3E"/>
    <w:rsid w:val="00107211"/>
    <w:rsid w:val="00107286"/>
    <w:rsid w:val="00107300"/>
    <w:rsid w:val="001073FD"/>
    <w:rsid w:val="0010741E"/>
    <w:rsid w:val="0010750E"/>
    <w:rsid w:val="001075BD"/>
    <w:rsid w:val="00107774"/>
    <w:rsid w:val="001078F4"/>
    <w:rsid w:val="00107999"/>
    <w:rsid w:val="00107AEB"/>
    <w:rsid w:val="00107B61"/>
    <w:rsid w:val="00107CCB"/>
    <w:rsid w:val="00107EF3"/>
    <w:rsid w:val="00107FC8"/>
    <w:rsid w:val="001102E4"/>
    <w:rsid w:val="00110357"/>
    <w:rsid w:val="0011042C"/>
    <w:rsid w:val="0011071B"/>
    <w:rsid w:val="0011079A"/>
    <w:rsid w:val="00110868"/>
    <w:rsid w:val="00110C73"/>
    <w:rsid w:val="00110CE7"/>
    <w:rsid w:val="00110D42"/>
    <w:rsid w:val="00111159"/>
    <w:rsid w:val="001114B4"/>
    <w:rsid w:val="00111532"/>
    <w:rsid w:val="0011156B"/>
    <w:rsid w:val="001115B9"/>
    <w:rsid w:val="001117F0"/>
    <w:rsid w:val="00111887"/>
    <w:rsid w:val="001118F6"/>
    <w:rsid w:val="00111C4C"/>
    <w:rsid w:val="00111CA6"/>
    <w:rsid w:val="001122B3"/>
    <w:rsid w:val="001123C4"/>
    <w:rsid w:val="00112751"/>
    <w:rsid w:val="00112802"/>
    <w:rsid w:val="00112A0D"/>
    <w:rsid w:val="00112A49"/>
    <w:rsid w:val="00112B86"/>
    <w:rsid w:val="00112E61"/>
    <w:rsid w:val="0011315E"/>
    <w:rsid w:val="001131F1"/>
    <w:rsid w:val="001133A1"/>
    <w:rsid w:val="001136D5"/>
    <w:rsid w:val="00113980"/>
    <w:rsid w:val="00113F4B"/>
    <w:rsid w:val="00113FF8"/>
    <w:rsid w:val="001142D8"/>
    <w:rsid w:val="0011445A"/>
    <w:rsid w:val="0011447D"/>
    <w:rsid w:val="001144A8"/>
    <w:rsid w:val="001148F9"/>
    <w:rsid w:val="00114C93"/>
    <w:rsid w:val="00114CF3"/>
    <w:rsid w:val="00114FC0"/>
    <w:rsid w:val="00115384"/>
    <w:rsid w:val="0011547B"/>
    <w:rsid w:val="00115817"/>
    <w:rsid w:val="00115990"/>
    <w:rsid w:val="00115A91"/>
    <w:rsid w:val="00115D12"/>
    <w:rsid w:val="00115D8E"/>
    <w:rsid w:val="0011640E"/>
    <w:rsid w:val="00116475"/>
    <w:rsid w:val="00116583"/>
    <w:rsid w:val="00116838"/>
    <w:rsid w:val="00116A17"/>
    <w:rsid w:val="00116BFD"/>
    <w:rsid w:val="00116F8D"/>
    <w:rsid w:val="00116FDC"/>
    <w:rsid w:val="001171F4"/>
    <w:rsid w:val="00117290"/>
    <w:rsid w:val="001174EA"/>
    <w:rsid w:val="00117716"/>
    <w:rsid w:val="00117776"/>
    <w:rsid w:val="00117797"/>
    <w:rsid w:val="001177A4"/>
    <w:rsid w:val="00117D16"/>
    <w:rsid w:val="00117D98"/>
    <w:rsid w:val="00117DF1"/>
    <w:rsid w:val="00120083"/>
    <w:rsid w:val="001203DF"/>
    <w:rsid w:val="00120434"/>
    <w:rsid w:val="00120ABB"/>
    <w:rsid w:val="00120CF4"/>
    <w:rsid w:val="00120D8A"/>
    <w:rsid w:val="00120E21"/>
    <w:rsid w:val="00120FF3"/>
    <w:rsid w:val="0012107D"/>
    <w:rsid w:val="001217BA"/>
    <w:rsid w:val="00121986"/>
    <w:rsid w:val="00121E58"/>
    <w:rsid w:val="001221E7"/>
    <w:rsid w:val="0012298A"/>
    <w:rsid w:val="001229B2"/>
    <w:rsid w:val="00122C0A"/>
    <w:rsid w:val="00122F49"/>
    <w:rsid w:val="0012315E"/>
    <w:rsid w:val="00123264"/>
    <w:rsid w:val="00123411"/>
    <w:rsid w:val="00123577"/>
    <w:rsid w:val="001237EC"/>
    <w:rsid w:val="00123B93"/>
    <w:rsid w:val="00123E86"/>
    <w:rsid w:val="00123F38"/>
    <w:rsid w:val="0012423F"/>
    <w:rsid w:val="001244D4"/>
    <w:rsid w:val="00124517"/>
    <w:rsid w:val="001246F6"/>
    <w:rsid w:val="0012487E"/>
    <w:rsid w:val="001249FE"/>
    <w:rsid w:val="00124E81"/>
    <w:rsid w:val="00125355"/>
    <w:rsid w:val="00125487"/>
    <w:rsid w:val="00125908"/>
    <w:rsid w:val="0012591F"/>
    <w:rsid w:val="00125B9F"/>
    <w:rsid w:val="00125BA5"/>
    <w:rsid w:val="00125BC2"/>
    <w:rsid w:val="00125CE4"/>
    <w:rsid w:val="00125F8A"/>
    <w:rsid w:val="00125FEE"/>
    <w:rsid w:val="001260C3"/>
    <w:rsid w:val="00126190"/>
    <w:rsid w:val="00126413"/>
    <w:rsid w:val="00126860"/>
    <w:rsid w:val="00126B0C"/>
    <w:rsid w:val="00126C38"/>
    <w:rsid w:val="00126C96"/>
    <w:rsid w:val="0012774C"/>
    <w:rsid w:val="00127B2C"/>
    <w:rsid w:val="0013000F"/>
    <w:rsid w:val="00130207"/>
    <w:rsid w:val="00130241"/>
    <w:rsid w:val="0013031B"/>
    <w:rsid w:val="0013034C"/>
    <w:rsid w:val="00130975"/>
    <w:rsid w:val="001309B4"/>
    <w:rsid w:val="00130CDA"/>
    <w:rsid w:val="001310ED"/>
    <w:rsid w:val="001313C6"/>
    <w:rsid w:val="001313ED"/>
    <w:rsid w:val="001316C2"/>
    <w:rsid w:val="0013175C"/>
    <w:rsid w:val="00131B11"/>
    <w:rsid w:val="00132040"/>
    <w:rsid w:val="001322EF"/>
    <w:rsid w:val="0013292F"/>
    <w:rsid w:val="0013293B"/>
    <w:rsid w:val="00132A52"/>
    <w:rsid w:val="00132E4A"/>
    <w:rsid w:val="00132E9B"/>
    <w:rsid w:val="0013311E"/>
    <w:rsid w:val="001331D2"/>
    <w:rsid w:val="0013353C"/>
    <w:rsid w:val="0013358D"/>
    <w:rsid w:val="00133721"/>
    <w:rsid w:val="00133850"/>
    <w:rsid w:val="00133A97"/>
    <w:rsid w:val="00133A9C"/>
    <w:rsid w:val="00133C46"/>
    <w:rsid w:val="001342CB"/>
    <w:rsid w:val="00134537"/>
    <w:rsid w:val="0013464F"/>
    <w:rsid w:val="00134DD7"/>
    <w:rsid w:val="0013518D"/>
    <w:rsid w:val="001352AD"/>
    <w:rsid w:val="001352C2"/>
    <w:rsid w:val="0013608B"/>
    <w:rsid w:val="00136112"/>
    <w:rsid w:val="00136554"/>
    <w:rsid w:val="00136D47"/>
    <w:rsid w:val="00136DC2"/>
    <w:rsid w:val="00136F73"/>
    <w:rsid w:val="00137605"/>
    <w:rsid w:val="001377D7"/>
    <w:rsid w:val="00137B74"/>
    <w:rsid w:val="00137BBA"/>
    <w:rsid w:val="00137BF6"/>
    <w:rsid w:val="00140077"/>
    <w:rsid w:val="001403D1"/>
    <w:rsid w:val="0014040D"/>
    <w:rsid w:val="00140670"/>
    <w:rsid w:val="001407B8"/>
    <w:rsid w:val="00140BF0"/>
    <w:rsid w:val="00140D56"/>
    <w:rsid w:val="00141215"/>
    <w:rsid w:val="001413B0"/>
    <w:rsid w:val="00141626"/>
    <w:rsid w:val="0014169A"/>
    <w:rsid w:val="00141773"/>
    <w:rsid w:val="0014190E"/>
    <w:rsid w:val="00141954"/>
    <w:rsid w:val="00141B55"/>
    <w:rsid w:val="00141BC6"/>
    <w:rsid w:val="00141CD5"/>
    <w:rsid w:val="00141CEB"/>
    <w:rsid w:val="00141FB5"/>
    <w:rsid w:val="00141FE0"/>
    <w:rsid w:val="001422E6"/>
    <w:rsid w:val="00142328"/>
    <w:rsid w:val="001431ED"/>
    <w:rsid w:val="00143563"/>
    <w:rsid w:val="001437E2"/>
    <w:rsid w:val="001437F6"/>
    <w:rsid w:val="00143866"/>
    <w:rsid w:val="00143A19"/>
    <w:rsid w:val="00143C88"/>
    <w:rsid w:val="00143D25"/>
    <w:rsid w:val="0014419E"/>
    <w:rsid w:val="00144413"/>
    <w:rsid w:val="00144D9D"/>
    <w:rsid w:val="00144E77"/>
    <w:rsid w:val="00144F3C"/>
    <w:rsid w:val="00145062"/>
    <w:rsid w:val="0014564F"/>
    <w:rsid w:val="00145B81"/>
    <w:rsid w:val="00145BB9"/>
    <w:rsid w:val="00145E40"/>
    <w:rsid w:val="0014630F"/>
    <w:rsid w:val="00146C5A"/>
    <w:rsid w:val="00146D3C"/>
    <w:rsid w:val="00146F37"/>
    <w:rsid w:val="0014707D"/>
    <w:rsid w:val="001474B1"/>
    <w:rsid w:val="00147506"/>
    <w:rsid w:val="0014776C"/>
    <w:rsid w:val="001477AD"/>
    <w:rsid w:val="00147858"/>
    <w:rsid w:val="00147AF2"/>
    <w:rsid w:val="00147C86"/>
    <w:rsid w:val="00147EED"/>
    <w:rsid w:val="001506B9"/>
    <w:rsid w:val="001509EE"/>
    <w:rsid w:val="00150CED"/>
    <w:rsid w:val="00150D96"/>
    <w:rsid w:val="00150D9B"/>
    <w:rsid w:val="001511D6"/>
    <w:rsid w:val="0015126D"/>
    <w:rsid w:val="0015174A"/>
    <w:rsid w:val="001517DF"/>
    <w:rsid w:val="00151A6D"/>
    <w:rsid w:val="00151D3C"/>
    <w:rsid w:val="00151E4C"/>
    <w:rsid w:val="001521A1"/>
    <w:rsid w:val="00152455"/>
    <w:rsid w:val="00152B5D"/>
    <w:rsid w:val="00152EED"/>
    <w:rsid w:val="00153013"/>
    <w:rsid w:val="0015340B"/>
    <w:rsid w:val="00153553"/>
    <w:rsid w:val="0015358B"/>
    <w:rsid w:val="00153830"/>
    <w:rsid w:val="00153A79"/>
    <w:rsid w:val="00153BFE"/>
    <w:rsid w:val="00153C82"/>
    <w:rsid w:val="00153D9B"/>
    <w:rsid w:val="001540A4"/>
    <w:rsid w:val="001540AA"/>
    <w:rsid w:val="001541F8"/>
    <w:rsid w:val="0015422A"/>
    <w:rsid w:val="00154978"/>
    <w:rsid w:val="00154BDB"/>
    <w:rsid w:val="00154F49"/>
    <w:rsid w:val="00155554"/>
    <w:rsid w:val="00155906"/>
    <w:rsid w:val="00155A52"/>
    <w:rsid w:val="00155AD9"/>
    <w:rsid w:val="00155D0A"/>
    <w:rsid w:val="00155E23"/>
    <w:rsid w:val="00156162"/>
    <w:rsid w:val="001563A2"/>
    <w:rsid w:val="001565E1"/>
    <w:rsid w:val="00156746"/>
    <w:rsid w:val="00156C48"/>
    <w:rsid w:val="00156D0F"/>
    <w:rsid w:val="00156E71"/>
    <w:rsid w:val="00156E80"/>
    <w:rsid w:val="00156F20"/>
    <w:rsid w:val="00156F97"/>
    <w:rsid w:val="00157044"/>
    <w:rsid w:val="001570BC"/>
    <w:rsid w:val="0015785B"/>
    <w:rsid w:val="001579DB"/>
    <w:rsid w:val="00157A82"/>
    <w:rsid w:val="00157E5F"/>
    <w:rsid w:val="00157EB3"/>
    <w:rsid w:val="00160058"/>
    <w:rsid w:val="001600F2"/>
    <w:rsid w:val="0016027D"/>
    <w:rsid w:val="001602D2"/>
    <w:rsid w:val="001603F3"/>
    <w:rsid w:val="00160A62"/>
    <w:rsid w:val="00160A78"/>
    <w:rsid w:val="00160CBB"/>
    <w:rsid w:val="00160F08"/>
    <w:rsid w:val="001612F6"/>
    <w:rsid w:val="00161304"/>
    <w:rsid w:val="00161415"/>
    <w:rsid w:val="00161439"/>
    <w:rsid w:val="0016168B"/>
    <w:rsid w:val="001618A0"/>
    <w:rsid w:val="0016196B"/>
    <w:rsid w:val="00161C39"/>
    <w:rsid w:val="00161EEF"/>
    <w:rsid w:val="00161FED"/>
    <w:rsid w:val="00162B9C"/>
    <w:rsid w:val="00162BC2"/>
    <w:rsid w:val="00162CA4"/>
    <w:rsid w:val="00162D58"/>
    <w:rsid w:val="00162DBC"/>
    <w:rsid w:val="00162F49"/>
    <w:rsid w:val="00162F82"/>
    <w:rsid w:val="00162FC5"/>
    <w:rsid w:val="00163196"/>
    <w:rsid w:val="00163200"/>
    <w:rsid w:val="0016336B"/>
    <w:rsid w:val="00163735"/>
    <w:rsid w:val="001637C0"/>
    <w:rsid w:val="00163811"/>
    <w:rsid w:val="00163960"/>
    <w:rsid w:val="00163AA6"/>
    <w:rsid w:val="00163BB2"/>
    <w:rsid w:val="00163FF3"/>
    <w:rsid w:val="00164237"/>
    <w:rsid w:val="001642F4"/>
    <w:rsid w:val="00164364"/>
    <w:rsid w:val="0016461E"/>
    <w:rsid w:val="001647FC"/>
    <w:rsid w:val="00164A66"/>
    <w:rsid w:val="00164D16"/>
    <w:rsid w:val="00164E37"/>
    <w:rsid w:val="00164E55"/>
    <w:rsid w:val="001652A3"/>
    <w:rsid w:val="00165330"/>
    <w:rsid w:val="00165593"/>
    <w:rsid w:val="00165745"/>
    <w:rsid w:val="001657F4"/>
    <w:rsid w:val="00165AFE"/>
    <w:rsid w:val="00165C5D"/>
    <w:rsid w:val="0016607F"/>
    <w:rsid w:val="0016610F"/>
    <w:rsid w:val="00166559"/>
    <w:rsid w:val="00166567"/>
    <w:rsid w:val="0016656E"/>
    <w:rsid w:val="001668DB"/>
    <w:rsid w:val="00166CA9"/>
    <w:rsid w:val="00166F45"/>
    <w:rsid w:val="00167072"/>
    <w:rsid w:val="001673D2"/>
    <w:rsid w:val="00167649"/>
    <w:rsid w:val="00167C2B"/>
    <w:rsid w:val="00167CF1"/>
    <w:rsid w:val="00167EEC"/>
    <w:rsid w:val="001702F3"/>
    <w:rsid w:val="00170772"/>
    <w:rsid w:val="00170A9C"/>
    <w:rsid w:val="00170B01"/>
    <w:rsid w:val="00170B23"/>
    <w:rsid w:val="00170C90"/>
    <w:rsid w:val="00170CB8"/>
    <w:rsid w:val="00171218"/>
    <w:rsid w:val="0017160C"/>
    <w:rsid w:val="00171765"/>
    <w:rsid w:val="00171D9E"/>
    <w:rsid w:val="00171EC4"/>
    <w:rsid w:val="00171F8C"/>
    <w:rsid w:val="00172030"/>
    <w:rsid w:val="00172067"/>
    <w:rsid w:val="001721C5"/>
    <w:rsid w:val="001723F1"/>
    <w:rsid w:val="00172489"/>
    <w:rsid w:val="00172544"/>
    <w:rsid w:val="001727C0"/>
    <w:rsid w:val="001729EC"/>
    <w:rsid w:val="00172CC6"/>
    <w:rsid w:val="00172DDF"/>
    <w:rsid w:val="00172F6D"/>
    <w:rsid w:val="0017355D"/>
    <w:rsid w:val="001736DD"/>
    <w:rsid w:val="00173766"/>
    <w:rsid w:val="00173B5C"/>
    <w:rsid w:val="00173CAA"/>
    <w:rsid w:val="00173EC4"/>
    <w:rsid w:val="00174085"/>
    <w:rsid w:val="00174137"/>
    <w:rsid w:val="00174497"/>
    <w:rsid w:val="00174701"/>
    <w:rsid w:val="0017490B"/>
    <w:rsid w:val="0017495D"/>
    <w:rsid w:val="00174A73"/>
    <w:rsid w:val="00174D69"/>
    <w:rsid w:val="00175464"/>
    <w:rsid w:val="00175509"/>
    <w:rsid w:val="00175A42"/>
    <w:rsid w:val="001760FB"/>
    <w:rsid w:val="00176149"/>
    <w:rsid w:val="001763C2"/>
    <w:rsid w:val="001765A6"/>
    <w:rsid w:val="0017668B"/>
    <w:rsid w:val="00176CFE"/>
    <w:rsid w:val="00176D1B"/>
    <w:rsid w:val="00176D8F"/>
    <w:rsid w:val="00176DB6"/>
    <w:rsid w:val="0017724C"/>
    <w:rsid w:val="00177636"/>
    <w:rsid w:val="001776CC"/>
    <w:rsid w:val="0017788F"/>
    <w:rsid w:val="00177A58"/>
    <w:rsid w:val="00177AD1"/>
    <w:rsid w:val="00177C02"/>
    <w:rsid w:val="00177E1E"/>
    <w:rsid w:val="00180024"/>
    <w:rsid w:val="001803BC"/>
    <w:rsid w:val="00180583"/>
    <w:rsid w:val="001809BE"/>
    <w:rsid w:val="00181107"/>
    <w:rsid w:val="001813DE"/>
    <w:rsid w:val="00182057"/>
    <w:rsid w:val="0018223A"/>
    <w:rsid w:val="001823F9"/>
    <w:rsid w:val="00182473"/>
    <w:rsid w:val="001824A5"/>
    <w:rsid w:val="001825DB"/>
    <w:rsid w:val="00182697"/>
    <w:rsid w:val="00182710"/>
    <w:rsid w:val="00182766"/>
    <w:rsid w:val="001830EB"/>
    <w:rsid w:val="0018312F"/>
    <w:rsid w:val="001831B4"/>
    <w:rsid w:val="00183AB4"/>
    <w:rsid w:val="00183DC0"/>
    <w:rsid w:val="00183FB5"/>
    <w:rsid w:val="00184086"/>
    <w:rsid w:val="001841EB"/>
    <w:rsid w:val="001845DE"/>
    <w:rsid w:val="001849FB"/>
    <w:rsid w:val="00184A00"/>
    <w:rsid w:val="00184F8D"/>
    <w:rsid w:val="00185397"/>
    <w:rsid w:val="001854CE"/>
    <w:rsid w:val="00185871"/>
    <w:rsid w:val="00185C16"/>
    <w:rsid w:val="00185DFD"/>
    <w:rsid w:val="001866F1"/>
    <w:rsid w:val="00186B8B"/>
    <w:rsid w:val="00186EC7"/>
    <w:rsid w:val="00187056"/>
    <w:rsid w:val="0018727B"/>
    <w:rsid w:val="00187307"/>
    <w:rsid w:val="00187387"/>
    <w:rsid w:val="001873D4"/>
    <w:rsid w:val="001875A7"/>
    <w:rsid w:val="0018765C"/>
    <w:rsid w:val="00187E54"/>
    <w:rsid w:val="00190182"/>
    <w:rsid w:val="0019073A"/>
    <w:rsid w:val="00190783"/>
    <w:rsid w:val="001907F0"/>
    <w:rsid w:val="00190E97"/>
    <w:rsid w:val="00191321"/>
    <w:rsid w:val="0019132F"/>
    <w:rsid w:val="00191591"/>
    <w:rsid w:val="00191661"/>
    <w:rsid w:val="00191692"/>
    <w:rsid w:val="00191801"/>
    <w:rsid w:val="00191C63"/>
    <w:rsid w:val="00191D93"/>
    <w:rsid w:val="00191F31"/>
    <w:rsid w:val="00191F4E"/>
    <w:rsid w:val="00192259"/>
    <w:rsid w:val="0019240C"/>
    <w:rsid w:val="00192548"/>
    <w:rsid w:val="00192D1C"/>
    <w:rsid w:val="00192F3A"/>
    <w:rsid w:val="00192F42"/>
    <w:rsid w:val="00193420"/>
    <w:rsid w:val="00193C7B"/>
    <w:rsid w:val="00193E9B"/>
    <w:rsid w:val="00193F97"/>
    <w:rsid w:val="00193FA8"/>
    <w:rsid w:val="001945BC"/>
    <w:rsid w:val="001947FC"/>
    <w:rsid w:val="00194845"/>
    <w:rsid w:val="0019489D"/>
    <w:rsid w:val="00194E69"/>
    <w:rsid w:val="001958EF"/>
    <w:rsid w:val="00195A31"/>
    <w:rsid w:val="00195CDD"/>
    <w:rsid w:val="00195E66"/>
    <w:rsid w:val="00195E78"/>
    <w:rsid w:val="00195F31"/>
    <w:rsid w:val="00196012"/>
    <w:rsid w:val="00196A61"/>
    <w:rsid w:val="00196AC6"/>
    <w:rsid w:val="00196DF5"/>
    <w:rsid w:val="001973A5"/>
    <w:rsid w:val="0019787D"/>
    <w:rsid w:val="00197A5C"/>
    <w:rsid w:val="00197C91"/>
    <w:rsid w:val="00197DFA"/>
    <w:rsid w:val="00197F6B"/>
    <w:rsid w:val="001A0164"/>
    <w:rsid w:val="001A01E3"/>
    <w:rsid w:val="001A021D"/>
    <w:rsid w:val="001A02AC"/>
    <w:rsid w:val="001A0532"/>
    <w:rsid w:val="001A057B"/>
    <w:rsid w:val="001A0754"/>
    <w:rsid w:val="001A0E1F"/>
    <w:rsid w:val="001A1121"/>
    <w:rsid w:val="001A11D9"/>
    <w:rsid w:val="001A1311"/>
    <w:rsid w:val="001A1BB1"/>
    <w:rsid w:val="001A1F27"/>
    <w:rsid w:val="001A226A"/>
    <w:rsid w:val="001A2271"/>
    <w:rsid w:val="001A2291"/>
    <w:rsid w:val="001A24B0"/>
    <w:rsid w:val="001A2C88"/>
    <w:rsid w:val="001A3398"/>
    <w:rsid w:val="001A3491"/>
    <w:rsid w:val="001A3BEE"/>
    <w:rsid w:val="001A4036"/>
    <w:rsid w:val="001A4C5B"/>
    <w:rsid w:val="001A4DEF"/>
    <w:rsid w:val="001A5071"/>
    <w:rsid w:val="001A50AE"/>
    <w:rsid w:val="001A5430"/>
    <w:rsid w:val="001A549F"/>
    <w:rsid w:val="001A57CB"/>
    <w:rsid w:val="001A592E"/>
    <w:rsid w:val="001A6090"/>
    <w:rsid w:val="001A613A"/>
    <w:rsid w:val="001A61D7"/>
    <w:rsid w:val="001A626A"/>
    <w:rsid w:val="001A64A8"/>
    <w:rsid w:val="001A65F0"/>
    <w:rsid w:val="001A6697"/>
    <w:rsid w:val="001A66D8"/>
    <w:rsid w:val="001A67DE"/>
    <w:rsid w:val="001A6869"/>
    <w:rsid w:val="001A69C6"/>
    <w:rsid w:val="001A69FD"/>
    <w:rsid w:val="001A6D47"/>
    <w:rsid w:val="001A6E8F"/>
    <w:rsid w:val="001A7510"/>
    <w:rsid w:val="001A76CE"/>
    <w:rsid w:val="001A79E5"/>
    <w:rsid w:val="001A7D31"/>
    <w:rsid w:val="001A7DAB"/>
    <w:rsid w:val="001B0099"/>
    <w:rsid w:val="001B03ED"/>
    <w:rsid w:val="001B0491"/>
    <w:rsid w:val="001B0716"/>
    <w:rsid w:val="001B08FF"/>
    <w:rsid w:val="001B0974"/>
    <w:rsid w:val="001B097C"/>
    <w:rsid w:val="001B155D"/>
    <w:rsid w:val="001B1992"/>
    <w:rsid w:val="001B1E3F"/>
    <w:rsid w:val="001B1F6B"/>
    <w:rsid w:val="001B1FCF"/>
    <w:rsid w:val="001B1FF7"/>
    <w:rsid w:val="001B20F9"/>
    <w:rsid w:val="001B27AD"/>
    <w:rsid w:val="001B2955"/>
    <w:rsid w:val="001B2A32"/>
    <w:rsid w:val="001B2E69"/>
    <w:rsid w:val="001B308F"/>
    <w:rsid w:val="001B313F"/>
    <w:rsid w:val="001B3925"/>
    <w:rsid w:val="001B451C"/>
    <w:rsid w:val="001B4605"/>
    <w:rsid w:val="001B47A2"/>
    <w:rsid w:val="001B487C"/>
    <w:rsid w:val="001B491A"/>
    <w:rsid w:val="001B5022"/>
    <w:rsid w:val="001B529F"/>
    <w:rsid w:val="001B5591"/>
    <w:rsid w:val="001B568B"/>
    <w:rsid w:val="001B56F9"/>
    <w:rsid w:val="001B5752"/>
    <w:rsid w:val="001B5CAC"/>
    <w:rsid w:val="001B6170"/>
    <w:rsid w:val="001B6200"/>
    <w:rsid w:val="001B626E"/>
    <w:rsid w:val="001B6542"/>
    <w:rsid w:val="001B687C"/>
    <w:rsid w:val="001B6DF0"/>
    <w:rsid w:val="001B6FBC"/>
    <w:rsid w:val="001B70D2"/>
    <w:rsid w:val="001B7A8D"/>
    <w:rsid w:val="001B7B8B"/>
    <w:rsid w:val="001B7CF7"/>
    <w:rsid w:val="001B7F00"/>
    <w:rsid w:val="001C0094"/>
    <w:rsid w:val="001C00C0"/>
    <w:rsid w:val="001C02CF"/>
    <w:rsid w:val="001C045C"/>
    <w:rsid w:val="001C0872"/>
    <w:rsid w:val="001C0A2E"/>
    <w:rsid w:val="001C0BB4"/>
    <w:rsid w:val="001C0BDB"/>
    <w:rsid w:val="001C0D86"/>
    <w:rsid w:val="001C0F69"/>
    <w:rsid w:val="001C1A27"/>
    <w:rsid w:val="001C1C1E"/>
    <w:rsid w:val="001C1F46"/>
    <w:rsid w:val="001C1F52"/>
    <w:rsid w:val="001C224B"/>
    <w:rsid w:val="001C2306"/>
    <w:rsid w:val="001C23E4"/>
    <w:rsid w:val="001C2541"/>
    <w:rsid w:val="001C258D"/>
    <w:rsid w:val="001C2A69"/>
    <w:rsid w:val="001C2CD0"/>
    <w:rsid w:val="001C2CDF"/>
    <w:rsid w:val="001C30D3"/>
    <w:rsid w:val="001C34F9"/>
    <w:rsid w:val="001C37EF"/>
    <w:rsid w:val="001C3B54"/>
    <w:rsid w:val="001C3D07"/>
    <w:rsid w:val="001C3D50"/>
    <w:rsid w:val="001C3DE6"/>
    <w:rsid w:val="001C40BD"/>
    <w:rsid w:val="001C43AB"/>
    <w:rsid w:val="001C4445"/>
    <w:rsid w:val="001C44BC"/>
    <w:rsid w:val="001C4647"/>
    <w:rsid w:val="001C48C6"/>
    <w:rsid w:val="001C4C2D"/>
    <w:rsid w:val="001C555B"/>
    <w:rsid w:val="001C5EFB"/>
    <w:rsid w:val="001C6451"/>
    <w:rsid w:val="001C6A29"/>
    <w:rsid w:val="001C6AE4"/>
    <w:rsid w:val="001C6B04"/>
    <w:rsid w:val="001C6C55"/>
    <w:rsid w:val="001C6D65"/>
    <w:rsid w:val="001C6F1E"/>
    <w:rsid w:val="001C6FFD"/>
    <w:rsid w:val="001C71F2"/>
    <w:rsid w:val="001C77F9"/>
    <w:rsid w:val="001C7804"/>
    <w:rsid w:val="001C7950"/>
    <w:rsid w:val="001C79B9"/>
    <w:rsid w:val="001C7D4B"/>
    <w:rsid w:val="001C7D99"/>
    <w:rsid w:val="001D0146"/>
    <w:rsid w:val="001D0842"/>
    <w:rsid w:val="001D0EEB"/>
    <w:rsid w:val="001D10F3"/>
    <w:rsid w:val="001D1102"/>
    <w:rsid w:val="001D11A6"/>
    <w:rsid w:val="001D11D1"/>
    <w:rsid w:val="001D1609"/>
    <w:rsid w:val="001D1A07"/>
    <w:rsid w:val="001D1BD8"/>
    <w:rsid w:val="001D1FB6"/>
    <w:rsid w:val="001D2061"/>
    <w:rsid w:val="001D28CD"/>
    <w:rsid w:val="001D2A44"/>
    <w:rsid w:val="001D2D65"/>
    <w:rsid w:val="001D2D6D"/>
    <w:rsid w:val="001D3145"/>
    <w:rsid w:val="001D334D"/>
    <w:rsid w:val="001D3808"/>
    <w:rsid w:val="001D384D"/>
    <w:rsid w:val="001D4025"/>
    <w:rsid w:val="001D40A9"/>
    <w:rsid w:val="001D475D"/>
    <w:rsid w:val="001D4C8D"/>
    <w:rsid w:val="001D4DE5"/>
    <w:rsid w:val="001D5002"/>
    <w:rsid w:val="001D544A"/>
    <w:rsid w:val="001D5683"/>
    <w:rsid w:val="001D5CBD"/>
    <w:rsid w:val="001D5E9E"/>
    <w:rsid w:val="001D5EAF"/>
    <w:rsid w:val="001D6022"/>
    <w:rsid w:val="001D69B1"/>
    <w:rsid w:val="001D6A98"/>
    <w:rsid w:val="001D6D6F"/>
    <w:rsid w:val="001D6D75"/>
    <w:rsid w:val="001D721F"/>
    <w:rsid w:val="001D72DE"/>
    <w:rsid w:val="001D7354"/>
    <w:rsid w:val="001D7454"/>
    <w:rsid w:val="001D7598"/>
    <w:rsid w:val="001D78D8"/>
    <w:rsid w:val="001D7B14"/>
    <w:rsid w:val="001E0285"/>
    <w:rsid w:val="001E0466"/>
    <w:rsid w:val="001E0744"/>
    <w:rsid w:val="001E092F"/>
    <w:rsid w:val="001E0A58"/>
    <w:rsid w:val="001E0BD5"/>
    <w:rsid w:val="001E11A9"/>
    <w:rsid w:val="001E124F"/>
    <w:rsid w:val="001E13E0"/>
    <w:rsid w:val="001E1706"/>
    <w:rsid w:val="001E18EA"/>
    <w:rsid w:val="001E19A1"/>
    <w:rsid w:val="001E19CE"/>
    <w:rsid w:val="001E1A5D"/>
    <w:rsid w:val="001E1AEC"/>
    <w:rsid w:val="001E1C96"/>
    <w:rsid w:val="001E1E02"/>
    <w:rsid w:val="001E2319"/>
    <w:rsid w:val="001E261D"/>
    <w:rsid w:val="001E2867"/>
    <w:rsid w:val="001E298F"/>
    <w:rsid w:val="001E2AFE"/>
    <w:rsid w:val="001E333D"/>
    <w:rsid w:val="001E33FE"/>
    <w:rsid w:val="001E34C8"/>
    <w:rsid w:val="001E367A"/>
    <w:rsid w:val="001E3842"/>
    <w:rsid w:val="001E3A29"/>
    <w:rsid w:val="001E3CCE"/>
    <w:rsid w:val="001E3EE6"/>
    <w:rsid w:val="001E445C"/>
    <w:rsid w:val="001E46F4"/>
    <w:rsid w:val="001E4A12"/>
    <w:rsid w:val="001E4B4F"/>
    <w:rsid w:val="001E4B62"/>
    <w:rsid w:val="001E4EAF"/>
    <w:rsid w:val="001E4F1C"/>
    <w:rsid w:val="001E506F"/>
    <w:rsid w:val="001E538C"/>
    <w:rsid w:val="001E59DC"/>
    <w:rsid w:val="001E59EB"/>
    <w:rsid w:val="001E5AD9"/>
    <w:rsid w:val="001E5B8E"/>
    <w:rsid w:val="001E5BAE"/>
    <w:rsid w:val="001E5BDA"/>
    <w:rsid w:val="001E5D9B"/>
    <w:rsid w:val="001E6E00"/>
    <w:rsid w:val="001E6EAC"/>
    <w:rsid w:val="001E6EC0"/>
    <w:rsid w:val="001E7089"/>
    <w:rsid w:val="001E74C5"/>
    <w:rsid w:val="001E76AB"/>
    <w:rsid w:val="001E7833"/>
    <w:rsid w:val="001E7956"/>
    <w:rsid w:val="001E7986"/>
    <w:rsid w:val="001E79C7"/>
    <w:rsid w:val="001E7A1B"/>
    <w:rsid w:val="001E7E41"/>
    <w:rsid w:val="001F0240"/>
    <w:rsid w:val="001F06BF"/>
    <w:rsid w:val="001F07D0"/>
    <w:rsid w:val="001F0845"/>
    <w:rsid w:val="001F0AF2"/>
    <w:rsid w:val="001F0BD7"/>
    <w:rsid w:val="001F0EB6"/>
    <w:rsid w:val="001F1581"/>
    <w:rsid w:val="001F158E"/>
    <w:rsid w:val="001F1615"/>
    <w:rsid w:val="001F1AD5"/>
    <w:rsid w:val="001F1E37"/>
    <w:rsid w:val="001F1E89"/>
    <w:rsid w:val="001F204B"/>
    <w:rsid w:val="001F20FE"/>
    <w:rsid w:val="001F2577"/>
    <w:rsid w:val="001F2743"/>
    <w:rsid w:val="001F2F27"/>
    <w:rsid w:val="001F31D7"/>
    <w:rsid w:val="001F3229"/>
    <w:rsid w:val="001F3370"/>
    <w:rsid w:val="001F3372"/>
    <w:rsid w:val="001F3466"/>
    <w:rsid w:val="001F3565"/>
    <w:rsid w:val="001F35F3"/>
    <w:rsid w:val="001F379F"/>
    <w:rsid w:val="001F38DB"/>
    <w:rsid w:val="001F3FA7"/>
    <w:rsid w:val="001F42B8"/>
    <w:rsid w:val="001F44A1"/>
    <w:rsid w:val="001F4584"/>
    <w:rsid w:val="001F46F1"/>
    <w:rsid w:val="001F48C3"/>
    <w:rsid w:val="001F49B1"/>
    <w:rsid w:val="001F57FF"/>
    <w:rsid w:val="001F592C"/>
    <w:rsid w:val="001F5AB3"/>
    <w:rsid w:val="001F5D01"/>
    <w:rsid w:val="001F5E0C"/>
    <w:rsid w:val="001F6225"/>
    <w:rsid w:val="001F6284"/>
    <w:rsid w:val="001F63AB"/>
    <w:rsid w:val="001F65C8"/>
    <w:rsid w:val="001F69CD"/>
    <w:rsid w:val="001F6BD6"/>
    <w:rsid w:val="001F76BC"/>
    <w:rsid w:val="001F78CE"/>
    <w:rsid w:val="001F7949"/>
    <w:rsid w:val="001F7D44"/>
    <w:rsid w:val="00200173"/>
    <w:rsid w:val="00200537"/>
    <w:rsid w:val="00200603"/>
    <w:rsid w:val="00200B90"/>
    <w:rsid w:val="00200FA4"/>
    <w:rsid w:val="002012A1"/>
    <w:rsid w:val="0020131D"/>
    <w:rsid w:val="002013A1"/>
    <w:rsid w:val="002014CA"/>
    <w:rsid w:val="00201976"/>
    <w:rsid w:val="00201BD7"/>
    <w:rsid w:val="00201E33"/>
    <w:rsid w:val="00201E60"/>
    <w:rsid w:val="00201F86"/>
    <w:rsid w:val="00201F96"/>
    <w:rsid w:val="002020B5"/>
    <w:rsid w:val="00202357"/>
    <w:rsid w:val="00202602"/>
    <w:rsid w:val="0020266B"/>
    <w:rsid w:val="00202BB3"/>
    <w:rsid w:val="002030C1"/>
    <w:rsid w:val="00203176"/>
    <w:rsid w:val="002031AA"/>
    <w:rsid w:val="0020331B"/>
    <w:rsid w:val="0020360F"/>
    <w:rsid w:val="002041EC"/>
    <w:rsid w:val="00204366"/>
    <w:rsid w:val="002044A4"/>
    <w:rsid w:val="002046B0"/>
    <w:rsid w:val="00204804"/>
    <w:rsid w:val="00204914"/>
    <w:rsid w:val="00204C43"/>
    <w:rsid w:val="00204C7B"/>
    <w:rsid w:val="00204E57"/>
    <w:rsid w:val="00204E99"/>
    <w:rsid w:val="00205051"/>
    <w:rsid w:val="002050FA"/>
    <w:rsid w:val="002054AB"/>
    <w:rsid w:val="00205637"/>
    <w:rsid w:val="002058DE"/>
    <w:rsid w:val="00205B13"/>
    <w:rsid w:val="00205EFD"/>
    <w:rsid w:val="002064F5"/>
    <w:rsid w:val="002066D8"/>
    <w:rsid w:val="00206750"/>
    <w:rsid w:val="0020696D"/>
    <w:rsid w:val="00206A08"/>
    <w:rsid w:val="00206FB3"/>
    <w:rsid w:val="00206FC1"/>
    <w:rsid w:val="002070A4"/>
    <w:rsid w:val="002073BD"/>
    <w:rsid w:val="00207916"/>
    <w:rsid w:val="00207D75"/>
    <w:rsid w:val="00210396"/>
    <w:rsid w:val="002105D2"/>
    <w:rsid w:val="00210A96"/>
    <w:rsid w:val="00210B08"/>
    <w:rsid w:val="00211500"/>
    <w:rsid w:val="00211939"/>
    <w:rsid w:val="00211AC7"/>
    <w:rsid w:val="00211B52"/>
    <w:rsid w:val="00211BF0"/>
    <w:rsid w:val="00211C3A"/>
    <w:rsid w:val="00211C99"/>
    <w:rsid w:val="00211CD1"/>
    <w:rsid w:val="00211E9E"/>
    <w:rsid w:val="00211EED"/>
    <w:rsid w:val="00211F20"/>
    <w:rsid w:val="0021211B"/>
    <w:rsid w:val="00212590"/>
    <w:rsid w:val="002125C8"/>
    <w:rsid w:val="002129A2"/>
    <w:rsid w:val="0021301D"/>
    <w:rsid w:val="00213188"/>
    <w:rsid w:val="0021333C"/>
    <w:rsid w:val="002133CA"/>
    <w:rsid w:val="00213649"/>
    <w:rsid w:val="002137A4"/>
    <w:rsid w:val="0021388A"/>
    <w:rsid w:val="002138B0"/>
    <w:rsid w:val="0021390D"/>
    <w:rsid w:val="00213D34"/>
    <w:rsid w:val="00213DDC"/>
    <w:rsid w:val="00213E81"/>
    <w:rsid w:val="0021417A"/>
    <w:rsid w:val="002141AF"/>
    <w:rsid w:val="0021425A"/>
    <w:rsid w:val="0021454A"/>
    <w:rsid w:val="00214665"/>
    <w:rsid w:val="00214B3A"/>
    <w:rsid w:val="002150FF"/>
    <w:rsid w:val="0021515B"/>
    <w:rsid w:val="00215567"/>
    <w:rsid w:val="002157EB"/>
    <w:rsid w:val="00215ADE"/>
    <w:rsid w:val="00215DF7"/>
    <w:rsid w:val="00216258"/>
    <w:rsid w:val="002164D2"/>
    <w:rsid w:val="00216598"/>
    <w:rsid w:val="00216622"/>
    <w:rsid w:val="002166C0"/>
    <w:rsid w:val="00216773"/>
    <w:rsid w:val="00217034"/>
    <w:rsid w:val="00217699"/>
    <w:rsid w:val="002176E2"/>
    <w:rsid w:val="00217C08"/>
    <w:rsid w:val="00220AAB"/>
    <w:rsid w:val="00220DEF"/>
    <w:rsid w:val="00220ED1"/>
    <w:rsid w:val="00220F11"/>
    <w:rsid w:val="0022101F"/>
    <w:rsid w:val="002212F4"/>
    <w:rsid w:val="002213D3"/>
    <w:rsid w:val="0022194A"/>
    <w:rsid w:val="00221DF0"/>
    <w:rsid w:val="00221F2D"/>
    <w:rsid w:val="002220FC"/>
    <w:rsid w:val="00222140"/>
    <w:rsid w:val="00222154"/>
    <w:rsid w:val="00222544"/>
    <w:rsid w:val="0022258D"/>
    <w:rsid w:val="00222976"/>
    <w:rsid w:val="00222AEC"/>
    <w:rsid w:val="00222D03"/>
    <w:rsid w:val="002232C9"/>
    <w:rsid w:val="0022343D"/>
    <w:rsid w:val="00223BE0"/>
    <w:rsid w:val="00223CE6"/>
    <w:rsid w:val="00223F02"/>
    <w:rsid w:val="00223F08"/>
    <w:rsid w:val="00223F6A"/>
    <w:rsid w:val="0022416A"/>
    <w:rsid w:val="00224232"/>
    <w:rsid w:val="00224342"/>
    <w:rsid w:val="00224448"/>
    <w:rsid w:val="00224B94"/>
    <w:rsid w:val="00224BB5"/>
    <w:rsid w:val="00224CB1"/>
    <w:rsid w:val="00224DEC"/>
    <w:rsid w:val="00225280"/>
    <w:rsid w:val="0022538C"/>
    <w:rsid w:val="002255F7"/>
    <w:rsid w:val="00225EEC"/>
    <w:rsid w:val="002262DC"/>
    <w:rsid w:val="0022647F"/>
    <w:rsid w:val="0022656E"/>
    <w:rsid w:val="002267A8"/>
    <w:rsid w:val="002267F6"/>
    <w:rsid w:val="00226B70"/>
    <w:rsid w:val="00226BDA"/>
    <w:rsid w:val="00226F80"/>
    <w:rsid w:val="00226F98"/>
    <w:rsid w:val="00227201"/>
    <w:rsid w:val="002276BF"/>
    <w:rsid w:val="002278B1"/>
    <w:rsid w:val="00227D3B"/>
    <w:rsid w:val="00227F69"/>
    <w:rsid w:val="002303A6"/>
    <w:rsid w:val="00230544"/>
    <w:rsid w:val="002305EC"/>
    <w:rsid w:val="0023086E"/>
    <w:rsid w:val="00230AA3"/>
    <w:rsid w:val="00230C4A"/>
    <w:rsid w:val="00230F67"/>
    <w:rsid w:val="002317FB"/>
    <w:rsid w:val="00231919"/>
    <w:rsid w:val="00231A48"/>
    <w:rsid w:val="00231B41"/>
    <w:rsid w:val="00231CC7"/>
    <w:rsid w:val="00231DDB"/>
    <w:rsid w:val="00231F31"/>
    <w:rsid w:val="00231F90"/>
    <w:rsid w:val="00231FC0"/>
    <w:rsid w:val="00232732"/>
    <w:rsid w:val="002327B5"/>
    <w:rsid w:val="00232863"/>
    <w:rsid w:val="00232D2A"/>
    <w:rsid w:val="00232E63"/>
    <w:rsid w:val="00232EF9"/>
    <w:rsid w:val="0023320D"/>
    <w:rsid w:val="002335B1"/>
    <w:rsid w:val="002335FE"/>
    <w:rsid w:val="0023366D"/>
    <w:rsid w:val="002337C3"/>
    <w:rsid w:val="00233806"/>
    <w:rsid w:val="002339F3"/>
    <w:rsid w:val="00233B76"/>
    <w:rsid w:val="00233E71"/>
    <w:rsid w:val="00234835"/>
    <w:rsid w:val="0023489F"/>
    <w:rsid w:val="0023495C"/>
    <w:rsid w:val="00234A7A"/>
    <w:rsid w:val="00234B79"/>
    <w:rsid w:val="00234CB7"/>
    <w:rsid w:val="00234EF0"/>
    <w:rsid w:val="00234F47"/>
    <w:rsid w:val="002353EC"/>
    <w:rsid w:val="00235840"/>
    <w:rsid w:val="00235C3E"/>
    <w:rsid w:val="00235C4B"/>
    <w:rsid w:val="00235F36"/>
    <w:rsid w:val="0023610A"/>
    <w:rsid w:val="0023636D"/>
    <w:rsid w:val="00236442"/>
    <w:rsid w:val="002366A9"/>
    <w:rsid w:val="00236832"/>
    <w:rsid w:val="00236834"/>
    <w:rsid w:val="00236971"/>
    <w:rsid w:val="002369C8"/>
    <w:rsid w:val="00236E78"/>
    <w:rsid w:val="00236F1A"/>
    <w:rsid w:val="0023721F"/>
    <w:rsid w:val="00237620"/>
    <w:rsid w:val="00237B6C"/>
    <w:rsid w:val="00237CE9"/>
    <w:rsid w:val="00237E65"/>
    <w:rsid w:val="002400F0"/>
    <w:rsid w:val="00240179"/>
    <w:rsid w:val="00240628"/>
    <w:rsid w:val="002406BE"/>
    <w:rsid w:val="00240739"/>
    <w:rsid w:val="00240783"/>
    <w:rsid w:val="00240D72"/>
    <w:rsid w:val="00240DB9"/>
    <w:rsid w:val="002410B0"/>
    <w:rsid w:val="002415C2"/>
    <w:rsid w:val="00241625"/>
    <w:rsid w:val="00241681"/>
    <w:rsid w:val="00241862"/>
    <w:rsid w:val="00241D66"/>
    <w:rsid w:val="0024204E"/>
    <w:rsid w:val="002420F4"/>
    <w:rsid w:val="00242226"/>
    <w:rsid w:val="0024223C"/>
    <w:rsid w:val="002425CD"/>
    <w:rsid w:val="002427C6"/>
    <w:rsid w:val="00242C5A"/>
    <w:rsid w:val="00243203"/>
    <w:rsid w:val="0024390E"/>
    <w:rsid w:val="00243E02"/>
    <w:rsid w:val="00243E96"/>
    <w:rsid w:val="00244179"/>
    <w:rsid w:val="00244291"/>
    <w:rsid w:val="002445A8"/>
    <w:rsid w:val="0024491F"/>
    <w:rsid w:val="00244A4C"/>
    <w:rsid w:val="00244D1B"/>
    <w:rsid w:val="00244EF0"/>
    <w:rsid w:val="002452F0"/>
    <w:rsid w:val="002453AC"/>
    <w:rsid w:val="00245743"/>
    <w:rsid w:val="00245C03"/>
    <w:rsid w:val="00245CF8"/>
    <w:rsid w:val="00245DC2"/>
    <w:rsid w:val="002462CB"/>
    <w:rsid w:val="00246426"/>
    <w:rsid w:val="0024724B"/>
    <w:rsid w:val="002479AF"/>
    <w:rsid w:val="00247AB0"/>
    <w:rsid w:val="00247BCC"/>
    <w:rsid w:val="00247E7D"/>
    <w:rsid w:val="00247F2D"/>
    <w:rsid w:val="00247F9E"/>
    <w:rsid w:val="00247FD4"/>
    <w:rsid w:val="00247FDD"/>
    <w:rsid w:val="00247FE0"/>
    <w:rsid w:val="0025000F"/>
    <w:rsid w:val="0025024B"/>
    <w:rsid w:val="0025036C"/>
    <w:rsid w:val="002503DE"/>
    <w:rsid w:val="002503F7"/>
    <w:rsid w:val="0025088C"/>
    <w:rsid w:val="00250FE3"/>
    <w:rsid w:val="002511FB"/>
    <w:rsid w:val="00251241"/>
    <w:rsid w:val="0025133F"/>
    <w:rsid w:val="00251444"/>
    <w:rsid w:val="00251615"/>
    <w:rsid w:val="00251657"/>
    <w:rsid w:val="0025170E"/>
    <w:rsid w:val="00251916"/>
    <w:rsid w:val="00251CA4"/>
    <w:rsid w:val="00251D50"/>
    <w:rsid w:val="00251F6C"/>
    <w:rsid w:val="00252102"/>
    <w:rsid w:val="00252625"/>
    <w:rsid w:val="002526AF"/>
    <w:rsid w:val="002526BD"/>
    <w:rsid w:val="002526D9"/>
    <w:rsid w:val="00252738"/>
    <w:rsid w:val="002527C3"/>
    <w:rsid w:val="002528C3"/>
    <w:rsid w:val="002528DD"/>
    <w:rsid w:val="00252AF1"/>
    <w:rsid w:val="00252CE0"/>
    <w:rsid w:val="00252E9A"/>
    <w:rsid w:val="0025313C"/>
    <w:rsid w:val="00253238"/>
    <w:rsid w:val="00253677"/>
    <w:rsid w:val="00253761"/>
    <w:rsid w:val="0025393E"/>
    <w:rsid w:val="00253A3B"/>
    <w:rsid w:val="00253B32"/>
    <w:rsid w:val="00253BA5"/>
    <w:rsid w:val="00253EB9"/>
    <w:rsid w:val="00254669"/>
    <w:rsid w:val="00254785"/>
    <w:rsid w:val="0025598F"/>
    <w:rsid w:val="00255B60"/>
    <w:rsid w:val="00255F13"/>
    <w:rsid w:val="00255F69"/>
    <w:rsid w:val="00255FCB"/>
    <w:rsid w:val="002565F8"/>
    <w:rsid w:val="00256646"/>
    <w:rsid w:val="002568BC"/>
    <w:rsid w:val="00256B02"/>
    <w:rsid w:val="00256DE1"/>
    <w:rsid w:val="002571A3"/>
    <w:rsid w:val="002571D8"/>
    <w:rsid w:val="0025730C"/>
    <w:rsid w:val="0025738C"/>
    <w:rsid w:val="002574A9"/>
    <w:rsid w:val="002574EB"/>
    <w:rsid w:val="002575D3"/>
    <w:rsid w:val="0025792D"/>
    <w:rsid w:val="00257C12"/>
    <w:rsid w:val="0026001A"/>
    <w:rsid w:val="0026020D"/>
    <w:rsid w:val="002607FD"/>
    <w:rsid w:val="002609A8"/>
    <w:rsid w:val="0026109F"/>
    <w:rsid w:val="00261280"/>
    <w:rsid w:val="00261326"/>
    <w:rsid w:val="002615EC"/>
    <w:rsid w:val="0026186A"/>
    <w:rsid w:val="00261A0A"/>
    <w:rsid w:val="00262A58"/>
    <w:rsid w:val="00263103"/>
    <w:rsid w:val="0026347D"/>
    <w:rsid w:val="0026350B"/>
    <w:rsid w:val="00263699"/>
    <w:rsid w:val="002636E0"/>
    <w:rsid w:val="00263C1E"/>
    <w:rsid w:val="00263F95"/>
    <w:rsid w:val="0026411C"/>
    <w:rsid w:val="00264297"/>
    <w:rsid w:val="00264A04"/>
    <w:rsid w:val="00264A4B"/>
    <w:rsid w:val="00264B45"/>
    <w:rsid w:val="00264CF9"/>
    <w:rsid w:val="00264D81"/>
    <w:rsid w:val="00264DA4"/>
    <w:rsid w:val="00265012"/>
    <w:rsid w:val="002651F2"/>
    <w:rsid w:val="002654D9"/>
    <w:rsid w:val="002656D5"/>
    <w:rsid w:val="002657EF"/>
    <w:rsid w:val="00265DA9"/>
    <w:rsid w:val="00266066"/>
    <w:rsid w:val="00266299"/>
    <w:rsid w:val="0026630F"/>
    <w:rsid w:val="002663A0"/>
    <w:rsid w:val="002667DE"/>
    <w:rsid w:val="00266A78"/>
    <w:rsid w:val="00266A8D"/>
    <w:rsid w:val="00266D72"/>
    <w:rsid w:val="00267197"/>
    <w:rsid w:val="002671AC"/>
    <w:rsid w:val="002671B8"/>
    <w:rsid w:val="0026741A"/>
    <w:rsid w:val="00267C55"/>
    <w:rsid w:val="00267D03"/>
    <w:rsid w:val="00267F95"/>
    <w:rsid w:val="0027021D"/>
    <w:rsid w:val="00270301"/>
    <w:rsid w:val="00270663"/>
    <w:rsid w:val="00270781"/>
    <w:rsid w:val="00270820"/>
    <w:rsid w:val="00270CA7"/>
    <w:rsid w:val="002710F7"/>
    <w:rsid w:val="0027145D"/>
    <w:rsid w:val="002715F0"/>
    <w:rsid w:val="002718B3"/>
    <w:rsid w:val="00271948"/>
    <w:rsid w:val="002719AF"/>
    <w:rsid w:val="00271A16"/>
    <w:rsid w:val="00271C4B"/>
    <w:rsid w:val="00271DD9"/>
    <w:rsid w:val="0027208A"/>
    <w:rsid w:val="0027212B"/>
    <w:rsid w:val="0027221B"/>
    <w:rsid w:val="002724BF"/>
    <w:rsid w:val="002724DF"/>
    <w:rsid w:val="00272A86"/>
    <w:rsid w:val="00272E03"/>
    <w:rsid w:val="00272EB5"/>
    <w:rsid w:val="002730DE"/>
    <w:rsid w:val="00273691"/>
    <w:rsid w:val="002736DB"/>
    <w:rsid w:val="002738A9"/>
    <w:rsid w:val="00273D90"/>
    <w:rsid w:val="00273EE9"/>
    <w:rsid w:val="00273F92"/>
    <w:rsid w:val="002743E2"/>
    <w:rsid w:val="0027479D"/>
    <w:rsid w:val="0027483A"/>
    <w:rsid w:val="00274928"/>
    <w:rsid w:val="00274A55"/>
    <w:rsid w:val="00274CAD"/>
    <w:rsid w:val="00275258"/>
    <w:rsid w:val="002754AE"/>
    <w:rsid w:val="00275527"/>
    <w:rsid w:val="002758E5"/>
    <w:rsid w:val="00276613"/>
    <w:rsid w:val="00276712"/>
    <w:rsid w:val="002767E6"/>
    <w:rsid w:val="002768B0"/>
    <w:rsid w:val="00276A7C"/>
    <w:rsid w:val="00276AA7"/>
    <w:rsid w:val="00276AFC"/>
    <w:rsid w:val="00276DAA"/>
    <w:rsid w:val="00276DE6"/>
    <w:rsid w:val="0027704B"/>
    <w:rsid w:val="00277778"/>
    <w:rsid w:val="00277C8A"/>
    <w:rsid w:val="00277E3C"/>
    <w:rsid w:val="00277F65"/>
    <w:rsid w:val="0028071B"/>
    <w:rsid w:val="002808A5"/>
    <w:rsid w:val="002808E9"/>
    <w:rsid w:val="002809AE"/>
    <w:rsid w:val="00280F69"/>
    <w:rsid w:val="002812AB"/>
    <w:rsid w:val="0028185C"/>
    <w:rsid w:val="002818A7"/>
    <w:rsid w:val="00281978"/>
    <w:rsid w:val="0028198E"/>
    <w:rsid w:val="00281AF4"/>
    <w:rsid w:val="0028225E"/>
    <w:rsid w:val="002824A7"/>
    <w:rsid w:val="002827AE"/>
    <w:rsid w:val="002827DB"/>
    <w:rsid w:val="00282BF5"/>
    <w:rsid w:val="00282D74"/>
    <w:rsid w:val="002834CA"/>
    <w:rsid w:val="0028353A"/>
    <w:rsid w:val="00283688"/>
    <w:rsid w:val="00283BF2"/>
    <w:rsid w:val="00283D49"/>
    <w:rsid w:val="00284099"/>
    <w:rsid w:val="0028522D"/>
    <w:rsid w:val="002852B0"/>
    <w:rsid w:val="0028554F"/>
    <w:rsid w:val="002856C4"/>
    <w:rsid w:val="00285A30"/>
    <w:rsid w:val="00285A5C"/>
    <w:rsid w:val="00285DA0"/>
    <w:rsid w:val="00285E2C"/>
    <w:rsid w:val="002860DA"/>
    <w:rsid w:val="002860F4"/>
    <w:rsid w:val="00286379"/>
    <w:rsid w:val="00287028"/>
    <w:rsid w:val="0028722D"/>
    <w:rsid w:val="00287288"/>
    <w:rsid w:val="00287507"/>
    <w:rsid w:val="00287667"/>
    <w:rsid w:val="00287790"/>
    <w:rsid w:val="002878D4"/>
    <w:rsid w:val="00287BB1"/>
    <w:rsid w:val="00287CFE"/>
    <w:rsid w:val="00287D64"/>
    <w:rsid w:val="002900B7"/>
    <w:rsid w:val="002906E3"/>
    <w:rsid w:val="002908D5"/>
    <w:rsid w:val="002908EF"/>
    <w:rsid w:val="00290C76"/>
    <w:rsid w:val="00290C87"/>
    <w:rsid w:val="00290DD9"/>
    <w:rsid w:val="00291238"/>
    <w:rsid w:val="00291337"/>
    <w:rsid w:val="002914DE"/>
    <w:rsid w:val="002915E0"/>
    <w:rsid w:val="002916A5"/>
    <w:rsid w:val="00291D01"/>
    <w:rsid w:val="00291F3B"/>
    <w:rsid w:val="00291FF4"/>
    <w:rsid w:val="00292064"/>
    <w:rsid w:val="002923C0"/>
    <w:rsid w:val="00292460"/>
    <w:rsid w:val="00292495"/>
    <w:rsid w:val="002924DE"/>
    <w:rsid w:val="0029274E"/>
    <w:rsid w:val="00292ABE"/>
    <w:rsid w:val="00292BDD"/>
    <w:rsid w:val="00292C4E"/>
    <w:rsid w:val="0029323A"/>
    <w:rsid w:val="002933E0"/>
    <w:rsid w:val="002934D1"/>
    <w:rsid w:val="002934E0"/>
    <w:rsid w:val="0029361D"/>
    <w:rsid w:val="0029391B"/>
    <w:rsid w:val="00293961"/>
    <w:rsid w:val="00293D68"/>
    <w:rsid w:val="00293D6E"/>
    <w:rsid w:val="00293F9F"/>
    <w:rsid w:val="00294018"/>
    <w:rsid w:val="002940FB"/>
    <w:rsid w:val="00294496"/>
    <w:rsid w:val="0029459B"/>
    <w:rsid w:val="00294DCA"/>
    <w:rsid w:val="00294EB0"/>
    <w:rsid w:val="0029549E"/>
    <w:rsid w:val="00295555"/>
    <w:rsid w:val="0029560F"/>
    <w:rsid w:val="00295ACD"/>
    <w:rsid w:val="00295CF0"/>
    <w:rsid w:val="0029607F"/>
    <w:rsid w:val="0029654D"/>
    <w:rsid w:val="00296B2D"/>
    <w:rsid w:val="00296CAE"/>
    <w:rsid w:val="00296D2A"/>
    <w:rsid w:val="00297356"/>
    <w:rsid w:val="0029788A"/>
    <w:rsid w:val="002979A7"/>
    <w:rsid w:val="00297AA5"/>
    <w:rsid w:val="00297C96"/>
    <w:rsid w:val="00297E63"/>
    <w:rsid w:val="002A030F"/>
    <w:rsid w:val="002A0336"/>
    <w:rsid w:val="002A0530"/>
    <w:rsid w:val="002A0754"/>
    <w:rsid w:val="002A0928"/>
    <w:rsid w:val="002A0954"/>
    <w:rsid w:val="002A1249"/>
    <w:rsid w:val="002A16B1"/>
    <w:rsid w:val="002A16C4"/>
    <w:rsid w:val="002A18EE"/>
    <w:rsid w:val="002A1A59"/>
    <w:rsid w:val="002A1C89"/>
    <w:rsid w:val="002A232A"/>
    <w:rsid w:val="002A24DC"/>
    <w:rsid w:val="002A25CC"/>
    <w:rsid w:val="002A2729"/>
    <w:rsid w:val="002A2C5A"/>
    <w:rsid w:val="002A2C7B"/>
    <w:rsid w:val="002A2DA1"/>
    <w:rsid w:val="002A2FAF"/>
    <w:rsid w:val="002A30E8"/>
    <w:rsid w:val="002A33A1"/>
    <w:rsid w:val="002A346D"/>
    <w:rsid w:val="002A384B"/>
    <w:rsid w:val="002A391D"/>
    <w:rsid w:val="002A3B27"/>
    <w:rsid w:val="002A3B95"/>
    <w:rsid w:val="002A424B"/>
    <w:rsid w:val="002A43AF"/>
    <w:rsid w:val="002A4602"/>
    <w:rsid w:val="002A4A92"/>
    <w:rsid w:val="002A4B37"/>
    <w:rsid w:val="002A4CC6"/>
    <w:rsid w:val="002A4ED6"/>
    <w:rsid w:val="002A5046"/>
    <w:rsid w:val="002A5145"/>
    <w:rsid w:val="002A5365"/>
    <w:rsid w:val="002A58CA"/>
    <w:rsid w:val="002A5B56"/>
    <w:rsid w:val="002A5BD8"/>
    <w:rsid w:val="002A5C3E"/>
    <w:rsid w:val="002A5F0B"/>
    <w:rsid w:val="002A6581"/>
    <w:rsid w:val="002A6C19"/>
    <w:rsid w:val="002A6CBB"/>
    <w:rsid w:val="002A718B"/>
    <w:rsid w:val="002A726E"/>
    <w:rsid w:val="002A72F3"/>
    <w:rsid w:val="002A75BD"/>
    <w:rsid w:val="002A763C"/>
    <w:rsid w:val="002A7EEA"/>
    <w:rsid w:val="002B0C69"/>
    <w:rsid w:val="002B0E7A"/>
    <w:rsid w:val="002B1284"/>
    <w:rsid w:val="002B155B"/>
    <w:rsid w:val="002B180C"/>
    <w:rsid w:val="002B1812"/>
    <w:rsid w:val="002B19D2"/>
    <w:rsid w:val="002B1B9B"/>
    <w:rsid w:val="002B1C79"/>
    <w:rsid w:val="002B1D98"/>
    <w:rsid w:val="002B1F5E"/>
    <w:rsid w:val="002B1FC7"/>
    <w:rsid w:val="002B2046"/>
    <w:rsid w:val="002B23D1"/>
    <w:rsid w:val="002B24DB"/>
    <w:rsid w:val="002B29E8"/>
    <w:rsid w:val="002B2B30"/>
    <w:rsid w:val="002B2E0E"/>
    <w:rsid w:val="002B30B9"/>
    <w:rsid w:val="002B3138"/>
    <w:rsid w:val="002B321B"/>
    <w:rsid w:val="002B3818"/>
    <w:rsid w:val="002B38BE"/>
    <w:rsid w:val="002B3DBB"/>
    <w:rsid w:val="002B3FF5"/>
    <w:rsid w:val="002B411F"/>
    <w:rsid w:val="002B43D8"/>
    <w:rsid w:val="002B483B"/>
    <w:rsid w:val="002B4941"/>
    <w:rsid w:val="002B4BB5"/>
    <w:rsid w:val="002B4C7B"/>
    <w:rsid w:val="002B4DF6"/>
    <w:rsid w:val="002B5003"/>
    <w:rsid w:val="002B5186"/>
    <w:rsid w:val="002B526B"/>
    <w:rsid w:val="002B55ED"/>
    <w:rsid w:val="002B5AF3"/>
    <w:rsid w:val="002B5E80"/>
    <w:rsid w:val="002B6450"/>
    <w:rsid w:val="002B650A"/>
    <w:rsid w:val="002B6DF5"/>
    <w:rsid w:val="002B6FAD"/>
    <w:rsid w:val="002B7752"/>
    <w:rsid w:val="002B780A"/>
    <w:rsid w:val="002B7E72"/>
    <w:rsid w:val="002B7FA5"/>
    <w:rsid w:val="002C0243"/>
    <w:rsid w:val="002C035E"/>
    <w:rsid w:val="002C0520"/>
    <w:rsid w:val="002C0738"/>
    <w:rsid w:val="002C080B"/>
    <w:rsid w:val="002C0B87"/>
    <w:rsid w:val="002C0DF3"/>
    <w:rsid w:val="002C17D3"/>
    <w:rsid w:val="002C1A74"/>
    <w:rsid w:val="002C1D9E"/>
    <w:rsid w:val="002C233B"/>
    <w:rsid w:val="002C298E"/>
    <w:rsid w:val="002C299E"/>
    <w:rsid w:val="002C320F"/>
    <w:rsid w:val="002C340D"/>
    <w:rsid w:val="002C3534"/>
    <w:rsid w:val="002C3A00"/>
    <w:rsid w:val="002C3CAC"/>
    <w:rsid w:val="002C3CDC"/>
    <w:rsid w:val="002C3EAD"/>
    <w:rsid w:val="002C3EC5"/>
    <w:rsid w:val="002C3F43"/>
    <w:rsid w:val="002C4252"/>
    <w:rsid w:val="002C4421"/>
    <w:rsid w:val="002C4446"/>
    <w:rsid w:val="002C49AF"/>
    <w:rsid w:val="002C51DF"/>
    <w:rsid w:val="002C5224"/>
    <w:rsid w:val="002C5476"/>
    <w:rsid w:val="002C54D2"/>
    <w:rsid w:val="002C54F6"/>
    <w:rsid w:val="002C59C4"/>
    <w:rsid w:val="002C5A97"/>
    <w:rsid w:val="002C5BC1"/>
    <w:rsid w:val="002C5F8E"/>
    <w:rsid w:val="002C6424"/>
    <w:rsid w:val="002C648C"/>
    <w:rsid w:val="002C64C4"/>
    <w:rsid w:val="002C65BC"/>
    <w:rsid w:val="002C691D"/>
    <w:rsid w:val="002C6946"/>
    <w:rsid w:val="002C6A93"/>
    <w:rsid w:val="002C6BB1"/>
    <w:rsid w:val="002C6C3B"/>
    <w:rsid w:val="002C72CE"/>
    <w:rsid w:val="002C7DAC"/>
    <w:rsid w:val="002C7DF7"/>
    <w:rsid w:val="002C7E3D"/>
    <w:rsid w:val="002D022E"/>
    <w:rsid w:val="002D0520"/>
    <w:rsid w:val="002D06B5"/>
    <w:rsid w:val="002D07DE"/>
    <w:rsid w:val="002D0819"/>
    <w:rsid w:val="002D08D5"/>
    <w:rsid w:val="002D09EA"/>
    <w:rsid w:val="002D0C28"/>
    <w:rsid w:val="002D106A"/>
    <w:rsid w:val="002D14C7"/>
    <w:rsid w:val="002D1590"/>
    <w:rsid w:val="002D1FEB"/>
    <w:rsid w:val="002D2218"/>
    <w:rsid w:val="002D2414"/>
    <w:rsid w:val="002D2975"/>
    <w:rsid w:val="002D2A92"/>
    <w:rsid w:val="002D2F2D"/>
    <w:rsid w:val="002D2F9D"/>
    <w:rsid w:val="002D332D"/>
    <w:rsid w:val="002D3633"/>
    <w:rsid w:val="002D3711"/>
    <w:rsid w:val="002D37FF"/>
    <w:rsid w:val="002D3A4D"/>
    <w:rsid w:val="002D3F6F"/>
    <w:rsid w:val="002D4307"/>
    <w:rsid w:val="002D4450"/>
    <w:rsid w:val="002D450D"/>
    <w:rsid w:val="002D4554"/>
    <w:rsid w:val="002D4EBD"/>
    <w:rsid w:val="002D507E"/>
    <w:rsid w:val="002D50DC"/>
    <w:rsid w:val="002D5325"/>
    <w:rsid w:val="002D533D"/>
    <w:rsid w:val="002D552B"/>
    <w:rsid w:val="002D55E9"/>
    <w:rsid w:val="002D5D70"/>
    <w:rsid w:val="002D5F34"/>
    <w:rsid w:val="002D60AC"/>
    <w:rsid w:val="002D67BD"/>
    <w:rsid w:val="002D6847"/>
    <w:rsid w:val="002D6DAB"/>
    <w:rsid w:val="002D76AF"/>
    <w:rsid w:val="002D76C1"/>
    <w:rsid w:val="002D77ED"/>
    <w:rsid w:val="002D7B97"/>
    <w:rsid w:val="002D7D64"/>
    <w:rsid w:val="002D7E53"/>
    <w:rsid w:val="002E00DA"/>
    <w:rsid w:val="002E0145"/>
    <w:rsid w:val="002E0697"/>
    <w:rsid w:val="002E08F6"/>
    <w:rsid w:val="002E0C96"/>
    <w:rsid w:val="002E1016"/>
    <w:rsid w:val="002E153B"/>
    <w:rsid w:val="002E1695"/>
    <w:rsid w:val="002E1767"/>
    <w:rsid w:val="002E1778"/>
    <w:rsid w:val="002E1CCB"/>
    <w:rsid w:val="002E1D37"/>
    <w:rsid w:val="002E24E3"/>
    <w:rsid w:val="002E2692"/>
    <w:rsid w:val="002E27C5"/>
    <w:rsid w:val="002E2840"/>
    <w:rsid w:val="002E2A77"/>
    <w:rsid w:val="002E2CCB"/>
    <w:rsid w:val="002E2E13"/>
    <w:rsid w:val="002E34F1"/>
    <w:rsid w:val="002E3511"/>
    <w:rsid w:val="002E3696"/>
    <w:rsid w:val="002E3AFC"/>
    <w:rsid w:val="002E3CE0"/>
    <w:rsid w:val="002E3CF0"/>
    <w:rsid w:val="002E3F8C"/>
    <w:rsid w:val="002E4167"/>
    <w:rsid w:val="002E4273"/>
    <w:rsid w:val="002E42E3"/>
    <w:rsid w:val="002E4355"/>
    <w:rsid w:val="002E49DC"/>
    <w:rsid w:val="002E4C05"/>
    <w:rsid w:val="002E4EF2"/>
    <w:rsid w:val="002E5524"/>
    <w:rsid w:val="002E55CD"/>
    <w:rsid w:val="002E5937"/>
    <w:rsid w:val="002E595D"/>
    <w:rsid w:val="002E5B75"/>
    <w:rsid w:val="002E5C8F"/>
    <w:rsid w:val="002E5D02"/>
    <w:rsid w:val="002E5E6C"/>
    <w:rsid w:val="002E6057"/>
    <w:rsid w:val="002E610D"/>
    <w:rsid w:val="002E6121"/>
    <w:rsid w:val="002E631A"/>
    <w:rsid w:val="002E688F"/>
    <w:rsid w:val="002E696D"/>
    <w:rsid w:val="002E69A7"/>
    <w:rsid w:val="002E6CF9"/>
    <w:rsid w:val="002E6EC1"/>
    <w:rsid w:val="002E6FE2"/>
    <w:rsid w:val="002E7759"/>
    <w:rsid w:val="002E788A"/>
    <w:rsid w:val="002E7A48"/>
    <w:rsid w:val="002E7D83"/>
    <w:rsid w:val="002E7F7E"/>
    <w:rsid w:val="002F008F"/>
    <w:rsid w:val="002F04D7"/>
    <w:rsid w:val="002F055E"/>
    <w:rsid w:val="002F07A1"/>
    <w:rsid w:val="002F08B5"/>
    <w:rsid w:val="002F0AA8"/>
    <w:rsid w:val="002F0BA9"/>
    <w:rsid w:val="002F0F12"/>
    <w:rsid w:val="002F11D8"/>
    <w:rsid w:val="002F1235"/>
    <w:rsid w:val="002F124B"/>
    <w:rsid w:val="002F1339"/>
    <w:rsid w:val="002F18AA"/>
    <w:rsid w:val="002F1DAF"/>
    <w:rsid w:val="002F1E1D"/>
    <w:rsid w:val="002F248E"/>
    <w:rsid w:val="002F264F"/>
    <w:rsid w:val="002F2CFB"/>
    <w:rsid w:val="002F2D29"/>
    <w:rsid w:val="002F2DFC"/>
    <w:rsid w:val="002F2E27"/>
    <w:rsid w:val="002F3033"/>
    <w:rsid w:val="002F3187"/>
    <w:rsid w:val="002F32A9"/>
    <w:rsid w:val="002F3317"/>
    <w:rsid w:val="002F3724"/>
    <w:rsid w:val="002F381C"/>
    <w:rsid w:val="002F391A"/>
    <w:rsid w:val="002F3CAD"/>
    <w:rsid w:val="002F3F24"/>
    <w:rsid w:val="002F3F2E"/>
    <w:rsid w:val="002F449C"/>
    <w:rsid w:val="002F4814"/>
    <w:rsid w:val="002F497A"/>
    <w:rsid w:val="002F4DAB"/>
    <w:rsid w:val="002F5C6A"/>
    <w:rsid w:val="002F5EBE"/>
    <w:rsid w:val="002F60A5"/>
    <w:rsid w:val="002F624F"/>
    <w:rsid w:val="002F62A2"/>
    <w:rsid w:val="002F62DA"/>
    <w:rsid w:val="002F66E7"/>
    <w:rsid w:val="002F6919"/>
    <w:rsid w:val="002F6B9A"/>
    <w:rsid w:val="002F6E41"/>
    <w:rsid w:val="002F6EBD"/>
    <w:rsid w:val="002F6FB0"/>
    <w:rsid w:val="002F72CB"/>
    <w:rsid w:val="002F77AC"/>
    <w:rsid w:val="00300183"/>
    <w:rsid w:val="00300362"/>
    <w:rsid w:val="003005C3"/>
    <w:rsid w:val="00300630"/>
    <w:rsid w:val="00300938"/>
    <w:rsid w:val="00300F20"/>
    <w:rsid w:val="00301011"/>
    <w:rsid w:val="003013F6"/>
    <w:rsid w:val="003017D0"/>
    <w:rsid w:val="00301B58"/>
    <w:rsid w:val="00302124"/>
    <w:rsid w:val="003024D1"/>
    <w:rsid w:val="0030254C"/>
    <w:rsid w:val="00302649"/>
    <w:rsid w:val="003026E3"/>
    <w:rsid w:val="00302767"/>
    <w:rsid w:val="00302A28"/>
    <w:rsid w:val="00302B69"/>
    <w:rsid w:val="00302C22"/>
    <w:rsid w:val="00302D67"/>
    <w:rsid w:val="003032A7"/>
    <w:rsid w:val="0030386D"/>
    <w:rsid w:val="003039F5"/>
    <w:rsid w:val="003043DF"/>
    <w:rsid w:val="00304481"/>
    <w:rsid w:val="00304678"/>
    <w:rsid w:val="00304772"/>
    <w:rsid w:val="003047BD"/>
    <w:rsid w:val="00304873"/>
    <w:rsid w:val="003049B8"/>
    <w:rsid w:val="003049E5"/>
    <w:rsid w:val="00304ADE"/>
    <w:rsid w:val="00304AE8"/>
    <w:rsid w:val="00304C60"/>
    <w:rsid w:val="00304E04"/>
    <w:rsid w:val="00305007"/>
    <w:rsid w:val="003050A9"/>
    <w:rsid w:val="003051EC"/>
    <w:rsid w:val="00305315"/>
    <w:rsid w:val="0030541B"/>
    <w:rsid w:val="00305B8F"/>
    <w:rsid w:val="00305D5F"/>
    <w:rsid w:val="00306066"/>
    <w:rsid w:val="00306272"/>
    <w:rsid w:val="003064AB"/>
    <w:rsid w:val="00306BC5"/>
    <w:rsid w:val="00306CE8"/>
    <w:rsid w:val="003070E8"/>
    <w:rsid w:val="003075DB"/>
    <w:rsid w:val="0030765C"/>
    <w:rsid w:val="00307965"/>
    <w:rsid w:val="00307C10"/>
    <w:rsid w:val="00307DA4"/>
    <w:rsid w:val="00307DD8"/>
    <w:rsid w:val="00307ED5"/>
    <w:rsid w:val="00310313"/>
    <w:rsid w:val="003105E5"/>
    <w:rsid w:val="0031083E"/>
    <w:rsid w:val="00310BED"/>
    <w:rsid w:val="00310DBE"/>
    <w:rsid w:val="00310ECD"/>
    <w:rsid w:val="00310EE4"/>
    <w:rsid w:val="003111CA"/>
    <w:rsid w:val="0031161B"/>
    <w:rsid w:val="00311808"/>
    <w:rsid w:val="00311B0D"/>
    <w:rsid w:val="00311DCA"/>
    <w:rsid w:val="00311E52"/>
    <w:rsid w:val="003120AE"/>
    <w:rsid w:val="00312284"/>
    <w:rsid w:val="00312963"/>
    <w:rsid w:val="00312BC4"/>
    <w:rsid w:val="003133AD"/>
    <w:rsid w:val="00313742"/>
    <w:rsid w:val="0031396A"/>
    <w:rsid w:val="00314192"/>
    <w:rsid w:val="003144E0"/>
    <w:rsid w:val="00314542"/>
    <w:rsid w:val="0031469C"/>
    <w:rsid w:val="0031483C"/>
    <w:rsid w:val="00314E0A"/>
    <w:rsid w:val="003154F8"/>
    <w:rsid w:val="003155DC"/>
    <w:rsid w:val="00315607"/>
    <w:rsid w:val="003159FC"/>
    <w:rsid w:val="00315C55"/>
    <w:rsid w:val="00315C62"/>
    <w:rsid w:val="00315D63"/>
    <w:rsid w:val="00316093"/>
    <w:rsid w:val="003160A2"/>
    <w:rsid w:val="00316126"/>
    <w:rsid w:val="00316272"/>
    <w:rsid w:val="00316396"/>
    <w:rsid w:val="003168A9"/>
    <w:rsid w:val="00316903"/>
    <w:rsid w:val="00316A42"/>
    <w:rsid w:val="00316FE3"/>
    <w:rsid w:val="00317110"/>
    <w:rsid w:val="003176BE"/>
    <w:rsid w:val="003178F8"/>
    <w:rsid w:val="00317946"/>
    <w:rsid w:val="00317BED"/>
    <w:rsid w:val="00317F00"/>
    <w:rsid w:val="00317F09"/>
    <w:rsid w:val="00320189"/>
    <w:rsid w:val="0032025C"/>
    <w:rsid w:val="00320448"/>
    <w:rsid w:val="0032050F"/>
    <w:rsid w:val="00320CCE"/>
    <w:rsid w:val="00320F19"/>
    <w:rsid w:val="003212AD"/>
    <w:rsid w:val="003212C4"/>
    <w:rsid w:val="003213FB"/>
    <w:rsid w:val="003215EF"/>
    <w:rsid w:val="0032188E"/>
    <w:rsid w:val="00321A64"/>
    <w:rsid w:val="00321BEF"/>
    <w:rsid w:val="00321C3C"/>
    <w:rsid w:val="00322008"/>
    <w:rsid w:val="003224E8"/>
    <w:rsid w:val="00322588"/>
    <w:rsid w:val="00322984"/>
    <w:rsid w:val="00322AA1"/>
    <w:rsid w:val="00322B2E"/>
    <w:rsid w:val="00322CDF"/>
    <w:rsid w:val="00322D25"/>
    <w:rsid w:val="00323335"/>
    <w:rsid w:val="00323430"/>
    <w:rsid w:val="00323451"/>
    <w:rsid w:val="00323741"/>
    <w:rsid w:val="0032385D"/>
    <w:rsid w:val="00323A66"/>
    <w:rsid w:val="00323ACD"/>
    <w:rsid w:val="00323E03"/>
    <w:rsid w:val="00323E24"/>
    <w:rsid w:val="00323F30"/>
    <w:rsid w:val="00324130"/>
    <w:rsid w:val="00324262"/>
    <w:rsid w:val="00324371"/>
    <w:rsid w:val="00324397"/>
    <w:rsid w:val="003246B6"/>
    <w:rsid w:val="00324B10"/>
    <w:rsid w:val="00324BC0"/>
    <w:rsid w:val="00324FFE"/>
    <w:rsid w:val="003250E9"/>
    <w:rsid w:val="0032541D"/>
    <w:rsid w:val="003255DF"/>
    <w:rsid w:val="00325725"/>
    <w:rsid w:val="00325A78"/>
    <w:rsid w:val="00325BB9"/>
    <w:rsid w:val="00325C26"/>
    <w:rsid w:val="00325ED1"/>
    <w:rsid w:val="003263B6"/>
    <w:rsid w:val="00326500"/>
    <w:rsid w:val="00326588"/>
    <w:rsid w:val="00326656"/>
    <w:rsid w:val="00326823"/>
    <w:rsid w:val="00326B02"/>
    <w:rsid w:val="00326C6C"/>
    <w:rsid w:val="00327002"/>
    <w:rsid w:val="00327081"/>
    <w:rsid w:val="00327396"/>
    <w:rsid w:val="003277CA"/>
    <w:rsid w:val="00327985"/>
    <w:rsid w:val="00327A89"/>
    <w:rsid w:val="00327FDE"/>
    <w:rsid w:val="00330407"/>
    <w:rsid w:val="003304E7"/>
    <w:rsid w:val="0033097F"/>
    <w:rsid w:val="00330CF2"/>
    <w:rsid w:val="00330E82"/>
    <w:rsid w:val="00331292"/>
    <w:rsid w:val="003312F3"/>
    <w:rsid w:val="0033162B"/>
    <w:rsid w:val="00331E29"/>
    <w:rsid w:val="0033265B"/>
    <w:rsid w:val="00332D1B"/>
    <w:rsid w:val="00332EE3"/>
    <w:rsid w:val="003332F7"/>
    <w:rsid w:val="003333C1"/>
    <w:rsid w:val="0033353A"/>
    <w:rsid w:val="00333601"/>
    <w:rsid w:val="00333607"/>
    <w:rsid w:val="00333824"/>
    <w:rsid w:val="00333B1F"/>
    <w:rsid w:val="00333CD4"/>
    <w:rsid w:val="00333CEB"/>
    <w:rsid w:val="00333DF6"/>
    <w:rsid w:val="003341A8"/>
    <w:rsid w:val="00334259"/>
    <w:rsid w:val="0033436E"/>
    <w:rsid w:val="003345FE"/>
    <w:rsid w:val="003348C0"/>
    <w:rsid w:val="00334D1C"/>
    <w:rsid w:val="00334F1F"/>
    <w:rsid w:val="00335314"/>
    <w:rsid w:val="003353DF"/>
    <w:rsid w:val="003358B4"/>
    <w:rsid w:val="00335CF7"/>
    <w:rsid w:val="003363AA"/>
    <w:rsid w:val="0033644F"/>
    <w:rsid w:val="00336A4A"/>
    <w:rsid w:val="00336C0C"/>
    <w:rsid w:val="00336F55"/>
    <w:rsid w:val="0033718F"/>
    <w:rsid w:val="003372D8"/>
    <w:rsid w:val="003375E6"/>
    <w:rsid w:val="003376A1"/>
    <w:rsid w:val="00337F4C"/>
    <w:rsid w:val="0034041A"/>
    <w:rsid w:val="003405BC"/>
    <w:rsid w:val="003407EA"/>
    <w:rsid w:val="003409A1"/>
    <w:rsid w:val="00340C07"/>
    <w:rsid w:val="00340C8D"/>
    <w:rsid w:val="00341058"/>
    <w:rsid w:val="003410FB"/>
    <w:rsid w:val="00341190"/>
    <w:rsid w:val="003411C0"/>
    <w:rsid w:val="0034131F"/>
    <w:rsid w:val="0034133D"/>
    <w:rsid w:val="00341401"/>
    <w:rsid w:val="00341991"/>
    <w:rsid w:val="00341BC8"/>
    <w:rsid w:val="00341CE6"/>
    <w:rsid w:val="003425E0"/>
    <w:rsid w:val="00342627"/>
    <w:rsid w:val="0034268B"/>
    <w:rsid w:val="003427EC"/>
    <w:rsid w:val="00342B12"/>
    <w:rsid w:val="00342BCD"/>
    <w:rsid w:val="00342BD6"/>
    <w:rsid w:val="003434F9"/>
    <w:rsid w:val="00343675"/>
    <w:rsid w:val="003438BA"/>
    <w:rsid w:val="00343972"/>
    <w:rsid w:val="00343D4F"/>
    <w:rsid w:val="00344282"/>
    <w:rsid w:val="003445E9"/>
    <w:rsid w:val="00344689"/>
    <w:rsid w:val="00344C5B"/>
    <w:rsid w:val="00344E54"/>
    <w:rsid w:val="003450A7"/>
    <w:rsid w:val="00345224"/>
    <w:rsid w:val="00345626"/>
    <w:rsid w:val="00345717"/>
    <w:rsid w:val="00345873"/>
    <w:rsid w:val="0034590B"/>
    <w:rsid w:val="00345939"/>
    <w:rsid w:val="00345A12"/>
    <w:rsid w:val="00345A88"/>
    <w:rsid w:val="00345C6B"/>
    <w:rsid w:val="00346081"/>
    <w:rsid w:val="003460AE"/>
    <w:rsid w:val="00346124"/>
    <w:rsid w:val="0034626B"/>
    <w:rsid w:val="00346505"/>
    <w:rsid w:val="0034652E"/>
    <w:rsid w:val="003467EE"/>
    <w:rsid w:val="00346863"/>
    <w:rsid w:val="00346D15"/>
    <w:rsid w:val="00346EA2"/>
    <w:rsid w:val="0034733B"/>
    <w:rsid w:val="00347558"/>
    <w:rsid w:val="003475DC"/>
    <w:rsid w:val="003477F6"/>
    <w:rsid w:val="003478C8"/>
    <w:rsid w:val="00347917"/>
    <w:rsid w:val="00347CE9"/>
    <w:rsid w:val="00347E91"/>
    <w:rsid w:val="00350058"/>
    <w:rsid w:val="00350310"/>
    <w:rsid w:val="0035042B"/>
    <w:rsid w:val="0035049C"/>
    <w:rsid w:val="00350BEC"/>
    <w:rsid w:val="00350D5E"/>
    <w:rsid w:val="00350E27"/>
    <w:rsid w:val="00350F80"/>
    <w:rsid w:val="00350F83"/>
    <w:rsid w:val="003510AC"/>
    <w:rsid w:val="003510E7"/>
    <w:rsid w:val="003511B6"/>
    <w:rsid w:val="00351402"/>
    <w:rsid w:val="00351770"/>
    <w:rsid w:val="003519D7"/>
    <w:rsid w:val="00351FF3"/>
    <w:rsid w:val="00352506"/>
    <w:rsid w:val="003526B4"/>
    <w:rsid w:val="003527BA"/>
    <w:rsid w:val="003527BF"/>
    <w:rsid w:val="00352848"/>
    <w:rsid w:val="00352888"/>
    <w:rsid w:val="003528AE"/>
    <w:rsid w:val="003529EE"/>
    <w:rsid w:val="00352CC4"/>
    <w:rsid w:val="00352D17"/>
    <w:rsid w:val="00353128"/>
    <w:rsid w:val="0035318A"/>
    <w:rsid w:val="0035330B"/>
    <w:rsid w:val="003535A0"/>
    <w:rsid w:val="00353780"/>
    <w:rsid w:val="00353782"/>
    <w:rsid w:val="0035384C"/>
    <w:rsid w:val="003538FD"/>
    <w:rsid w:val="0035391B"/>
    <w:rsid w:val="00354097"/>
    <w:rsid w:val="003541BE"/>
    <w:rsid w:val="003541C0"/>
    <w:rsid w:val="0035433F"/>
    <w:rsid w:val="00354407"/>
    <w:rsid w:val="003544F1"/>
    <w:rsid w:val="00354579"/>
    <w:rsid w:val="00354B61"/>
    <w:rsid w:val="00354C79"/>
    <w:rsid w:val="00354FAD"/>
    <w:rsid w:val="003551D0"/>
    <w:rsid w:val="003556E4"/>
    <w:rsid w:val="00355771"/>
    <w:rsid w:val="0035593B"/>
    <w:rsid w:val="00355A85"/>
    <w:rsid w:val="00355CFC"/>
    <w:rsid w:val="00355DF8"/>
    <w:rsid w:val="00355F56"/>
    <w:rsid w:val="00356252"/>
    <w:rsid w:val="00356821"/>
    <w:rsid w:val="00356A25"/>
    <w:rsid w:val="003570FB"/>
    <w:rsid w:val="00357320"/>
    <w:rsid w:val="003577A2"/>
    <w:rsid w:val="00357833"/>
    <w:rsid w:val="00357BFA"/>
    <w:rsid w:val="00357DB7"/>
    <w:rsid w:val="00360237"/>
    <w:rsid w:val="0036075B"/>
    <w:rsid w:val="003608BA"/>
    <w:rsid w:val="00360BB2"/>
    <w:rsid w:val="00360BE3"/>
    <w:rsid w:val="003618D9"/>
    <w:rsid w:val="00361A20"/>
    <w:rsid w:val="00361AB8"/>
    <w:rsid w:val="00361D1C"/>
    <w:rsid w:val="00361DCD"/>
    <w:rsid w:val="00361E60"/>
    <w:rsid w:val="00361FC8"/>
    <w:rsid w:val="003625B1"/>
    <w:rsid w:val="00362614"/>
    <w:rsid w:val="00362683"/>
    <w:rsid w:val="0036279F"/>
    <w:rsid w:val="00362881"/>
    <w:rsid w:val="00362D10"/>
    <w:rsid w:val="00362DD8"/>
    <w:rsid w:val="0036313E"/>
    <w:rsid w:val="0036327B"/>
    <w:rsid w:val="00363518"/>
    <w:rsid w:val="00363535"/>
    <w:rsid w:val="00363537"/>
    <w:rsid w:val="00363EF2"/>
    <w:rsid w:val="0036410B"/>
    <w:rsid w:val="00364215"/>
    <w:rsid w:val="00364621"/>
    <w:rsid w:val="00364E51"/>
    <w:rsid w:val="003650E4"/>
    <w:rsid w:val="00365231"/>
    <w:rsid w:val="0036531D"/>
    <w:rsid w:val="003655FB"/>
    <w:rsid w:val="00365A64"/>
    <w:rsid w:val="00365A8B"/>
    <w:rsid w:val="00365FA7"/>
    <w:rsid w:val="00365FED"/>
    <w:rsid w:val="003660EC"/>
    <w:rsid w:val="0036619B"/>
    <w:rsid w:val="003661D8"/>
    <w:rsid w:val="00366460"/>
    <w:rsid w:val="003665FD"/>
    <w:rsid w:val="003666C2"/>
    <w:rsid w:val="00366935"/>
    <w:rsid w:val="00366A2C"/>
    <w:rsid w:val="00366B3F"/>
    <w:rsid w:val="00366C19"/>
    <w:rsid w:val="00366D41"/>
    <w:rsid w:val="00366DA4"/>
    <w:rsid w:val="00366ECA"/>
    <w:rsid w:val="003671C5"/>
    <w:rsid w:val="00367979"/>
    <w:rsid w:val="00367AA5"/>
    <w:rsid w:val="00367ED2"/>
    <w:rsid w:val="00367EDF"/>
    <w:rsid w:val="00370147"/>
    <w:rsid w:val="00370561"/>
    <w:rsid w:val="00370857"/>
    <w:rsid w:val="00370A8E"/>
    <w:rsid w:val="00370BB4"/>
    <w:rsid w:val="00370BF2"/>
    <w:rsid w:val="00370CED"/>
    <w:rsid w:val="00370E9A"/>
    <w:rsid w:val="00370F3D"/>
    <w:rsid w:val="00371271"/>
    <w:rsid w:val="00371357"/>
    <w:rsid w:val="003715D6"/>
    <w:rsid w:val="00371800"/>
    <w:rsid w:val="0037191D"/>
    <w:rsid w:val="00371CE2"/>
    <w:rsid w:val="00372002"/>
    <w:rsid w:val="003723D0"/>
    <w:rsid w:val="0037258B"/>
    <w:rsid w:val="00372684"/>
    <w:rsid w:val="003729F6"/>
    <w:rsid w:val="00372BF3"/>
    <w:rsid w:val="0037313F"/>
    <w:rsid w:val="0037340C"/>
    <w:rsid w:val="003736ED"/>
    <w:rsid w:val="003739E3"/>
    <w:rsid w:val="00374327"/>
    <w:rsid w:val="003746AC"/>
    <w:rsid w:val="0037476F"/>
    <w:rsid w:val="00374AB4"/>
    <w:rsid w:val="00374C23"/>
    <w:rsid w:val="00374CAD"/>
    <w:rsid w:val="00374D16"/>
    <w:rsid w:val="00374FA1"/>
    <w:rsid w:val="003751D8"/>
    <w:rsid w:val="00375249"/>
    <w:rsid w:val="003752F5"/>
    <w:rsid w:val="00375414"/>
    <w:rsid w:val="0037564C"/>
    <w:rsid w:val="0037585C"/>
    <w:rsid w:val="00375A52"/>
    <w:rsid w:val="00375FA8"/>
    <w:rsid w:val="00375FBA"/>
    <w:rsid w:val="00376257"/>
    <w:rsid w:val="003762DC"/>
    <w:rsid w:val="00376502"/>
    <w:rsid w:val="003765E7"/>
    <w:rsid w:val="003767F1"/>
    <w:rsid w:val="003768F8"/>
    <w:rsid w:val="00376A9B"/>
    <w:rsid w:val="00376DA0"/>
    <w:rsid w:val="00377153"/>
    <w:rsid w:val="003772DD"/>
    <w:rsid w:val="00377556"/>
    <w:rsid w:val="00377788"/>
    <w:rsid w:val="00377A11"/>
    <w:rsid w:val="00377B15"/>
    <w:rsid w:val="00377B9B"/>
    <w:rsid w:val="00377DDA"/>
    <w:rsid w:val="00377F43"/>
    <w:rsid w:val="00377F75"/>
    <w:rsid w:val="00377FBC"/>
    <w:rsid w:val="00380242"/>
    <w:rsid w:val="00380339"/>
    <w:rsid w:val="00380369"/>
    <w:rsid w:val="003804E8"/>
    <w:rsid w:val="00380F06"/>
    <w:rsid w:val="0038105E"/>
    <w:rsid w:val="00381189"/>
    <w:rsid w:val="0038126E"/>
    <w:rsid w:val="0038129A"/>
    <w:rsid w:val="0038141B"/>
    <w:rsid w:val="003816A6"/>
    <w:rsid w:val="00381A47"/>
    <w:rsid w:val="00381C7F"/>
    <w:rsid w:val="00381DA4"/>
    <w:rsid w:val="00381FB1"/>
    <w:rsid w:val="00381FE9"/>
    <w:rsid w:val="0038201E"/>
    <w:rsid w:val="003826B4"/>
    <w:rsid w:val="00382AD8"/>
    <w:rsid w:val="00382D5C"/>
    <w:rsid w:val="00382DD9"/>
    <w:rsid w:val="003834D0"/>
    <w:rsid w:val="00383D5A"/>
    <w:rsid w:val="00383F50"/>
    <w:rsid w:val="00383FDF"/>
    <w:rsid w:val="00384002"/>
    <w:rsid w:val="0038405A"/>
    <w:rsid w:val="0038407E"/>
    <w:rsid w:val="0038409D"/>
    <w:rsid w:val="003840A9"/>
    <w:rsid w:val="0038430D"/>
    <w:rsid w:val="00384A92"/>
    <w:rsid w:val="00384C10"/>
    <w:rsid w:val="00384E71"/>
    <w:rsid w:val="00384F64"/>
    <w:rsid w:val="0038501F"/>
    <w:rsid w:val="00385432"/>
    <w:rsid w:val="00385959"/>
    <w:rsid w:val="00385BAA"/>
    <w:rsid w:val="00385F11"/>
    <w:rsid w:val="00385F4F"/>
    <w:rsid w:val="00386B84"/>
    <w:rsid w:val="00386BBE"/>
    <w:rsid w:val="00386CCC"/>
    <w:rsid w:val="00386DF4"/>
    <w:rsid w:val="00386DF6"/>
    <w:rsid w:val="00386E9C"/>
    <w:rsid w:val="003870CB"/>
    <w:rsid w:val="00387855"/>
    <w:rsid w:val="00387985"/>
    <w:rsid w:val="00387B1E"/>
    <w:rsid w:val="00390474"/>
    <w:rsid w:val="003904C2"/>
    <w:rsid w:val="00390FDA"/>
    <w:rsid w:val="00391301"/>
    <w:rsid w:val="003913B1"/>
    <w:rsid w:val="00391515"/>
    <w:rsid w:val="00391EE1"/>
    <w:rsid w:val="00392370"/>
    <w:rsid w:val="00392631"/>
    <w:rsid w:val="003927A1"/>
    <w:rsid w:val="00392A52"/>
    <w:rsid w:val="00392B37"/>
    <w:rsid w:val="00392D12"/>
    <w:rsid w:val="00392E9D"/>
    <w:rsid w:val="00392F5F"/>
    <w:rsid w:val="0039343F"/>
    <w:rsid w:val="00393609"/>
    <w:rsid w:val="003938AD"/>
    <w:rsid w:val="00393E4F"/>
    <w:rsid w:val="0039478D"/>
    <w:rsid w:val="00394B4B"/>
    <w:rsid w:val="00394E83"/>
    <w:rsid w:val="00394EE6"/>
    <w:rsid w:val="0039510E"/>
    <w:rsid w:val="00395AEF"/>
    <w:rsid w:val="003968F9"/>
    <w:rsid w:val="00396C69"/>
    <w:rsid w:val="00396C97"/>
    <w:rsid w:val="00396EC5"/>
    <w:rsid w:val="00397040"/>
    <w:rsid w:val="00397496"/>
    <w:rsid w:val="003976D1"/>
    <w:rsid w:val="0039795F"/>
    <w:rsid w:val="00397A31"/>
    <w:rsid w:val="00397D7D"/>
    <w:rsid w:val="00397F32"/>
    <w:rsid w:val="003A0430"/>
    <w:rsid w:val="003A0450"/>
    <w:rsid w:val="003A0662"/>
    <w:rsid w:val="003A1646"/>
    <w:rsid w:val="003A16B3"/>
    <w:rsid w:val="003A1C55"/>
    <w:rsid w:val="003A1C59"/>
    <w:rsid w:val="003A219B"/>
    <w:rsid w:val="003A2388"/>
    <w:rsid w:val="003A245A"/>
    <w:rsid w:val="003A252C"/>
    <w:rsid w:val="003A2B2F"/>
    <w:rsid w:val="003A2BAA"/>
    <w:rsid w:val="003A2C9A"/>
    <w:rsid w:val="003A2E9C"/>
    <w:rsid w:val="003A30BF"/>
    <w:rsid w:val="003A30D2"/>
    <w:rsid w:val="003A33D9"/>
    <w:rsid w:val="003A348E"/>
    <w:rsid w:val="003A3556"/>
    <w:rsid w:val="003A3682"/>
    <w:rsid w:val="003A369D"/>
    <w:rsid w:val="003A379A"/>
    <w:rsid w:val="003A3964"/>
    <w:rsid w:val="003A3C37"/>
    <w:rsid w:val="003A3C60"/>
    <w:rsid w:val="003A3EE6"/>
    <w:rsid w:val="003A43B1"/>
    <w:rsid w:val="003A4953"/>
    <w:rsid w:val="003A4975"/>
    <w:rsid w:val="003A499D"/>
    <w:rsid w:val="003A49FC"/>
    <w:rsid w:val="003A4B4B"/>
    <w:rsid w:val="003A4ECC"/>
    <w:rsid w:val="003A4FB8"/>
    <w:rsid w:val="003A50FF"/>
    <w:rsid w:val="003A517B"/>
    <w:rsid w:val="003A51B8"/>
    <w:rsid w:val="003A52DF"/>
    <w:rsid w:val="003A5542"/>
    <w:rsid w:val="003A5CD5"/>
    <w:rsid w:val="003A5EE0"/>
    <w:rsid w:val="003A610C"/>
    <w:rsid w:val="003A62D9"/>
    <w:rsid w:val="003A6457"/>
    <w:rsid w:val="003A6626"/>
    <w:rsid w:val="003A66C1"/>
    <w:rsid w:val="003A6D0F"/>
    <w:rsid w:val="003A7544"/>
    <w:rsid w:val="003A75C6"/>
    <w:rsid w:val="003A75D3"/>
    <w:rsid w:val="003A7770"/>
    <w:rsid w:val="003A7994"/>
    <w:rsid w:val="003A7D9F"/>
    <w:rsid w:val="003A7E0D"/>
    <w:rsid w:val="003B00C2"/>
    <w:rsid w:val="003B0118"/>
    <w:rsid w:val="003B017D"/>
    <w:rsid w:val="003B029E"/>
    <w:rsid w:val="003B03D8"/>
    <w:rsid w:val="003B04E3"/>
    <w:rsid w:val="003B0527"/>
    <w:rsid w:val="003B0568"/>
    <w:rsid w:val="003B05D7"/>
    <w:rsid w:val="003B0B01"/>
    <w:rsid w:val="003B0B96"/>
    <w:rsid w:val="003B0BC6"/>
    <w:rsid w:val="003B0CFB"/>
    <w:rsid w:val="003B0D44"/>
    <w:rsid w:val="003B0DC3"/>
    <w:rsid w:val="003B0F52"/>
    <w:rsid w:val="003B1196"/>
    <w:rsid w:val="003B168D"/>
    <w:rsid w:val="003B192A"/>
    <w:rsid w:val="003B1A8B"/>
    <w:rsid w:val="003B1CFF"/>
    <w:rsid w:val="003B1E53"/>
    <w:rsid w:val="003B2093"/>
    <w:rsid w:val="003B21EA"/>
    <w:rsid w:val="003B22F2"/>
    <w:rsid w:val="003B23A9"/>
    <w:rsid w:val="003B2790"/>
    <w:rsid w:val="003B28DB"/>
    <w:rsid w:val="003B2ADD"/>
    <w:rsid w:val="003B2E28"/>
    <w:rsid w:val="003B2EA1"/>
    <w:rsid w:val="003B31CF"/>
    <w:rsid w:val="003B332E"/>
    <w:rsid w:val="003B35C9"/>
    <w:rsid w:val="003B3808"/>
    <w:rsid w:val="003B3A45"/>
    <w:rsid w:val="003B3F91"/>
    <w:rsid w:val="003B4045"/>
    <w:rsid w:val="003B427D"/>
    <w:rsid w:val="003B4663"/>
    <w:rsid w:val="003B494E"/>
    <w:rsid w:val="003B4A77"/>
    <w:rsid w:val="003B4AE7"/>
    <w:rsid w:val="003B4BAD"/>
    <w:rsid w:val="003B4D74"/>
    <w:rsid w:val="003B4FB7"/>
    <w:rsid w:val="003B50BA"/>
    <w:rsid w:val="003B51E6"/>
    <w:rsid w:val="003B54C7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01E"/>
    <w:rsid w:val="003B6134"/>
    <w:rsid w:val="003B644E"/>
    <w:rsid w:val="003B67F7"/>
    <w:rsid w:val="003B6966"/>
    <w:rsid w:val="003B6AE1"/>
    <w:rsid w:val="003B6B9D"/>
    <w:rsid w:val="003B6BA0"/>
    <w:rsid w:val="003B6CAF"/>
    <w:rsid w:val="003B7238"/>
    <w:rsid w:val="003B7327"/>
    <w:rsid w:val="003B7458"/>
    <w:rsid w:val="003B7469"/>
    <w:rsid w:val="003B7539"/>
    <w:rsid w:val="003B7775"/>
    <w:rsid w:val="003B778F"/>
    <w:rsid w:val="003B78DA"/>
    <w:rsid w:val="003B7945"/>
    <w:rsid w:val="003B7DAD"/>
    <w:rsid w:val="003B7F9F"/>
    <w:rsid w:val="003C0034"/>
    <w:rsid w:val="003C0128"/>
    <w:rsid w:val="003C02D7"/>
    <w:rsid w:val="003C0492"/>
    <w:rsid w:val="003C04CA"/>
    <w:rsid w:val="003C0794"/>
    <w:rsid w:val="003C089D"/>
    <w:rsid w:val="003C1074"/>
    <w:rsid w:val="003C1155"/>
    <w:rsid w:val="003C13FB"/>
    <w:rsid w:val="003C14EF"/>
    <w:rsid w:val="003C15D1"/>
    <w:rsid w:val="003C15D8"/>
    <w:rsid w:val="003C18C6"/>
    <w:rsid w:val="003C1909"/>
    <w:rsid w:val="003C19D1"/>
    <w:rsid w:val="003C1AFF"/>
    <w:rsid w:val="003C1BA0"/>
    <w:rsid w:val="003C1E76"/>
    <w:rsid w:val="003C1EA8"/>
    <w:rsid w:val="003C1F57"/>
    <w:rsid w:val="003C242A"/>
    <w:rsid w:val="003C242C"/>
    <w:rsid w:val="003C245F"/>
    <w:rsid w:val="003C26BD"/>
    <w:rsid w:val="003C26F0"/>
    <w:rsid w:val="003C2A89"/>
    <w:rsid w:val="003C2BE8"/>
    <w:rsid w:val="003C2DBD"/>
    <w:rsid w:val="003C307C"/>
    <w:rsid w:val="003C3378"/>
    <w:rsid w:val="003C35D1"/>
    <w:rsid w:val="003C3854"/>
    <w:rsid w:val="003C3920"/>
    <w:rsid w:val="003C3981"/>
    <w:rsid w:val="003C3B50"/>
    <w:rsid w:val="003C3C0C"/>
    <w:rsid w:val="003C3CCA"/>
    <w:rsid w:val="003C4267"/>
    <w:rsid w:val="003C426D"/>
    <w:rsid w:val="003C4386"/>
    <w:rsid w:val="003C45CB"/>
    <w:rsid w:val="003C482D"/>
    <w:rsid w:val="003C49D6"/>
    <w:rsid w:val="003C4B79"/>
    <w:rsid w:val="003C4F7D"/>
    <w:rsid w:val="003C50F5"/>
    <w:rsid w:val="003C5132"/>
    <w:rsid w:val="003C5797"/>
    <w:rsid w:val="003C5DE7"/>
    <w:rsid w:val="003C6178"/>
    <w:rsid w:val="003C630D"/>
    <w:rsid w:val="003C6509"/>
    <w:rsid w:val="003C65AF"/>
    <w:rsid w:val="003C69E5"/>
    <w:rsid w:val="003C7270"/>
    <w:rsid w:val="003C74DA"/>
    <w:rsid w:val="003C76F6"/>
    <w:rsid w:val="003C79D5"/>
    <w:rsid w:val="003D01F8"/>
    <w:rsid w:val="003D03EB"/>
    <w:rsid w:val="003D05E3"/>
    <w:rsid w:val="003D05F0"/>
    <w:rsid w:val="003D0689"/>
    <w:rsid w:val="003D0737"/>
    <w:rsid w:val="003D0A1F"/>
    <w:rsid w:val="003D0A99"/>
    <w:rsid w:val="003D0C69"/>
    <w:rsid w:val="003D0FFE"/>
    <w:rsid w:val="003D1170"/>
    <w:rsid w:val="003D1649"/>
    <w:rsid w:val="003D167C"/>
    <w:rsid w:val="003D17BA"/>
    <w:rsid w:val="003D18C7"/>
    <w:rsid w:val="003D18D4"/>
    <w:rsid w:val="003D1C50"/>
    <w:rsid w:val="003D21AD"/>
    <w:rsid w:val="003D229A"/>
    <w:rsid w:val="003D2F28"/>
    <w:rsid w:val="003D2F59"/>
    <w:rsid w:val="003D3150"/>
    <w:rsid w:val="003D31F4"/>
    <w:rsid w:val="003D3350"/>
    <w:rsid w:val="003D34E9"/>
    <w:rsid w:val="003D38F3"/>
    <w:rsid w:val="003D3C68"/>
    <w:rsid w:val="003D41F9"/>
    <w:rsid w:val="003D433C"/>
    <w:rsid w:val="003D43C0"/>
    <w:rsid w:val="003D45B5"/>
    <w:rsid w:val="003D48EC"/>
    <w:rsid w:val="003D4D1E"/>
    <w:rsid w:val="003D4E1F"/>
    <w:rsid w:val="003D50E5"/>
    <w:rsid w:val="003D51E8"/>
    <w:rsid w:val="003D5271"/>
    <w:rsid w:val="003D53C9"/>
    <w:rsid w:val="003D57F0"/>
    <w:rsid w:val="003D5972"/>
    <w:rsid w:val="003D5A59"/>
    <w:rsid w:val="003D5A65"/>
    <w:rsid w:val="003D5D3F"/>
    <w:rsid w:val="003D5FAE"/>
    <w:rsid w:val="003D6377"/>
    <w:rsid w:val="003D685D"/>
    <w:rsid w:val="003D690D"/>
    <w:rsid w:val="003D6EF5"/>
    <w:rsid w:val="003D730F"/>
    <w:rsid w:val="003D74A8"/>
    <w:rsid w:val="003D7BC9"/>
    <w:rsid w:val="003D7D18"/>
    <w:rsid w:val="003E0335"/>
    <w:rsid w:val="003E06DD"/>
    <w:rsid w:val="003E07AF"/>
    <w:rsid w:val="003E09A1"/>
    <w:rsid w:val="003E0CE5"/>
    <w:rsid w:val="003E0DCB"/>
    <w:rsid w:val="003E1060"/>
    <w:rsid w:val="003E128F"/>
    <w:rsid w:val="003E14C2"/>
    <w:rsid w:val="003E1A0B"/>
    <w:rsid w:val="003E1BAB"/>
    <w:rsid w:val="003E1EF8"/>
    <w:rsid w:val="003E2153"/>
    <w:rsid w:val="003E217F"/>
    <w:rsid w:val="003E26E9"/>
    <w:rsid w:val="003E28A3"/>
    <w:rsid w:val="003E2964"/>
    <w:rsid w:val="003E2ABA"/>
    <w:rsid w:val="003E2C27"/>
    <w:rsid w:val="003E2DE9"/>
    <w:rsid w:val="003E2E30"/>
    <w:rsid w:val="003E2EDB"/>
    <w:rsid w:val="003E34CA"/>
    <w:rsid w:val="003E3772"/>
    <w:rsid w:val="003E379C"/>
    <w:rsid w:val="003E3A2A"/>
    <w:rsid w:val="003E3CAE"/>
    <w:rsid w:val="003E3FA6"/>
    <w:rsid w:val="003E41D2"/>
    <w:rsid w:val="003E42FF"/>
    <w:rsid w:val="003E44EA"/>
    <w:rsid w:val="003E45B9"/>
    <w:rsid w:val="003E469F"/>
    <w:rsid w:val="003E46C5"/>
    <w:rsid w:val="003E4891"/>
    <w:rsid w:val="003E4BF0"/>
    <w:rsid w:val="003E4F53"/>
    <w:rsid w:val="003E5268"/>
    <w:rsid w:val="003E535E"/>
    <w:rsid w:val="003E53E0"/>
    <w:rsid w:val="003E55AC"/>
    <w:rsid w:val="003E575F"/>
    <w:rsid w:val="003E589F"/>
    <w:rsid w:val="003E5A64"/>
    <w:rsid w:val="003E5B9C"/>
    <w:rsid w:val="003E5C0D"/>
    <w:rsid w:val="003E5CA8"/>
    <w:rsid w:val="003E627D"/>
    <w:rsid w:val="003E6417"/>
    <w:rsid w:val="003E6676"/>
    <w:rsid w:val="003E6764"/>
    <w:rsid w:val="003E6955"/>
    <w:rsid w:val="003E697F"/>
    <w:rsid w:val="003E69F5"/>
    <w:rsid w:val="003E6C8C"/>
    <w:rsid w:val="003E6E25"/>
    <w:rsid w:val="003E71DA"/>
    <w:rsid w:val="003E7386"/>
    <w:rsid w:val="003E73D9"/>
    <w:rsid w:val="003E75AE"/>
    <w:rsid w:val="003E77DE"/>
    <w:rsid w:val="003E782A"/>
    <w:rsid w:val="003E7AEA"/>
    <w:rsid w:val="003E7D7F"/>
    <w:rsid w:val="003E7DC9"/>
    <w:rsid w:val="003F0016"/>
    <w:rsid w:val="003F01C7"/>
    <w:rsid w:val="003F04A9"/>
    <w:rsid w:val="003F055C"/>
    <w:rsid w:val="003F0A0E"/>
    <w:rsid w:val="003F0DBE"/>
    <w:rsid w:val="003F0ED6"/>
    <w:rsid w:val="003F0F0B"/>
    <w:rsid w:val="003F0FE1"/>
    <w:rsid w:val="003F1319"/>
    <w:rsid w:val="003F133B"/>
    <w:rsid w:val="003F1713"/>
    <w:rsid w:val="003F19E4"/>
    <w:rsid w:val="003F1E80"/>
    <w:rsid w:val="003F1F94"/>
    <w:rsid w:val="003F283C"/>
    <w:rsid w:val="003F29EB"/>
    <w:rsid w:val="003F2A86"/>
    <w:rsid w:val="003F2C55"/>
    <w:rsid w:val="003F319D"/>
    <w:rsid w:val="003F3205"/>
    <w:rsid w:val="003F3648"/>
    <w:rsid w:val="003F3661"/>
    <w:rsid w:val="003F36EA"/>
    <w:rsid w:val="003F37E1"/>
    <w:rsid w:val="003F387B"/>
    <w:rsid w:val="003F3914"/>
    <w:rsid w:val="003F3A2E"/>
    <w:rsid w:val="003F3A3D"/>
    <w:rsid w:val="003F3DD2"/>
    <w:rsid w:val="003F40CC"/>
    <w:rsid w:val="003F42C5"/>
    <w:rsid w:val="003F457C"/>
    <w:rsid w:val="003F48DA"/>
    <w:rsid w:val="003F4A63"/>
    <w:rsid w:val="003F4C50"/>
    <w:rsid w:val="003F4D90"/>
    <w:rsid w:val="003F4E96"/>
    <w:rsid w:val="003F4EE6"/>
    <w:rsid w:val="003F4F48"/>
    <w:rsid w:val="003F5352"/>
    <w:rsid w:val="003F550F"/>
    <w:rsid w:val="003F5708"/>
    <w:rsid w:val="003F5724"/>
    <w:rsid w:val="003F5960"/>
    <w:rsid w:val="003F62EB"/>
    <w:rsid w:val="003F65E8"/>
    <w:rsid w:val="003F6955"/>
    <w:rsid w:val="003F6B4C"/>
    <w:rsid w:val="003F6D92"/>
    <w:rsid w:val="003F6F81"/>
    <w:rsid w:val="003F734C"/>
    <w:rsid w:val="003F7592"/>
    <w:rsid w:val="003F7A19"/>
    <w:rsid w:val="003F7D2D"/>
    <w:rsid w:val="003F7F4B"/>
    <w:rsid w:val="0040053D"/>
    <w:rsid w:val="004008E7"/>
    <w:rsid w:val="00400AFE"/>
    <w:rsid w:val="0040139E"/>
    <w:rsid w:val="00401753"/>
    <w:rsid w:val="00402250"/>
    <w:rsid w:val="004024B3"/>
    <w:rsid w:val="0040279E"/>
    <w:rsid w:val="0040290A"/>
    <w:rsid w:val="00402A71"/>
    <w:rsid w:val="00402AEB"/>
    <w:rsid w:val="00402D07"/>
    <w:rsid w:val="00403158"/>
    <w:rsid w:val="00403465"/>
    <w:rsid w:val="004037C5"/>
    <w:rsid w:val="00403839"/>
    <w:rsid w:val="0040397B"/>
    <w:rsid w:val="00403F83"/>
    <w:rsid w:val="004040B9"/>
    <w:rsid w:val="004040C9"/>
    <w:rsid w:val="00404167"/>
    <w:rsid w:val="004042FC"/>
    <w:rsid w:val="0040486E"/>
    <w:rsid w:val="00404C43"/>
    <w:rsid w:val="00404D72"/>
    <w:rsid w:val="00405174"/>
    <w:rsid w:val="004052A8"/>
    <w:rsid w:val="00405513"/>
    <w:rsid w:val="004057A6"/>
    <w:rsid w:val="00405928"/>
    <w:rsid w:val="004059B8"/>
    <w:rsid w:val="004059D4"/>
    <w:rsid w:val="004061DA"/>
    <w:rsid w:val="004063A5"/>
    <w:rsid w:val="0040671A"/>
    <w:rsid w:val="00406806"/>
    <w:rsid w:val="00406BCA"/>
    <w:rsid w:val="00406CC6"/>
    <w:rsid w:val="00406E06"/>
    <w:rsid w:val="00407276"/>
    <w:rsid w:val="0040739A"/>
    <w:rsid w:val="004073E3"/>
    <w:rsid w:val="00407513"/>
    <w:rsid w:val="004078F6"/>
    <w:rsid w:val="00407BDF"/>
    <w:rsid w:val="00407C74"/>
    <w:rsid w:val="00407CD5"/>
    <w:rsid w:val="00407E56"/>
    <w:rsid w:val="004100B4"/>
    <w:rsid w:val="004102F7"/>
    <w:rsid w:val="00410BED"/>
    <w:rsid w:val="0041102D"/>
    <w:rsid w:val="00411095"/>
    <w:rsid w:val="004110CD"/>
    <w:rsid w:val="00411661"/>
    <w:rsid w:val="004119C4"/>
    <w:rsid w:val="00411ABA"/>
    <w:rsid w:val="00411B1D"/>
    <w:rsid w:val="00411C41"/>
    <w:rsid w:val="00412274"/>
    <w:rsid w:val="004124D5"/>
    <w:rsid w:val="004124E7"/>
    <w:rsid w:val="00412844"/>
    <w:rsid w:val="00412B18"/>
    <w:rsid w:val="00412B7C"/>
    <w:rsid w:val="00412E6D"/>
    <w:rsid w:val="00413098"/>
    <w:rsid w:val="00413D7D"/>
    <w:rsid w:val="00414007"/>
    <w:rsid w:val="004140BE"/>
    <w:rsid w:val="004146BA"/>
    <w:rsid w:val="004147C8"/>
    <w:rsid w:val="00414B30"/>
    <w:rsid w:val="00414F10"/>
    <w:rsid w:val="0041513D"/>
    <w:rsid w:val="0041526F"/>
    <w:rsid w:val="004152FA"/>
    <w:rsid w:val="00415356"/>
    <w:rsid w:val="00415CB6"/>
    <w:rsid w:val="00415D98"/>
    <w:rsid w:val="00415DC3"/>
    <w:rsid w:val="00415E85"/>
    <w:rsid w:val="00416009"/>
    <w:rsid w:val="00416076"/>
    <w:rsid w:val="0041626A"/>
    <w:rsid w:val="00416890"/>
    <w:rsid w:val="00416EF7"/>
    <w:rsid w:val="00417411"/>
    <w:rsid w:val="0041742F"/>
    <w:rsid w:val="00417869"/>
    <w:rsid w:val="00420065"/>
    <w:rsid w:val="00420E38"/>
    <w:rsid w:val="0042124F"/>
    <w:rsid w:val="004212E8"/>
    <w:rsid w:val="00421720"/>
    <w:rsid w:val="00421C12"/>
    <w:rsid w:val="00421C1F"/>
    <w:rsid w:val="00421DEC"/>
    <w:rsid w:val="00421E2B"/>
    <w:rsid w:val="00421EC4"/>
    <w:rsid w:val="00421F22"/>
    <w:rsid w:val="0042242D"/>
    <w:rsid w:val="004226D9"/>
    <w:rsid w:val="004227A6"/>
    <w:rsid w:val="004228B0"/>
    <w:rsid w:val="00422C18"/>
    <w:rsid w:val="00422CB0"/>
    <w:rsid w:val="0042314B"/>
    <w:rsid w:val="00423278"/>
    <w:rsid w:val="0042336B"/>
    <w:rsid w:val="00423383"/>
    <w:rsid w:val="00423467"/>
    <w:rsid w:val="00423919"/>
    <w:rsid w:val="00423967"/>
    <w:rsid w:val="00423A99"/>
    <w:rsid w:val="00423D93"/>
    <w:rsid w:val="00424207"/>
    <w:rsid w:val="0042436E"/>
    <w:rsid w:val="00424878"/>
    <w:rsid w:val="00424C79"/>
    <w:rsid w:val="00424CDC"/>
    <w:rsid w:val="00424CE5"/>
    <w:rsid w:val="00424EE6"/>
    <w:rsid w:val="00424F8D"/>
    <w:rsid w:val="00425549"/>
    <w:rsid w:val="00425963"/>
    <w:rsid w:val="00425A56"/>
    <w:rsid w:val="00425B5A"/>
    <w:rsid w:val="00425D16"/>
    <w:rsid w:val="00426107"/>
    <w:rsid w:val="00426414"/>
    <w:rsid w:val="00426468"/>
    <w:rsid w:val="004264EA"/>
    <w:rsid w:val="00426730"/>
    <w:rsid w:val="0042684A"/>
    <w:rsid w:val="0042699C"/>
    <w:rsid w:val="00426B90"/>
    <w:rsid w:val="00426CE2"/>
    <w:rsid w:val="00426CE9"/>
    <w:rsid w:val="00426D08"/>
    <w:rsid w:val="00426DD0"/>
    <w:rsid w:val="00426E0A"/>
    <w:rsid w:val="0042707C"/>
    <w:rsid w:val="00427398"/>
    <w:rsid w:val="004273BB"/>
    <w:rsid w:val="00427806"/>
    <w:rsid w:val="004278D2"/>
    <w:rsid w:val="004279FC"/>
    <w:rsid w:val="00427C10"/>
    <w:rsid w:val="00427D29"/>
    <w:rsid w:val="00427F85"/>
    <w:rsid w:val="00427FA5"/>
    <w:rsid w:val="00430174"/>
    <w:rsid w:val="00430259"/>
    <w:rsid w:val="00430356"/>
    <w:rsid w:val="0043055F"/>
    <w:rsid w:val="00430586"/>
    <w:rsid w:val="00430711"/>
    <w:rsid w:val="00430840"/>
    <w:rsid w:val="0043090E"/>
    <w:rsid w:val="00430BD6"/>
    <w:rsid w:val="00430F5D"/>
    <w:rsid w:val="00430F6C"/>
    <w:rsid w:val="0043102C"/>
    <w:rsid w:val="00431211"/>
    <w:rsid w:val="00431304"/>
    <w:rsid w:val="00431325"/>
    <w:rsid w:val="004318A2"/>
    <w:rsid w:val="00431A6C"/>
    <w:rsid w:val="00431F50"/>
    <w:rsid w:val="0043256B"/>
    <w:rsid w:val="004327DB"/>
    <w:rsid w:val="00432AC9"/>
    <w:rsid w:val="00432C9B"/>
    <w:rsid w:val="00432FC4"/>
    <w:rsid w:val="004330BA"/>
    <w:rsid w:val="004330E7"/>
    <w:rsid w:val="00433423"/>
    <w:rsid w:val="004335CD"/>
    <w:rsid w:val="00433668"/>
    <w:rsid w:val="0043380D"/>
    <w:rsid w:val="00433941"/>
    <w:rsid w:val="00433E19"/>
    <w:rsid w:val="004346B0"/>
    <w:rsid w:val="00434A38"/>
    <w:rsid w:val="00434B6C"/>
    <w:rsid w:val="00434B8A"/>
    <w:rsid w:val="00434D0C"/>
    <w:rsid w:val="00435103"/>
    <w:rsid w:val="0043517C"/>
    <w:rsid w:val="0043549E"/>
    <w:rsid w:val="00435A08"/>
    <w:rsid w:val="00435D51"/>
    <w:rsid w:val="00435D65"/>
    <w:rsid w:val="00436144"/>
    <w:rsid w:val="00436E06"/>
    <w:rsid w:val="0043709E"/>
    <w:rsid w:val="004370B5"/>
    <w:rsid w:val="004370E4"/>
    <w:rsid w:val="004373D1"/>
    <w:rsid w:val="00437568"/>
    <w:rsid w:val="0043756B"/>
    <w:rsid w:val="004379E9"/>
    <w:rsid w:val="00437A1E"/>
    <w:rsid w:val="00437D3E"/>
    <w:rsid w:val="0044045D"/>
    <w:rsid w:val="0044065B"/>
    <w:rsid w:val="00440676"/>
    <w:rsid w:val="00440864"/>
    <w:rsid w:val="004409CD"/>
    <w:rsid w:val="00440BBF"/>
    <w:rsid w:val="00440C52"/>
    <w:rsid w:val="00440FEC"/>
    <w:rsid w:val="00441126"/>
    <w:rsid w:val="004411C4"/>
    <w:rsid w:val="00441265"/>
    <w:rsid w:val="00441571"/>
    <w:rsid w:val="004415ED"/>
    <w:rsid w:val="004417B8"/>
    <w:rsid w:val="00441AA6"/>
    <w:rsid w:val="00441B0C"/>
    <w:rsid w:val="00441BDF"/>
    <w:rsid w:val="00441D83"/>
    <w:rsid w:val="00442079"/>
    <w:rsid w:val="0044207B"/>
    <w:rsid w:val="004420E1"/>
    <w:rsid w:val="00442156"/>
    <w:rsid w:val="0044220F"/>
    <w:rsid w:val="0044234D"/>
    <w:rsid w:val="004423E5"/>
    <w:rsid w:val="00442557"/>
    <w:rsid w:val="004425BD"/>
    <w:rsid w:val="00442AB6"/>
    <w:rsid w:val="00443331"/>
    <w:rsid w:val="00443530"/>
    <w:rsid w:val="00443BAE"/>
    <w:rsid w:val="00443BB5"/>
    <w:rsid w:val="00443C17"/>
    <w:rsid w:val="00443F79"/>
    <w:rsid w:val="00443FEE"/>
    <w:rsid w:val="0044428C"/>
    <w:rsid w:val="00444468"/>
    <w:rsid w:val="004446A6"/>
    <w:rsid w:val="004446A7"/>
    <w:rsid w:val="00444D6B"/>
    <w:rsid w:val="00445467"/>
    <w:rsid w:val="00445591"/>
    <w:rsid w:val="00445602"/>
    <w:rsid w:val="004457BB"/>
    <w:rsid w:val="0044581A"/>
    <w:rsid w:val="00445A01"/>
    <w:rsid w:val="00445A3E"/>
    <w:rsid w:val="00445D0C"/>
    <w:rsid w:val="00445E7E"/>
    <w:rsid w:val="00446165"/>
    <w:rsid w:val="0044641B"/>
    <w:rsid w:val="0044674A"/>
    <w:rsid w:val="004467F1"/>
    <w:rsid w:val="00446BE0"/>
    <w:rsid w:val="00446E19"/>
    <w:rsid w:val="00447051"/>
    <w:rsid w:val="004470E2"/>
    <w:rsid w:val="0044730B"/>
    <w:rsid w:val="00447388"/>
    <w:rsid w:val="0044747B"/>
    <w:rsid w:val="00447612"/>
    <w:rsid w:val="00447B45"/>
    <w:rsid w:val="00447E08"/>
    <w:rsid w:val="00450261"/>
    <w:rsid w:val="00450319"/>
    <w:rsid w:val="0045042D"/>
    <w:rsid w:val="0045108C"/>
    <w:rsid w:val="004511A8"/>
    <w:rsid w:val="004512CC"/>
    <w:rsid w:val="004512CF"/>
    <w:rsid w:val="00451582"/>
    <w:rsid w:val="004515CB"/>
    <w:rsid w:val="004517A0"/>
    <w:rsid w:val="004518C0"/>
    <w:rsid w:val="00451CEC"/>
    <w:rsid w:val="00451E31"/>
    <w:rsid w:val="00451E8F"/>
    <w:rsid w:val="004520D6"/>
    <w:rsid w:val="0045229A"/>
    <w:rsid w:val="00452362"/>
    <w:rsid w:val="0045250E"/>
    <w:rsid w:val="004526BF"/>
    <w:rsid w:val="004529F7"/>
    <w:rsid w:val="00452D15"/>
    <w:rsid w:val="00452E59"/>
    <w:rsid w:val="00452FB4"/>
    <w:rsid w:val="00453020"/>
    <w:rsid w:val="00453131"/>
    <w:rsid w:val="004537C3"/>
    <w:rsid w:val="00453F19"/>
    <w:rsid w:val="00453F89"/>
    <w:rsid w:val="00454107"/>
    <w:rsid w:val="00454300"/>
    <w:rsid w:val="00454847"/>
    <w:rsid w:val="00454A60"/>
    <w:rsid w:val="00454A63"/>
    <w:rsid w:val="00454A74"/>
    <w:rsid w:val="00454DBB"/>
    <w:rsid w:val="00454E16"/>
    <w:rsid w:val="004550D3"/>
    <w:rsid w:val="00455148"/>
    <w:rsid w:val="004551DF"/>
    <w:rsid w:val="0045528B"/>
    <w:rsid w:val="004557EA"/>
    <w:rsid w:val="004558CA"/>
    <w:rsid w:val="00455A40"/>
    <w:rsid w:val="00455AE3"/>
    <w:rsid w:val="004562A2"/>
    <w:rsid w:val="00456422"/>
    <w:rsid w:val="0045653F"/>
    <w:rsid w:val="004565B7"/>
    <w:rsid w:val="00456F57"/>
    <w:rsid w:val="00457586"/>
    <w:rsid w:val="004577CB"/>
    <w:rsid w:val="00457E1C"/>
    <w:rsid w:val="00457ECC"/>
    <w:rsid w:val="00460049"/>
    <w:rsid w:val="004604EC"/>
    <w:rsid w:val="0046054B"/>
    <w:rsid w:val="00460841"/>
    <w:rsid w:val="004610A8"/>
    <w:rsid w:val="00461743"/>
    <w:rsid w:val="004619E3"/>
    <w:rsid w:val="00461CCB"/>
    <w:rsid w:val="00461D9B"/>
    <w:rsid w:val="00462472"/>
    <w:rsid w:val="00462650"/>
    <w:rsid w:val="004626E4"/>
    <w:rsid w:val="0046296D"/>
    <w:rsid w:val="00462A98"/>
    <w:rsid w:val="00462E13"/>
    <w:rsid w:val="00462E36"/>
    <w:rsid w:val="00462E94"/>
    <w:rsid w:val="00462F90"/>
    <w:rsid w:val="00463038"/>
    <w:rsid w:val="00463209"/>
    <w:rsid w:val="00463335"/>
    <w:rsid w:val="0046345A"/>
    <w:rsid w:val="00463546"/>
    <w:rsid w:val="004638E6"/>
    <w:rsid w:val="00463A33"/>
    <w:rsid w:val="00463B22"/>
    <w:rsid w:val="00463DC0"/>
    <w:rsid w:val="0046454B"/>
    <w:rsid w:val="004645C4"/>
    <w:rsid w:val="00464BF6"/>
    <w:rsid w:val="00464C36"/>
    <w:rsid w:val="00464CB1"/>
    <w:rsid w:val="00464CE3"/>
    <w:rsid w:val="00464DAB"/>
    <w:rsid w:val="00464EB4"/>
    <w:rsid w:val="00465440"/>
    <w:rsid w:val="0046553B"/>
    <w:rsid w:val="004655CA"/>
    <w:rsid w:val="004659C9"/>
    <w:rsid w:val="00465A6E"/>
    <w:rsid w:val="00465CE1"/>
    <w:rsid w:val="00465EAC"/>
    <w:rsid w:val="00465F17"/>
    <w:rsid w:val="00465FF6"/>
    <w:rsid w:val="00466048"/>
    <w:rsid w:val="004661E0"/>
    <w:rsid w:val="004662C0"/>
    <w:rsid w:val="004663A4"/>
    <w:rsid w:val="004663C1"/>
    <w:rsid w:val="00466A29"/>
    <w:rsid w:val="00466CEF"/>
    <w:rsid w:val="00466D9D"/>
    <w:rsid w:val="00466EDE"/>
    <w:rsid w:val="00466F14"/>
    <w:rsid w:val="0046700D"/>
    <w:rsid w:val="00467029"/>
    <w:rsid w:val="0046738C"/>
    <w:rsid w:val="004673E6"/>
    <w:rsid w:val="004676A6"/>
    <w:rsid w:val="004677B0"/>
    <w:rsid w:val="00467A79"/>
    <w:rsid w:val="00467AB7"/>
    <w:rsid w:val="004701A5"/>
    <w:rsid w:val="00470391"/>
    <w:rsid w:val="00470470"/>
    <w:rsid w:val="004704A1"/>
    <w:rsid w:val="00470585"/>
    <w:rsid w:val="00470B6B"/>
    <w:rsid w:val="00470E0A"/>
    <w:rsid w:val="00471061"/>
    <w:rsid w:val="0047113B"/>
    <w:rsid w:val="00471169"/>
    <w:rsid w:val="0047142E"/>
    <w:rsid w:val="004716BE"/>
    <w:rsid w:val="00471714"/>
    <w:rsid w:val="004717E3"/>
    <w:rsid w:val="00471864"/>
    <w:rsid w:val="00471A38"/>
    <w:rsid w:val="00471CE2"/>
    <w:rsid w:val="00471F6E"/>
    <w:rsid w:val="004722DC"/>
    <w:rsid w:val="004727C6"/>
    <w:rsid w:val="00472808"/>
    <w:rsid w:val="00472946"/>
    <w:rsid w:val="00472A2B"/>
    <w:rsid w:val="0047309D"/>
    <w:rsid w:val="004730D4"/>
    <w:rsid w:val="0047322D"/>
    <w:rsid w:val="00474069"/>
    <w:rsid w:val="004745C8"/>
    <w:rsid w:val="0047477B"/>
    <w:rsid w:val="00474881"/>
    <w:rsid w:val="00474A21"/>
    <w:rsid w:val="00474B5F"/>
    <w:rsid w:val="00474B89"/>
    <w:rsid w:val="00474D08"/>
    <w:rsid w:val="00474F67"/>
    <w:rsid w:val="00475227"/>
    <w:rsid w:val="004752A5"/>
    <w:rsid w:val="00475361"/>
    <w:rsid w:val="00475827"/>
    <w:rsid w:val="00475A4A"/>
    <w:rsid w:val="00475B27"/>
    <w:rsid w:val="00475DC4"/>
    <w:rsid w:val="00475DF9"/>
    <w:rsid w:val="004760D0"/>
    <w:rsid w:val="00476423"/>
    <w:rsid w:val="0047675A"/>
    <w:rsid w:val="00476A60"/>
    <w:rsid w:val="00476D31"/>
    <w:rsid w:val="00476E1C"/>
    <w:rsid w:val="00477398"/>
    <w:rsid w:val="00477C6E"/>
    <w:rsid w:val="004807AA"/>
    <w:rsid w:val="00480890"/>
    <w:rsid w:val="004808E2"/>
    <w:rsid w:val="00480AE1"/>
    <w:rsid w:val="00480C37"/>
    <w:rsid w:val="00480F3A"/>
    <w:rsid w:val="004810BB"/>
    <w:rsid w:val="00481274"/>
    <w:rsid w:val="00481375"/>
    <w:rsid w:val="004819F3"/>
    <w:rsid w:val="00481D22"/>
    <w:rsid w:val="00481DC0"/>
    <w:rsid w:val="004822B4"/>
    <w:rsid w:val="00482401"/>
    <w:rsid w:val="004825C5"/>
    <w:rsid w:val="00482A65"/>
    <w:rsid w:val="00482D18"/>
    <w:rsid w:val="00482F86"/>
    <w:rsid w:val="00483240"/>
    <w:rsid w:val="0048353F"/>
    <w:rsid w:val="0048378C"/>
    <w:rsid w:val="00483917"/>
    <w:rsid w:val="00483B76"/>
    <w:rsid w:val="00483B81"/>
    <w:rsid w:val="00483CEA"/>
    <w:rsid w:val="00483F57"/>
    <w:rsid w:val="00484076"/>
    <w:rsid w:val="004840C6"/>
    <w:rsid w:val="0048423E"/>
    <w:rsid w:val="00484316"/>
    <w:rsid w:val="0048470D"/>
    <w:rsid w:val="00484A02"/>
    <w:rsid w:val="00484BA0"/>
    <w:rsid w:val="00484BBF"/>
    <w:rsid w:val="00484F15"/>
    <w:rsid w:val="004850DC"/>
    <w:rsid w:val="004855C9"/>
    <w:rsid w:val="0048568C"/>
    <w:rsid w:val="0048610C"/>
    <w:rsid w:val="00486747"/>
    <w:rsid w:val="004867F8"/>
    <w:rsid w:val="0048680D"/>
    <w:rsid w:val="00486CEF"/>
    <w:rsid w:val="004870D9"/>
    <w:rsid w:val="0048752D"/>
    <w:rsid w:val="0048779E"/>
    <w:rsid w:val="004878DB"/>
    <w:rsid w:val="00487ABC"/>
    <w:rsid w:val="00487F3C"/>
    <w:rsid w:val="00490064"/>
    <w:rsid w:val="004900D0"/>
    <w:rsid w:val="00491045"/>
    <w:rsid w:val="00491276"/>
    <w:rsid w:val="004913A4"/>
    <w:rsid w:val="00491824"/>
    <w:rsid w:val="004918A2"/>
    <w:rsid w:val="00491B82"/>
    <w:rsid w:val="00491BE1"/>
    <w:rsid w:val="00491CEF"/>
    <w:rsid w:val="0049217A"/>
    <w:rsid w:val="00492280"/>
    <w:rsid w:val="004923FD"/>
    <w:rsid w:val="00492C06"/>
    <w:rsid w:val="004930FF"/>
    <w:rsid w:val="004931EA"/>
    <w:rsid w:val="004932AC"/>
    <w:rsid w:val="00493521"/>
    <w:rsid w:val="00493626"/>
    <w:rsid w:val="00493707"/>
    <w:rsid w:val="00493AA4"/>
    <w:rsid w:val="00493B4F"/>
    <w:rsid w:val="00493D22"/>
    <w:rsid w:val="0049411A"/>
    <w:rsid w:val="00494505"/>
    <w:rsid w:val="00494C88"/>
    <w:rsid w:val="004951B6"/>
    <w:rsid w:val="00495251"/>
    <w:rsid w:val="0049533A"/>
    <w:rsid w:val="00495625"/>
    <w:rsid w:val="0049598F"/>
    <w:rsid w:val="00495B19"/>
    <w:rsid w:val="00496034"/>
    <w:rsid w:val="00496068"/>
    <w:rsid w:val="0049629B"/>
    <w:rsid w:val="004963B9"/>
    <w:rsid w:val="00496433"/>
    <w:rsid w:val="0049679F"/>
    <w:rsid w:val="004968A2"/>
    <w:rsid w:val="004968A9"/>
    <w:rsid w:val="00496A86"/>
    <w:rsid w:val="00496C7A"/>
    <w:rsid w:val="004973B7"/>
    <w:rsid w:val="00497438"/>
    <w:rsid w:val="004975F5"/>
    <w:rsid w:val="00497721"/>
    <w:rsid w:val="004978A3"/>
    <w:rsid w:val="00497A97"/>
    <w:rsid w:val="00497BD5"/>
    <w:rsid w:val="00497DF4"/>
    <w:rsid w:val="00497EB7"/>
    <w:rsid w:val="00497EF1"/>
    <w:rsid w:val="00497F23"/>
    <w:rsid w:val="004A0021"/>
    <w:rsid w:val="004A0054"/>
    <w:rsid w:val="004A0413"/>
    <w:rsid w:val="004A0419"/>
    <w:rsid w:val="004A0B5A"/>
    <w:rsid w:val="004A0BEF"/>
    <w:rsid w:val="004A0EB9"/>
    <w:rsid w:val="004A1066"/>
    <w:rsid w:val="004A1333"/>
    <w:rsid w:val="004A139A"/>
    <w:rsid w:val="004A13CC"/>
    <w:rsid w:val="004A14A8"/>
    <w:rsid w:val="004A161F"/>
    <w:rsid w:val="004A1A4B"/>
    <w:rsid w:val="004A1B4E"/>
    <w:rsid w:val="004A1B60"/>
    <w:rsid w:val="004A2069"/>
    <w:rsid w:val="004A247D"/>
    <w:rsid w:val="004A2488"/>
    <w:rsid w:val="004A2819"/>
    <w:rsid w:val="004A2846"/>
    <w:rsid w:val="004A28E3"/>
    <w:rsid w:val="004A29DC"/>
    <w:rsid w:val="004A29F1"/>
    <w:rsid w:val="004A32B5"/>
    <w:rsid w:val="004A338D"/>
    <w:rsid w:val="004A3432"/>
    <w:rsid w:val="004A35FE"/>
    <w:rsid w:val="004A3895"/>
    <w:rsid w:val="004A3AEB"/>
    <w:rsid w:val="004A3AF3"/>
    <w:rsid w:val="004A3E83"/>
    <w:rsid w:val="004A46C1"/>
    <w:rsid w:val="004A485D"/>
    <w:rsid w:val="004A4AB4"/>
    <w:rsid w:val="004A4B73"/>
    <w:rsid w:val="004A4D55"/>
    <w:rsid w:val="004A51B8"/>
    <w:rsid w:val="004A51E9"/>
    <w:rsid w:val="004A570B"/>
    <w:rsid w:val="004A5A58"/>
    <w:rsid w:val="004A5AE5"/>
    <w:rsid w:val="004A5DDE"/>
    <w:rsid w:val="004A64E8"/>
    <w:rsid w:val="004A6A14"/>
    <w:rsid w:val="004A70FC"/>
    <w:rsid w:val="004A7786"/>
    <w:rsid w:val="004A790F"/>
    <w:rsid w:val="004A7989"/>
    <w:rsid w:val="004A7A0B"/>
    <w:rsid w:val="004B02B5"/>
    <w:rsid w:val="004B0308"/>
    <w:rsid w:val="004B0459"/>
    <w:rsid w:val="004B0720"/>
    <w:rsid w:val="004B0A65"/>
    <w:rsid w:val="004B0CEA"/>
    <w:rsid w:val="004B0E1F"/>
    <w:rsid w:val="004B118E"/>
    <w:rsid w:val="004B1318"/>
    <w:rsid w:val="004B1356"/>
    <w:rsid w:val="004B1773"/>
    <w:rsid w:val="004B1792"/>
    <w:rsid w:val="004B1A3F"/>
    <w:rsid w:val="004B1B98"/>
    <w:rsid w:val="004B1F2E"/>
    <w:rsid w:val="004B20CA"/>
    <w:rsid w:val="004B22B7"/>
    <w:rsid w:val="004B2310"/>
    <w:rsid w:val="004B25C6"/>
    <w:rsid w:val="004B28A0"/>
    <w:rsid w:val="004B2AC0"/>
    <w:rsid w:val="004B2C8C"/>
    <w:rsid w:val="004B3197"/>
    <w:rsid w:val="004B3403"/>
    <w:rsid w:val="004B3904"/>
    <w:rsid w:val="004B3AA4"/>
    <w:rsid w:val="004B3C0B"/>
    <w:rsid w:val="004B3D3E"/>
    <w:rsid w:val="004B3E82"/>
    <w:rsid w:val="004B4068"/>
    <w:rsid w:val="004B4869"/>
    <w:rsid w:val="004B4892"/>
    <w:rsid w:val="004B4A96"/>
    <w:rsid w:val="004B4D23"/>
    <w:rsid w:val="004B4F5E"/>
    <w:rsid w:val="004B508F"/>
    <w:rsid w:val="004B514A"/>
    <w:rsid w:val="004B5358"/>
    <w:rsid w:val="004B57D2"/>
    <w:rsid w:val="004B58AE"/>
    <w:rsid w:val="004B5D08"/>
    <w:rsid w:val="004B5DF2"/>
    <w:rsid w:val="004B5F43"/>
    <w:rsid w:val="004B5F66"/>
    <w:rsid w:val="004B623B"/>
    <w:rsid w:val="004B6253"/>
    <w:rsid w:val="004B62DB"/>
    <w:rsid w:val="004B64F9"/>
    <w:rsid w:val="004B66CF"/>
    <w:rsid w:val="004B6F4C"/>
    <w:rsid w:val="004B7199"/>
    <w:rsid w:val="004B71C1"/>
    <w:rsid w:val="004B753A"/>
    <w:rsid w:val="004B7752"/>
    <w:rsid w:val="004B7B18"/>
    <w:rsid w:val="004B7B65"/>
    <w:rsid w:val="004B7BDE"/>
    <w:rsid w:val="004B7CAD"/>
    <w:rsid w:val="004B7CD0"/>
    <w:rsid w:val="004B7DB2"/>
    <w:rsid w:val="004B7E9F"/>
    <w:rsid w:val="004C00F5"/>
    <w:rsid w:val="004C0251"/>
    <w:rsid w:val="004C05C1"/>
    <w:rsid w:val="004C0990"/>
    <w:rsid w:val="004C0A6C"/>
    <w:rsid w:val="004C0CD8"/>
    <w:rsid w:val="004C12D2"/>
    <w:rsid w:val="004C13C1"/>
    <w:rsid w:val="004C1544"/>
    <w:rsid w:val="004C1973"/>
    <w:rsid w:val="004C1AC6"/>
    <w:rsid w:val="004C1AFF"/>
    <w:rsid w:val="004C1B21"/>
    <w:rsid w:val="004C21A8"/>
    <w:rsid w:val="004C21F9"/>
    <w:rsid w:val="004C241E"/>
    <w:rsid w:val="004C2556"/>
    <w:rsid w:val="004C26C4"/>
    <w:rsid w:val="004C27E7"/>
    <w:rsid w:val="004C28AA"/>
    <w:rsid w:val="004C2DB6"/>
    <w:rsid w:val="004C2DEC"/>
    <w:rsid w:val="004C2E0D"/>
    <w:rsid w:val="004C2EDF"/>
    <w:rsid w:val="004C31F0"/>
    <w:rsid w:val="004C3A24"/>
    <w:rsid w:val="004C4642"/>
    <w:rsid w:val="004C4B1E"/>
    <w:rsid w:val="004C4B45"/>
    <w:rsid w:val="004C4E09"/>
    <w:rsid w:val="004C4E59"/>
    <w:rsid w:val="004C5289"/>
    <w:rsid w:val="004C532C"/>
    <w:rsid w:val="004C54C0"/>
    <w:rsid w:val="004C559B"/>
    <w:rsid w:val="004C5CEB"/>
    <w:rsid w:val="004C670F"/>
    <w:rsid w:val="004C6742"/>
    <w:rsid w:val="004C6755"/>
    <w:rsid w:val="004C6795"/>
    <w:rsid w:val="004C67B0"/>
    <w:rsid w:val="004C68B2"/>
    <w:rsid w:val="004C68C1"/>
    <w:rsid w:val="004C6CD4"/>
    <w:rsid w:val="004C6E78"/>
    <w:rsid w:val="004C747A"/>
    <w:rsid w:val="004C7BD4"/>
    <w:rsid w:val="004C7C2C"/>
    <w:rsid w:val="004C7EF0"/>
    <w:rsid w:val="004D008D"/>
    <w:rsid w:val="004D00C3"/>
    <w:rsid w:val="004D04D1"/>
    <w:rsid w:val="004D04F7"/>
    <w:rsid w:val="004D0A84"/>
    <w:rsid w:val="004D0BA0"/>
    <w:rsid w:val="004D0F18"/>
    <w:rsid w:val="004D1090"/>
    <w:rsid w:val="004D11E5"/>
    <w:rsid w:val="004D12C8"/>
    <w:rsid w:val="004D14BA"/>
    <w:rsid w:val="004D1824"/>
    <w:rsid w:val="004D1851"/>
    <w:rsid w:val="004D194C"/>
    <w:rsid w:val="004D1A01"/>
    <w:rsid w:val="004D1A6D"/>
    <w:rsid w:val="004D1BC4"/>
    <w:rsid w:val="004D1C53"/>
    <w:rsid w:val="004D1CCD"/>
    <w:rsid w:val="004D20AB"/>
    <w:rsid w:val="004D20C4"/>
    <w:rsid w:val="004D213F"/>
    <w:rsid w:val="004D22C8"/>
    <w:rsid w:val="004D2582"/>
    <w:rsid w:val="004D28C9"/>
    <w:rsid w:val="004D2A6C"/>
    <w:rsid w:val="004D32A7"/>
    <w:rsid w:val="004D336C"/>
    <w:rsid w:val="004D33BB"/>
    <w:rsid w:val="004D3408"/>
    <w:rsid w:val="004D4308"/>
    <w:rsid w:val="004D441F"/>
    <w:rsid w:val="004D44AC"/>
    <w:rsid w:val="004D4505"/>
    <w:rsid w:val="004D45F7"/>
    <w:rsid w:val="004D469A"/>
    <w:rsid w:val="004D4A54"/>
    <w:rsid w:val="004D522E"/>
    <w:rsid w:val="004D52D5"/>
    <w:rsid w:val="004D57BA"/>
    <w:rsid w:val="004D57F4"/>
    <w:rsid w:val="004D5CF8"/>
    <w:rsid w:val="004D5DC2"/>
    <w:rsid w:val="004D5FED"/>
    <w:rsid w:val="004D6442"/>
    <w:rsid w:val="004D6528"/>
    <w:rsid w:val="004D6720"/>
    <w:rsid w:val="004D68C3"/>
    <w:rsid w:val="004D721D"/>
    <w:rsid w:val="004D7A53"/>
    <w:rsid w:val="004D7AAE"/>
    <w:rsid w:val="004D7CCA"/>
    <w:rsid w:val="004D7EBF"/>
    <w:rsid w:val="004E0082"/>
    <w:rsid w:val="004E05F5"/>
    <w:rsid w:val="004E06AB"/>
    <w:rsid w:val="004E0A43"/>
    <w:rsid w:val="004E0FF8"/>
    <w:rsid w:val="004E1252"/>
    <w:rsid w:val="004E14A3"/>
    <w:rsid w:val="004E163A"/>
    <w:rsid w:val="004E1A3B"/>
    <w:rsid w:val="004E1C01"/>
    <w:rsid w:val="004E20D0"/>
    <w:rsid w:val="004E2513"/>
    <w:rsid w:val="004E2558"/>
    <w:rsid w:val="004E27DE"/>
    <w:rsid w:val="004E2941"/>
    <w:rsid w:val="004E2DCB"/>
    <w:rsid w:val="004E2DF7"/>
    <w:rsid w:val="004E2F90"/>
    <w:rsid w:val="004E3264"/>
    <w:rsid w:val="004E33D5"/>
    <w:rsid w:val="004E3580"/>
    <w:rsid w:val="004E362B"/>
    <w:rsid w:val="004E3983"/>
    <w:rsid w:val="004E3A91"/>
    <w:rsid w:val="004E3B3E"/>
    <w:rsid w:val="004E3C14"/>
    <w:rsid w:val="004E3F07"/>
    <w:rsid w:val="004E4257"/>
    <w:rsid w:val="004E42D4"/>
    <w:rsid w:val="004E468D"/>
    <w:rsid w:val="004E4726"/>
    <w:rsid w:val="004E499A"/>
    <w:rsid w:val="004E546E"/>
    <w:rsid w:val="004E54C2"/>
    <w:rsid w:val="004E55EE"/>
    <w:rsid w:val="004E58EE"/>
    <w:rsid w:val="004E5959"/>
    <w:rsid w:val="004E59C0"/>
    <w:rsid w:val="004E5A7D"/>
    <w:rsid w:val="004E5D6A"/>
    <w:rsid w:val="004E5DDB"/>
    <w:rsid w:val="004E5ECE"/>
    <w:rsid w:val="004E62C6"/>
    <w:rsid w:val="004E6419"/>
    <w:rsid w:val="004E6720"/>
    <w:rsid w:val="004E6877"/>
    <w:rsid w:val="004E6B4A"/>
    <w:rsid w:val="004E6D5A"/>
    <w:rsid w:val="004E70B9"/>
    <w:rsid w:val="004E722A"/>
    <w:rsid w:val="004E72D8"/>
    <w:rsid w:val="004E7505"/>
    <w:rsid w:val="004E7810"/>
    <w:rsid w:val="004E7BF4"/>
    <w:rsid w:val="004E7D9E"/>
    <w:rsid w:val="004F001A"/>
    <w:rsid w:val="004F00CF"/>
    <w:rsid w:val="004F0151"/>
    <w:rsid w:val="004F02A1"/>
    <w:rsid w:val="004F039F"/>
    <w:rsid w:val="004F04BB"/>
    <w:rsid w:val="004F06D8"/>
    <w:rsid w:val="004F0AD2"/>
    <w:rsid w:val="004F0DEA"/>
    <w:rsid w:val="004F0E22"/>
    <w:rsid w:val="004F0E69"/>
    <w:rsid w:val="004F1090"/>
    <w:rsid w:val="004F117D"/>
    <w:rsid w:val="004F12D6"/>
    <w:rsid w:val="004F1551"/>
    <w:rsid w:val="004F162B"/>
    <w:rsid w:val="004F1846"/>
    <w:rsid w:val="004F1D64"/>
    <w:rsid w:val="004F2186"/>
    <w:rsid w:val="004F2233"/>
    <w:rsid w:val="004F23B0"/>
    <w:rsid w:val="004F2500"/>
    <w:rsid w:val="004F2F43"/>
    <w:rsid w:val="004F39A9"/>
    <w:rsid w:val="004F39F8"/>
    <w:rsid w:val="004F3A04"/>
    <w:rsid w:val="004F3A2A"/>
    <w:rsid w:val="004F3A54"/>
    <w:rsid w:val="004F3DA0"/>
    <w:rsid w:val="004F44DC"/>
    <w:rsid w:val="004F4913"/>
    <w:rsid w:val="004F4B59"/>
    <w:rsid w:val="004F4BC6"/>
    <w:rsid w:val="004F4C65"/>
    <w:rsid w:val="004F4F2D"/>
    <w:rsid w:val="004F51DD"/>
    <w:rsid w:val="004F5216"/>
    <w:rsid w:val="004F5557"/>
    <w:rsid w:val="004F55E4"/>
    <w:rsid w:val="004F5C4F"/>
    <w:rsid w:val="004F5CA4"/>
    <w:rsid w:val="004F5CEE"/>
    <w:rsid w:val="004F6633"/>
    <w:rsid w:val="004F6646"/>
    <w:rsid w:val="004F6A91"/>
    <w:rsid w:val="004F6BC3"/>
    <w:rsid w:val="004F6BFC"/>
    <w:rsid w:val="004F7170"/>
    <w:rsid w:val="004F736C"/>
    <w:rsid w:val="004F756C"/>
    <w:rsid w:val="004F7928"/>
    <w:rsid w:val="004F79BA"/>
    <w:rsid w:val="004F79F5"/>
    <w:rsid w:val="004F7B5C"/>
    <w:rsid w:val="004F7BFD"/>
    <w:rsid w:val="004F7C94"/>
    <w:rsid w:val="00500247"/>
    <w:rsid w:val="0050045D"/>
    <w:rsid w:val="00500C42"/>
    <w:rsid w:val="005011E3"/>
    <w:rsid w:val="0050173B"/>
    <w:rsid w:val="005018F6"/>
    <w:rsid w:val="00501D3A"/>
    <w:rsid w:val="00501E23"/>
    <w:rsid w:val="00502330"/>
    <w:rsid w:val="00502BAC"/>
    <w:rsid w:val="00502CA0"/>
    <w:rsid w:val="00502ED5"/>
    <w:rsid w:val="005032A3"/>
    <w:rsid w:val="00503389"/>
    <w:rsid w:val="0050346D"/>
    <w:rsid w:val="005035C5"/>
    <w:rsid w:val="00503666"/>
    <w:rsid w:val="0050367E"/>
    <w:rsid w:val="00503D30"/>
    <w:rsid w:val="00503F22"/>
    <w:rsid w:val="00504167"/>
    <w:rsid w:val="0050422F"/>
    <w:rsid w:val="00504517"/>
    <w:rsid w:val="0050475B"/>
    <w:rsid w:val="005048E4"/>
    <w:rsid w:val="0050490A"/>
    <w:rsid w:val="00504E4C"/>
    <w:rsid w:val="00504FED"/>
    <w:rsid w:val="00505250"/>
    <w:rsid w:val="00505266"/>
    <w:rsid w:val="0050537B"/>
    <w:rsid w:val="0050581A"/>
    <w:rsid w:val="005059D9"/>
    <w:rsid w:val="005059ED"/>
    <w:rsid w:val="00505A55"/>
    <w:rsid w:val="00505A8F"/>
    <w:rsid w:val="00505B55"/>
    <w:rsid w:val="00506060"/>
    <w:rsid w:val="005060C2"/>
    <w:rsid w:val="0050619F"/>
    <w:rsid w:val="00506211"/>
    <w:rsid w:val="005062F4"/>
    <w:rsid w:val="0050635B"/>
    <w:rsid w:val="005063D5"/>
    <w:rsid w:val="005067BE"/>
    <w:rsid w:val="005067CB"/>
    <w:rsid w:val="00506BB4"/>
    <w:rsid w:val="00506C92"/>
    <w:rsid w:val="00507039"/>
    <w:rsid w:val="0050718E"/>
    <w:rsid w:val="005071E6"/>
    <w:rsid w:val="00507385"/>
    <w:rsid w:val="005073E7"/>
    <w:rsid w:val="0050799E"/>
    <w:rsid w:val="00507B39"/>
    <w:rsid w:val="00507BD9"/>
    <w:rsid w:val="00507D3E"/>
    <w:rsid w:val="00507DBF"/>
    <w:rsid w:val="00507FB6"/>
    <w:rsid w:val="005100EB"/>
    <w:rsid w:val="005104B3"/>
    <w:rsid w:val="0051072B"/>
    <w:rsid w:val="005114B8"/>
    <w:rsid w:val="00511561"/>
    <w:rsid w:val="005116FF"/>
    <w:rsid w:val="00511846"/>
    <w:rsid w:val="0051196C"/>
    <w:rsid w:val="00511CDF"/>
    <w:rsid w:val="00511D25"/>
    <w:rsid w:val="00511E5C"/>
    <w:rsid w:val="005120BB"/>
    <w:rsid w:val="00512904"/>
    <w:rsid w:val="00512D8D"/>
    <w:rsid w:val="00513228"/>
    <w:rsid w:val="00513252"/>
    <w:rsid w:val="005135D9"/>
    <w:rsid w:val="00513A58"/>
    <w:rsid w:val="00513D9E"/>
    <w:rsid w:val="00514253"/>
    <w:rsid w:val="00514287"/>
    <w:rsid w:val="00514372"/>
    <w:rsid w:val="005143F3"/>
    <w:rsid w:val="00514699"/>
    <w:rsid w:val="00514AE5"/>
    <w:rsid w:val="00514B35"/>
    <w:rsid w:val="00514BC5"/>
    <w:rsid w:val="00514C31"/>
    <w:rsid w:val="005150DD"/>
    <w:rsid w:val="00515104"/>
    <w:rsid w:val="00515380"/>
    <w:rsid w:val="00515AFE"/>
    <w:rsid w:val="00515E21"/>
    <w:rsid w:val="005161D4"/>
    <w:rsid w:val="005168AA"/>
    <w:rsid w:val="00516AC3"/>
    <w:rsid w:val="00516AED"/>
    <w:rsid w:val="00516BE4"/>
    <w:rsid w:val="00516D4A"/>
    <w:rsid w:val="00516F1D"/>
    <w:rsid w:val="005171FC"/>
    <w:rsid w:val="00517521"/>
    <w:rsid w:val="005175C9"/>
    <w:rsid w:val="005204B3"/>
    <w:rsid w:val="005208F2"/>
    <w:rsid w:val="00520B9D"/>
    <w:rsid w:val="00520BB6"/>
    <w:rsid w:val="00520BEF"/>
    <w:rsid w:val="00520EA3"/>
    <w:rsid w:val="00520F92"/>
    <w:rsid w:val="00521266"/>
    <w:rsid w:val="005213E6"/>
    <w:rsid w:val="00521517"/>
    <w:rsid w:val="00521575"/>
    <w:rsid w:val="00521781"/>
    <w:rsid w:val="00521BDA"/>
    <w:rsid w:val="00521CBF"/>
    <w:rsid w:val="005222E9"/>
    <w:rsid w:val="005223F7"/>
    <w:rsid w:val="005226F7"/>
    <w:rsid w:val="005226FB"/>
    <w:rsid w:val="00522C6C"/>
    <w:rsid w:val="00522D31"/>
    <w:rsid w:val="0052310C"/>
    <w:rsid w:val="0052324C"/>
    <w:rsid w:val="00523423"/>
    <w:rsid w:val="00523860"/>
    <w:rsid w:val="00523B2A"/>
    <w:rsid w:val="00523BCA"/>
    <w:rsid w:val="00523E22"/>
    <w:rsid w:val="00524043"/>
    <w:rsid w:val="00524200"/>
    <w:rsid w:val="0052440D"/>
    <w:rsid w:val="00524632"/>
    <w:rsid w:val="0052486E"/>
    <w:rsid w:val="00524CBD"/>
    <w:rsid w:val="00524D24"/>
    <w:rsid w:val="00525025"/>
    <w:rsid w:val="00525038"/>
    <w:rsid w:val="00525062"/>
    <w:rsid w:val="0052525F"/>
    <w:rsid w:val="00525405"/>
    <w:rsid w:val="00525780"/>
    <w:rsid w:val="0052590A"/>
    <w:rsid w:val="00525DE3"/>
    <w:rsid w:val="0052614B"/>
    <w:rsid w:val="00526536"/>
    <w:rsid w:val="00526F76"/>
    <w:rsid w:val="0052735B"/>
    <w:rsid w:val="0052740B"/>
    <w:rsid w:val="005277A2"/>
    <w:rsid w:val="00527A52"/>
    <w:rsid w:val="00527D55"/>
    <w:rsid w:val="00530266"/>
    <w:rsid w:val="00530717"/>
    <w:rsid w:val="00531478"/>
    <w:rsid w:val="00531671"/>
    <w:rsid w:val="005319DA"/>
    <w:rsid w:val="00531E5B"/>
    <w:rsid w:val="00532276"/>
    <w:rsid w:val="0053271F"/>
    <w:rsid w:val="00532872"/>
    <w:rsid w:val="0053288B"/>
    <w:rsid w:val="00532C77"/>
    <w:rsid w:val="005332DD"/>
    <w:rsid w:val="00533349"/>
    <w:rsid w:val="005335B1"/>
    <w:rsid w:val="00533AE5"/>
    <w:rsid w:val="00533BC7"/>
    <w:rsid w:val="00533CB8"/>
    <w:rsid w:val="00533CDF"/>
    <w:rsid w:val="0053412E"/>
    <w:rsid w:val="00534299"/>
    <w:rsid w:val="0053469A"/>
    <w:rsid w:val="00534C56"/>
    <w:rsid w:val="00534D4D"/>
    <w:rsid w:val="00534EC4"/>
    <w:rsid w:val="005350F1"/>
    <w:rsid w:val="005353D7"/>
    <w:rsid w:val="00535722"/>
    <w:rsid w:val="00535D94"/>
    <w:rsid w:val="00535FB1"/>
    <w:rsid w:val="0053612E"/>
    <w:rsid w:val="00536602"/>
    <w:rsid w:val="005367F4"/>
    <w:rsid w:val="0053680F"/>
    <w:rsid w:val="005369FF"/>
    <w:rsid w:val="00536A00"/>
    <w:rsid w:val="005370EA"/>
    <w:rsid w:val="00537199"/>
    <w:rsid w:val="005373EF"/>
    <w:rsid w:val="00537A54"/>
    <w:rsid w:val="00537A63"/>
    <w:rsid w:val="005403B8"/>
    <w:rsid w:val="00540491"/>
    <w:rsid w:val="00540620"/>
    <w:rsid w:val="005408F0"/>
    <w:rsid w:val="00540B63"/>
    <w:rsid w:val="00540B82"/>
    <w:rsid w:val="00540B8D"/>
    <w:rsid w:val="0054134C"/>
    <w:rsid w:val="005415A4"/>
    <w:rsid w:val="00541EF7"/>
    <w:rsid w:val="00541F96"/>
    <w:rsid w:val="00541FDE"/>
    <w:rsid w:val="00542221"/>
    <w:rsid w:val="00542B96"/>
    <w:rsid w:val="00542FF0"/>
    <w:rsid w:val="00543B61"/>
    <w:rsid w:val="00543C6F"/>
    <w:rsid w:val="00543D82"/>
    <w:rsid w:val="00543E6A"/>
    <w:rsid w:val="00544228"/>
    <w:rsid w:val="00544C4E"/>
    <w:rsid w:val="00544E72"/>
    <w:rsid w:val="00544FCA"/>
    <w:rsid w:val="0054517C"/>
    <w:rsid w:val="00545548"/>
    <w:rsid w:val="005457D6"/>
    <w:rsid w:val="00545926"/>
    <w:rsid w:val="00545E8F"/>
    <w:rsid w:val="005460D7"/>
    <w:rsid w:val="005460D9"/>
    <w:rsid w:val="005461BE"/>
    <w:rsid w:val="005469D2"/>
    <w:rsid w:val="00546A7A"/>
    <w:rsid w:val="00546B01"/>
    <w:rsid w:val="00546E10"/>
    <w:rsid w:val="00546EF2"/>
    <w:rsid w:val="00546FA6"/>
    <w:rsid w:val="0054744A"/>
    <w:rsid w:val="005474BE"/>
    <w:rsid w:val="00547A35"/>
    <w:rsid w:val="00547AC7"/>
    <w:rsid w:val="00547ACE"/>
    <w:rsid w:val="00550189"/>
    <w:rsid w:val="0055048B"/>
    <w:rsid w:val="0055049F"/>
    <w:rsid w:val="005504AB"/>
    <w:rsid w:val="00550637"/>
    <w:rsid w:val="0055097E"/>
    <w:rsid w:val="00550B1E"/>
    <w:rsid w:val="00550EE8"/>
    <w:rsid w:val="0055119D"/>
    <w:rsid w:val="005511B2"/>
    <w:rsid w:val="00551380"/>
    <w:rsid w:val="0055158D"/>
    <w:rsid w:val="00551725"/>
    <w:rsid w:val="00551DA8"/>
    <w:rsid w:val="00551F1E"/>
    <w:rsid w:val="00551F35"/>
    <w:rsid w:val="00552820"/>
    <w:rsid w:val="0055286B"/>
    <w:rsid w:val="00552C5E"/>
    <w:rsid w:val="00552FCE"/>
    <w:rsid w:val="0055300C"/>
    <w:rsid w:val="00553019"/>
    <w:rsid w:val="005530BD"/>
    <w:rsid w:val="005536D5"/>
    <w:rsid w:val="00553A55"/>
    <w:rsid w:val="00553D84"/>
    <w:rsid w:val="005546A3"/>
    <w:rsid w:val="00554B23"/>
    <w:rsid w:val="00554EA8"/>
    <w:rsid w:val="005556AB"/>
    <w:rsid w:val="00555ACA"/>
    <w:rsid w:val="00555B9A"/>
    <w:rsid w:val="00555D17"/>
    <w:rsid w:val="00555DCE"/>
    <w:rsid w:val="00556317"/>
    <w:rsid w:val="005564E5"/>
    <w:rsid w:val="0055665D"/>
    <w:rsid w:val="0055690E"/>
    <w:rsid w:val="005569D2"/>
    <w:rsid w:val="00556B9F"/>
    <w:rsid w:val="00556C2C"/>
    <w:rsid w:val="00556CBD"/>
    <w:rsid w:val="00556EF2"/>
    <w:rsid w:val="00556FDB"/>
    <w:rsid w:val="00557399"/>
    <w:rsid w:val="00557530"/>
    <w:rsid w:val="0055784C"/>
    <w:rsid w:val="00557872"/>
    <w:rsid w:val="00557B04"/>
    <w:rsid w:val="00557F57"/>
    <w:rsid w:val="00560135"/>
    <w:rsid w:val="00560194"/>
    <w:rsid w:val="00560288"/>
    <w:rsid w:val="005606D3"/>
    <w:rsid w:val="00560860"/>
    <w:rsid w:val="00560899"/>
    <w:rsid w:val="00560AF0"/>
    <w:rsid w:val="00560C8D"/>
    <w:rsid w:val="00560E43"/>
    <w:rsid w:val="0056111B"/>
    <w:rsid w:val="00561226"/>
    <w:rsid w:val="0056169C"/>
    <w:rsid w:val="005618C4"/>
    <w:rsid w:val="005618D9"/>
    <w:rsid w:val="00561928"/>
    <w:rsid w:val="00561B16"/>
    <w:rsid w:val="00561B99"/>
    <w:rsid w:val="00561C3A"/>
    <w:rsid w:val="005620E3"/>
    <w:rsid w:val="005626E9"/>
    <w:rsid w:val="005628F0"/>
    <w:rsid w:val="0056329F"/>
    <w:rsid w:val="005633B9"/>
    <w:rsid w:val="0056347E"/>
    <w:rsid w:val="005637BC"/>
    <w:rsid w:val="00563928"/>
    <w:rsid w:val="00563A39"/>
    <w:rsid w:val="00563D30"/>
    <w:rsid w:val="005641F3"/>
    <w:rsid w:val="0056427C"/>
    <w:rsid w:val="00564343"/>
    <w:rsid w:val="0056458D"/>
    <w:rsid w:val="00564C67"/>
    <w:rsid w:val="00564D20"/>
    <w:rsid w:val="00564D34"/>
    <w:rsid w:val="00564F21"/>
    <w:rsid w:val="00565260"/>
    <w:rsid w:val="005652DD"/>
    <w:rsid w:val="00565851"/>
    <w:rsid w:val="00565E76"/>
    <w:rsid w:val="005663AE"/>
    <w:rsid w:val="00566525"/>
    <w:rsid w:val="0056659C"/>
    <w:rsid w:val="00566A1F"/>
    <w:rsid w:val="00566BBE"/>
    <w:rsid w:val="00566DDE"/>
    <w:rsid w:val="0056722E"/>
    <w:rsid w:val="00567307"/>
    <w:rsid w:val="00567703"/>
    <w:rsid w:val="00567E5F"/>
    <w:rsid w:val="00567F3C"/>
    <w:rsid w:val="005700CD"/>
    <w:rsid w:val="00570198"/>
    <w:rsid w:val="0057022E"/>
    <w:rsid w:val="005703A0"/>
    <w:rsid w:val="005703D9"/>
    <w:rsid w:val="00570797"/>
    <w:rsid w:val="005708F5"/>
    <w:rsid w:val="005710F5"/>
    <w:rsid w:val="0057116E"/>
    <w:rsid w:val="00571192"/>
    <w:rsid w:val="00571304"/>
    <w:rsid w:val="005714B6"/>
    <w:rsid w:val="005716D0"/>
    <w:rsid w:val="005718E8"/>
    <w:rsid w:val="00571C7E"/>
    <w:rsid w:val="00571C95"/>
    <w:rsid w:val="00571F55"/>
    <w:rsid w:val="005721DA"/>
    <w:rsid w:val="00572549"/>
    <w:rsid w:val="005727AF"/>
    <w:rsid w:val="0057281E"/>
    <w:rsid w:val="00572998"/>
    <w:rsid w:val="00572C14"/>
    <w:rsid w:val="00572D6F"/>
    <w:rsid w:val="00572F0D"/>
    <w:rsid w:val="005730A6"/>
    <w:rsid w:val="0057322B"/>
    <w:rsid w:val="005732E6"/>
    <w:rsid w:val="00573827"/>
    <w:rsid w:val="00573AAE"/>
    <w:rsid w:val="00573C97"/>
    <w:rsid w:val="00574087"/>
    <w:rsid w:val="0057421A"/>
    <w:rsid w:val="00574282"/>
    <w:rsid w:val="00574309"/>
    <w:rsid w:val="0057463F"/>
    <w:rsid w:val="005747F7"/>
    <w:rsid w:val="0057520F"/>
    <w:rsid w:val="005752D8"/>
    <w:rsid w:val="00575341"/>
    <w:rsid w:val="005756D0"/>
    <w:rsid w:val="0057585F"/>
    <w:rsid w:val="00575972"/>
    <w:rsid w:val="005761D8"/>
    <w:rsid w:val="005764D0"/>
    <w:rsid w:val="00576639"/>
    <w:rsid w:val="005767C8"/>
    <w:rsid w:val="00576FF9"/>
    <w:rsid w:val="00577681"/>
    <w:rsid w:val="005777F5"/>
    <w:rsid w:val="00577866"/>
    <w:rsid w:val="005778C8"/>
    <w:rsid w:val="00577998"/>
    <w:rsid w:val="00577A05"/>
    <w:rsid w:val="00577FCD"/>
    <w:rsid w:val="00580814"/>
    <w:rsid w:val="005810D1"/>
    <w:rsid w:val="0058110F"/>
    <w:rsid w:val="005812AB"/>
    <w:rsid w:val="0058138A"/>
    <w:rsid w:val="0058156E"/>
    <w:rsid w:val="00581705"/>
    <w:rsid w:val="005817C6"/>
    <w:rsid w:val="00581840"/>
    <w:rsid w:val="00581CC5"/>
    <w:rsid w:val="00581E99"/>
    <w:rsid w:val="00581F88"/>
    <w:rsid w:val="00582E29"/>
    <w:rsid w:val="00582ECC"/>
    <w:rsid w:val="0058301D"/>
    <w:rsid w:val="0058305C"/>
    <w:rsid w:val="00583181"/>
    <w:rsid w:val="00583663"/>
    <w:rsid w:val="005836A7"/>
    <w:rsid w:val="00583722"/>
    <w:rsid w:val="005837AF"/>
    <w:rsid w:val="005837FE"/>
    <w:rsid w:val="0058382E"/>
    <w:rsid w:val="00583D11"/>
    <w:rsid w:val="00583DAF"/>
    <w:rsid w:val="00583E36"/>
    <w:rsid w:val="00583F19"/>
    <w:rsid w:val="00583FFE"/>
    <w:rsid w:val="005841B9"/>
    <w:rsid w:val="005842F0"/>
    <w:rsid w:val="00584793"/>
    <w:rsid w:val="00584908"/>
    <w:rsid w:val="00584B04"/>
    <w:rsid w:val="00584BBC"/>
    <w:rsid w:val="00584BD1"/>
    <w:rsid w:val="00584D23"/>
    <w:rsid w:val="00584E75"/>
    <w:rsid w:val="00584FF8"/>
    <w:rsid w:val="0058518B"/>
    <w:rsid w:val="0058552D"/>
    <w:rsid w:val="0058554A"/>
    <w:rsid w:val="005857E0"/>
    <w:rsid w:val="0058580D"/>
    <w:rsid w:val="00585B52"/>
    <w:rsid w:val="00585FED"/>
    <w:rsid w:val="0058623D"/>
    <w:rsid w:val="0058626D"/>
    <w:rsid w:val="005862BD"/>
    <w:rsid w:val="00586417"/>
    <w:rsid w:val="00586632"/>
    <w:rsid w:val="00586BBC"/>
    <w:rsid w:val="00587177"/>
    <w:rsid w:val="0058753A"/>
    <w:rsid w:val="0059049C"/>
    <w:rsid w:val="00590A2B"/>
    <w:rsid w:val="00590CA1"/>
    <w:rsid w:val="00590E4E"/>
    <w:rsid w:val="00590EA8"/>
    <w:rsid w:val="00590F76"/>
    <w:rsid w:val="005912B1"/>
    <w:rsid w:val="005915CB"/>
    <w:rsid w:val="005917B1"/>
    <w:rsid w:val="0059193F"/>
    <w:rsid w:val="00591F09"/>
    <w:rsid w:val="005925EE"/>
    <w:rsid w:val="00592659"/>
    <w:rsid w:val="00592AEA"/>
    <w:rsid w:val="00592E0A"/>
    <w:rsid w:val="00592ED8"/>
    <w:rsid w:val="00592EEB"/>
    <w:rsid w:val="00593225"/>
    <w:rsid w:val="00593A29"/>
    <w:rsid w:val="00593A74"/>
    <w:rsid w:val="00593CF2"/>
    <w:rsid w:val="00593F42"/>
    <w:rsid w:val="00593FC5"/>
    <w:rsid w:val="00594125"/>
    <w:rsid w:val="00594698"/>
    <w:rsid w:val="005946A1"/>
    <w:rsid w:val="00594917"/>
    <w:rsid w:val="0059496C"/>
    <w:rsid w:val="00594C3E"/>
    <w:rsid w:val="00594CC6"/>
    <w:rsid w:val="0059505C"/>
    <w:rsid w:val="00595082"/>
    <w:rsid w:val="0059514E"/>
    <w:rsid w:val="005952B7"/>
    <w:rsid w:val="00595313"/>
    <w:rsid w:val="00595444"/>
    <w:rsid w:val="00595851"/>
    <w:rsid w:val="0059593A"/>
    <w:rsid w:val="00595CF7"/>
    <w:rsid w:val="00595D3E"/>
    <w:rsid w:val="00595D64"/>
    <w:rsid w:val="005960EE"/>
    <w:rsid w:val="005961AF"/>
    <w:rsid w:val="005961FA"/>
    <w:rsid w:val="0059624E"/>
    <w:rsid w:val="005963A4"/>
    <w:rsid w:val="00596421"/>
    <w:rsid w:val="00596537"/>
    <w:rsid w:val="005966F4"/>
    <w:rsid w:val="00596A2B"/>
    <w:rsid w:val="00596CC5"/>
    <w:rsid w:val="00596DBF"/>
    <w:rsid w:val="00596E9A"/>
    <w:rsid w:val="00596F39"/>
    <w:rsid w:val="00597032"/>
    <w:rsid w:val="0059711A"/>
    <w:rsid w:val="00597156"/>
    <w:rsid w:val="0059754B"/>
    <w:rsid w:val="00597798"/>
    <w:rsid w:val="005977AE"/>
    <w:rsid w:val="00597959"/>
    <w:rsid w:val="005979C6"/>
    <w:rsid w:val="00597BAA"/>
    <w:rsid w:val="00597D14"/>
    <w:rsid w:val="00597D2F"/>
    <w:rsid w:val="00597DB5"/>
    <w:rsid w:val="00597E8D"/>
    <w:rsid w:val="00597FC5"/>
    <w:rsid w:val="005A0325"/>
    <w:rsid w:val="005A0505"/>
    <w:rsid w:val="005A0623"/>
    <w:rsid w:val="005A0978"/>
    <w:rsid w:val="005A0ECB"/>
    <w:rsid w:val="005A0EDE"/>
    <w:rsid w:val="005A10D5"/>
    <w:rsid w:val="005A14B0"/>
    <w:rsid w:val="005A16B9"/>
    <w:rsid w:val="005A1701"/>
    <w:rsid w:val="005A1848"/>
    <w:rsid w:val="005A1AF1"/>
    <w:rsid w:val="005A1F1D"/>
    <w:rsid w:val="005A222C"/>
    <w:rsid w:val="005A2C8F"/>
    <w:rsid w:val="005A2D4A"/>
    <w:rsid w:val="005A2D6E"/>
    <w:rsid w:val="005A2E5A"/>
    <w:rsid w:val="005A3140"/>
    <w:rsid w:val="005A31D4"/>
    <w:rsid w:val="005A3363"/>
    <w:rsid w:val="005A3444"/>
    <w:rsid w:val="005A368C"/>
    <w:rsid w:val="005A380D"/>
    <w:rsid w:val="005A3972"/>
    <w:rsid w:val="005A42E6"/>
    <w:rsid w:val="005A45CD"/>
    <w:rsid w:val="005A481E"/>
    <w:rsid w:val="005A4A68"/>
    <w:rsid w:val="005A4B28"/>
    <w:rsid w:val="005A4BE2"/>
    <w:rsid w:val="005A4D01"/>
    <w:rsid w:val="005A4D2C"/>
    <w:rsid w:val="005A50B9"/>
    <w:rsid w:val="005A50CB"/>
    <w:rsid w:val="005A50F8"/>
    <w:rsid w:val="005A5377"/>
    <w:rsid w:val="005A5411"/>
    <w:rsid w:val="005A54B2"/>
    <w:rsid w:val="005A54EA"/>
    <w:rsid w:val="005A5A69"/>
    <w:rsid w:val="005A5AAB"/>
    <w:rsid w:val="005A5BCE"/>
    <w:rsid w:val="005A5DBC"/>
    <w:rsid w:val="005A6203"/>
    <w:rsid w:val="005A6F16"/>
    <w:rsid w:val="005A7386"/>
    <w:rsid w:val="005A7593"/>
    <w:rsid w:val="005A7680"/>
    <w:rsid w:val="005A7B0F"/>
    <w:rsid w:val="005A7C76"/>
    <w:rsid w:val="005B03BD"/>
    <w:rsid w:val="005B0444"/>
    <w:rsid w:val="005B0599"/>
    <w:rsid w:val="005B0664"/>
    <w:rsid w:val="005B07F4"/>
    <w:rsid w:val="005B0837"/>
    <w:rsid w:val="005B095F"/>
    <w:rsid w:val="005B0A78"/>
    <w:rsid w:val="005B0BB4"/>
    <w:rsid w:val="005B0BF6"/>
    <w:rsid w:val="005B0CB7"/>
    <w:rsid w:val="005B0F81"/>
    <w:rsid w:val="005B111D"/>
    <w:rsid w:val="005B11E9"/>
    <w:rsid w:val="005B146F"/>
    <w:rsid w:val="005B16D3"/>
    <w:rsid w:val="005B181D"/>
    <w:rsid w:val="005B1976"/>
    <w:rsid w:val="005B1B34"/>
    <w:rsid w:val="005B1E21"/>
    <w:rsid w:val="005B1EB8"/>
    <w:rsid w:val="005B25EA"/>
    <w:rsid w:val="005B27E6"/>
    <w:rsid w:val="005B2807"/>
    <w:rsid w:val="005B2BEE"/>
    <w:rsid w:val="005B2CE5"/>
    <w:rsid w:val="005B2DF5"/>
    <w:rsid w:val="005B2E3C"/>
    <w:rsid w:val="005B2EC1"/>
    <w:rsid w:val="005B2FE2"/>
    <w:rsid w:val="005B36A4"/>
    <w:rsid w:val="005B373D"/>
    <w:rsid w:val="005B3BB0"/>
    <w:rsid w:val="005B4111"/>
    <w:rsid w:val="005B44B7"/>
    <w:rsid w:val="005B4842"/>
    <w:rsid w:val="005B48AB"/>
    <w:rsid w:val="005B4A73"/>
    <w:rsid w:val="005B4BDD"/>
    <w:rsid w:val="005B4C9C"/>
    <w:rsid w:val="005B4D2D"/>
    <w:rsid w:val="005B4FB5"/>
    <w:rsid w:val="005B54C3"/>
    <w:rsid w:val="005B58AE"/>
    <w:rsid w:val="005B5EC8"/>
    <w:rsid w:val="005B6007"/>
    <w:rsid w:val="005B63DC"/>
    <w:rsid w:val="005B64CD"/>
    <w:rsid w:val="005B686C"/>
    <w:rsid w:val="005B6AAB"/>
    <w:rsid w:val="005B6D60"/>
    <w:rsid w:val="005B6F64"/>
    <w:rsid w:val="005B70FB"/>
    <w:rsid w:val="005B722E"/>
    <w:rsid w:val="005B72D9"/>
    <w:rsid w:val="005B73F5"/>
    <w:rsid w:val="005B7526"/>
    <w:rsid w:val="005B7AA0"/>
    <w:rsid w:val="005B7BD7"/>
    <w:rsid w:val="005C012E"/>
    <w:rsid w:val="005C047C"/>
    <w:rsid w:val="005C04E6"/>
    <w:rsid w:val="005C0A50"/>
    <w:rsid w:val="005C0A99"/>
    <w:rsid w:val="005C0B5D"/>
    <w:rsid w:val="005C0F2E"/>
    <w:rsid w:val="005C123C"/>
    <w:rsid w:val="005C1626"/>
    <w:rsid w:val="005C18B3"/>
    <w:rsid w:val="005C1D53"/>
    <w:rsid w:val="005C1FC8"/>
    <w:rsid w:val="005C1FF4"/>
    <w:rsid w:val="005C21F9"/>
    <w:rsid w:val="005C2309"/>
    <w:rsid w:val="005C24CE"/>
    <w:rsid w:val="005C25DA"/>
    <w:rsid w:val="005C2F05"/>
    <w:rsid w:val="005C2F25"/>
    <w:rsid w:val="005C3413"/>
    <w:rsid w:val="005C3430"/>
    <w:rsid w:val="005C3443"/>
    <w:rsid w:val="005C3EB2"/>
    <w:rsid w:val="005C43FE"/>
    <w:rsid w:val="005C44E2"/>
    <w:rsid w:val="005C4965"/>
    <w:rsid w:val="005C49EE"/>
    <w:rsid w:val="005C4CCC"/>
    <w:rsid w:val="005C4DC5"/>
    <w:rsid w:val="005C4FB1"/>
    <w:rsid w:val="005C529C"/>
    <w:rsid w:val="005C5415"/>
    <w:rsid w:val="005C5B94"/>
    <w:rsid w:val="005C5DF6"/>
    <w:rsid w:val="005C5F22"/>
    <w:rsid w:val="005C5F52"/>
    <w:rsid w:val="005C649C"/>
    <w:rsid w:val="005C66A3"/>
    <w:rsid w:val="005C673F"/>
    <w:rsid w:val="005C67EC"/>
    <w:rsid w:val="005C6EE1"/>
    <w:rsid w:val="005C73E0"/>
    <w:rsid w:val="005C7531"/>
    <w:rsid w:val="005C789B"/>
    <w:rsid w:val="005D0044"/>
    <w:rsid w:val="005D00C4"/>
    <w:rsid w:val="005D0196"/>
    <w:rsid w:val="005D0449"/>
    <w:rsid w:val="005D059E"/>
    <w:rsid w:val="005D0635"/>
    <w:rsid w:val="005D0772"/>
    <w:rsid w:val="005D08A2"/>
    <w:rsid w:val="005D0A9C"/>
    <w:rsid w:val="005D0F53"/>
    <w:rsid w:val="005D0F9A"/>
    <w:rsid w:val="005D1AB0"/>
    <w:rsid w:val="005D1CDA"/>
    <w:rsid w:val="005D1EA0"/>
    <w:rsid w:val="005D218D"/>
    <w:rsid w:val="005D2625"/>
    <w:rsid w:val="005D2969"/>
    <w:rsid w:val="005D2ABC"/>
    <w:rsid w:val="005D2D75"/>
    <w:rsid w:val="005D2F2A"/>
    <w:rsid w:val="005D31E9"/>
    <w:rsid w:val="005D3B48"/>
    <w:rsid w:val="005D4000"/>
    <w:rsid w:val="005D4406"/>
    <w:rsid w:val="005D4661"/>
    <w:rsid w:val="005D4B0A"/>
    <w:rsid w:val="005D5004"/>
    <w:rsid w:val="005D50B3"/>
    <w:rsid w:val="005D511A"/>
    <w:rsid w:val="005D52B7"/>
    <w:rsid w:val="005D57A4"/>
    <w:rsid w:val="005D58B7"/>
    <w:rsid w:val="005D5961"/>
    <w:rsid w:val="005D5A05"/>
    <w:rsid w:val="005D5C01"/>
    <w:rsid w:val="005D5F93"/>
    <w:rsid w:val="005D6099"/>
    <w:rsid w:val="005D6317"/>
    <w:rsid w:val="005D63D6"/>
    <w:rsid w:val="005D6615"/>
    <w:rsid w:val="005D6AA9"/>
    <w:rsid w:val="005D72D6"/>
    <w:rsid w:val="005D73FE"/>
    <w:rsid w:val="005D772E"/>
    <w:rsid w:val="005D7912"/>
    <w:rsid w:val="005D7C96"/>
    <w:rsid w:val="005D7CD3"/>
    <w:rsid w:val="005E0080"/>
    <w:rsid w:val="005E0223"/>
    <w:rsid w:val="005E02AC"/>
    <w:rsid w:val="005E02C8"/>
    <w:rsid w:val="005E0313"/>
    <w:rsid w:val="005E04C4"/>
    <w:rsid w:val="005E06E8"/>
    <w:rsid w:val="005E0773"/>
    <w:rsid w:val="005E09C8"/>
    <w:rsid w:val="005E0A63"/>
    <w:rsid w:val="005E0F2D"/>
    <w:rsid w:val="005E0F5E"/>
    <w:rsid w:val="005E135F"/>
    <w:rsid w:val="005E1538"/>
    <w:rsid w:val="005E15DB"/>
    <w:rsid w:val="005E1770"/>
    <w:rsid w:val="005E18CA"/>
    <w:rsid w:val="005E1C2B"/>
    <w:rsid w:val="005E1C36"/>
    <w:rsid w:val="005E1E2E"/>
    <w:rsid w:val="005E1E39"/>
    <w:rsid w:val="005E21C7"/>
    <w:rsid w:val="005E23DD"/>
    <w:rsid w:val="005E28D8"/>
    <w:rsid w:val="005E2D89"/>
    <w:rsid w:val="005E3092"/>
    <w:rsid w:val="005E3309"/>
    <w:rsid w:val="005E39B2"/>
    <w:rsid w:val="005E3ECA"/>
    <w:rsid w:val="005E40DA"/>
    <w:rsid w:val="005E4204"/>
    <w:rsid w:val="005E4415"/>
    <w:rsid w:val="005E4426"/>
    <w:rsid w:val="005E44E8"/>
    <w:rsid w:val="005E4943"/>
    <w:rsid w:val="005E4964"/>
    <w:rsid w:val="005E49C2"/>
    <w:rsid w:val="005E4A74"/>
    <w:rsid w:val="005E4B27"/>
    <w:rsid w:val="005E4EB4"/>
    <w:rsid w:val="005E4EC6"/>
    <w:rsid w:val="005E5282"/>
    <w:rsid w:val="005E58E1"/>
    <w:rsid w:val="005E5981"/>
    <w:rsid w:val="005E5A53"/>
    <w:rsid w:val="005E5EC9"/>
    <w:rsid w:val="005E6043"/>
    <w:rsid w:val="005E6A76"/>
    <w:rsid w:val="005E6BC2"/>
    <w:rsid w:val="005E6EF6"/>
    <w:rsid w:val="005E7265"/>
    <w:rsid w:val="005E736A"/>
    <w:rsid w:val="005E744D"/>
    <w:rsid w:val="005E747D"/>
    <w:rsid w:val="005E7856"/>
    <w:rsid w:val="005E78C2"/>
    <w:rsid w:val="005E79A3"/>
    <w:rsid w:val="005E7ADC"/>
    <w:rsid w:val="005E7B14"/>
    <w:rsid w:val="005F0A60"/>
    <w:rsid w:val="005F0C22"/>
    <w:rsid w:val="005F0CCA"/>
    <w:rsid w:val="005F0D48"/>
    <w:rsid w:val="005F0E51"/>
    <w:rsid w:val="005F0E92"/>
    <w:rsid w:val="005F128E"/>
    <w:rsid w:val="005F1823"/>
    <w:rsid w:val="005F1855"/>
    <w:rsid w:val="005F18A9"/>
    <w:rsid w:val="005F1FB6"/>
    <w:rsid w:val="005F20D3"/>
    <w:rsid w:val="005F2426"/>
    <w:rsid w:val="005F25EB"/>
    <w:rsid w:val="005F29D1"/>
    <w:rsid w:val="005F2C2E"/>
    <w:rsid w:val="005F2EEF"/>
    <w:rsid w:val="005F30F9"/>
    <w:rsid w:val="005F3B54"/>
    <w:rsid w:val="005F3BA7"/>
    <w:rsid w:val="005F4000"/>
    <w:rsid w:val="005F4110"/>
    <w:rsid w:val="005F44FD"/>
    <w:rsid w:val="005F460D"/>
    <w:rsid w:val="005F4736"/>
    <w:rsid w:val="005F497A"/>
    <w:rsid w:val="005F4D03"/>
    <w:rsid w:val="005F5227"/>
    <w:rsid w:val="005F52B8"/>
    <w:rsid w:val="005F5419"/>
    <w:rsid w:val="005F58FE"/>
    <w:rsid w:val="005F5F19"/>
    <w:rsid w:val="005F61F1"/>
    <w:rsid w:val="005F628D"/>
    <w:rsid w:val="005F642C"/>
    <w:rsid w:val="005F6483"/>
    <w:rsid w:val="005F64EB"/>
    <w:rsid w:val="005F64F6"/>
    <w:rsid w:val="005F6911"/>
    <w:rsid w:val="005F6B47"/>
    <w:rsid w:val="005F6C36"/>
    <w:rsid w:val="005F6D3D"/>
    <w:rsid w:val="005F703C"/>
    <w:rsid w:val="005F79DA"/>
    <w:rsid w:val="005F7BB3"/>
    <w:rsid w:val="005F7EFF"/>
    <w:rsid w:val="00600279"/>
    <w:rsid w:val="0060040D"/>
    <w:rsid w:val="006005E3"/>
    <w:rsid w:val="00600766"/>
    <w:rsid w:val="00600CB8"/>
    <w:rsid w:val="00600CEB"/>
    <w:rsid w:val="00600E2C"/>
    <w:rsid w:val="00600F3F"/>
    <w:rsid w:val="00601086"/>
    <w:rsid w:val="006010B9"/>
    <w:rsid w:val="006011FF"/>
    <w:rsid w:val="006013A4"/>
    <w:rsid w:val="0060164B"/>
    <w:rsid w:val="0060171F"/>
    <w:rsid w:val="006018D4"/>
    <w:rsid w:val="0060194E"/>
    <w:rsid w:val="00601982"/>
    <w:rsid w:val="006019D1"/>
    <w:rsid w:val="00601ABE"/>
    <w:rsid w:val="00601E2A"/>
    <w:rsid w:val="00601ED1"/>
    <w:rsid w:val="00602222"/>
    <w:rsid w:val="00602342"/>
    <w:rsid w:val="00602464"/>
    <w:rsid w:val="0060266A"/>
    <w:rsid w:val="00602D97"/>
    <w:rsid w:val="00602FC6"/>
    <w:rsid w:val="00603315"/>
    <w:rsid w:val="006037C2"/>
    <w:rsid w:val="00603BEE"/>
    <w:rsid w:val="00603E38"/>
    <w:rsid w:val="006040B6"/>
    <w:rsid w:val="006041A7"/>
    <w:rsid w:val="0060420B"/>
    <w:rsid w:val="006043AA"/>
    <w:rsid w:val="00604837"/>
    <w:rsid w:val="00604C5D"/>
    <w:rsid w:val="006050E5"/>
    <w:rsid w:val="0060520C"/>
    <w:rsid w:val="006053A6"/>
    <w:rsid w:val="00605674"/>
    <w:rsid w:val="006058DD"/>
    <w:rsid w:val="00605BC9"/>
    <w:rsid w:val="00605EF6"/>
    <w:rsid w:val="00606182"/>
    <w:rsid w:val="0060662F"/>
    <w:rsid w:val="00606852"/>
    <w:rsid w:val="00606B6E"/>
    <w:rsid w:val="00607107"/>
    <w:rsid w:val="00607699"/>
    <w:rsid w:val="006076BA"/>
    <w:rsid w:val="00607BFE"/>
    <w:rsid w:val="00607D12"/>
    <w:rsid w:val="00610417"/>
    <w:rsid w:val="006104B2"/>
    <w:rsid w:val="00610609"/>
    <w:rsid w:val="0061077C"/>
    <w:rsid w:val="006109BF"/>
    <w:rsid w:val="00610A03"/>
    <w:rsid w:val="00610E64"/>
    <w:rsid w:val="00610F7C"/>
    <w:rsid w:val="006111C6"/>
    <w:rsid w:val="006116A5"/>
    <w:rsid w:val="0061173F"/>
    <w:rsid w:val="00611E17"/>
    <w:rsid w:val="00611F79"/>
    <w:rsid w:val="00612027"/>
    <w:rsid w:val="00612045"/>
    <w:rsid w:val="006121A3"/>
    <w:rsid w:val="0061264B"/>
    <w:rsid w:val="006126B3"/>
    <w:rsid w:val="00612B23"/>
    <w:rsid w:val="006131CD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80"/>
    <w:rsid w:val="006140FB"/>
    <w:rsid w:val="00614104"/>
    <w:rsid w:val="00614982"/>
    <w:rsid w:val="00614BF5"/>
    <w:rsid w:val="00614C02"/>
    <w:rsid w:val="00614D10"/>
    <w:rsid w:val="0061500A"/>
    <w:rsid w:val="006155A7"/>
    <w:rsid w:val="00615712"/>
    <w:rsid w:val="00615775"/>
    <w:rsid w:val="00615B0D"/>
    <w:rsid w:val="00615E48"/>
    <w:rsid w:val="00615F42"/>
    <w:rsid w:val="00616070"/>
    <w:rsid w:val="00616303"/>
    <w:rsid w:val="006168C6"/>
    <w:rsid w:val="006179D4"/>
    <w:rsid w:val="00620198"/>
    <w:rsid w:val="00620463"/>
    <w:rsid w:val="00620B96"/>
    <w:rsid w:val="00620D3B"/>
    <w:rsid w:val="00620EC1"/>
    <w:rsid w:val="00620F03"/>
    <w:rsid w:val="00621446"/>
    <w:rsid w:val="0062158E"/>
    <w:rsid w:val="0062181F"/>
    <w:rsid w:val="00621AC3"/>
    <w:rsid w:val="00622061"/>
    <w:rsid w:val="00622339"/>
    <w:rsid w:val="0062236F"/>
    <w:rsid w:val="00622A1F"/>
    <w:rsid w:val="00622B8B"/>
    <w:rsid w:val="00622C21"/>
    <w:rsid w:val="0062301A"/>
    <w:rsid w:val="0062314E"/>
    <w:rsid w:val="006235F0"/>
    <w:rsid w:val="0062360F"/>
    <w:rsid w:val="00623BED"/>
    <w:rsid w:val="006246B3"/>
    <w:rsid w:val="0062470A"/>
    <w:rsid w:val="00624812"/>
    <w:rsid w:val="00624932"/>
    <w:rsid w:val="00624CB1"/>
    <w:rsid w:val="00624F8E"/>
    <w:rsid w:val="00625032"/>
    <w:rsid w:val="0062524C"/>
    <w:rsid w:val="006252B0"/>
    <w:rsid w:val="0062544F"/>
    <w:rsid w:val="006258F5"/>
    <w:rsid w:val="00625B5F"/>
    <w:rsid w:val="00625C6F"/>
    <w:rsid w:val="00625EB1"/>
    <w:rsid w:val="00625F95"/>
    <w:rsid w:val="00626088"/>
    <w:rsid w:val="00626745"/>
    <w:rsid w:val="006267AC"/>
    <w:rsid w:val="00626B35"/>
    <w:rsid w:val="00627019"/>
    <w:rsid w:val="00627184"/>
    <w:rsid w:val="0062742D"/>
    <w:rsid w:val="0062746A"/>
    <w:rsid w:val="006276B0"/>
    <w:rsid w:val="00627D64"/>
    <w:rsid w:val="00627E16"/>
    <w:rsid w:val="00627FF7"/>
    <w:rsid w:val="0063000F"/>
    <w:rsid w:val="00630010"/>
    <w:rsid w:val="006304C0"/>
    <w:rsid w:val="00630639"/>
    <w:rsid w:val="00630675"/>
    <w:rsid w:val="006306B4"/>
    <w:rsid w:val="00630A50"/>
    <w:rsid w:val="00630B33"/>
    <w:rsid w:val="00630CB1"/>
    <w:rsid w:val="00630DF7"/>
    <w:rsid w:val="00630ECC"/>
    <w:rsid w:val="0063105A"/>
    <w:rsid w:val="006312FC"/>
    <w:rsid w:val="0063148B"/>
    <w:rsid w:val="006316B3"/>
    <w:rsid w:val="0063179C"/>
    <w:rsid w:val="00631861"/>
    <w:rsid w:val="006318AF"/>
    <w:rsid w:val="006320AB"/>
    <w:rsid w:val="006320FC"/>
    <w:rsid w:val="00632358"/>
    <w:rsid w:val="0063244F"/>
    <w:rsid w:val="00632645"/>
    <w:rsid w:val="00632818"/>
    <w:rsid w:val="0063299B"/>
    <w:rsid w:val="00632A69"/>
    <w:rsid w:val="00632ADC"/>
    <w:rsid w:val="00632D78"/>
    <w:rsid w:val="00632E84"/>
    <w:rsid w:val="0063334F"/>
    <w:rsid w:val="006334E1"/>
    <w:rsid w:val="00633744"/>
    <w:rsid w:val="00633A5F"/>
    <w:rsid w:val="006343B8"/>
    <w:rsid w:val="00634943"/>
    <w:rsid w:val="00634A89"/>
    <w:rsid w:val="00634DB7"/>
    <w:rsid w:val="00634E34"/>
    <w:rsid w:val="00634E48"/>
    <w:rsid w:val="00634F52"/>
    <w:rsid w:val="00634FFE"/>
    <w:rsid w:val="0063509C"/>
    <w:rsid w:val="00635531"/>
    <w:rsid w:val="00635923"/>
    <w:rsid w:val="00635958"/>
    <w:rsid w:val="00635CFC"/>
    <w:rsid w:val="00636511"/>
    <w:rsid w:val="0063698E"/>
    <w:rsid w:val="00636BC1"/>
    <w:rsid w:val="00636F16"/>
    <w:rsid w:val="00637007"/>
    <w:rsid w:val="006374E8"/>
    <w:rsid w:val="00637780"/>
    <w:rsid w:val="0063789F"/>
    <w:rsid w:val="00637A60"/>
    <w:rsid w:val="00637D19"/>
    <w:rsid w:val="00637FB0"/>
    <w:rsid w:val="006402CC"/>
    <w:rsid w:val="00640358"/>
    <w:rsid w:val="0064051A"/>
    <w:rsid w:val="00640569"/>
    <w:rsid w:val="006407AC"/>
    <w:rsid w:val="00640B18"/>
    <w:rsid w:val="00640C2C"/>
    <w:rsid w:val="00640E90"/>
    <w:rsid w:val="00640EBD"/>
    <w:rsid w:val="00640F9A"/>
    <w:rsid w:val="00641125"/>
    <w:rsid w:val="00641135"/>
    <w:rsid w:val="00641224"/>
    <w:rsid w:val="00641637"/>
    <w:rsid w:val="00641705"/>
    <w:rsid w:val="006417DA"/>
    <w:rsid w:val="00641ED2"/>
    <w:rsid w:val="00641F13"/>
    <w:rsid w:val="00642436"/>
    <w:rsid w:val="00642790"/>
    <w:rsid w:val="0064293E"/>
    <w:rsid w:val="006429DC"/>
    <w:rsid w:val="00642AA0"/>
    <w:rsid w:val="006430B4"/>
    <w:rsid w:val="0064328E"/>
    <w:rsid w:val="006433EB"/>
    <w:rsid w:val="00643892"/>
    <w:rsid w:val="00643F60"/>
    <w:rsid w:val="006442BE"/>
    <w:rsid w:val="006443A2"/>
    <w:rsid w:val="006445CC"/>
    <w:rsid w:val="006445FB"/>
    <w:rsid w:val="0064466E"/>
    <w:rsid w:val="0064475F"/>
    <w:rsid w:val="006447BB"/>
    <w:rsid w:val="006447E1"/>
    <w:rsid w:val="006448B7"/>
    <w:rsid w:val="00644A2D"/>
    <w:rsid w:val="00644BA2"/>
    <w:rsid w:val="00644C6E"/>
    <w:rsid w:val="00644C8B"/>
    <w:rsid w:val="00644ECD"/>
    <w:rsid w:val="00645156"/>
    <w:rsid w:val="0064540A"/>
    <w:rsid w:val="0064575B"/>
    <w:rsid w:val="00645AA9"/>
    <w:rsid w:val="00645B28"/>
    <w:rsid w:val="006460AA"/>
    <w:rsid w:val="00646CD0"/>
    <w:rsid w:val="00646EBA"/>
    <w:rsid w:val="0064721F"/>
    <w:rsid w:val="0064762D"/>
    <w:rsid w:val="006477DB"/>
    <w:rsid w:val="00647B83"/>
    <w:rsid w:val="00647D84"/>
    <w:rsid w:val="00647F21"/>
    <w:rsid w:val="00647FA7"/>
    <w:rsid w:val="006500F4"/>
    <w:rsid w:val="006501B7"/>
    <w:rsid w:val="00650651"/>
    <w:rsid w:val="0065077C"/>
    <w:rsid w:val="00650783"/>
    <w:rsid w:val="00650A9B"/>
    <w:rsid w:val="00650E47"/>
    <w:rsid w:val="00650E68"/>
    <w:rsid w:val="00650EA4"/>
    <w:rsid w:val="00650F80"/>
    <w:rsid w:val="00651003"/>
    <w:rsid w:val="0065112F"/>
    <w:rsid w:val="006514C9"/>
    <w:rsid w:val="0065171D"/>
    <w:rsid w:val="0065175E"/>
    <w:rsid w:val="00651771"/>
    <w:rsid w:val="00651858"/>
    <w:rsid w:val="00651B7A"/>
    <w:rsid w:val="00651FD6"/>
    <w:rsid w:val="00652173"/>
    <w:rsid w:val="006524DA"/>
    <w:rsid w:val="006528C9"/>
    <w:rsid w:val="00652A8F"/>
    <w:rsid w:val="00652C4F"/>
    <w:rsid w:val="00652D89"/>
    <w:rsid w:val="00652D8B"/>
    <w:rsid w:val="00652F93"/>
    <w:rsid w:val="00653281"/>
    <w:rsid w:val="0065394C"/>
    <w:rsid w:val="00653F5F"/>
    <w:rsid w:val="006544FD"/>
    <w:rsid w:val="006547F5"/>
    <w:rsid w:val="006548E6"/>
    <w:rsid w:val="006552DD"/>
    <w:rsid w:val="00655436"/>
    <w:rsid w:val="00655522"/>
    <w:rsid w:val="00655A48"/>
    <w:rsid w:val="006560D9"/>
    <w:rsid w:val="00656154"/>
    <w:rsid w:val="0065645E"/>
    <w:rsid w:val="006564AF"/>
    <w:rsid w:val="0065654F"/>
    <w:rsid w:val="0065665B"/>
    <w:rsid w:val="00656765"/>
    <w:rsid w:val="00656A0E"/>
    <w:rsid w:val="00656AE1"/>
    <w:rsid w:val="00656D93"/>
    <w:rsid w:val="00657336"/>
    <w:rsid w:val="006574AD"/>
    <w:rsid w:val="006579F7"/>
    <w:rsid w:val="00657D7C"/>
    <w:rsid w:val="00657EA2"/>
    <w:rsid w:val="00657FC4"/>
    <w:rsid w:val="006601E3"/>
    <w:rsid w:val="00660472"/>
    <w:rsid w:val="0066063C"/>
    <w:rsid w:val="00660684"/>
    <w:rsid w:val="0066069C"/>
    <w:rsid w:val="006610A4"/>
    <w:rsid w:val="006613CB"/>
    <w:rsid w:val="006613EC"/>
    <w:rsid w:val="006618D6"/>
    <w:rsid w:val="006619C1"/>
    <w:rsid w:val="00661E85"/>
    <w:rsid w:val="00661EF6"/>
    <w:rsid w:val="00662043"/>
    <w:rsid w:val="006620E8"/>
    <w:rsid w:val="006622AE"/>
    <w:rsid w:val="006623CC"/>
    <w:rsid w:val="00662423"/>
    <w:rsid w:val="006626D2"/>
    <w:rsid w:val="00662774"/>
    <w:rsid w:val="00662C7C"/>
    <w:rsid w:val="00662F7A"/>
    <w:rsid w:val="0066335A"/>
    <w:rsid w:val="006637CE"/>
    <w:rsid w:val="006640F9"/>
    <w:rsid w:val="006646DC"/>
    <w:rsid w:val="00664A92"/>
    <w:rsid w:val="00664B24"/>
    <w:rsid w:val="00664C2D"/>
    <w:rsid w:val="00664E99"/>
    <w:rsid w:val="0066512F"/>
    <w:rsid w:val="006652D0"/>
    <w:rsid w:val="006655C0"/>
    <w:rsid w:val="00665817"/>
    <w:rsid w:val="00665878"/>
    <w:rsid w:val="006664C5"/>
    <w:rsid w:val="00666578"/>
    <w:rsid w:val="006667F8"/>
    <w:rsid w:val="006669B4"/>
    <w:rsid w:val="00666CA7"/>
    <w:rsid w:val="006676BA"/>
    <w:rsid w:val="0066795D"/>
    <w:rsid w:val="00667B0D"/>
    <w:rsid w:val="00667BA7"/>
    <w:rsid w:val="006701A6"/>
    <w:rsid w:val="0067055E"/>
    <w:rsid w:val="006706F0"/>
    <w:rsid w:val="0067084D"/>
    <w:rsid w:val="006709C7"/>
    <w:rsid w:val="006709CA"/>
    <w:rsid w:val="00670A9E"/>
    <w:rsid w:val="00670B00"/>
    <w:rsid w:val="00670F4C"/>
    <w:rsid w:val="00670F8B"/>
    <w:rsid w:val="006711E2"/>
    <w:rsid w:val="006711EA"/>
    <w:rsid w:val="00671748"/>
    <w:rsid w:val="0067178C"/>
    <w:rsid w:val="006717E2"/>
    <w:rsid w:val="006718EE"/>
    <w:rsid w:val="00671A79"/>
    <w:rsid w:val="00671B42"/>
    <w:rsid w:val="00671CD2"/>
    <w:rsid w:val="006722CE"/>
    <w:rsid w:val="00672420"/>
    <w:rsid w:val="0067251A"/>
    <w:rsid w:val="006726E2"/>
    <w:rsid w:val="00672D3E"/>
    <w:rsid w:val="00672D40"/>
    <w:rsid w:val="00673141"/>
    <w:rsid w:val="0067394C"/>
    <w:rsid w:val="00673AAB"/>
    <w:rsid w:val="00673C50"/>
    <w:rsid w:val="00673F36"/>
    <w:rsid w:val="0067436E"/>
    <w:rsid w:val="00674979"/>
    <w:rsid w:val="00674A8D"/>
    <w:rsid w:val="00674D5B"/>
    <w:rsid w:val="00674E1B"/>
    <w:rsid w:val="00674F01"/>
    <w:rsid w:val="0067532C"/>
    <w:rsid w:val="006758B0"/>
    <w:rsid w:val="006761F9"/>
    <w:rsid w:val="006769A7"/>
    <w:rsid w:val="00676A7F"/>
    <w:rsid w:val="00676AED"/>
    <w:rsid w:val="00676E8F"/>
    <w:rsid w:val="00676EF6"/>
    <w:rsid w:val="00676FCF"/>
    <w:rsid w:val="00677112"/>
    <w:rsid w:val="00677288"/>
    <w:rsid w:val="006773CE"/>
    <w:rsid w:val="00677472"/>
    <w:rsid w:val="006777FA"/>
    <w:rsid w:val="00677856"/>
    <w:rsid w:val="00677B3C"/>
    <w:rsid w:val="00677B7C"/>
    <w:rsid w:val="00677C86"/>
    <w:rsid w:val="00677CB9"/>
    <w:rsid w:val="00677E00"/>
    <w:rsid w:val="006800C3"/>
    <w:rsid w:val="0068012D"/>
    <w:rsid w:val="00680292"/>
    <w:rsid w:val="006805AD"/>
    <w:rsid w:val="00680623"/>
    <w:rsid w:val="0068068C"/>
    <w:rsid w:val="006808ED"/>
    <w:rsid w:val="006809F5"/>
    <w:rsid w:val="00680A8A"/>
    <w:rsid w:val="00680B84"/>
    <w:rsid w:val="00680E41"/>
    <w:rsid w:val="006812C0"/>
    <w:rsid w:val="006817C0"/>
    <w:rsid w:val="00681B8F"/>
    <w:rsid w:val="00681D02"/>
    <w:rsid w:val="00681D98"/>
    <w:rsid w:val="006821C2"/>
    <w:rsid w:val="00682A66"/>
    <w:rsid w:val="00683070"/>
    <w:rsid w:val="006834ED"/>
    <w:rsid w:val="00683570"/>
    <w:rsid w:val="00683607"/>
    <w:rsid w:val="00684A96"/>
    <w:rsid w:val="00684D17"/>
    <w:rsid w:val="00684E60"/>
    <w:rsid w:val="006851D4"/>
    <w:rsid w:val="006851F8"/>
    <w:rsid w:val="00685335"/>
    <w:rsid w:val="006858A6"/>
    <w:rsid w:val="0068597E"/>
    <w:rsid w:val="00685AF0"/>
    <w:rsid w:val="00685F1C"/>
    <w:rsid w:val="00686145"/>
    <w:rsid w:val="0068628E"/>
    <w:rsid w:val="00686396"/>
    <w:rsid w:val="006863BD"/>
    <w:rsid w:val="006864E6"/>
    <w:rsid w:val="006869BD"/>
    <w:rsid w:val="00686D1F"/>
    <w:rsid w:val="00686E91"/>
    <w:rsid w:val="00686EC5"/>
    <w:rsid w:val="00687126"/>
    <w:rsid w:val="00687420"/>
    <w:rsid w:val="006874BC"/>
    <w:rsid w:val="00687504"/>
    <w:rsid w:val="00687652"/>
    <w:rsid w:val="0068770D"/>
    <w:rsid w:val="00687710"/>
    <w:rsid w:val="0068793B"/>
    <w:rsid w:val="0068799B"/>
    <w:rsid w:val="00687A20"/>
    <w:rsid w:val="00687AC0"/>
    <w:rsid w:val="00687F90"/>
    <w:rsid w:val="006902B9"/>
    <w:rsid w:val="006903C0"/>
    <w:rsid w:val="006906B3"/>
    <w:rsid w:val="00690C25"/>
    <w:rsid w:val="00690F5C"/>
    <w:rsid w:val="00691176"/>
    <w:rsid w:val="006915F7"/>
    <w:rsid w:val="00691655"/>
    <w:rsid w:val="00691ACC"/>
    <w:rsid w:val="00691C40"/>
    <w:rsid w:val="006923FD"/>
    <w:rsid w:val="00692749"/>
    <w:rsid w:val="006929AA"/>
    <w:rsid w:val="00692A62"/>
    <w:rsid w:val="00692AB4"/>
    <w:rsid w:val="00692D2A"/>
    <w:rsid w:val="00693775"/>
    <w:rsid w:val="006938CC"/>
    <w:rsid w:val="006939A6"/>
    <w:rsid w:val="00693EF4"/>
    <w:rsid w:val="006942C4"/>
    <w:rsid w:val="00694B47"/>
    <w:rsid w:val="00694D40"/>
    <w:rsid w:val="0069531D"/>
    <w:rsid w:val="00695418"/>
    <w:rsid w:val="0069627A"/>
    <w:rsid w:val="0069629C"/>
    <w:rsid w:val="00696662"/>
    <w:rsid w:val="006966F3"/>
    <w:rsid w:val="00696F16"/>
    <w:rsid w:val="0069730C"/>
    <w:rsid w:val="00697573"/>
    <w:rsid w:val="00697628"/>
    <w:rsid w:val="006976D5"/>
    <w:rsid w:val="006976DB"/>
    <w:rsid w:val="006976E3"/>
    <w:rsid w:val="00697728"/>
    <w:rsid w:val="006977F4"/>
    <w:rsid w:val="00697DDC"/>
    <w:rsid w:val="006A00CC"/>
    <w:rsid w:val="006A014F"/>
    <w:rsid w:val="006A0368"/>
    <w:rsid w:val="006A1079"/>
    <w:rsid w:val="006A147A"/>
    <w:rsid w:val="006A1489"/>
    <w:rsid w:val="006A1AA7"/>
    <w:rsid w:val="006A1AA8"/>
    <w:rsid w:val="006A1AE5"/>
    <w:rsid w:val="006A1B09"/>
    <w:rsid w:val="006A1DDD"/>
    <w:rsid w:val="006A1F2F"/>
    <w:rsid w:val="006A2141"/>
    <w:rsid w:val="006A2559"/>
    <w:rsid w:val="006A27D7"/>
    <w:rsid w:val="006A2BC6"/>
    <w:rsid w:val="006A2CEE"/>
    <w:rsid w:val="006A30A4"/>
    <w:rsid w:val="006A35AF"/>
    <w:rsid w:val="006A3773"/>
    <w:rsid w:val="006A40FC"/>
    <w:rsid w:val="006A41E7"/>
    <w:rsid w:val="006A43AD"/>
    <w:rsid w:val="006A444D"/>
    <w:rsid w:val="006A4462"/>
    <w:rsid w:val="006A45E2"/>
    <w:rsid w:val="006A4763"/>
    <w:rsid w:val="006A48B7"/>
    <w:rsid w:val="006A4A5C"/>
    <w:rsid w:val="006A4C69"/>
    <w:rsid w:val="006A503F"/>
    <w:rsid w:val="006A514F"/>
    <w:rsid w:val="006A53DB"/>
    <w:rsid w:val="006A55C9"/>
    <w:rsid w:val="006A5667"/>
    <w:rsid w:val="006A5690"/>
    <w:rsid w:val="006A581E"/>
    <w:rsid w:val="006A58D5"/>
    <w:rsid w:val="006A5A7D"/>
    <w:rsid w:val="006A5D1F"/>
    <w:rsid w:val="006A62CE"/>
    <w:rsid w:val="006A6C4D"/>
    <w:rsid w:val="006A6E2B"/>
    <w:rsid w:val="006B0150"/>
    <w:rsid w:val="006B0197"/>
    <w:rsid w:val="006B0E00"/>
    <w:rsid w:val="006B1061"/>
    <w:rsid w:val="006B11BF"/>
    <w:rsid w:val="006B1323"/>
    <w:rsid w:val="006B1605"/>
    <w:rsid w:val="006B16ED"/>
    <w:rsid w:val="006B188D"/>
    <w:rsid w:val="006B1ACA"/>
    <w:rsid w:val="006B1B08"/>
    <w:rsid w:val="006B1B4A"/>
    <w:rsid w:val="006B1D80"/>
    <w:rsid w:val="006B1F75"/>
    <w:rsid w:val="006B2189"/>
    <w:rsid w:val="006B2258"/>
    <w:rsid w:val="006B2A72"/>
    <w:rsid w:val="006B2E0F"/>
    <w:rsid w:val="006B3048"/>
    <w:rsid w:val="006B3101"/>
    <w:rsid w:val="006B3978"/>
    <w:rsid w:val="006B3D30"/>
    <w:rsid w:val="006B3D46"/>
    <w:rsid w:val="006B3F7A"/>
    <w:rsid w:val="006B3FA5"/>
    <w:rsid w:val="006B40F4"/>
    <w:rsid w:val="006B4617"/>
    <w:rsid w:val="006B475A"/>
    <w:rsid w:val="006B4A1F"/>
    <w:rsid w:val="006B4A74"/>
    <w:rsid w:val="006B4F00"/>
    <w:rsid w:val="006B5242"/>
    <w:rsid w:val="006B5260"/>
    <w:rsid w:val="006B53DC"/>
    <w:rsid w:val="006B55A9"/>
    <w:rsid w:val="006B5720"/>
    <w:rsid w:val="006B5B6C"/>
    <w:rsid w:val="006B5C19"/>
    <w:rsid w:val="006B5EBC"/>
    <w:rsid w:val="006B631F"/>
    <w:rsid w:val="006B635C"/>
    <w:rsid w:val="006B6605"/>
    <w:rsid w:val="006B6932"/>
    <w:rsid w:val="006B6D3D"/>
    <w:rsid w:val="006B7029"/>
    <w:rsid w:val="006B72A2"/>
    <w:rsid w:val="006B7342"/>
    <w:rsid w:val="006B767B"/>
    <w:rsid w:val="006B769E"/>
    <w:rsid w:val="006B7B1C"/>
    <w:rsid w:val="006B7C7C"/>
    <w:rsid w:val="006B7F9D"/>
    <w:rsid w:val="006C01C4"/>
    <w:rsid w:val="006C0294"/>
    <w:rsid w:val="006C03C5"/>
    <w:rsid w:val="006C04BD"/>
    <w:rsid w:val="006C0512"/>
    <w:rsid w:val="006C05CC"/>
    <w:rsid w:val="006C0A49"/>
    <w:rsid w:val="006C0A74"/>
    <w:rsid w:val="006C0C9B"/>
    <w:rsid w:val="006C0E6F"/>
    <w:rsid w:val="006C1E4E"/>
    <w:rsid w:val="006C1EBF"/>
    <w:rsid w:val="006C254E"/>
    <w:rsid w:val="006C2823"/>
    <w:rsid w:val="006C28D9"/>
    <w:rsid w:val="006C2923"/>
    <w:rsid w:val="006C358C"/>
    <w:rsid w:val="006C3828"/>
    <w:rsid w:val="006C3859"/>
    <w:rsid w:val="006C3960"/>
    <w:rsid w:val="006C3ACD"/>
    <w:rsid w:val="006C3DD9"/>
    <w:rsid w:val="006C4194"/>
    <w:rsid w:val="006C43F0"/>
    <w:rsid w:val="006C446F"/>
    <w:rsid w:val="006C47FC"/>
    <w:rsid w:val="006C48B7"/>
    <w:rsid w:val="006C4CF0"/>
    <w:rsid w:val="006C4D85"/>
    <w:rsid w:val="006C4EFB"/>
    <w:rsid w:val="006C4F52"/>
    <w:rsid w:val="006C55B4"/>
    <w:rsid w:val="006C5E7A"/>
    <w:rsid w:val="006C6129"/>
    <w:rsid w:val="006C62CC"/>
    <w:rsid w:val="006C632D"/>
    <w:rsid w:val="006C6386"/>
    <w:rsid w:val="006C65ED"/>
    <w:rsid w:val="006C672F"/>
    <w:rsid w:val="006C6A2D"/>
    <w:rsid w:val="006C6C44"/>
    <w:rsid w:val="006C6D4C"/>
    <w:rsid w:val="006C6D8A"/>
    <w:rsid w:val="006C6E25"/>
    <w:rsid w:val="006C6E81"/>
    <w:rsid w:val="006C7089"/>
    <w:rsid w:val="006C70F3"/>
    <w:rsid w:val="006C7833"/>
    <w:rsid w:val="006D07BD"/>
    <w:rsid w:val="006D0A1B"/>
    <w:rsid w:val="006D0AD3"/>
    <w:rsid w:val="006D0BB3"/>
    <w:rsid w:val="006D0BE5"/>
    <w:rsid w:val="006D0C63"/>
    <w:rsid w:val="006D114D"/>
    <w:rsid w:val="006D13B7"/>
    <w:rsid w:val="006D1843"/>
    <w:rsid w:val="006D1A7D"/>
    <w:rsid w:val="006D1B14"/>
    <w:rsid w:val="006D1D3A"/>
    <w:rsid w:val="006D1D6A"/>
    <w:rsid w:val="006D1F32"/>
    <w:rsid w:val="006D2164"/>
    <w:rsid w:val="006D2419"/>
    <w:rsid w:val="006D243D"/>
    <w:rsid w:val="006D258B"/>
    <w:rsid w:val="006D2735"/>
    <w:rsid w:val="006D2875"/>
    <w:rsid w:val="006D2973"/>
    <w:rsid w:val="006D2BBE"/>
    <w:rsid w:val="006D3399"/>
    <w:rsid w:val="006D33E6"/>
    <w:rsid w:val="006D3F26"/>
    <w:rsid w:val="006D4305"/>
    <w:rsid w:val="006D448B"/>
    <w:rsid w:val="006D44F2"/>
    <w:rsid w:val="006D499C"/>
    <w:rsid w:val="006D4B53"/>
    <w:rsid w:val="006D4E4F"/>
    <w:rsid w:val="006D534E"/>
    <w:rsid w:val="006D5623"/>
    <w:rsid w:val="006D5656"/>
    <w:rsid w:val="006D63A6"/>
    <w:rsid w:val="006D64C6"/>
    <w:rsid w:val="006D666E"/>
    <w:rsid w:val="006D669C"/>
    <w:rsid w:val="006D6895"/>
    <w:rsid w:val="006D6ADC"/>
    <w:rsid w:val="006D6BD1"/>
    <w:rsid w:val="006D6C4A"/>
    <w:rsid w:val="006D70EE"/>
    <w:rsid w:val="006D7350"/>
    <w:rsid w:val="006D73B4"/>
    <w:rsid w:val="006D75B6"/>
    <w:rsid w:val="006D7733"/>
    <w:rsid w:val="006D78F2"/>
    <w:rsid w:val="006D7CA0"/>
    <w:rsid w:val="006E0188"/>
    <w:rsid w:val="006E05AC"/>
    <w:rsid w:val="006E0868"/>
    <w:rsid w:val="006E0933"/>
    <w:rsid w:val="006E0DAA"/>
    <w:rsid w:val="006E0E5E"/>
    <w:rsid w:val="006E0FB9"/>
    <w:rsid w:val="006E1055"/>
    <w:rsid w:val="006E1791"/>
    <w:rsid w:val="006E1834"/>
    <w:rsid w:val="006E186B"/>
    <w:rsid w:val="006E1881"/>
    <w:rsid w:val="006E1CB5"/>
    <w:rsid w:val="006E1CCC"/>
    <w:rsid w:val="006E2094"/>
    <w:rsid w:val="006E20F9"/>
    <w:rsid w:val="006E272D"/>
    <w:rsid w:val="006E2EF3"/>
    <w:rsid w:val="006E3178"/>
    <w:rsid w:val="006E354E"/>
    <w:rsid w:val="006E3670"/>
    <w:rsid w:val="006E3843"/>
    <w:rsid w:val="006E3899"/>
    <w:rsid w:val="006E3BED"/>
    <w:rsid w:val="006E3CC8"/>
    <w:rsid w:val="006E3CEB"/>
    <w:rsid w:val="006E3F4A"/>
    <w:rsid w:val="006E4067"/>
    <w:rsid w:val="006E422C"/>
    <w:rsid w:val="006E4302"/>
    <w:rsid w:val="006E466A"/>
    <w:rsid w:val="006E47D2"/>
    <w:rsid w:val="006E47D8"/>
    <w:rsid w:val="006E480D"/>
    <w:rsid w:val="006E4923"/>
    <w:rsid w:val="006E50FE"/>
    <w:rsid w:val="006E567B"/>
    <w:rsid w:val="006E5979"/>
    <w:rsid w:val="006E5E51"/>
    <w:rsid w:val="006E5F3A"/>
    <w:rsid w:val="006E6469"/>
    <w:rsid w:val="006E6522"/>
    <w:rsid w:val="006E6732"/>
    <w:rsid w:val="006E69EF"/>
    <w:rsid w:val="006E6AA7"/>
    <w:rsid w:val="006E6BAC"/>
    <w:rsid w:val="006E6BB7"/>
    <w:rsid w:val="006E6D56"/>
    <w:rsid w:val="006E740C"/>
    <w:rsid w:val="006E744A"/>
    <w:rsid w:val="006E773E"/>
    <w:rsid w:val="006E77F6"/>
    <w:rsid w:val="006E7ADB"/>
    <w:rsid w:val="006E7ADF"/>
    <w:rsid w:val="006E7D42"/>
    <w:rsid w:val="006E7D68"/>
    <w:rsid w:val="006F0022"/>
    <w:rsid w:val="006F015B"/>
    <w:rsid w:val="006F076D"/>
    <w:rsid w:val="006F08F7"/>
    <w:rsid w:val="006F0A88"/>
    <w:rsid w:val="006F0B89"/>
    <w:rsid w:val="006F0FEF"/>
    <w:rsid w:val="006F117D"/>
    <w:rsid w:val="006F1294"/>
    <w:rsid w:val="006F1597"/>
    <w:rsid w:val="006F15ED"/>
    <w:rsid w:val="006F1A29"/>
    <w:rsid w:val="006F1EBC"/>
    <w:rsid w:val="006F2128"/>
    <w:rsid w:val="006F219D"/>
    <w:rsid w:val="006F221E"/>
    <w:rsid w:val="006F23C3"/>
    <w:rsid w:val="006F2958"/>
    <w:rsid w:val="006F2CCB"/>
    <w:rsid w:val="006F2D7D"/>
    <w:rsid w:val="006F2E89"/>
    <w:rsid w:val="006F3119"/>
    <w:rsid w:val="006F321B"/>
    <w:rsid w:val="006F34BB"/>
    <w:rsid w:val="006F35CE"/>
    <w:rsid w:val="006F376B"/>
    <w:rsid w:val="006F3F23"/>
    <w:rsid w:val="006F4857"/>
    <w:rsid w:val="006F4FEE"/>
    <w:rsid w:val="006F5040"/>
    <w:rsid w:val="006F5103"/>
    <w:rsid w:val="006F5142"/>
    <w:rsid w:val="006F53B1"/>
    <w:rsid w:val="006F54D3"/>
    <w:rsid w:val="006F5885"/>
    <w:rsid w:val="006F5A36"/>
    <w:rsid w:val="006F6100"/>
    <w:rsid w:val="006F613F"/>
    <w:rsid w:val="006F62D8"/>
    <w:rsid w:val="006F63D1"/>
    <w:rsid w:val="006F63E9"/>
    <w:rsid w:val="006F6448"/>
    <w:rsid w:val="006F654E"/>
    <w:rsid w:val="006F66F5"/>
    <w:rsid w:val="006F682D"/>
    <w:rsid w:val="006F69E9"/>
    <w:rsid w:val="006F6AFE"/>
    <w:rsid w:val="006F6C02"/>
    <w:rsid w:val="006F6C8F"/>
    <w:rsid w:val="006F6DD0"/>
    <w:rsid w:val="006F6F85"/>
    <w:rsid w:val="006F72F6"/>
    <w:rsid w:val="006F730C"/>
    <w:rsid w:val="006F74A0"/>
    <w:rsid w:val="006F7996"/>
    <w:rsid w:val="006F7A0C"/>
    <w:rsid w:val="006F7A8C"/>
    <w:rsid w:val="006F7BC8"/>
    <w:rsid w:val="00700694"/>
    <w:rsid w:val="00700994"/>
    <w:rsid w:val="007009F4"/>
    <w:rsid w:val="00700D8C"/>
    <w:rsid w:val="00701306"/>
    <w:rsid w:val="007013BF"/>
    <w:rsid w:val="007019D8"/>
    <w:rsid w:val="00702080"/>
    <w:rsid w:val="00702307"/>
    <w:rsid w:val="00702865"/>
    <w:rsid w:val="00702EE1"/>
    <w:rsid w:val="00702F5E"/>
    <w:rsid w:val="00703998"/>
    <w:rsid w:val="00703BF8"/>
    <w:rsid w:val="00703DB4"/>
    <w:rsid w:val="00704071"/>
    <w:rsid w:val="007041A9"/>
    <w:rsid w:val="00704211"/>
    <w:rsid w:val="00704267"/>
    <w:rsid w:val="007044B1"/>
    <w:rsid w:val="00704840"/>
    <w:rsid w:val="00704A71"/>
    <w:rsid w:val="00704AD5"/>
    <w:rsid w:val="00704B0D"/>
    <w:rsid w:val="00704D65"/>
    <w:rsid w:val="00704ECF"/>
    <w:rsid w:val="00705397"/>
    <w:rsid w:val="00705CA8"/>
    <w:rsid w:val="00705D33"/>
    <w:rsid w:val="00705FA3"/>
    <w:rsid w:val="00705FC4"/>
    <w:rsid w:val="007060BF"/>
    <w:rsid w:val="00706374"/>
    <w:rsid w:val="00706462"/>
    <w:rsid w:val="00706976"/>
    <w:rsid w:val="00706B76"/>
    <w:rsid w:val="00706B77"/>
    <w:rsid w:val="0070701A"/>
    <w:rsid w:val="00707205"/>
    <w:rsid w:val="0070734E"/>
    <w:rsid w:val="0070754B"/>
    <w:rsid w:val="007079C1"/>
    <w:rsid w:val="00707AAE"/>
    <w:rsid w:val="00707B57"/>
    <w:rsid w:val="00707C19"/>
    <w:rsid w:val="007100EF"/>
    <w:rsid w:val="00710104"/>
    <w:rsid w:val="00710255"/>
    <w:rsid w:val="007105EC"/>
    <w:rsid w:val="00710D18"/>
    <w:rsid w:val="00710DA3"/>
    <w:rsid w:val="00710DD0"/>
    <w:rsid w:val="00710E07"/>
    <w:rsid w:val="00710E78"/>
    <w:rsid w:val="007111BF"/>
    <w:rsid w:val="00711311"/>
    <w:rsid w:val="00711647"/>
    <w:rsid w:val="0071167F"/>
    <w:rsid w:val="00711755"/>
    <w:rsid w:val="007117C5"/>
    <w:rsid w:val="00711839"/>
    <w:rsid w:val="007118A0"/>
    <w:rsid w:val="00711901"/>
    <w:rsid w:val="00711BED"/>
    <w:rsid w:val="00711F8A"/>
    <w:rsid w:val="00711FEF"/>
    <w:rsid w:val="00712207"/>
    <w:rsid w:val="00712510"/>
    <w:rsid w:val="007126A7"/>
    <w:rsid w:val="00712769"/>
    <w:rsid w:val="00712898"/>
    <w:rsid w:val="00712A0D"/>
    <w:rsid w:val="00712D00"/>
    <w:rsid w:val="00712E01"/>
    <w:rsid w:val="00712E09"/>
    <w:rsid w:val="00712F76"/>
    <w:rsid w:val="0071316E"/>
    <w:rsid w:val="0071331A"/>
    <w:rsid w:val="0071335A"/>
    <w:rsid w:val="0071376E"/>
    <w:rsid w:val="0071380B"/>
    <w:rsid w:val="00713931"/>
    <w:rsid w:val="00713C6F"/>
    <w:rsid w:val="00713D48"/>
    <w:rsid w:val="00713F2D"/>
    <w:rsid w:val="00713FB8"/>
    <w:rsid w:val="00714199"/>
    <w:rsid w:val="007146C1"/>
    <w:rsid w:val="00714798"/>
    <w:rsid w:val="0071495F"/>
    <w:rsid w:val="00714A0E"/>
    <w:rsid w:val="0071528A"/>
    <w:rsid w:val="007153D8"/>
    <w:rsid w:val="00715677"/>
    <w:rsid w:val="00715843"/>
    <w:rsid w:val="007158E2"/>
    <w:rsid w:val="00715A82"/>
    <w:rsid w:val="00715B63"/>
    <w:rsid w:val="00715D7F"/>
    <w:rsid w:val="00715D82"/>
    <w:rsid w:val="00715F5F"/>
    <w:rsid w:val="00716049"/>
    <w:rsid w:val="007164CE"/>
    <w:rsid w:val="00716E97"/>
    <w:rsid w:val="00717145"/>
    <w:rsid w:val="00717451"/>
    <w:rsid w:val="0071780B"/>
    <w:rsid w:val="00717A10"/>
    <w:rsid w:val="00717E5D"/>
    <w:rsid w:val="007201EF"/>
    <w:rsid w:val="00720301"/>
    <w:rsid w:val="00720A77"/>
    <w:rsid w:val="00720CA3"/>
    <w:rsid w:val="007211CA"/>
    <w:rsid w:val="00721242"/>
    <w:rsid w:val="00721591"/>
    <w:rsid w:val="007217E4"/>
    <w:rsid w:val="00721804"/>
    <w:rsid w:val="00721DAA"/>
    <w:rsid w:val="00721F19"/>
    <w:rsid w:val="00722011"/>
    <w:rsid w:val="00722091"/>
    <w:rsid w:val="007225C5"/>
    <w:rsid w:val="007227A0"/>
    <w:rsid w:val="00722814"/>
    <w:rsid w:val="00722F20"/>
    <w:rsid w:val="00723071"/>
    <w:rsid w:val="007235F6"/>
    <w:rsid w:val="00723709"/>
    <w:rsid w:val="007237A7"/>
    <w:rsid w:val="00723829"/>
    <w:rsid w:val="007239ED"/>
    <w:rsid w:val="00723CA1"/>
    <w:rsid w:val="00723D00"/>
    <w:rsid w:val="0072439A"/>
    <w:rsid w:val="0072448C"/>
    <w:rsid w:val="007245BD"/>
    <w:rsid w:val="00724672"/>
    <w:rsid w:val="007246C0"/>
    <w:rsid w:val="00724C33"/>
    <w:rsid w:val="00724D7D"/>
    <w:rsid w:val="00724EC6"/>
    <w:rsid w:val="00725016"/>
    <w:rsid w:val="00725210"/>
    <w:rsid w:val="00725770"/>
    <w:rsid w:val="00725D7A"/>
    <w:rsid w:val="0072617E"/>
    <w:rsid w:val="00726222"/>
    <w:rsid w:val="00726580"/>
    <w:rsid w:val="0072665C"/>
    <w:rsid w:val="00726857"/>
    <w:rsid w:val="00726EE5"/>
    <w:rsid w:val="007272B9"/>
    <w:rsid w:val="007276E2"/>
    <w:rsid w:val="007279CD"/>
    <w:rsid w:val="00727D97"/>
    <w:rsid w:val="00727FAE"/>
    <w:rsid w:val="00727FC7"/>
    <w:rsid w:val="00730152"/>
    <w:rsid w:val="00730649"/>
    <w:rsid w:val="007306A2"/>
    <w:rsid w:val="00730A18"/>
    <w:rsid w:val="00730FEB"/>
    <w:rsid w:val="0073111E"/>
    <w:rsid w:val="00731241"/>
    <w:rsid w:val="0073124F"/>
    <w:rsid w:val="0073127E"/>
    <w:rsid w:val="0073158E"/>
    <w:rsid w:val="0073188A"/>
    <w:rsid w:val="007318FD"/>
    <w:rsid w:val="00731984"/>
    <w:rsid w:val="00731BEB"/>
    <w:rsid w:val="00731D61"/>
    <w:rsid w:val="00731E81"/>
    <w:rsid w:val="007321BC"/>
    <w:rsid w:val="007323B9"/>
    <w:rsid w:val="0073248A"/>
    <w:rsid w:val="007325F8"/>
    <w:rsid w:val="00732C75"/>
    <w:rsid w:val="00732FAA"/>
    <w:rsid w:val="00733170"/>
    <w:rsid w:val="007331FD"/>
    <w:rsid w:val="007334ED"/>
    <w:rsid w:val="00733535"/>
    <w:rsid w:val="0073369C"/>
    <w:rsid w:val="007337E9"/>
    <w:rsid w:val="00733BBF"/>
    <w:rsid w:val="00733C0B"/>
    <w:rsid w:val="007341E3"/>
    <w:rsid w:val="007342E1"/>
    <w:rsid w:val="0073435F"/>
    <w:rsid w:val="0073444B"/>
    <w:rsid w:val="00734668"/>
    <w:rsid w:val="007348D1"/>
    <w:rsid w:val="00734921"/>
    <w:rsid w:val="00734DA8"/>
    <w:rsid w:val="00734EA9"/>
    <w:rsid w:val="00735007"/>
    <w:rsid w:val="00735067"/>
    <w:rsid w:val="00735083"/>
    <w:rsid w:val="0073528B"/>
    <w:rsid w:val="00735888"/>
    <w:rsid w:val="00735A5F"/>
    <w:rsid w:val="00735F51"/>
    <w:rsid w:val="00735F55"/>
    <w:rsid w:val="00735FAF"/>
    <w:rsid w:val="00736256"/>
    <w:rsid w:val="00736908"/>
    <w:rsid w:val="00736B7A"/>
    <w:rsid w:val="00736EF4"/>
    <w:rsid w:val="0073749E"/>
    <w:rsid w:val="00737708"/>
    <w:rsid w:val="00737978"/>
    <w:rsid w:val="00737EAF"/>
    <w:rsid w:val="00740169"/>
    <w:rsid w:val="00740443"/>
    <w:rsid w:val="00740541"/>
    <w:rsid w:val="007405B7"/>
    <w:rsid w:val="0074065E"/>
    <w:rsid w:val="0074078E"/>
    <w:rsid w:val="007407F0"/>
    <w:rsid w:val="00740A27"/>
    <w:rsid w:val="0074103D"/>
    <w:rsid w:val="00741404"/>
    <w:rsid w:val="0074149D"/>
    <w:rsid w:val="00741526"/>
    <w:rsid w:val="00741763"/>
    <w:rsid w:val="0074185B"/>
    <w:rsid w:val="007419B6"/>
    <w:rsid w:val="00741A65"/>
    <w:rsid w:val="00741FFA"/>
    <w:rsid w:val="00742288"/>
    <w:rsid w:val="00742344"/>
    <w:rsid w:val="00742755"/>
    <w:rsid w:val="00742B75"/>
    <w:rsid w:val="00742C03"/>
    <w:rsid w:val="00742DAE"/>
    <w:rsid w:val="00742E19"/>
    <w:rsid w:val="00742F0D"/>
    <w:rsid w:val="0074349D"/>
    <w:rsid w:val="007434B3"/>
    <w:rsid w:val="007435C5"/>
    <w:rsid w:val="00743775"/>
    <w:rsid w:val="0074384A"/>
    <w:rsid w:val="0074389E"/>
    <w:rsid w:val="0074399A"/>
    <w:rsid w:val="00743CCA"/>
    <w:rsid w:val="00743F87"/>
    <w:rsid w:val="007443D3"/>
    <w:rsid w:val="007449C7"/>
    <w:rsid w:val="007454F1"/>
    <w:rsid w:val="007456A9"/>
    <w:rsid w:val="007457CF"/>
    <w:rsid w:val="0074584E"/>
    <w:rsid w:val="00745B75"/>
    <w:rsid w:val="00745C01"/>
    <w:rsid w:val="00745D11"/>
    <w:rsid w:val="00745E5D"/>
    <w:rsid w:val="007460B0"/>
    <w:rsid w:val="007460BE"/>
    <w:rsid w:val="007460D9"/>
    <w:rsid w:val="0074616C"/>
    <w:rsid w:val="00746320"/>
    <w:rsid w:val="00746619"/>
    <w:rsid w:val="00746EAA"/>
    <w:rsid w:val="00746F44"/>
    <w:rsid w:val="00747180"/>
    <w:rsid w:val="00747246"/>
    <w:rsid w:val="0074742A"/>
    <w:rsid w:val="007475FF"/>
    <w:rsid w:val="0074789B"/>
    <w:rsid w:val="00747950"/>
    <w:rsid w:val="00747AFE"/>
    <w:rsid w:val="00747F68"/>
    <w:rsid w:val="00747FF4"/>
    <w:rsid w:val="00750693"/>
    <w:rsid w:val="00750818"/>
    <w:rsid w:val="00750D41"/>
    <w:rsid w:val="00750F2C"/>
    <w:rsid w:val="00751066"/>
    <w:rsid w:val="00751330"/>
    <w:rsid w:val="007513D9"/>
    <w:rsid w:val="007516D9"/>
    <w:rsid w:val="00751CD9"/>
    <w:rsid w:val="00751DB5"/>
    <w:rsid w:val="00752303"/>
    <w:rsid w:val="0075232A"/>
    <w:rsid w:val="00752591"/>
    <w:rsid w:val="00752958"/>
    <w:rsid w:val="00752A0F"/>
    <w:rsid w:val="00752A5A"/>
    <w:rsid w:val="00752B03"/>
    <w:rsid w:val="00752C77"/>
    <w:rsid w:val="00752EC1"/>
    <w:rsid w:val="00752F4D"/>
    <w:rsid w:val="00752F60"/>
    <w:rsid w:val="0075342C"/>
    <w:rsid w:val="007534A1"/>
    <w:rsid w:val="00753626"/>
    <w:rsid w:val="0075381D"/>
    <w:rsid w:val="007538D7"/>
    <w:rsid w:val="00753972"/>
    <w:rsid w:val="00753AE1"/>
    <w:rsid w:val="00753AE6"/>
    <w:rsid w:val="00753E3F"/>
    <w:rsid w:val="00754E04"/>
    <w:rsid w:val="00754EBA"/>
    <w:rsid w:val="00755271"/>
    <w:rsid w:val="007552D3"/>
    <w:rsid w:val="007552EF"/>
    <w:rsid w:val="00755577"/>
    <w:rsid w:val="0075569D"/>
    <w:rsid w:val="00755742"/>
    <w:rsid w:val="007558C6"/>
    <w:rsid w:val="00755E61"/>
    <w:rsid w:val="007562C5"/>
    <w:rsid w:val="00756561"/>
    <w:rsid w:val="0075687F"/>
    <w:rsid w:val="00756A23"/>
    <w:rsid w:val="00756D44"/>
    <w:rsid w:val="007571C2"/>
    <w:rsid w:val="007575BD"/>
    <w:rsid w:val="00757841"/>
    <w:rsid w:val="00757F5E"/>
    <w:rsid w:val="00760077"/>
    <w:rsid w:val="007602E8"/>
    <w:rsid w:val="0076053F"/>
    <w:rsid w:val="007605FF"/>
    <w:rsid w:val="00760936"/>
    <w:rsid w:val="00760CF8"/>
    <w:rsid w:val="00760E57"/>
    <w:rsid w:val="00760FFC"/>
    <w:rsid w:val="0076136F"/>
    <w:rsid w:val="00761886"/>
    <w:rsid w:val="00761D94"/>
    <w:rsid w:val="007620C3"/>
    <w:rsid w:val="00762238"/>
    <w:rsid w:val="0076252C"/>
    <w:rsid w:val="00762792"/>
    <w:rsid w:val="007627E9"/>
    <w:rsid w:val="00762935"/>
    <w:rsid w:val="00762A3A"/>
    <w:rsid w:val="00762CD6"/>
    <w:rsid w:val="0076313B"/>
    <w:rsid w:val="007631D1"/>
    <w:rsid w:val="007637A9"/>
    <w:rsid w:val="007637DF"/>
    <w:rsid w:val="007639D5"/>
    <w:rsid w:val="00763AAD"/>
    <w:rsid w:val="00763D54"/>
    <w:rsid w:val="00763D61"/>
    <w:rsid w:val="007641DE"/>
    <w:rsid w:val="007642FD"/>
    <w:rsid w:val="00764559"/>
    <w:rsid w:val="007647A9"/>
    <w:rsid w:val="0076485F"/>
    <w:rsid w:val="0076494B"/>
    <w:rsid w:val="00764A26"/>
    <w:rsid w:val="00764B39"/>
    <w:rsid w:val="00764C5E"/>
    <w:rsid w:val="00764D07"/>
    <w:rsid w:val="00765140"/>
    <w:rsid w:val="007651FB"/>
    <w:rsid w:val="007656F5"/>
    <w:rsid w:val="00765B02"/>
    <w:rsid w:val="00765B52"/>
    <w:rsid w:val="00765E5D"/>
    <w:rsid w:val="007661A1"/>
    <w:rsid w:val="0076698D"/>
    <w:rsid w:val="00766A37"/>
    <w:rsid w:val="00766EF4"/>
    <w:rsid w:val="007670B8"/>
    <w:rsid w:val="0076718C"/>
    <w:rsid w:val="0076753A"/>
    <w:rsid w:val="00767689"/>
    <w:rsid w:val="00767896"/>
    <w:rsid w:val="00767976"/>
    <w:rsid w:val="00767A8F"/>
    <w:rsid w:val="00767B11"/>
    <w:rsid w:val="00767C3A"/>
    <w:rsid w:val="00767F19"/>
    <w:rsid w:val="00767F51"/>
    <w:rsid w:val="0077016B"/>
    <w:rsid w:val="00770371"/>
    <w:rsid w:val="0077049D"/>
    <w:rsid w:val="0077060D"/>
    <w:rsid w:val="007707D2"/>
    <w:rsid w:val="00770E05"/>
    <w:rsid w:val="007711E5"/>
    <w:rsid w:val="00771833"/>
    <w:rsid w:val="007718E5"/>
    <w:rsid w:val="0077191E"/>
    <w:rsid w:val="00771F65"/>
    <w:rsid w:val="00771F74"/>
    <w:rsid w:val="00772057"/>
    <w:rsid w:val="00772186"/>
    <w:rsid w:val="007721C8"/>
    <w:rsid w:val="007722E7"/>
    <w:rsid w:val="00772B6D"/>
    <w:rsid w:val="00772CBF"/>
    <w:rsid w:val="00772DFD"/>
    <w:rsid w:val="00772E7F"/>
    <w:rsid w:val="00773211"/>
    <w:rsid w:val="007737C0"/>
    <w:rsid w:val="0077386D"/>
    <w:rsid w:val="007738EF"/>
    <w:rsid w:val="00773F74"/>
    <w:rsid w:val="00773F77"/>
    <w:rsid w:val="0077407A"/>
    <w:rsid w:val="007741A5"/>
    <w:rsid w:val="007741EF"/>
    <w:rsid w:val="00774A84"/>
    <w:rsid w:val="00774E07"/>
    <w:rsid w:val="00775066"/>
    <w:rsid w:val="00775362"/>
    <w:rsid w:val="0077560E"/>
    <w:rsid w:val="00775AB7"/>
    <w:rsid w:val="00775B5E"/>
    <w:rsid w:val="00775E5D"/>
    <w:rsid w:val="007760DA"/>
    <w:rsid w:val="00776118"/>
    <w:rsid w:val="007761FC"/>
    <w:rsid w:val="0077621C"/>
    <w:rsid w:val="00776333"/>
    <w:rsid w:val="00776341"/>
    <w:rsid w:val="0077645D"/>
    <w:rsid w:val="007765BD"/>
    <w:rsid w:val="00776782"/>
    <w:rsid w:val="0077692E"/>
    <w:rsid w:val="00776B23"/>
    <w:rsid w:val="00776D42"/>
    <w:rsid w:val="007770FC"/>
    <w:rsid w:val="0077736A"/>
    <w:rsid w:val="007779F6"/>
    <w:rsid w:val="00777B9C"/>
    <w:rsid w:val="00777CE2"/>
    <w:rsid w:val="00777E37"/>
    <w:rsid w:val="0078024B"/>
    <w:rsid w:val="00780773"/>
    <w:rsid w:val="00780870"/>
    <w:rsid w:val="00780A7E"/>
    <w:rsid w:val="00780BD4"/>
    <w:rsid w:val="00780BED"/>
    <w:rsid w:val="00780C76"/>
    <w:rsid w:val="00781152"/>
    <w:rsid w:val="007811C0"/>
    <w:rsid w:val="00781666"/>
    <w:rsid w:val="0078172B"/>
    <w:rsid w:val="00781745"/>
    <w:rsid w:val="00781A45"/>
    <w:rsid w:val="00781ACA"/>
    <w:rsid w:val="00781AD1"/>
    <w:rsid w:val="007820D4"/>
    <w:rsid w:val="007823DF"/>
    <w:rsid w:val="007827C1"/>
    <w:rsid w:val="007831A9"/>
    <w:rsid w:val="007832D7"/>
    <w:rsid w:val="007832DF"/>
    <w:rsid w:val="007834D0"/>
    <w:rsid w:val="0078354D"/>
    <w:rsid w:val="0078364C"/>
    <w:rsid w:val="007837A9"/>
    <w:rsid w:val="00783848"/>
    <w:rsid w:val="00783CD8"/>
    <w:rsid w:val="00783D25"/>
    <w:rsid w:val="00783D73"/>
    <w:rsid w:val="00783E76"/>
    <w:rsid w:val="00783E7A"/>
    <w:rsid w:val="00783F72"/>
    <w:rsid w:val="00784019"/>
    <w:rsid w:val="00784479"/>
    <w:rsid w:val="0078487E"/>
    <w:rsid w:val="00784981"/>
    <w:rsid w:val="00784DA0"/>
    <w:rsid w:val="0078515C"/>
    <w:rsid w:val="007853B9"/>
    <w:rsid w:val="007853D6"/>
    <w:rsid w:val="007854A3"/>
    <w:rsid w:val="00785533"/>
    <w:rsid w:val="007856C0"/>
    <w:rsid w:val="007858A7"/>
    <w:rsid w:val="00785A36"/>
    <w:rsid w:val="00785A3F"/>
    <w:rsid w:val="00785B01"/>
    <w:rsid w:val="00785C29"/>
    <w:rsid w:val="00785CF2"/>
    <w:rsid w:val="0078626A"/>
    <w:rsid w:val="007862C5"/>
    <w:rsid w:val="0078635C"/>
    <w:rsid w:val="00786448"/>
    <w:rsid w:val="0078696A"/>
    <w:rsid w:val="00786BFE"/>
    <w:rsid w:val="00786F64"/>
    <w:rsid w:val="00787085"/>
    <w:rsid w:val="00787173"/>
    <w:rsid w:val="0078729F"/>
    <w:rsid w:val="007873D9"/>
    <w:rsid w:val="00787580"/>
    <w:rsid w:val="007875A1"/>
    <w:rsid w:val="007876CC"/>
    <w:rsid w:val="007877BC"/>
    <w:rsid w:val="007878BA"/>
    <w:rsid w:val="0078790A"/>
    <w:rsid w:val="00787F67"/>
    <w:rsid w:val="00790060"/>
    <w:rsid w:val="00790303"/>
    <w:rsid w:val="00790CBA"/>
    <w:rsid w:val="0079153D"/>
    <w:rsid w:val="00791634"/>
    <w:rsid w:val="00791D74"/>
    <w:rsid w:val="00792057"/>
    <w:rsid w:val="007921C1"/>
    <w:rsid w:val="00792285"/>
    <w:rsid w:val="00792DCB"/>
    <w:rsid w:val="00792F41"/>
    <w:rsid w:val="007930DB"/>
    <w:rsid w:val="007932C2"/>
    <w:rsid w:val="0079365A"/>
    <w:rsid w:val="007937AF"/>
    <w:rsid w:val="00793951"/>
    <w:rsid w:val="00793AAA"/>
    <w:rsid w:val="00793AF6"/>
    <w:rsid w:val="00793B39"/>
    <w:rsid w:val="00793BF8"/>
    <w:rsid w:val="00793FA5"/>
    <w:rsid w:val="0079417F"/>
    <w:rsid w:val="007941D0"/>
    <w:rsid w:val="007943AE"/>
    <w:rsid w:val="00794507"/>
    <w:rsid w:val="007947C6"/>
    <w:rsid w:val="00795201"/>
    <w:rsid w:val="0079597A"/>
    <w:rsid w:val="00795987"/>
    <w:rsid w:val="00795D46"/>
    <w:rsid w:val="00795F80"/>
    <w:rsid w:val="0079601B"/>
    <w:rsid w:val="00796167"/>
    <w:rsid w:val="007961A1"/>
    <w:rsid w:val="00796997"/>
    <w:rsid w:val="007969AD"/>
    <w:rsid w:val="00796AC2"/>
    <w:rsid w:val="00796C6D"/>
    <w:rsid w:val="00796CB0"/>
    <w:rsid w:val="00796CEF"/>
    <w:rsid w:val="00797001"/>
    <w:rsid w:val="00797179"/>
    <w:rsid w:val="0079722F"/>
    <w:rsid w:val="00797741"/>
    <w:rsid w:val="00797EA5"/>
    <w:rsid w:val="00797F4B"/>
    <w:rsid w:val="007A00DB"/>
    <w:rsid w:val="007A0144"/>
    <w:rsid w:val="007A07A6"/>
    <w:rsid w:val="007A0884"/>
    <w:rsid w:val="007A10D7"/>
    <w:rsid w:val="007A1313"/>
    <w:rsid w:val="007A169D"/>
    <w:rsid w:val="007A1BF8"/>
    <w:rsid w:val="007A2286"/>
    <w:rsid w:val="007A2358"/>
    <w:rsid w:val="007A2485"/>
    <w:rsid w:val="007A24AC"/>
    <w:rsid w:val="007A24EC"/>
    <w:rsid w:val="007A26E5"/>
    <w:rsid w:val="007A2D46"/>
    <w:rsid w:val="007A2E7E"/>
    <w:rsid w:val="007A2F07"/>
    <w:rsid w:val="007A31C7"/>
    <w:rsid w:val="007A3380"/>
    <w:rsid w:val="007A3691"/>
    <w:rsid w:val="007A385D"/>
    <w:rsid w:val="007A3950"/>
    <w:rsid w:val="007A3A03"/>
    <w:rsid w:val="007A3C76"/>
    <w:rsid w:val="007A3D24"/>
    <w:rsid w:val="007A41E5"/>
    <w:rsid w:val="007A4278"/>
    <w:rsid w:val="007A4537"/>
    <w:rsid w:val="007A45E7"/>
    <w:rsid w:val="007A46AD"/>
    <w:rsid w:val="007A471D"/>
    <w:rsid w:val="007A4AE3"/>
    <w:rsid w:val="007A4D2C"/>
    <w:rsid w:val="007A4E6F"/>
    <w:rsid w:val="007A4EFF"/>
    <w:rsid w:val="007A51A7"/>
    <w:rsid w:val="007A540A"/>
    <w:rsid w:val="007A541B"/>
    <w:rsid w:val="007A5C27"/>
    <w:rsid w:val="007A5FAB"/>
    <w:rsid w:val="007A6229"/>
    <w:rsid w:val="007A628C"/>
    <w:rsid w:val="007A687B"/>
    <w:rsid w:val="007A69F8"/>
    <w:rsid w:val="007A6A07"/>
    <w:rsid w:val="007A6DD9"/>
    <w:rsid w:val="007A771F"/>
    <w:rsid w:val="007A789C"/>
    <w:rsid w:val="007A7955"/>
    <w:rsid w:val="007A7DB2"/>
    <w:rsid w:val="007A7F0E"/>
    <w:rsid w:val="007A7F1E"/>
    <w:rsid w:val="007B0027"/>
    <w:rsid w:val="007B00D1"/>
    <w:rsid w:val="007B0870"/>
    <w:rsid w:val="007B08E5"/>
    <w:rsid w:val="007B0D1C"/>
    <w:rsid w:val="007B101A"/>
    <w:rsid w:val="007B112B"/>
    <w:rsid w:val="007B11DA"/>
    <w:rsid w:val="007B12E4"/>
    <w:rsid w:val="007B1303"/>
    <w:rsid w:val="007B13D8"/>
    <w:rsid w:val="007B174B"/>
    <w:rsid w:val="007B18F0"/>
    <w:rsid w:val="007B1922"/>
    <w:rsid w:val="007B1E8A"/>
    <w:rsid w:val="007B1F17"/>
    <w:rsid w:val="007B205C"/>
    <w:rsid w:val="007B223B"/>
    <w:rsid w:val="007B2B6F"/>
    <w:rsid w:val="007B2C5D"/>
    <w:rsid w:val="007B2F53"/>
    <w:rsid w:val="007B30BA"/>
    <w:rsid w:val="007B32E1"/>
    <w:rsid w:val="007B361A"/>
    <w:rsid w:val="007B36C1"/>
    <w:rsid w:val="007B3761"/>
    <w:rsid w:val="007B3A62"/>
    <w:rsid w:val="007B3A81"/>
    <w:rsid w:val="007B3B0A"/>
    <w:rsid w:val="007B3ED4"/>
    <w:rsid w:val="007B41EC"/>
    <w:rsid w:val="007B4358"/>
    <w:rsid w:val="007B45F2"/>
    <w:rsid w:val="007B4832"/>
    <w:rsid w:val="007B4A08"/>
    <w:rsid w:val="007B4AB3"/>
    <w:rsid w:val="007B4AB4"/>
    <w:rsid w:val="007B4B90"/>
    <w:rsid w:val="007B4B9E"/>
    <w:rsid w:val="007B521B"/>
    <w:rsid w:val="007B5426"/>
    <w:rsid w:val="007B551D"/>
    <w:rsid w:val="007B55D9"/>
    <w:rsid w:val="007B599A"/>
    <w:rsid w:val="007B5A35"/>
    <w:rsid w:val="007B5BDF"/>
    <w:rsid w:val="007B5C5C"/>
    <w:rsid w:val="007B5D90"/>
    <w:rsid w:val="007B5DE8"/>
    <w:rsid w:val="007B5F44"/>
    <w:rsid w:val="007B6334"/>
    <w:rsid w:val="007B6E5C"/>
    <w:rsid w:val="007B70D5"/>
    <w:rsid w:val="007B7222"/>
    <w:rsid w:val="007B7560"/>
    <w:rsid w:val="007B772A"/>
    <w:rsid w:val="007B7BCA"/>
    <w:rsid w:val="007C0347"/>
    <w:rsid w:val="007C0952"/>
    <w:rsid w:val="007C0BB6"/>
    <w:rsid w:val="007C0BE9"/>
    <w:rsid w:val="007C0E68"/>
    <w:rsid w:val="007C0ED2"/>
    <w:rsid w:val="007C0F48"/>
    <w:rsid w:val="007C1107"/>
    <w:rsid w:val="007C171B"/>
    <w:rsid w:val="007C1A62"/>
    <w:rsid w:val="007C1A7E"/>
    <w:rsid w:val="007C1CA0"/>
    <w:rsid w:val="007C1D06"/>
    <w:rsid w:val="007C20A5"/>
    <w:rsid w:val="007C227F"/>
    <w:rsid w:val="007C22C7"/>
    <w:rsid w:val="007C273F"/>
    <w:rsid w:val="007C29EA"/>
    <w:rsid w:val="007C2D59"/>
    <w:rsid w:val="007C3316"/>
    <w:rsid w:val="007C3761"/>
    <w:rsid w:val="007C39DB"/>
    <w:rsid w:val="007C3A9F"/>
    <w:rsid w:val="007C3BF2"/>
    <w:rsid w:val="007C3C71"/>
    <w:rsid w:val="007C3D50"/>
    <w:rsid w:val="007C3EA8"/>
    <w:rsid w:val="007C3EFB"/>
    <w:rsid w:val="007C3F60"/>
    <w:rsid w:val="007C41B7"/>
    <w:rsid w:val="007C43D9"/>
    <w:rsid w:val="007C445C"/>
    <w:rsid w:val="007C44ED"/>
    <w:rsid w:val="007C45A0"/>
    <w:rsid w:val="007C5047"/>
    <w:rsid w:val="007C53F8"/>
    <w:rsid w:val="007C5768"/>
    <w:rsid w:val="007C586C"/>
    <w:rsid w:val="007C5B27"/>
    <w:rsid w:val="007C5B65"/>
    <w:rsid w:val="007C5E6D"/>
    <w:rsid w:val="007C6164"/>
    <w:rsid w:val="007C6748"/>
    <w:rsid w:val="007C6FA8"/>
    <w:rsid w:val="007C70DA"/>
    <w:rsid w:val="007C712F"/>
    <w:rsid w:val="007C7233"/>
    <w:rsid w:val="007C7304"/>
    <w:rsid w:val="007C7AD6"/>
    <w:rsid w:val="007C7D9C"/>
    <w:rsid w:val="007C7E24"/>
    <w:rsid w:val="007D00AC"/>
    <w:rsid w:val="007D057D"/>
    <w:rsid w:val="007D07D5"/>
    <w:rsid w:val="007D082D"/>
    <w:rsid w:val="007D0897"/>
    <w:rsid w:val="007D091C"/>
    <w:rsid w:val="007D0B38"/>
    <w:rsid w:val="007D0B44"/>
    <w:rsid w:val="007D0BDF"/>
    <w:rsid w:val="007D0C67"/>
    <w:rsid w:val="007D0C9F"/>
    <w:rsid w:val="007D0CF8"/>
    <w:rsid w:val="007D0F6F"/>
    <w:rsid w:val="007D1236"/>
    <w:rsid w:val="007D144C"/>
    <w:rsid w:val="007D16D4"/>
    <w:rsid w:val="007D1D4B"/>
    <w:rsid w:val="007D1DA3"/>
    <w:rsid w:val="007D1FEB"/>
    <w:rsid w:val="007D2003"/>
    <w:rsid w:val="007D205C"/>
    <w:rsid w:val="007D22E1"/>
    <w:rsid w:val="007D2467"/>
    <w:rsid w:val="007D2AB8"/>
    <w:rsid w:val="007D3313"/>
    <w:rsid w:val="007D356D"/>
    <w:rsid w:val="007D35A6"/>
    <w:rsid w:val="007D35F4"/>
    <w:rsid w:val="007D3ADB"/>
    <w:rsid w:val="007D3BA1"/>
    <w:rsid w:val="007D3FED"/>
    <w:rsid w:val="007D4E6C"/>
    <w:rsid w:val="007D5165"/>
    <w:rsid w:val="007D51D1"/>
    <w:rsid w:val="007D5349"/>
    <w:rsid w:val="007D5B09"/>
    <w:rsid w:val="007D5DBF"/>
    <w:rsid w:val="007D5E80"/>
    <w:rsid w:val="007D5F4A"/>
    <w:rsid w:val="007D60F2"/>
    <w:rsid w:val="007D676B"/>
    <w:rsid w:val="007D68A7"/>
    <w:rsid w:val="007D6A1A"/>
    <w:rsid w:val="007D71E9"/>
    <w:rsid w:val="007D71F1"/>
    <w:rsid w:val="007D7477"/>
    <w:rsid w:val="007D77C6"/>
    <w:rsid w:val="007D7D9A"/>
    <w:rsid w:val="007E06DD"/>
    <w:rsid w:val="007E080D"/>
    <w:rsid w:val="007E0A3E"/>
    <w:rsid w:val="007E0CA3"/>
    <w:rsid w:val="007E0F82"/>
    <w:rsid w:val="007E15B6"/>
    <w:rsid w:val="007E1660"/>
    <w:rsid w:val="007E19E1"/>
    <w:rsid w:val="007E2257"/>
    <w:rsid w:val="007E25CD"/>
    <w:rsid w:val="007E2602"/>
    <w:rsid w:val="007E2B1F"/>
    <w:rsid w:val="007E2BDF"/>
    <w:rsid w:val="007E2CB6"/>
    <w:rsid w:val="007E2CFD"/>
    <w:rsid w:val="007E354E"/>
    <w:rsid w:val="007E38F4"/>
    <w:rsid w:val="007E397D"/>
    <w:rsid w:val="007E3C2B"/>
    <w:rsid w:val="007E446C"/>
    <w:rsid w:val="007E466E"/>
    <w:rsid w:val="007E46AE"/>
    <w:rsid w:val="007E471E"/>
    <w:rsid w:val="007E4771"/>
    <w:rsid w:val="007E4B8A"/>
    <w:rsid w:val="007E4CA8"/>
    <w:rsid w:val="007E4CC3"/>
    <w:rsid w:val="007E594F"/>
    <w:rsid w:val="007E5951"/>
    <w:rsid w:val="007E5A5D"/>
    <w:rsid w:val="007E5C3C"/>
    <w:rsid w:val="007E5EDA"/>
    <w:rsid w:val="007E5F6A"/>
    <w:rsid w:val="007E609A"/>
    <w:rsid w:val="007E6B8B"/>
    <w:rsid w:val="007E6F4E"/>
    <w:rsid w:val="007E726F"/>
    <w:rsid w:val="007E74A1"/>
    <w:rsid w:val="007E7787"/>
    <w:rsid w:val="007E77C5"/>
    <w:rsid w:val="007E78BF"/>
    <w:rsid w:val="007E7A1E"/>
    <w:rsid w:val="007E7B0B"/>
    <w:rsid w:val="007E7C43"/>
    <w:rsid w:val="007E7C84"/>
    <w:rsid w:val="007E7ED6"/>
    <w:rsid w:val="007E7FD9"/>
    <w:rsid w:val="007F010C"/>
    <w:rsid w:val="007F059B"/>
    <w:rsid w:val="007F084F"/>
    <w:rsid w:val="007F0873"/>
    <w:rsid w:val="007F0874"/>
    <w:rsid w:val="007F08D5"/>
    <w:rsid w:val="007F0B34"/>
    <w:rsid w:val="007F0FE9"/>
    <w:rsid w:val="007F1196"/>
    <w:rsid w:val="007F126F"/>
    <w:rsid w:val="007F1307"/>
    <w:rsid w:val="007F1587"/>
    <w:rsid w:val="007F179F"/>
    <w:rsid w:val="007F17F3"/>
    <w:rsid w:val="007F189A"/>
    <w:rsid w:val="007F198A"/>
    <w:rsid w:val="007F1A04"/>
    <w:rsid w:val="007F1A41"/>
    <w:rsid w:val="007F1D4C"/>
    <w:rsid w:val="007F211A"/>
    <w:rsid w:val="007F2124"/>
    <w:rsid w:val="007F2156"/>
    <w:rsid w:val="007F2293"/>
    <w:rsid w:val="007F2B90"/>
    <w:rsid w:val="007F2CA3"/>
    <w:rsid w:val="007F2D7A"/>
    <w:rsid w:val="007F3CBB"/>
    <w:rsid w:val="007F3EA0"/>
    <w:rsid w:val="007F3FD8"/>
    <w:rsid w:val="007F4485"/>
    <w:rsid w:val="007F4611"/>
    <w:rsid w:val="007F46BB"/>
    <w:rsid w:val="007F46FF"/>
    <w:rsid w:val="007F4C3A"/>
    <w:rsid w:val="007F4EA8"/>
    <w:rsid w:val="007F50E0"/>
    <w:rsid w:val="007F524B"/>
    <w:rsid w:val="007F5271"/>
    <w:rsid w:val="007F5676"/>
    <w:rsid w:val="007F5992"/>
    <w:rsid w:val="007F5A97"/>
    <w:rsid w:val="007F5CBA"/>
    <w:rsid w:val="007F5D2B"/>
    <w:rsid w:val="007F5E13"/>
    <w:rsid w:val="007F600A"/>
    <w:rsid w:val="007F650D"/>
    <w:rsid w:val="007F67C8"/>
    <w:rsid w:val="007F6B3C"/>
    <w:rsid w:val="007F6DCB"/>
    <w:rsid w:val="007F7451"/>
    <w:rsid w:val="007F7770"/>
    <w:rsid w:val="007F79EE"/>
    <w:rsid w:val="007F7D6E"/>
    <w:rsid w:val="007F7DAE"/>
    <w:rsid w:val="007F7FDA"/>
    <w:rsid w:val="0080014C"/>
    <w:rsid w:val="0080046F"/>
    <w:rsid w:val="00800482"/>
    <w:rsid w:val="00800A7C"/>
    <w:rsid w:val="0080143C"/>
    <w:rsid w:val="008014F3"/>
    <w:rsid w:val="00801808"/>
    <w:rsid w:val="00801FE3"/>
    <w:rsid w:val="008026A5"/>
    <w:rsid w:val="00802910"/>
    <w:rsid w:val="00802A1F"/>
    <w:rsid w:val="00802D1A"/>
    <w:rsid w:val="00802E20"/>
    <w:rsid w:val="00802EA4"/>
    <w:rsid w:val="008033D1"/>
    <w:rsid w:val="00803B2D"/>
    <w:rsid w:val="00803CBB"/>
    <w:rsid w:val="00803D3E"/>
    <w:rsid w:val="00803D82"/>
    <w:rsid w:val="00803DEE"/>
    <w:rsid w:val="00803E63"/>
    <w:rsid w:val="00804148"/>
    <w:rsid w:val="00804C0F"/>
    <w:rsid w:val="00804C58"/>
    <w:rsid w:val="00804D0A"/>
    <w:rsid w:val="00804E2B"/>
    <w:rsid w:val="008057CC"/>
    <w:rsid w:val="00805921"/>
    <w:rsid w:val="008059B7"/>
    <w:rsid w:val="00805B16"/>
    <w:rsid w:val="00805BD5"/>
    <w:rsid w:val="00805CF1"/>
    <w:rsid w:val="00805DC5"/>
    <w:rsid w:val="00805E2D"/>
    <w:rsid w:val="008060CB"/>
    <w:rsid w:val="008060F9"/>
    <w:rsid w:val="008065B0"/>
    <w:rsid w:val="008065BD"/>
    <w:rsid w:val="0080684C"/>
    <w:rsid w:val="008068D2"/>
    <w:rsid w:val="008068E7"/>
    <w:rsid w:val="008068F7"/>
    <w:rsid w:val="008069DF"/>
    <w:rsid w:val="0080703C"/>
    <w:rsid w:val="008074AA"/>
    <w:rsid w:val="00807654"/>
    <w:rsid w:val="00807AE9"/>
    <w:rsid w:val="00807B21"/>
    <w:rsid w:val="00807BBE"/>
    <w:rsid w:val="00807C40"/>
    <w:rsid w:val="00807DAB"/>
    <w:rsid w:val="00810223"/>
    <w:rsid w:val="00810317"/>
    <w:rsid w:val="00810840"/>
    <w:rsid w:val="00810B10"/>
    <w:rsid w:val="00810BC5"/>
    <w:rsid w:val="00810C14"/>
    <w:rsid w:val="00810D5B"/>
    <w:rsid w:val="00811088"/>
    <w:rsid w:val="0081140A"/>
    <w:rsid w:val="008115C0"/>
    <w:rsid w:val="00811802"/>
    <w:rsid w:val="00811E56"/>
    <w:rsid w:val="008120C2"/>
    <w:rsid w:val="0081254E"/>
    <w:rsid w:val="008127A3"/>
    <w:rsid w:val="0081299E"/>
    <w:rsid w:val="00812A32"/>
    <w:rsid w:val="00812CBD"/>
    <w:rsid w:val="00812EC5"/>
    <w:rsid w:val="00813267"/>
    <w:rsid w:val="008133AF"/>
    <w:rsid w:val="008133B1"/>
    <w:rsid w:val="008135BB"/>
    <w:rsid w:val="0081371A"/>
    <w:rsid w:val="008137CF"/>
    <w:rsid w:val="00813CDA"/>
    <w:rsid w:val="00813CF0"/>
    <w:rsid w:val="00813F8B"/>
    <w:rsid w:val="008140A5"/>
    <w:rsid w:val="008141DF"/>
    <w:rsid w:val="00814470"/>
    <w:rsid w:val="00814879"/>
    <w:rsid w:val="00814A7E"/>
    <w:rsid w:val="00814E3F"/>
    <w:rsid w:val="00814E4A"/>
    <w:rsid w:val="00814EA5"/>
    <w:rsid w:val="00815150"/>
    <w:rsid w:val="00815580"/>
    <w:rsid w:val="0081573B"/>
    <w:rsid w:val="00815938"/>
    <w:rsid w:val="0081599B"/>
    <w:rsid w:val="008159F2"/>
    <w:rsid w:val="00815A03"/>
    <w:rsid w:val="00815DF3"/>
    <w:rsid w:val="0081627A"/>
    <w:rsid w:val="008164EF"/>
    <w:rsid w:val="00816645"/>
    <w:rsid w:val="0081680F"/>
    <w:rsid w:val="00816982"/>
    <w:rsid w:val="008169B1"/>
    <w:rsid w:val="00816C62"/>
    <w:rsid w:val="00816CB7"/>
    <w:rsid w:val="00816FB2"/>
    <w:rsid w:val="00816FFD"/>
    <w:rsid w:val="0081701D"/>
    <w:rsid w:val="00817045"/>
    <w:rsid w:val="00817156"/>
    <w:rsid w:val="0081721E"/>
    <w:rsid w:val="0081785A"/>
    <w:rsid w:val="00817AA6"/>
    <w:rsid w:val="00817C30"/>
    <w:rsid w:val="00817CBB"/>
    <w:rsid w:val="00817D85"/>
    <w:rsid w:val="0082005F"/>
    <w:rsid w:val="0082073D"/>
    <w:rsid w:val="00820882"/>
    <w:rsid w:val="00820904"/>
    <w:rsid w:val="00820A13"/>
    <w:rsid w:val="00820AEE"/>
    <w:rsid w:val="00820B8A"/>
    <w:rsid w:val="00820CD8"/>
    <w:rsid w:val="00820F68"/>
    <w:rsid w:val="00821061"/>
    <w:rsid w:val="008213DC"/>
    <w:rsid w:val="008218B7"/>
    <w:rsid w:val="0082193F"/>
    <w:rsid w:val="00821A7B"/>
    <w:rsid w:val="00821AE5"/>
    <w:rsid w:val="00821C17"/>
    <w:rsid w:val="00821D02"/>
    <w:rsid w:val="00821E6D"/>
    <w:rsid w:val="00821FCC"/>
    <w:rsid w:val="008221C6"/>
    <w:rsid w:val="008222F6"/>
    <w:rsid w:val="008223AA"/>
    <w:rsid w:val="00822629"/>
    <w:rsid w:val="00822631"/>
    <w:rsid w:val="0082281D"/>
    <w:rsid w:val="00822A8E"/>
    <w:rsid w:val="00822B6A"/>
    <w:rsid w:val="00823080"/>
    <w:rsid w:val="008230F5"/>
    <w:rsid w:val="00823128"/>
    <w:rsid w:val="00823485"/>
    <w:rsid w:val="008239B2"/>
    <w:rsid w:val="00823C84"/>
    <w:rsid w:val="00823CF2"/>
    <w:rsid w:val="00823CF6"/>
    <w:rsid w:val="00824184"/>
    <w:rsid w:val="00824390"/>
    <w:rsid w:val="008244FF"/>
    <w:rsid w:val="00824970"/>
    <w:rsid w:val="00824A4F"/>
    <w:rsid w:val="0082545B"/>
    <w:rsid w:val="00825A31"/>
    <w:rsid w:val="00825D50"/>
    <w:rsid w:val="00825D63"/>
    <w:rsid w:val="00826038"/>
    <w:rsid w:val="008260E7"/>
    <w:rsid w:val="008261A6"/>
    <w:rsid w:val="0082620B"/>
    <w:rsid w:val="00826A99"/>
    <w:rsid w:val="00826ACB"/>
    <w:rsid w:val="00826EEA"/>
    <w:rsid w:val="00827E1B"/>
    <w:rsid w:val="008300E9"/>
    <w:rsid w:val="0083039F"/>
    <w:rsid w:val="008304D8"/>
    <w:rsid w:val="00830AD7"/>
    <w:rsid w:val="00830BC6"/>
    <w:rsid w:val="00830D02"/>
    <w:rsid w:val="008314ED"/>
    <w:rsid w:val="00831F26"/>
    <w:rsid w:val="0083202D"/>
    <w:rsid w:val="008324B2"/>
    <w:rsid w:val="0083253F"/>
    <w:rsid w:val="008326B7"/>
    <w:rsid w:val="00832947"/>
    <w:rsid w:val="008329CD"/>
    <w:rsid w:val="008329D1"/>
    <w:rsid w:val="00832D3D"/>
    <w:rsid w:val="00832F72"/>
    <w:rsid w:val="008331BF"/>
    <w:rsid w:val="008331C6"/>
    <w:rsid w:val="00833241"/>
    <w:rsid w:val="00833431"/>
    <w:rsid w:val="00833899"/>
    <w:rsid w:val="00833C2E"/>
    <w:rsid w:val="00834176"/>
    <w:rsid w:val="00834953"/>
    <w:rsid w:val="00834B9E"/>
    <w:rsid w:val="00834C99"/>
    <w:rsid w:val="00834E45"/>
    <w:rsid w:val="00835298"/>
    <w:rsid w:val="008352BD"/>
    <w:rsid w:val="008354D9"/>
    <w:rsid w:val="0083558E"/>
    <w:rsid w:val="008355F0"/>
    <w:rsid w:val="008357A5"/>
    <w:rsid w:val="00835970"/>
    <w:rsid w:val="00835978"/>
    <w:rsid w:val="008359FF"/>
    <w:rsid w:val="00835CE7"/>
    <w:rsid w:val="00835EC1"/>
    <w:rsid w:val="00836A66"/>
    <w:rsid w:val="00836B39"/>
    <w:rsid w:val="00836B59"/>
    <w:rsid w:val="00836CCA"/>
    <w:rsid w:val="00836CCE"/>
    <w:rsid w:val="00836F3E"/>
    <w:rsid w:val="008370BC"/>
    <w:rsid w:val="00837741"/>
    <w:rsid w:val="0083788B"/>
    <w:rsid w:val="00837D10"/>
    <w:rsid w:val="00837EA0"/>
    <w:rsid w:val="008402F7"/>
    <w:rsid w:val="008404DE"/>
    <w:rsid w:val="00840C28"/>
    <w:rsid w:val="00840DBE"/>
    <w:rsid w:val="0084125B"/>
    <w:rsid w:val="00841BA7"/>
    <w:rsid w:val="00841D5D"/>
    <w:rsid w:val="008421D1"/>
    <w:rsid w:val="00842DBA"/>
    <w:rsid w:val="0084322A"/>
    <w:rsid w:val="0084381E"/>
    <w:rsid w:val="008439B8"/>
    <w:rsid w:val="008439C8"/>
    <w:rsid w:val="00843F3F"/>
    <w:rsid w:val="00844117"/>
    <w:rsid w:val="00844194"/>
    <w:rsid w:val="00844433"/>
    <w:rsid w:val="008444E9"/>
    <w:rsid w:val="0084453B"/>
    <w:rsid w:val="00844719"/>
    <w:rsid w:val="00844ABE"/>
    <w:rsid w:val="00844BC1"/>
    <w:rsid w:val="00844E0E"/>
    <w:rsid w:val="00844F3D"/>
    <w:rsid w:val="008450ED"/>
    <w:rsid w:val="0084511B"/>
    <w:rsid w:val="0084515E"/>
    <w:rsid w:val="00845264"/>
    <w:rsid w:val="00845298"/>
    <w:rsid w:val="008455AD"/>
    <w:rsid w:val="00845989"/>
    <w:rsid w:val="00845B3F"/>
    <w:rsid w:val="00845B85"/>
    <w:rsid w:val="00845C1A"/>
    <w:rsid w:val="00845DED"/>
    <w:rsid w:val="00845E51"/>
    <w:rsid w:val="00846162"/>
    <w:rsid w:val="00846371"/>
    <w:rsid w:val="0084653F"/>
    <w:rsid w:val="0084694A"/>
    <w:rsid w:val="00846CAC"/>
    <w:rsid w:val="00847022"/>
    <w:rsid w:val="00847AFF"/>
    <w:rsid w:val="00847B70"/>
    <w:rsid w:val="00847F16"/>
    <w:rsid w:val="008500FE"/>
    <w:rsid w:val="008502B1"/>
    <w:rsid w:val="0085038C"/>
    <w:rsid w:val="008504AC"/>
    <w:rsid w:val="008506F3"/>
    <w:rsid w:val="008509FB"/>
    <w:rsid w:val="00850C0C"/>
    <w:rsid w:val="00850C41"/>
    <w:rsid w:val="00850DDB"/>
    <w:rsid w:val="00850E37"/>
    <w:rsid w:val="00850FB7"/>
    <w:rsid w:val="00850FE0"/>
    <w:rsid w:val="00851197"/>
    <w:rsid w:val="0085122F"/>
    <w:rsid w:val="008513ED"/>
    <w:rsid w:val="008515B6"/>
    <w:rsid w:val="00851716"/>
    <w:rsid w:val="00851813"/>
    <w:rsid w:val="00851916"/>
    <w:rsid w:val="00851B8A"/>
    <w:rsid w:val="00851CA9"/>
    <w:rsid w:val="00851E0A"/>
    <w:rsid w:val="00851E76"/>
    <w:rsid w:val="00851E9D"/>
    <w:rsid w:val="00851EC0"/>
    <w:rsid w:val="00851FF3"/>
    <w:rsid w:val="0085210E"/>
    <w:rsid w:val="008521FF"/>
    <w:rsid w:val="0085221C"/>
    <w:rsid w:val="00852291"/>
    <w:rsid w:val="008522B2"/>
    <w:rsid w:val="00852360"/>
    <w:rsid w:val="00852393"/>
    <w:rsid w:val="00852415"/>
    <w:rsid w:val="008524E2"/>
    <w:rsid w:val="008527E8"/>
    <w:rsid w:val="00852A21"/>
    <w:rsid w:val="00852A43"/>
    <w:rsid w:val="00852AAA"/>
    <w:rsid w:val="00852B37"/>
    <w:rsid w:val="00852C05"/>
    <w:rsid w:val="00852E2A"/>
    <w:rsid w:val="008533C4"/>
    <w:rsid w:val="00853404"/>
    <w:rsid w:val="00853499"/>
    <w:rsid w:val="00853615"/>
    <w:rsid w:val="0085380D"/>
    <w:rsid w:val="00853A4A"/>
    <w:rsid w:val="00853D24"/>
    <w:rsid w:val="00853E60"/>
    <w:rsid w:val="0085417D"/>
    <w:rsid w:val="008542F1"/>
    <w:rsid w:val="008545C5"/>
    <w:rsid w:val="008547D2"/>
    <w:rsid w:val="008547E9"/>
    <w:rsid w:val="008549EA"/>
    <w:rsid w:val="00854AD5"/>
    <w:rsid w:val="00854AF6"/>
    <w:rsid w:val="00854BD2"/>
    <w:rsid w:val="00854C31"/>
    <w:rsid w:val="00855202"/>
    <w:rsid w:val="0085538A"/>
    <w:rsid w:val="00855764"/>
    <w:rsid w:val="00855A20"/>
    <w:rsid w:val="00855B1C"/>
    <w:rsid w:val="00855C8E"/>
    <w:rsid w:val="00855D8D"/>
    <w:rsid w:val="0085608B"/>
    <w:rsid w:val="008562AB"/>
    <w:rsid w:val="008565B9"/>
    <w:rsid w:val="00856ADC"/>
    <w:rsid w:val="00856BAD"/>
    <w:rsid w:val="00856D6F"/>
    <w:rsid w:val="00856F02"/>
    <w:rsid w:val="00856FB8"/>
    <w:rsid w:val="00857011"/>
    <w:rsid w:val="00857104"/>
    <w:rsid w:val="0085756A"/>
    <w:rsid w:val="008578DA"/>
    <w:rsid w:val="00857AB1"/>
    <w:rsid w:val="00857D95"/>
    <w:rsid w:val="00857D99"/>
    <w:rsid w:val="0086006C"/>
    <w:rsid w:val="0086021F"/>
    <w:rsid w:val="00860366"/>
    <w:rsid w:val="00860813"/>
    <w:rsid w:val="00860D51"/>
    <w:rsid w:val="00860E82"/>
    <w:rsid w:val="0086100C"/>
    <w:rsid w:val="0086118B"/>
    <w:rsid w:val="00861277"/>
    <w:rsid w:val="00861345"/>
    <w:rsid w:val="00861482"/>
    <w:rsid w:val="00861645"/>
    <w:rsid w:val="00861674"/>
    <w:rsid w:val="00861958"/>
    <w:rsid w:val="00861A4B"/>
    <w:rsid w:val="00861B94"/>
    <w:rsid w:val="00861BE8"/>
    <w:rsid w:val="008621E2"/>
    <w:rsid w:val="0086234C"/>
    <w:rsid w:val="0086248F"/>
    <w:rsid w:val="008626A1"/>
    <w:rsid w:val="00862B06"/>
    <w:rsid w:val="008630B6"/>
    <w:rsid w:val="00863162"/>
    <w:rsid w:val="008631C0"/>
    <w:rsid w:val="008633DD"/>
    <w:rsid w:val="00863510"/>
    <w:rsid w:val="008635E8"/>
    <w:rsid w:val="008639BD"/>
    <w:rsid w:val="00863C90"/>
    <w:rsid w:val="00863CAF"/>
    <w:rsid w:val="008643AB"/>
    <w:rsid w:val="008646A7"/>
    <w:rsid w:val="0086477A"/>
    <w:rsid w:val="0086487D"/>
    <w:rsid w:val="0086489A"/>
    <w:rsid w:val="008648C6"/>
    <w:rsid w:val="0086490C"/>
    <w:rsid w:val="00864B85"/>
    <w:rsid w:val="00864C4C"/>
    <w:rsid w:val="0086508E"/>
    <w:rsid w:val="0086535C"/>
    <w:rsid w:val="0086537B"/>
    <w:rsid w:val="008653C3"/>
    <w:rsid w:val="0086557D"/>
    <w:rsid w:val="00865DA3"/>
    <w:rsid w:val="008660A9"/>
    <w:rsid w:val="00866819"/>
    <w:rsid w:val="00866CC7"/>
    <w:rsid w:val="00866D1E"/>
    <w:rsid w:val="00866FC5"/>
    <w:rsid w:val="00867070"/>
    <w:rsid w:val="008672E3"/>
    <w:rsid w:val="00867643"/>
    <w:rsid w:val="008676E7"/>
    <w:rsid w:val="0086775D"/>
    <w:rsid w:val="00867EF6"/>
    <w:rsid w:val="00870130"/>
    <w:rsid w:val="00870192"/>
    <w:rsid w:val="008701FA"/>
    <w:rsid w:val="00870605"/>
    <w:rsid w:val="00870EC4"/>
    <w:rsid w:val="00870FDF"/>
    <w:rsid w:val="00871B37"/>
    <w:rsid w:val="00871C21"/>
    <w:rsid w:val="00871D3E"/>
    <w:rsid w:val="0087207C"/>
    <w:rsid w:val="0087213D"/>
    <w:rsid w:val="008727E0"/>
    <w:rsid w:val="00872832"/>
    <w:rsid w:val="008728DA"/>
    <w:rsid w:val="00872ABC"/>
    <w:rsid w:val="00872B0A"/>
    <w:rsid w:val="00872C69"/>
    <w:rsid w:val="00872E06"/>
    <w:rsid w:val="00872E91"/>
    <w:rsid w:val="008730A9"/>
    <w:rsid w:val="00873735"/>
    <w:rsid w:val="00873743"/>
    <w:rsid w:val="008737D0"/>
    <w:rsid w:val="00873B28"/>
    <w:rsid w:val="00873C57"/>
    <w:rsid w:val="00873FFA"/>
    <w:rsid w:val="008740F8"/>
    <w:rsid w:val="00874721"/>
    <w:rsid w:val="0087479C"/>
    <w:rsid w:val="008749B4"/>
    <w:rsid w:val="00874D2C"/>
    <w:rsid w:val="0087565E"/>
    <w:rsid w:val="00875A0C"/>
    <w:rsid w:val="00875DDB"/>
    <w:rsid w:val="00875E4E"/>
    <w:rsid w:val="00876147"/>
    <w:rsid w:val="00876634"/>
    <w:rsid w:val="008766C5"/>
    <w:rsid w:val="00876714"/>
    <w:rsid w:val="00876AB4"/>
    <w:rsid w:val="00876C78"/>
    <w:rsid w:val="00877086"/>
    <w:rsid w:val="008770B4"/>
    <w:rsid w:val="008771AD"/>
    <w:rsid w:val="00877470"/>
    <w:rsid w:val="008774A0"/>
    <w:rsid w:val="00877551"/>
    <w:rsid w:val="00877575"/>
    <w:rsid w:val="0087772B"/>
    <w:rsid w:val="00877864"/>
    <w:rsid w:val="00877BBA"/>
    <w:rsid w:val="00877C68"/>
    <w:rsid w:val="00877D59"/>
    <w:rsid w:val="00880024"/>
    <w:rsid w:val="00880601"/>
    <w:rsid w:val="008806A3"/>
    <w:rsid w:val="0088070B"/>
    <w:rsid w:val="008808DC"/>
    <w:rsid w:val="00880D0D"/>
    <w:rsid w:val="00880E86"/>
    <w:rsid w:val="00880ED5"/>
    <w:rsid w:val="0088114B"/>
    <w:rsid w:val="008815F0"/>
    <w:rsid w:val="008817E9"/>
    <w:rsid w:val="00881E2E"/>
    <w:rsid w:val="008821A2"/>
    <w:rsid w:val="00882A2B"/>
    <w:rsid w:val="00882B85"/>
    <w:rsid w:val="00882E2B"/>
    <w:rsid w:val="00882FAF"/>
    <w:rsid w:val="00883190"/>
    <w:rsid w:val="0088379D"/>
    <w:rsid w:val="00883BEC"/>
    <w:rsid w:val="00883ED9"/>
    <w:rsid w:val="00884102"/>
    <w:rsid w:val="00884601"/>
    <w:rsid w:val="00884763"/>
    <w:rsid w:val="0088482C"/>
    <w:rsid w:val="00884A0C"/>
    <w:rsid w:val="008855AB"/>
    <w:rsid w:val="00885908"/>
    <w:rsid w:val="00885AE0"/>
    <w:rsid w:val="00885AF5"/>
    <w:rsid w:val="00885CC8"/>
    <w:rsid w:val="00885DBF"/>
    <w:rsid w:val="00885F36"/>
    <w:rsid w:val="00886021"/>
    <w:rsid w:val="00886CE1"/>
    <w:rsid w:val="00886CFF"/>
    <w:rsid w:val="00886E19"/>
    <w:rsid w:val="008875ED"/>
    <w:rsid w:val="00887661"/>
    <w:rsid w:val="008876EC"/>
    <w:rsid w:val="00887867"/>
    <w:rsid w:val="00887C3F"/>
    <w:rsid w:val="0089004B"/>
    <w:rsid w:val="00890200"/>
    <w:rsid w:val="008905CB"/>
    <w:rsid w:val="008905E2"/>
    <w:rsid w:val="00890723"/>
    <w:rsid w:val="008908E2"/>
    <w:rsid w:val="00891051"/>
    <w:rsid w:val="00891782"/>
    <w:rsid w:val="00891835"/>
    <w:rsid w:val="00891AF0"/>
    <w:rsid w:val="00891DFA"/>
    <w:rsid w:val="00891E80"/>
    <w:rsid w:val="0089217E"/>
    <w:rsid w:val="00892241"/>
    <w:rsid w:val="0089249F"/>
    <w:rsid w:val="008926A7"/>
    <w:rsid w:val="0089274A"/>
    <w:rsid w:val="008929A4"/>
    <w:rsid w:val="00892A9D"/>
    <w:rsid w:val="00892B3B"/>
    <w:rsid w:val="00892C1C"/>
    <w:rsid w:val="00892E9E"/>
    <w:rsid w:val="00892FBC"/>
    <w:rsid w:val="0089324E"/>
    <w:rsid w:val="00893271"/>
    <w:rsid w:val="00893297"/>
    <w:rsid w:val="008934FA"/>
    <w:rsid w:val="00893662"/>
    <w:rsid w:val="00893736"/>
    <w:rsid w:val="00893847"/>
    <w:rsid w:val="00893BED"/>
    <w:rsid w:val="00893D09"/>
    <w:rsid w:val="00893E16"/>
    <w:rsid w:val="008940A0"/>
    <w:rsid w:val="008943EB"/>
    <w:rsid w:val="00894696"/>
    <w:rsid w:val="00894740"/>
    <w:rsid w:val="0089525A"/>
    <w:rsid w:val="0089535E"/>
    <w:rsid w:val="008955FC"/>
    <w:rsid w:val="00895B07"/>
    <w:rsid w:val="00895B49"/>
    <w:rsid w:val="00895F71"/>
    <w:rsid w:val="00896385"/>
    <w:rsid w:val="00896387"/>
    <w:rsid w:val="00896480"/>
    <w:rsid w:val="00896708"/>
    <w:rsid w:val="0089678A"/>
    <w:rsid w:val="008969E6"/>
    <w:rsid w:val="00896C69"/>
    <w:rsid w:val="008974E9"/>
    <w:rsid w:val="0089771A"/>
    <w:rsid w:val="00897DE5"/>
    <w:rsid w:val="00897ECF"/>
    <w:rsid w:val="008A003C"/>
    <w:rsid w:val="008A02F2"/>
    <w:rsid w:val="008A0316"/>
    <w:rsid w:val="008A086E"/>
    <w:rsid w:val="008A0D81"/>
    <w:rsid w:val="008A104D"/>
    <w:rsid w:val="008A11B4"/>
    <w:rsid w:val="008A11C2"/>
    <w:rsid w:val="008A14AC"/>
    <w:rsid w:val="008A1634"/>
    <w:rsid w:val="008A17F6"/>
    <w:rsid w:val="008A1871"/>
    <w:rsid w:val="008A188F"/>
    <w:rsid w:val="008A1F62"/>
    <w:rsid w:val="008A1F66"/>
    <w:rsid w:val="008A2515"/>
    <w:rsid w:val="008A2674"/>
    <w:rsid w:val="008A2735"/>
    <w:rsid w:val="008A2878"/>
    <w:rsid w:val="008A28A6"/>
    <w:rsid w:val="008A2971"/>
    <w:rsid w:val="008A29E8"/>
    <w:rsid w:val="008A2C9F"/>
    <w:rsid w:val="008A2D45"/>
    <w:rsid w:val="008A2DE6"/>
    <w:rsid w:val="008A327B"/>
    <w:rsid w:val="008A3BA7"/>
    <w:rsid w:val="008A3DC1"/>
    <w:rsid w:val="008A40BF"/>
    <w:rsid w:val="008A4119"/>
    <w:rsid w:val="008A422D"/>
    <w:rsid w:val="008A45FB"/>
    <w:rsid w:val="008A466B"/>
    <w:rsid w:val="008A4927"/>
    <w:rsid w:val="008A4B28"/>
    <w:rsid w:val="008A4D15"/>
    <w:rsid w:val="008A4D84"/>
    <w:rsid w:val="008A4E46"/>
    <w:rsid w:val="008A58EF"/>
    <w:rsid w:val="008A5A37"/>
    <w:rsid w:val="008A5E0E"/>
    <w:rsid w:val="008A61E5"/>
    <w:rsid w:val="008A61F5"/>
    <w:rsid w:val="008A6360"/>
    <w:rsid w:val="008A695F"/>
    <w:rsid w:val="008A6A93"/>
    <w:rsid w:val="008A6EEA"/>
    <w:rsid w:val="008A6F39"/>
    <w:rsid w:val="008A6FA9"/>
    <w:rsid w:val="008A7009"/>
    <w:rsid w:val="008A723B"/>
    <w:rsid w:val="008A76D4"/>
    <w:rsid w:val="008A7782"/>
    <w:rsid w:val="008A7A1E"/>
    <w:rsid w:val="008A7E94"/>
    <w:rsid w:val="008B02EA"/>
    <w:rsid w:val="008B0342"/>
    <w:rsid w:val="008B048D"/>
    <w:rsid w:val="008B05C5"/>
    <w:rsid w:val="008B0C50"/>
    <w:rsid w:val="008B0C9B"/>
    <w:rsid w:val="008B0CE7"/>
    <w:rsid w:val="008B0D5B"/>
    <w:rsid w:val="008B14B5"/>
    <w:rsid w:val="008B1526"/>
    <w:rsid w:val="008B1631"/>
    <w:rsid w:val="008B1823"/>
    <w:rsid w:val="008B19AE"/>
    <w:rsid w:val="008B1C4C"/>
    <w:rsid w:val="008B1E4C"/>
    <w:rsid w:val="008B1ED5"/>
    <w:rsid w:val="008B1FA7"/>
    <w:rsid w:val="008B225C"/>
    <w:rsid w:val="008B2877"/>
    <w:rsid w:val="008B2968"/>
    <w:rsid w:val="008B2A5C"/>
    <w:rsid w:val="008B31C0"/>
    <w:rsid w:val="008B3281"/>
    <w:rsid w:val="008B32C2"/>
    <w:rsid w:val="008B3454"/>
    <w:rsid w:val="008B34E7"/>
    <w:rsid w:val="008B352F"/>
    <w:rsid w:val="008B35BC"/>
    <w:rsid w:val="008B371F"/>
    <w:rsid w:val="008B3960"/>
    <w:rsid w:val="008B3B5B"/>
    <w:rsid w:val="008B3F28"/>
    <w:rsid w:val="008B421C"/>
    <w:rsid w:val="008B44E6"/>
    <w:rsid w:val="008B4677"/>
    <w:rsid w:val="008B493D"/>
    <w:rsid w:val="008B4AB4"/>
    <w:rsid w:val="008B4B6C"/>
    <w:rsid w:val="008B50A4"/>
    <w:rsid w:val="008B51A5"/>
    <w:rsid w:val="008B563A"/>
    <w:rsid w:val="008B577F"/>
    <w:rsid w:val="008B57E5"/>
    <w:rsid w:val="008B59A7"/>
    <w:rsid w:val="008B5EA1"/>
    <w:rsid w:val="008B5FC7"/>
    <w:rsid w:val="008B628A"/>
    <w:rsid w:val="008B62AE"/>
    <w:rsid w:val="008B639A"/>
    <w:rsid w:val="008B6A5D"/>
    <w:rsid w:val="008B6A93"/>
    <w:rsid w:val="008B6D0D"/>
    <w:rsid w:val="008B6E05"/>
    <w:rsid w:val="008B7106"/>
    <w:rsid w:val="008B71EF"/>
    <w:rsid w:val="008B7586"/>
    <w:rsid w:val="008B79A7"/>
    <w:rsid w:val="008B7B85"/>
    <w:rsid w:val="008B7F4B"/>
    <w:rsid w:val="008C001B"/>
    <w:rsid w:val="008C00AC"/>
    <w:rsid w:val="008C0357"/>
    <w:rsid w:val="008C03CD"/>
    <w:rsid w:val="008C05D7"/>
    <w:rsid w:val="008C0724"/>
    <w:rsid w:val="008C0776"/>
    <w:rsid w:val="008C1484"/>
    <w:rsid w:val="008C191D"/>
    <w:rsid w:val="008C1C52"/>
    <w:rsid w:val="008C1E1B"/>
    <w:rsid w:val="008C2454"/>
    <w:rsid w:val="008C24C1"/>
    <w:rsid w:val="008C29D2"/>
    <w:rsid w:val="008C30AB"/>
    <w:rsid w:val="008C3257"/>
    <w:rsid w:val="008C32BA"/>
    <w:rsid w:val="008C36D4"/>
    <w:rsid w:val="008C3A11"/>
    <w:rsid w:val="008C3AC7"/>
    <w:rsid w:val="008C3C1A"/>
    <w:rsid w:val="008C3D69"/>
    <w:rsid w:val="008C4003"/>
    <w:rsid w:val="008C4642"/>
    <w:rsid w:val="008C4B1C"/>
    <w:rsid w:val="008C4B53"/>
    <w:rsid w:val="008C4B5E"/>
    <w:rsid w:val="008C4F30"/>
    <w:rsid w:val="008C505A"/>
    <w:rsid w:val="008C5196"/>
    <w:rsid w:val="008C53C0"/>
    <w:rsid w:val="008C5871"/>
    <w:rsid w:val="008C5A2B"/>
    <w:rsid w:val="008C5A67"/>
    <w:rsid w:val="008C5C45"/>
    <w:rsid w:val="008C5D42"/>
    <w:rsid w:val="008C5F10"/>
    <w:rsid w:val="008C677C"/>
    <w:rsid w:val="008C6B44"/>
    <w:rsid w:val="008C6C77"/>
    <w:rsid w:val="008C7022"/>
    <w:rsid w:val="008C7418"/>
    <w:rsid w:val="008C75C4"/>
    <w:rsid w:val="008C7B09"/>
    <w:rsid w:val="008C7CF1"/>
    <w:rsid w:val="008C7F15"/>
    <w:rsid w:val="008D05E3"/>
    <w:rsid w:val="008D068C"/>
    <w:rsid w:val="008D071D"/>
    <w:rsid w:val="008D0D28"/>
    <w:rsid w:val="008D1001"/>
    <w:rsid w:val="008D1577"/>
    <w:rsid w:val="008D1608"/>
    <w:rsid w:val="008D1AF2"/>
    <w:rsid w:val="008D1BF9"/>
    <w:rsid w:val="008D1D5E"/>
    <w:rsid w:val="008D1E84"/>
    <w:rsid w:val="008D2310"/>
    <w:rsid w:val="008D244F"/>
    <w:rsid w:val="008D2721"/>
    <w:rsid w:val="008D27F0"/>
    <w:rsid w:val="008D29F8"/>
    <w:rsid w:val="008D2C62"/>
    <w:rsid w:val="008D3063"/>
    <w:rsid w:val="008D3561"/>
    <w:rsid w:val="008D3CBB"/>
    <w:rsid w:val="008D3F5C"/>
    <w:rsid w:val="008D41BA"/>
    <w:rsid w:val="008D43A7"/>
    <w:rsid w:val="008D4480"/>
    <w:rsid w:val="008D4BA1"/>
    <w:rsid w:val="008D4BBA"/>
    <w:rsid w:val="008D503B"/>
    <w:rsid w:val="008D519B"/>
    <w:rsid w:val="008D5267"/>
    <w:rsid w:val="008D5281"/>
    <w:rsid w:val="008D52A3"/>
    <w:rsid w:val="008D532A"/>
    <w:rsid w:val="008D5684"/>
    <w:rsid w:val="008D57DD"/>
    <w:rsid w:val="008D5A88"/>
    <w:rsid w:val="008D5C3A"/>
    <w:rsid w:val="008D6176"/>
    <w:rsid w:val="008D624B"/>
    <w:rsid w:val="008D677B"/>
    <w:rsid w:val="008D67AC"/>
    <w:rsid w:val="008D6923"/>
    <w:rsid w:val="008D69DB"/>
    <w:rsid w:val="008D69EE"/>
    <w:rsid w:val="008D6C22"/>
    <w:rsid w:val="008D6D28"/>
    <w:rsid w:val="008D6D83"/>
    <w:rsid w:val="008D78FE"/>
    <w:rsid w:val="008D797E"/>
    <w:rsid w:val="008D7C5E"/>
    <w:rsid w:val="008E031F"/>
    <w:rsid w:val="008E03A4"/>
    <w:rsid w:val="008E084C"/>
    <w:rsid w:val="008E0963"/>
    <w:rsid w:val="008E0D1D"/>
    <w:rsid w:val="008E0E00"/>
    <w:rsid w:val="008E12CC"/>
    <w:rsid w:val="008E15D4"/>
    <w:rsid w:val="008E1C93"/>
    <w:rsid w:val="008E1CF3"/>
    <w:rsid w:val="008E1E34"/>
    <w:rsid w:val="008E1F34"/>
    <w:rsid w:val="008E233A"/>
    <w:rsid w:val="008E243C"/>
    <w:rsid w:val="008E248F"/>
    <w:rsid w:val="008E276A"/>
    <w:rsid w:val="008E2977"/>
    <w:rsid w:val="008E2AD6"/>
    <w:rsid w:val="008E2C86"/>
    <w:rsid w:val="008E2EE4"/>
    <w:rsid w:val="008E30F6"/>
    <w:rsid w:val="008E343A"/>
    <w:rsid w:val="008E3609"/>
    <w:rsid w:val="008E40A6"/>
    <w:rsid w:val="008E41C6"/>
    <w:rsid w:val="008E4286"/>
    <w:rsid w:val="008E4487"/>
    <w:rsid w:val="008E4499"/>
    <w:rsid w:val="008E4D9B"/>
    <w:rsid w:val="008E4DF6"/>
    <w:rsid w:val="008E4EE4"/>
    <w:rsid w:val="008E531E"/>
    <w:rsid w:val="008E5884"/>
    <w:rsid w:val="008E62F9"/>
    <w:rsid w:val="008E64D7"/>
    <w:rsid w:val="008E66CF"/>
    <w:rsid w:val="008E6A99"/>
    <w:rsid w:val="008E6AAA"/>
    <w:rsid w:val="008E6B80"/>
    <w:rsid w:val="008E7221"/>
    <w:rsid w:val="008E7644"/>
    <w:rsid w:val="008E766D"/>
    <w:rsid w:val="008E7C6F"/>
    <w:rsid w:val="008E7CD0"/>
    <w:rsid w:val="008E7F56"/>
    <w:rsid w:val="008E7FED"/>
    <w:rsid w:val="008F00E5"/>
    <w:rsid w:val="008F017A"/>
    <w:rsid w:val="008F05BA"/>
    <w:rsid w:val="008F0653"/>
    <w:rsid w:val="008F0988"/>
    <w:rsid w:val="008F0A42"/>
    <w:rsid w:val="008F0AD2"/>
    <w:rsid w:val="008F0CD3"/>
    <w:rsid w:val="008F0CE9"/>
    <w:rsid w:val="008F0D40"/>
    <w:rsid w:val="008F0D89"/>
    <w:rsid w:val="008F0E8E"/>
    <w:rsid w:val="008F0F34"/>
    <w:rsid w:val="008F0FF8"/>
    <w:rsid w:val="008F10D0"/>
    <w:rsid w:val="008F11AB"/>
    <w:rsid w:val="008F13E6"/>
    <w:rsid w:val="008F13EE"/>
    <w:rsid w:val="008F1B9F"/>
    <w:rsid w:val="008F2022"/>
    <w:rsid w:val="008F231E"/>
    <w:rsid w:val="008F239A"/>
    <w:rsid w:val="008F23C7"/>
    <w:rsid w:val="008F282B"/>
    <w:rsid w:val="008F2A87"/>
    <w:rsid w:val="008F2AD0"/>
    <w:rsid w:val="008F2CCF"/>
    <w:rsid w:val="008F2E5A"/>
    <w:rsid w:val="008F31AB"/>
    <w:rsid w:val="008F376B"/>
    <w:rsid w:val="008F3900"/>
    <w:rsid w:val="008F3EA7"/>
    <w:rsid w:val="008F3F97"/>
    <w:rsid w:val="008F4164"/>
    <w:rsid w:val="008F41AB"/>
    <w:rsid w:val="008F4215"/>
    <w:rsid w:val="008F445A"/>
    <w:rsid w:val="008F4516"/>
    <w:rsid w:val="008F4BD3"/>
    <w:rsid w:val="008F4D7D"/>
    <w:rsid w:val="008F52DB"/>
    <w:rsid w:val="008F53E4"/>
    <w:rsid w:val="008F567E"/>
    <w:rsid w:val="008F59AD"/>
    <w:rsid w:val="008F5D4F"/>
    <w:rsid w:val="008F5DDD"/>
    <w:rsid w:val="008F5ECF"/>
    <w:rsid w:val="008F60DF"/>
    <w:rsid w:val="008F661E"/>
    <w:rsid w:val="008F6758"/>
    <w:rsid w:val="008F6778"/>
    <w:rsid w:val="008F6A9C"/>
    <w:rsid w:val="008F743D"/>
    <w:rsid w:val="008F745C"/>
    <w:rsid w:val="008F79CE"/>
    <w:rsid w:val="008F7A7A"/>
    <w:rsid w:val="008F7EAE"/>
    <w:rsid w:val="008F7FB8"/>
    <w:rsid w:val="0090023F"/>
    <w:rsid w:val="0090044E"/>
    <w:rsid w:val="00900551"/>
    <w:rsid w:val="00900B49"/>
    <w:rsid w:val="00900C9F"/>
    <w:rsid w:val="00900D70"/>
    <w:rsid w:val="00900ED0"/>
    <w:rsid w:val="00900EE2"/>
    <w:rsid w:val="00900FF7"/>
    <w:rsid w:val="009010BD"/>
    <w:rsid w:val="00901347"/>
    <w:rsid w:val="0090146D"/>
    <w:rsid w:val="00901F4C"/>
    <w:rsid w:val="009026D7"/>
    <w:rsid w:val="009029DC"/>
    <w:rsid w:val="00902A6D"/>
    <w:rsid w:val="00902BD8"/>
    <w:rsid w:val="00902D9C"/>
    <w:rsid w:val="009030F4"/>
    <w:rsid w:val="00903250"/>
    <w:rsid w:val="0090341F"/>
    <w:rsid w:val="009039B3"/>
    <w:rsid w:val="00903A30"/>
    <w:rsid w:val="00903ABD"/>
    <w:rsid w:val="009042C4"/>
    <w:rsid w:val="00904374"/>
    <w:rsid w:val="009044F1"/>
    <w:rsid w:val="0090472E"/>
    <w:rsid w:val="0090490C"/>
    <w:rsid w:val="00904D2B"/>
    <w:rsid w:val="00904D3C"/>
    <w:rsid w:val="00904D40"/>
    <w:rsid w:val="00904ED7"/>
    <w:rsid w:val="00905727"/>
    <w:rsid w:val="0090583E"/>
    <w:rsid w:val="00905846"/>
    <w:rsid w:val="00905853"/>
    <w:rsid w:val="009058EC"/>
    <w:rsid w:val="00905954"/>
    <w:rsid w:val="00905E90"/>
    <w:rsid w:val="00906242"/>
    <w:rsid w:val="009064BE"/>
    <w:rsid w:val="00906690"/>
    <w:rsid w:val="0090712A"/>
    <w:rsid w:val="009074CA"/>
    <w:rsid w:val="009078C1"/>
    <w:rsid w:val="00907B50"/>
    <w:rsid w:val="00907CEE"/>
    <w:rsid w:val="009101DB"/>
    <w:rsid w:val="00910433"/>
    <w:rsid w:val="0091056C"/>
    <w:rsid w:val="00910616"/>
    <w:rsid w:val="00910629"/>
    <w:rsid w:val="0091081E"/>
    <w:rsid w:val="009109EA"/>
    <w:rsid w:val="00910CD7"/>
    <w:rsid w:val="00911102"/>
    <w:rsid w:val="009113CF"/>
    <w:rsid w:val="0091147D"/>
    <w:rsid w:val="009114E2"/>
    <w:rsid w:val="0091173B"/>
    <w:rsid w:val="00911831"/>
    <w:rsid w:val="00911885"/>
    <w:rsid w:val="009119D7"/>
    <w:rsid w:val="00911B21"/>
    <w:rsid w:val="00911C9B"/>
    <w:rsid w:val="00912160"/>
    <w:rsid w:val="0091236C"/>
    <w:rsid w:val="009126EF"/>
    <w:rsid w:val="00912A27"/>
    <w:rsid w:val="00912A2B"/>
    <w:rsid w:val="00912A69"/>
    <w:rsid w:val="00912B98"/>
    <w:rsid w:val="00912B99"/>
    <w:rsid w:val="00912BB1"/>
    <w:rsid w:val="00912FAE"/>
    <w:rsid w:val="00912FD6"/>
    <w:rsid w:val="009131AB"/>
    <w:rsid w:val="009132A8"/>
    <w:rsid w:val="00913400"/>
    <w:rsid w:val="0091343B"/>
    <w:rsid w:val="0091344E"/>
    <w:rsid w:val="00913459"/>
    <w:rsid w:val="00913697"/>
    <w:rsid w:val="00913DB2"/>
    <w:rsid w:val="009143E4"/>
    <w:rsid w:val="0091448E"/>
    <w:rsid w:val="009144E0"/>
    <w:rsid w:val="0091478A"/>
    <w:rsid w:val="00914EF4"/>
    <w:rsid w:val="00915310"/>
    <w:rsid w:val="0091537F"/>
    <w:rsid w:val="009153BF"/>
    <w:rsid w:val="009157DF"/>
    <w:rsid w:val="0091585E"/>
    <w:rsid w:val="00915DF4"/>
    <w:rsid w:val="00915E28"/>
    <w:rsid w:val="00915E57"/>
    <w:rsid w:val="0091601C"/>
    <w:rsid w:val="00916215"/>
    <w:rsid w:val="009165B3"/>
    <w:rsid w:val="009165C1"/>
    <w:rsid w:val="0091679A"/>
    <w:rsid w:val="0091695C"/>
    <w:rsid w:val="00916E6C"/>
    <w:rsid w:val="00917005"/>
    <w:rsid w:val="00917431"/>
    <w:rsid w:val="0091769A"/>
    <w:rsid w:val="00917BCB"/>
    <w:rsid w:val="00917D61"/>
    <w:rsid w:val="00917DA9"/>
    <w:rsid w:val="009203F2"/>
    <w:rsid w:val="009204EF"/>
    <w:rsid w:val="009205A0"/>
    <w:rsid w:val="00920624"/>
    <w:rsid w:val="0092086E"/>
    <w:rsid w:val="0092089D"/>
    <w:rsid w:val="009209BB"/>
    <w:rsid w:val="00920C30"/>
    <w:rsid w:val="00920C72"/>
    <w:rsid w:val="00920C73"/>
    <w:rsid w:val="00921132"/>
    <w:rsid w:val="0092117B"/>
    <w:rsid w:val="009212EE"/>
    <w:rsid w:val="00921434"/>
    <w:rsid w:val="0092155D"/>
    <w:rsid w:val="0092158B"/>
    <w:rsid w:val="00921623"/>
    <w:rsid w:val="00921777"/>
    <w:rsid w:val="00921816"/>
    <w:rsid w:val="009219C2"/>
    <w:rsid w:val="00921D04"/>
    <w:rsid w:val="00921DCD"/>
    <w:rsid w:val="009221A1"/>
    <w:rsid w:val="00922254"/>
    <w:rsid w:val="009223CB"/>
    <w:rsid w:val="0092287D"/>
    <w:rsid w:val="00922A02"/>
    <w:rsid w:val="00922A79"/>
    <w:rsid w:val="0092369A"/>
    <w:rsid w:val="00923AF5"/>
    <w:rsid w:val="009240ED"/>
    <w:rsid w:val="00924383"/>
    <w:rsid w:val="009247F6"/>
    <w:rsid w:val="00924C22"/>
    <w:rsid w:val="009250F4"/>
    <w:rsid w:val="0092528A"/>
    <w:rsid w:val="009252B5"/>
    <w:rsid w:val="00925378"/>
    <w:rsid w:val="0092575F"/>
    <w:rsid w:val="00925EB0"/>
    <w:rsid w:val="009260AE"/>
    <w:rsid w:val="00926141"/>
    <w:rsid w:val="00926292"/>
    <w:rsid w:val="00926401"/>
    <w:rsid w:val="00926643"/>
    <w:rsid w:val="0092667A"/>
    <w:rsid w:val="00926E15"/>
    <w:rsid w:val="00927664"/>
    <w:rsid w:val="009278E1"/>
    <w:rsid w:val="00927E22"/>
    <w:rsid w:val="00927F84"/>
    <w:rsid w:val="00927FF1"/>
    <w:rsid w:val="009304F3"/>
    <w:rsid w:val="00930CEB"/>
    <w:rsid w:val="00930E09"/>
    <w:rsid w:val="00930FD4"/>
    <w:rsid w:val="0093114C"/>
    <w:rsid w:val="00931266"/>
    <w:rsid w:val="009317F2"/>
    <w:rsid w:val="00931B24"/>
    <w:rsid w:val="009326A2"/>
    <w:rsid w:val="009329DF"/>
    <w:rsid w:val="00932AC4"/>
    <w:rsid w:val="00932D34"/>
    <w:rsid w:val="00933032"/>
    <w:rsid w:val="00933407"/>
    <w:rsid w:val="0093365A"/>
    <w:rsid w:val="009337F1"/>
    <w:rsid w:val="0093386E"/>
    <w:rsid w:val="00933871"/>
    <w:rsid w:val="00933E55"/>
    <w:rsid w:val="0093438D"/>
    <w:rsid w:val="0093438E"/>
    <w:rsid w:val="009343DB"/>
    <w:rsid w:val="009343F6"/>
    <w:rsid w:val="009347F2"/>
    <w:rsid w:val="00934889"/>
    <w:rsid w:val="00934A7B"/>
    <w:rsid w:val="00934AD6"/>
    <w:rsid w:val="00934CDC"/>
    <w:rsid w:val="00934F78"/>
    <w:rsid w:val="0093520D"/>
    <w:rsid w:val="00935795"/>
    <w:rsid w:val="009367D2"/>
    <w:rsid w:val="00936FB0"/>
    <w:rsid w:val="00937095"/>
    <w:rsid w:val="0093712D"/>
    <w:rsid w:val="0093730F"/>
    <w:rsid w:val="009373DB"/>
    <w:rsid w:val="00937475"/>
    <w:rsid w:val="0093752D"/>
    <w:rsid w:val="009375A0"/>
    <w:rsid w:val="00937799"/>
    <w:rsid w:val="00937C5E"/>
    <w:rsid w:val="00937F20"/>
    <w:rsid w:val="009408D4"/>
    <w:rsid w:val="009409A2"/>
    <w:rsid w:val="00940ABC"/>
    <w:rsid w:val="00940B62"/>
    <w:rsid w:val="00940DDE"/>
    <w:rsid w:val="00940EF6"/>
    <w:rsid w:val="00940FAD"/>
    <w:rsid w:val="00941092"/>
    <w:rsid w:val="009410B5"/>
    <w:rsid w:val="0094110A"/>
    <w:rsid w:val="0094120A"/>
    <w:rsid w:val="00941293"/>
    <w:rsid w:val="009415A7"/>
    <w:rsid w:val="009415C8"/>
    <w:rsid w:val="00941A18"/>
    <w:rsid w:val="00941BF6"/>
    <w:rsid w:val="00941FAE"/>
    <w:rsid w:val="0094220B"/>
    <w:rsid w:val="0094221E"/>
    <w:rsid w:val="00942569"/>
    <w:rsid w:val="00942A28"/>
    <w:rsid w:val="00942AF8"/>
    <w:rsid w:val="00942E6B"/>
    <w:rsid w:val="00942F36"/>
    <w:rsid w:val="00942FF5"/>
    <w:rsid w:val="00943065"/>
    <w:rsid w:val="009430BE"/>
    <w:rsid w:val="00943906"/>
    <w:rsid w:val="00943DBE"/>
    <w:rsid w:val="0094412D"/>
    <w:rsid w:val="00944384"/>
    <w:rsid w:val="00944427"/>
    <w:rsid w:val="009446C7"/>
    <w:rsid w:val="009446F2"/>
    <w:rsid w:val="009447DC"/>
    <w:rsid w:val="00944B9B"/>
    <w:rsid w:val="00944D00"/>
    <w:rsid w:val="00944FF8"/>
    <w:rsid w:val="0094522E"/>
    <w:rsid w:val="00945423"/>
    <w:rsid w:val="0094585F"/>
    <w:rsid w:val="00945AC5"/>
    <w:rsid w:val="00945C77"/>
    <w:rsid w:val="00946DED"/>
    <w:rsid w:val="00947038"/>
    <w:rsid w:val="009472A8"/>
    <w:rsid w:val="009472F3"/>
    <w:rsid w:val="0094732C"/>
    <w:rsid w:val="00947330"/>
    <w:rsid w:val="009474FA"/>
    <w:rsid w:val="00947AC1"/>
    <w:rsid w:val="00947C67"/>
    <w:rsid w:val="00947DA4"/>
    <w:rsid w:val="0095028C"/>
    <w:rsid w:val="009505CA"/>
    <w:rsid w:val="00950693"/>
    <w:rsid w:val="00950697"/>
    <w:rsid w:val="00950881"/>
    <w:rsid w:val="00950992"/>
    <w:rsid w:val="00950C92"/>
    <w:rsid w:val="00950E62"/>
    <w:rsid w:val="00950EFE"/>
    <w:rsid w:val="009513BA"/>
    <w:rsid w:val="00951512"/>
    <w:rsid w:val="00951613"/>
    <w:rsid w:val="009516CC"/>
    <w:rsid w:val="00951A3A"/>
    <w:rsid w:val="00951E13"/>
    <w:rsid w:val="009521C1"/>
    <w:rsid w:val="00952292"/>
    <w:rsid w:val="00952674"/>
    <w:rsid w:val="00952777"/>
    <w:rsid w:val="0095278E"/>
    <w:rsid w:val="009527C9"/>
    <w:rsid w:val="009527FB"/>
    <w:rsid w:val="00952BF5"/>
    <w:rsid w:val="009533D5"/>
    <w:rsid w:val="009536CC"/>
    <w:rsid w:val="0095375A"/>
    <w:rsid w:val="00953887"/>
    <w:rsid w:val="009539BA"/>
    <w:rsid w:val="00953A48"/>
    <w:rsid w:val="00953CC5"/>
    <w:rsid w:val="00953EFD"/>
    <w:rsid w:val="00953FC5"/>
    <w:rsid w:val="00954508"/>
    <w:rsid w:val="00954589"/>
    <w:rsid w:val="009548B6"/>
    <w:rsid w:val="009548BC"/>
    <w:rsid w:val="0095495F"/>
    <w:rsid w:val="00954E23"/>
    <w:rsid w:val="00954F09"/>
    <w:rsid w:val="0095541C"/>
    <w:rsid w:val="00955446"/>
    <w:rsid w:val="009556E9"/>
    <w:rsid w:val="0095574B"/>
    <w:rsid w:val="009557F4"/>
    <w:rsid w:val="00955847"/>
    <w:rsid w:val="00955912"/>
    <w:rsid w:val="0095591D"/>
    <w:rsid w:val="00955D02"/>
    <w:rsid w:val="00955DD3"/>
    <w:rsid w:val="00955F49"/>
    <w:rsid w:val="009565B3"/>
    <w:rsid w:val="009565DA"/>
    <w:rsid w:val="009575EA"/>
    <w:rsid w:val="00957698"/>
    <w:rsid w:val="00957775"/>
    <w:rsid w:val="009578DF"/>
    <w:rsid w:val="0095790C"/>
    <w:rsid w:val="0095798E"/>
    <w:rsid w:val="00957A6E"/>
    <w:rsid w:val="00957CAB"/>
    <w:rsid w:val="00957E70"/>
    <w:rsid w:val="00960029"/>
    <w:rsid w:val="00960085"/>
    <w:rsid w:val="009600FD"/>
    <w:rsid w:val="0096031C"/>
    <w:rsid w:val="00960810"/>
    <w:rsid w:val="00960826"/>
    <w:rsid w:val="0096129D"/>
    <w:rsid w:val="0096167C"/>
    <w:rsid w:val="009619A5"/>
    <w:rsid w:val="0096227A"/>
    <w:rsid w:val="009622E3"/>
    <w:rsid w:val="00962314"/>
    <w:rsid w:val="00962351"/>
    <w:rsid w:val="009624D5"/>
    <w:rsid w:val="00963111"/>
    <w:rsid w:val="00963258"/>
    <w:rsid w:val="0096331A"/>
    <w:rsid w:val="0096372B"/>
    <w:rsid w:val="009637D6"/>
    <w:rsid w:val="00963975"/>
    <w:rsid w:val="00963C1E"/>
    <w:rsid w:val="00963C7D"/>
    <w:rsid w:val="00963F31"/>
    <w:rsid w:val="00964201"/>
    <w:rsid w:val="00964487"/>
    <w:rsid w:val="00964697"/>
    <w:rsid w:val="0096478A"/>
    <w:rsid w:val="00964A70"/>
    <w:rsid w:val="00964D72"/>
    <w:rsid w:val="009650F1"/>
    <w:rsid w:val="00965166"/>
    <w:rsid w:val="0096550E"/>
    <w:rsid w:val="00965BC3"/>
    <w:rsid w:val="00965D7B"/>
    <w:rsid w:val="00965D88"/>
    <w:rsid w:val="00965ECE"/>
    <w:rsid w:val="009667BF"/>
    <w:rsid w:val="00966E07"/>
    <w:rsid w:val="00966E45"/>
    <w:rsid w:val="00966F5B"/>
    <w:rsid w:val="0096701C"/>
    <w:rsid w:val="00967165"/>
    <w:rsid w:val="009671DA"/>
    <w:rsid w:val="0096723B"/>
    <w:rsid w:val="009673C7"/>
    <w:rsid w:val="009675C2"/>
    <w:rsid w:val="0096799B"/>
    <w:rsid w:val="00967C1D"/>
    <w:rsid w:val="00967E50"/>
    <w:rsid w:val="009704C4"/>
    <w:rsid w:val="00970620"/>
    <w:rsid w:val="009707A2"/>
    <w:rsid w:val="009709ED"/>
    <w:rsid w:val="00970A33"/>
    <w:rsid w:val="00970AD4"/>
    <w:rsid w:val="00970BF6"/>
    <w:rsid w:val="00970EB3"/>
    <w:rsid w:val="00970F69"/>
    <w:rsid w:val="00970FA2"/>
    <w:rsid w:val="009710B3"/>
    <w:rsid w:val="00971306"/>
    <w:rsid w:val="0097178D"/>
    <w:rsid w:val="009718CA"/>
    <w:rsid w:val="00971A98"/>
    <w:rsid w:val="00971C87"/>
    <w:rsid w:val="009720C1"/>
    <w:rsid w:val="00972135"/>
    <w:rsid w:val="0097221F"/>
    <w:rsid w:val="009723EC"/>
    <w:rsid w:val="00972411"/>
    <w:rsid w:val="009728DF"/>
    <w:rsid w:val="00972B06"/>
    <w:rsid w:val="00972B44"/>
    <w:rsid w:val="00972F6C"/>
    <w:rsid w:val="00973023"/>
    <w:rsid w:val="0097303A"/>
    <w:rsid w:val="00973445"/>
    <w:rsid w:val="00973486"/>
    <w:rsid w:val="00973531"/>
    <w:rsid w:val="00973678"/>
    <w:rsid w:val="00973712"/>
    <w:rsid w:val="00973A40"/>
    <w:rsid w:val="00973C25"/>
    <w:rsid w:val="00973E43"/>
    <w:rsid w:val="00973F24"/>
    <w:rsid w:val="00974094"/>
    <w:rsid w:val="0097424F"/>
    <w:rsid w:val="00974270"/>
    <w:rsid w:val="0097436E"/>
    <w:rsid w:val="00974721"/>
    <w:rsid w:val="00974723"/>
    <w:rsid w:val="00974A17"/>
    <w:rsid w:val="00974C39"/>
    <w:rsid w:val="009751AE"/>
    <w:rsid w:val="009755DE"/>
    <w:rsid w:val="00975660"/>
    <w:rsid w:val="009757D0"/>
    <w:rsid w:val="00975F0E"/>
    <w:rsid w:val="00975F5A"/>
    <w:rsid w:val="009762DB"/>
    <w:rsid w:val="009764B1"/>
    <w:rsid w:val="009764BF"/>
    <w:rsid w:val="009769DC"/>
    <w:rsid w:val="00976B96"/>
    <w:rsid w:val="00976DF0"/>
    <w:rsid w:val="00976EDC"/>
    <w:rsid w:val="00976F3D"/>
    <w:rsid w:val="00977020"/>
    <w:rsid w:val="0097733C"/>
    <w:rsid w:val="0097737A"/>
    <w:rsid w:val="00977BF7"/>
    <w:rsid w:val="00977FE7"/>
    <w:rsid w:val="0098009E"/>
    <w:rsid w:val="009801A9"/>
    <w:rsid w:val="009801DA"/>
    <w:rsid w:val="009804A4"/>
    <w:rsid w:val="009805CF"/>
    <w:rsid w:val="0098060A"/>
    <w:rsid w:val="00980708"/>
    <w:rsid w:val="0098075C"/>
    <w:rsid w:val="009809A0"/>
    <w:rsid w:val="00980A5A"/>
    <w:rsid w:val="00980C4A"/>
    <w:rsid w:val="00980D35"/>
    <w:rsid w:val="00980D9B"/>
    <w:rsid w:val="0098130D"/>
    <w:rsid w:val="00981395"/>
    <w:rsid w:val="0098153B"/>
    <w:rsid w:val="009819CC"/>
    <w:rsid w:val="00981A61"/>
    <w:rsid w:val="00981B08"/>
    <w:rsid w:val="00981CEF"/>
    <w:rsid w:val="00981E58"/>
    <w:rsid w:val="00982452"/>
    <w:rsid w:val="0098274F"/>
    <w:rsid w:val="00982A8E"/>
    <w:rsid w:val="00982C5A"/>
    <w:rsid w:val="00982CEC"/>
    <w:rsid w:val="00982D44"/>
    <w:rsid w:val="00982FF8"/>
    <w:rsid w:val="0098362C"/>
    <w:rsid w:val="00983643"/>
    <w:rsid w:val="0098367F"/>
    <w:rsid w:val="009837B6"/>
    <w:rsid w:val="00984025"/>
    <w:rsid w:val="00984841"/>
    <w:rsid w:val="00984B6E"/>
    <w:rsid w:val="00984E81"/>
    <w:rsid w:val="00984EAA"/>
    <w:rsid w:val="00985068"/>
    <w:rsid w:val="00985389"/>
    <w:rsid w:val="00985607"/>
    <w:rsid w:val="00985999"/>
    <w:rsid w:val="00985AF3"/>
    <w:rsid w:val="009860FA"/>
    <w:rsid w:val="00986423"/>
    <w:rsid w:val="00986621"/>
    <w:rsid w:val="00986B30"/>
    <w:rsid w:val="00986CC0"/>
    <w:rsid w:val="00986D83"/>
    <w:rsid w:val="00986D91"/>
    <w:rsid w:val="00986DF8"/>
    <w:rsid w:val="00987002"/>
    <w:rsid w:val="0098749D"/>
    <w:rsid w:val="009878C5"/>
    <w:rsid w:val="00987CFD"/>
    <w:rsid w:val="00990517"/>
    <w:rsid w:val="009909D8"/>
    <w:rsid w:val="00990DE6"/>
    <w:rsid w:val="009912D3"/>
    <w:rsid w:val="009916B9"/>
    <w:rsid w:val="009918D7"/>
    <w:rsid w:val="00991932"/>
    <w:rsid w:val="00991CE0"/>
    <w:rsid w:val="00991EE9"/>
    <w:rsid w:val="0099254F"/>
    <w:rsid w:val="0099293E"/>
    <w:rsid w:val="009929FB"/>
    <w:rsid w:val="00992A47"/>
    <w:rsid w:val="00992A7D"/>
    <w:rsid w:val="00992C9E"/>
    <w:rsid w:val="00992CAE"/>
    <w:rsid w:val="00992DBA"/>
    <w:rsid w:val="00992FCE"/>
    <w:rsid w:val="009931FA"/>
    <w:rsid w:val="009932CA"/>
    <w:rsid w:val="009932E6"/>
    <w:rsid w:val="009938E7"/>
    <w:rsid w:val="00993CFC"/>
    <w:rsid w:val="00993DD6"/>
    <w:rsid w:val="00993E75"/>
    <w:rsid w:val="00994796"/>
    <w:rsid w:val="00994A51"/>
    <w:rsid w:val="00995217"/>
    <w:rsid w:val="00995335"/>
    <w:rsid w:val="0099536D"/>
    <w:rsid w:val="009956A0"/>
    <w:rsid w:val="00995754"/>
    <w:rsid w:val="009957CE"/>
    <w:rsid w:val="00995968"/>
    <w:rsid w:val="009959E1"/>
    <w:rsid w:val="00995A46"/>
    <w:rsid w:val="00995EB3"/>
    <w:rsid w:val="00996244"/>
    <w:rsid w:val="00996302"/>
    <w:rsid w:val="00996337"/>
    <w:rsid w:val="00996BE2"/>
    <w:rsid w:val="009971CB"/>
    <w:rsid w:val="00997429"/>
    <w:rsid w:val="00997631"/>
    <w:rsid w:val="0099766A"/>
    <w:rsid w:val="00997939"/>
    <w:rsid w:val="009979E2"/>
    <w:rsid w:val="00997AF9"/>
    <w:rsid w:val="00997C69"/>
    <w:rsid w:val="00997E15"/>
    <w:rsid w:val="009A0361"/>
    <w:rsid w:val="009A089E"/>
    <w:rsid w:val="009A08B9"/>
    <w:rsid w:val="009A0BF8"/>
    <w:rsid w:val="009A0D20"/>
    <w:rsid w:val="009A0DD8"/>
    <w:rsid w:val="009A0F95"/>
    <w:rsid w:val="009A103C"/>
    <w:rsid w:val="009A1293"/>
    <w:rsid w:val="009A162E"/>
    <w:rsid w:val="009A1C3D"/>
    <w:rsid w:val="009A1D70"/>
    <w:rsid w:val="009A1DF2"/>
    <w:rsid w:val="009A1E31"/>
    <w:rsid w:val="009A1EC9"/>
    <w:rsid w:val="009A2207"/>
    <w:rsid w:val="009A2247"/>
    <w:rsid w:val="009A2A81"/>
    <w:rsid w:val="009A2B78"/>
    <w:rsid w:val="009A2C34"/>
    <w:rsid w:val="009A2C76"/>
    <w:rsid w:val="009A2D8F"/>
    <w:rsid w:val="009A350A"/>
    <w:rsid w:val="009A3881"/>
    <w:rsid w:val="009A3883"/>
    <w:rsid w:val="009A394C"/>
    <w:rsid w:val="009A3A50"/>
    <w:rsid w:val="009A3E9A"/>
    <w:rsid w:val="009A401C"/>
    <w:rsid w:val="009A43F4"/>
    <w:rsid w:val="009A45B0"/>
    <w:rsid w:val="009A5172"/>
    <w:rsid w:val="009A56CB"/>
    <w:rsid w:val="009A5947"/>
    <w:rsid w:val="009A5A39"/>
    <w:rsid w:val="009A5D00"/>
    <w:rsid w:val="009A5F91"/>
    <w:rsid w:val="009A6327"/>
    <w:rsid w:val="009A63DA"/>
    <w:rsid w:val="009A69CA"/>
    <w:rsid w:val="009A6C95"/>
    <w:rsid w:val="009A7355"/>
    <w:rsid w:val="009A7471"/>
    <w:rsid w:val="009A76EC"/>
    <w:rsid w:val="009A7A5A"/>
    <w:rsid w:val="009A7D65"/>
    <w:rsid w:val="009A7EE9"/>
    <w:rsid w:val="009A7F9F"/>
    <w:rsid w:val="009B0540"/>
    <w:rsid w:val="009B08E2"/>
    <w:rsid w:val="009B0995"/>
    <w:rsid w:val="009B0C75"/>
    <w:rsid w:val="009B0DBC"/>
    <w:rsid w:val="009B10D1"/>
    <w:rsid w:val="009B10DE"/>
    <w:rsid w:val="009B111A"/>
    <w:rsid w:val="009B1177"/>
    <w:rsid w:val="009B15D4"/>
    <w:rsid w:val="009B163E"/>
    <w:rsid w:val="009B1899"/>
    <w:rsid w:val="009B1C4C"/>
    <w:rsid w:val="009B1C5B"/>
    <w:rsid w:val="009B1E7B"/>
    <w:rsid w:val="009B209E"/>
    <w:rsid w:val="009B26C1"/>
    <w:rsid w:val="009B27DD"/>
    <w:rsid w:val="009B2839"/>
    <w:rsid w:val="009B2876"/>
    <w:rsid w:val="009B2CAA"/>
    <w:rsid w:val="009B30C1"/>
    <w:rsid w:val="009B31D9"/>
    <w:rsid w:val="009B3360"/>
    <w:rsid w:val="009B33C3"/>
    <w:rsid w:val="009B3611"/>
    <w:rsid w:val="009B36BF"/>
    <w:rsid w:val="009B3791"/>
    <w:rsid w:val="009B3C52"/>
    <w:rsid w:val="009B3EBA"/>
    <w:rsid w:val="009B401A"/>
    <w:rsid w:val="009B4593"/>
    <w:rsid w:val="009B46DE"/>
    <w:rsid w:val="009B46DF"/>
    <w:rsid w:val="009B46F0"/>
    <w:rsid w:val="009B4D9C"/>
    <w:rsid w:val="009B4DC7"/>
    <w:rsid w:val="009B4EA6"/>
    <w:rsid w:val="009B5166"/>
    <w:rsid w:val="009B5706"/>
    <w:rsid w:val="009B5ACE"/>
    <w:rsid w:val="009B5AE6"/>
    <w:rsid w:val="009B5CFD"/>
    <w:rsid w:val="009B5D4C"/>
    <w:rsid w:val="009B6494"/>
    <w:rsid w:val="009B6676"/>
    <w:rsid w:val="009B6890"/>
    <w:rsid w:val="009B6CBD"/>
    <w:rsid w:val="009B6F36"/>
    <w:rsid w:val="009B71EE"/>
    <w:rsid w:val="009B7353"/>
    <w:rsid w:val="009B736C"/>
    <w:rsid w:val="009B7445"/>
    <w:rsid w:val="009B7625"/>
    <w:rsid w:val="009B7CDA"/>
    <w:rsid w:val="009B7E80"/>
    <w:rsid w:val="009B7E9C"/>
    <w:rsid w:val="009C03A2"/>
    <w:rsid w:val="009C0508"/>
    <w:rsid w:val="009C05F6"/>
    <w:rsid w:val="009C064B"/>
    <w:rsid w:val="009C08F9"/>
    <w:rsid w:val="009C0A63"/>
    <w:rsid w:val="009C0F19"/>
    <w:rsid w:val="009C121D"/>
    <w:rsid w:val="009C1350"/>
    <w:rsid w:val="009C154F"/>
    <w:rsid w:val="009C157D"/>
    <w:rsid w:val="009C173C"/>
    <w:rsid w:val="009C1862"/>
    <w:rsid w:val="009C1A88"/>
    <w:rsid w:val="009C1AD2"/>
    <w:rsid w:val="009C1ADA"/>
    <w:rsid w:val="009C1E06"/>
    <w:rsid w:val="009C2249"/>
    <w:rsid w:val="009C237B"/>
    <w:rsid w:val="009C2396"/>
    <w:rsid w:val="009C2906"/>
    <w:rsid w:val="009C2CAE"/>
    <w:rsid w:val="009C2CDE"/>
    <w:rsid w:val="009C2D3D"/>
    <w:rsid w:val="009C2DDB"/>
    <w:rsid w:val="009C2F53"/>
    <w:rsid w:val="009C30B6"/>
    <w:rsid w:val="009C31EF"/>
    <w:rsid w:val="009C3592"/>
    <w:rsid w:val="009C35A3"/>
    <w:rsid w:val="009C39AB"/>
    <w:rsid w:val="009C3B11"/>
    <w:rsid w:val="009C3B1D"/>
    <w:rsid w:val="009C3FED"/>
    <w:rsid w:val="009C42C0"/>
    <w:rsid w:val="009C43B6"/>
    <w:rsid w:val="009C4435"/>
    <w:rsid w:val="009C4655"/>
    <w:rsid w:val="009C492A"/>
    <w:rsid w:val="009C4AE8"/>
    <w:rsid w:val="009C4BF9"/>
    <w:rsid w:val="009C4E51"/>
    <w:rsid w:val="009C50DE"/>
    <w:rsid w:val="009C5247"/>
    <w:rsid w:val="009C541B"/>
    <w:rsid w:val="009C5AFF"/>
    <w:rsid w:val="009C5E02"/>
    <w:rsid w:val="009C62EE"/>
    <w:rsid w:val="009C6473"/>
    <w:rsid w:val="009C671E"/>
    <w:rsid w:val="009C6845"/>
    <w:rsid w:val="009C68BE"/>
    <w:rsid w:val="009C6A1C"/>
    <w:rsid w:val="009C6BE7"/>
    <w:rsid w:val="009C6CA9"/>
    <w:rsid w:val="009C6E28"/>
    <w:rsid w:val="009C729E"/>
    <w:rsid w:val="009C72B6"/>
    <w:rsid w:val="009C7399"/>
    <w:rsid w:val="009C756C"/>
    <w:rsid w:val="009C76FB"/>
    <w:rsid w:val="009C78B7"/>
    <w:rsid w:val="009C7A00"/>
    <w:rsid w:val="009C7C75"/>
    <w:rsid w:val="009C7F3B"/>
    <w:rsid w:val="009D016C"/>
    <w:rsid w:val="009D0461"/>
    <w:rsid w:val="009D046B"/>
    <w:rsid w:val="009D0A1F"/>
    <w:rsid w:val="009D0BE3"/>
    <w:rsid w:val="009D1048"/>
    <w:rsid w:val="009D128E"/>
    <w:rsid w:val="009D1459"/>
    <w:rsid w:val="009D15FD"/>
    <w:rsid w:val="009D16C6"/>
    <w:rsid w:val="009D1CEB"/>
    <w:rsid w:val="009D1D28"/>
    <w:rsid w:val="009D1D9A"/>
    <w:rsid w:val="009D1F49"/>
    <w:rsid w:val="009D20D7"/>
    <w:rsid w:val="009D2311"/>
    <w:rsid w:val="009D253C"/>
    <w:rsid w:val="009D25DE"/>
    <w:rsid w:val="009D26AB"/>
    <w:rsid w:val="009D26EF"/>
    <w:rsid w:val="009D290F"/>
    <w:rsid w:val="009D2CEF"/>
    <w:rsid w:val="009D2E30"/>
    <w:rsid w:val="009D3067"/>
    <w:rsid w:val="009D3382"/>
    <w:rsid w:val="009D33A0"/>
    <w:rsid w:val="009D33E7"/>
    <w:rsid w:val="009D34EF"/>
    <w:rsid w:val="009D35F0"/>
    <w:rsid w:val="009D3B60"/>
    <w:rsid w:val="009D3D86"/>
    <w:rsid w:val="009D3F1B"/>
    <w:rsid w:val="009D40EB"/>
    <w:rsid w:val="009D413C"/>
    <w:rsid w:val="009D41D5"/>
    <w:rsid w:val="009D48BA"/>
    <w:rsid w:val="009D4A63"/>
    <w:rsid w:val="009D4B27"/>
    <w:rsid w:val="009D508F"/>
    <w:rsid w:val="009D5093"/>
    <w:rsid w:val="009D55A3"/>
    <w:rsid w:val="009D588B"/>
    <w:rsid w:val="009D5893"/>
    <w:rsid w:val="009D58BD"/>
    <w:rsid w:val="009D5AC6"/>
    <w:rsid w:val="009D5B7F"/>
    <w:rsid w:val="009D62A6"/>
    <w:rsid w:val="009D64A7"/>
    <w:rsid w:val="009D6544"/>
    <w:rsid w:val="009D662B"/>
    <w:rsid w:val="009D6810"/>
    <w:rsid w:val="009D6897"/>
    <w:rsid w:val="009D6923"/>
    <w:rsid w:val="009D7051"/>
    <w:rsid w:val="009D759E"/>
    <w:rsid w:val="009D7665"/>
    <w:rsid w:val="009D7775"/>
    <w:rsid w:val="009D7889"/>
    <w:rsid w:val="009D78B9"/>
    <w:rsid w:val="009D7949"/>
    <w:rsid w:val="009E01A0"/>
    <w:rsid w:val="009E01B7"/>
    <w:rsid w:val="009E03AE"/>
    <w:rsid w:val="009E03B6"/>
    <w:rsid w:val="009E0615"/>
    <w:rsid w:val="009E08CA"/>
    <w:rsid w:val="009E08E7"/>
    <w:rsid w:val="009E0A9B"/>
    <w:rsid w:val="009E0FB1"/>
    <w:rsid w:val="009E10FB"/>
    <w:rsid w:val="009E1850"/>
    <w:rsid w:val="009E19E7"/>
    <w:rsid w:val="009E1AF0"/>
    <w:rsid w:val="009E1BCB"/>
    <w:rsid w:val="009E2576"/>
    <w:rsid w:val="009E25D4"/>
    <w:rsid w:val="009E2C8C"/>
    <w:rsid w:val="009E2E2E"/>
    <w:rsid w:val="009E33AF"/>
    <w:rsid w:val="009E3499"/>
    <w:rsid w:val="009E381B"/>
    <w:rsid w:val="009E394B"/>
    <w:rsid w:val="009E399C"/>
    <w:rsid w:val="009E3B83"/>
    <w:rsid w:val="009E3BC7"/>
    <w:rsid w:val="009E3C8B"/>
    <w:rsid w:val="009E3DA7"/>
    <w:rsid w:val="009E4098"/>
    <w:rsid w:val="009E4297"/>
    <w:rsid w:val="009E4361"/>
    <w:rsid w:val="009E4483"/>
    <w:rsid w:val="009E44A2"/>
    <w:rsid w:val="009E44E5"/>
    <w:rsid w:val="009E4528"/>
    <w:rsid w:val="009E457D"/>
    <w:rsid w:val="009E49A5"/>
    <w:rsid w:val="009E4B27"/>
    <w:rsid w:val="009E4C2A"/>
    <w:rsid w:val="009E4C7F"/>
    <w:rsid w:val="009E4F6E"/>
    <w:rsid w:val="009E4FDC"/>
    <w:rsid w:val="009E5490"/>
    <w:rsid w:val="009E5AD1"/>
    <w:rsid w:val="009E5FCF"/>
    <w:rsid w:val="009E6386"/>
    <w:rsid w:val="009E6489"/>
    <w:rsid w:val="009E6674"/>
    <w:rsid w:val="009E6B41"/>
    <w:rsid w:val="009E6B61"/>
    <w:rsid w:val="009E6E62"/>
    <w:rsid w:val="009E713D"/>
    <w:rsid w:val="009E72B7"/>
    <w:rsid w:val="009E74BA"/>
    <w:rsid w:val="009E74E2"/>
    <w:rsid w:val="009E7552"/>
    <w:rsid w:val="009E7AA1"/>
    <w:rsid w:val="009E7B81"/>
    <w:rsid w:val="009E7CBE"/>
    <w:rsid w:val="009E7EBD"/>
    <w:rsid w:val="009F0006"/>
    <w:rsid w:val="009F00FD"/>
    <w:rsid w:val="009F0325"/>
    <w:rsid w:val="009F03D8"/>
    <w:rsid w:val="009F077C"/>
    <w:rsid w:val="009F0A48"/>
    <w:rsid w:val="009F0F58"/>
    <w:rsid w:val="009F1138"/>
    <w:rsid w:val="009F15C6"/>
    <w:rsid w:val="009F1812"/>
    <w:rsid w:val="009F1845"/>
    <w:rsid w:val="009F1B75"/>
    <w:rsid w:val="009F1C4B"/>
    <w:rsid w:val="009F1D69"/>
    <w:rsid w:val="009F1FB0"/>
    <w:rsid w:val="009F2026"/>
    <w:rsid w:val="009F207C"/>
    <w:rsid w:val="009F2129"/>
    <w:rsid w:val="009F2406"/>
    <w:rsid w:val="009F24C1"/>
    <w:rsid w:val="009F293D"/>
    <w:rsid w:val="009F29B7"/>
    <w:rsid w:val="009F2A21"/>
    <w:rsid w:val="009F2DD0"/>
    <w:rsid w:val="009F3008"/>
    <w:rsid w:val="009F3752"/>
    <w:rsid w:val="009F3B1E"/>
    <w:rsid w:val="009F3F03"/>
    <w:rsid w:val="009F4250"/>
    <w:rsid w:val="009F43C4"/>
    <w:rsid w:val="009F43E4"/>
    <w:rsid w:val="009F449E"/>
    <w:rsid w:val="009F46CD"/>
    <w:rsid w:val="009F4746"/>
    <w:rsid w:val="009F4C90"/>
    <w:rsid w:val="009F5620"/>
    <w:rsid w:val="009F5B7D"/>
    <w:rsid w:val="009F5DEC"/>
    <w:rsid w:val="009F5EEA"/>
    <w:rsid w:val="009F6176"/>
    <w:rsid w:val="009F67FC"/>
    <w:rsid w:val="009F6DEF"/>
    <w:rsid w:val="009F70E1"/>
    <w:rsid w:val="009F76FD"/>
    <w:rsid w:val="009F7799"/>
    <w:rsid w:val="009F793F"/>
    <w:rsid w:val="009F7993"/>
    <w:rsid w:val="009F7A03"/>
    <w:rsid w:val="009F7B3A"/>
    <w:rsid w:val="009F7D60"/>
    <w:rsid w:val="009F7DC4"/>
    <w:rsid w:val="00A00274"/>
    <w:rsid w:val="00A00551"/>
    <w:rsid w:val="00A00590"/>
    <w:rsid w:val="00A00686"/>
    <w:rsid w:val="00A00B17"/>
    <w:rsid w:val="00A00BA8"/>
    <w:rsid w:val="00A0129D"/>
    <w:rsid w:val="00A0201E"/>
    <w:rsid w:val="00A02059"/>
    <w:rsid w:val="00A0219D"/>
    <w:rsid w:val="00A0224F"/>
    <w:rsid w:val="00A022BF"/>
    <w:rsid w:val="00A022CE"/>
    <w:rsid w:val="00A022D1"/>
    <w:rsid w:val="00A0263C"/>
    <w:rsid w:val="00A02793"/>
    <w:rsid w:val="00A02940"/>
    <w:rsid w:val="00A02B4A"/>
    <w:rsid w:val="00A0318E"/>
    <w:rsid w:val="00A03377"/>
    <w:rsid w:val="00A03534"/>
    <w:rsid w:val="00A038AB"/>
    <w:rsid w:val="00A03C53"/>
    <w:rsid w:val="00A03EF7"/>
    <w:rsid w:val="00A046C9"/>
    <w:rsid w:val="00A049BB"/>
    <w:rsid w:val="00A04A6E"/>
    <w:rsid w:val="00A054AD"/>
    <w:rsid w:val="00A0564C"/>
    <w:rsid w:val="00A05721"/>
    <w:rsid w:val="00A05871"/>
    <w:rsid w:val="00A058FC"/>
    <w:rsid w:val="00A05A96"/>
    <w:rsid w:val="00A064EA"/>
    <w:rsid w:val="00A06549"/>
    <w:rsid w:val="00A06B98"/>
    <w:rsid w:val="00A06BF8"/>
    <w:rsid w:val="00A06C5A"/>
    <w:rsid w:val="00A06EB3"/>
    <w:rsid w:val="00A070B5"/>
    <w:rsid w:val="00A07286"/>
    <w:rsid w:val="00A07350"/>
    <w:rsid w:val="00A073CD"/>
    <w:rsid w:val="00A073F9"/>
    <w:rsid w:val="00A07BDB"/>
    <w:rsid w:val="00A07C30"/>
    <w:rsid w:val="00A1006A"/>
    <w:rsid w:val="00A10208"/>
    <w:rsid w:val="00A1048C"/>
    <w:rsid w:val="00A1058E"/>
    <w:rsid w:val="00A1076F"/>
    <w:rsid w:val="00A1089D"/>
    <w:rsid w:val="00A108B1"/>
    <w:rsid w:val="00A10EEF"/>
    <w:rsid w:val="00A1103B"/>
    <w:rsid w:val="00A112A6"/>
    <w:rsid w:val="00A1167F"/>
    <w:rsid w:val="00A11778"/>
    <w:rsid w:val="00A119EB"/>
    <w:rsid w:val="00A11A56"/>
    <w:rsid w:val="00A11C0D"/>
    <w:rsid w:val="00A12374"/>
    <w:rsid w:val="00A1253F"/>
    <w:rsid w:val="00A12D56"/>
    <w:rsid w:val="00A12E53"/>
    <w:rsid w:val="00A1375B"/>
    <w:rsid w:val="00A13990"/>
    <w:rsid w:val="00A13AE5"/>
    <w:rsid w:val="00A143F2"/>
    <w:rsid w:val="00A14885"/>
    <w:rsid w:val="00A15321"/>
    <w:rsid w:val="00A154DD"/>
    <w:rsid w:val="00A155DE"/>
    <w:rsid w:val="00A156DA"/>
    <w:rsid w:val="00A15837"/>
    <w:rsid w:val="00A15A7F"/>
    <w:rsid w:val="00A15E57"/>
    <w:rsid w:val="00A15F00"/>
    <w:rsid w:val="00A16356"/>
    <w:rsid w:val="00A163BF"/>
    <w:rsid w:val="00A1641C"/>
    <w:rsid w:val="00A165C2"/>
    <w:rsid w:val="00A16EB2"/>
    <w:rsid w:val="00A1721B"/>
    <w:rsid w:val="00A1727D"/>
    <w:rsid w:val="00A173C0"/>
    <w:rsid w:val="00A17A1C"/>
    <w:rsid w:val="00A17D24"/>
    <w:rsid w:val="00A17F54"/>
    <w:rsid w:val="00A20020"/>
    <w:rsid w:val="00A2029D"/>
    <w:rsid w:val="00A20564"/>
    <w:rsid w:val="00A205A6"/>
    <w:rsid w:val="00A207BA"/>
    <w:rsid w:val="00A207EE"/>
    <w:rsid w:val="00A20A14"/>
    <w:rsid w:val="00A20C34"/>
    <w:rsid w:val="00A20DCC"/>
    <w:rsid w:val="00A20EBE"/>
    <w:rsid w:val="00A21339"/>
    <w:rsid w:val="00A21438"/>
    <w:rsid w:val="00A21AB8"/>
    <w:rsid w:val="00A2201D"/>
    <w:rsid w:val="00A220AB"/>
    <w:rsid w:val="00A220EC"/>
    <w:rsid w:val="00A22546"/>
    <w:rsid w:val="00A22678"/>
    <w:rsid w:val="00A22A12"/>
    <w:rsid w:val="00A22C05"/>
    <w:rsid w:val="00A22C67"/>
    <w:rsid w:val="00A22DB2"/>
    <w:rsid w:val="00A22E85"/>
    <w:rsid w:val="00A22F06"/>
    <w:rsid w:val="00A23164"/>
    <w:rsid w:val="00A231E3"/>
    <w:rsid w:val="00A2333F"/>
    <w:rsid w:val="00A23585"/>
    <w:rsid w:val="00A23AB9"/>
    <w:rsid w:val="00A23C66"/>
    <w:rsid w:val="00A23CA5"/>
    <w:rsid w:val="00A24CA0"/>
    <w:rsid w:val="00A25804"/>
    <w:rsid w:val="00A25B8B"/>
    <w:rsid w:val="00A26177"/>
    <w:rsid w:val="00A26248"/>
    <w:rsid w:val="00A269FD"/>
    <w:rsid w:val="00A26A9C"/>
    <w:rsid w:val="00A26B27"/>
    <w:rsid w:val="00A26CE6"/>
    <w:rsid w:val="00A27117"/>
    <w:rsid w:val="00A271FD"/>
    <w:rsid w:val="00A27659"/>
    <w:rsid w:val="00A27A68"/>
    <w:rsid w:val="00A27A7B"/>
    <w:rsid w:val="00A27ADF"/>
    <w:rsid w:val="00A27B00"/>
    <w:rsid w:val="00A30411"/>
    <w:rsid w:val="00A30556"/>
    <w:rsid w:val="00A3095D"/>
    <w:rsid w:val="00A30A57"/>
    <w:rsid w:val="00A30A89"/>
    <w:rsid w:val="00A30CE2"/>
    <w:rsid w:val="00A313CA"/>
    <w:rsid w:val="00A3148C"/>
    <w:rsid w:val="00A3149C"/>
    <w:rsid w:val="00A314D2"/>
    <w:rsid w:val="00A315B2"/>
    <w:rsid w:val="00A317AE"/>
    <w:rsid w:val="00A31C4A"/>
    <w:rsid w:val="00A31EDE"/>
    <w:rsid w:val="00A32757"/>
    <w:rsid w:val="00A32916"/>
    <w:rsid w:val="00A32CB9"/>
    <w:rsid w:val="00A32E1F"/>
    <w:rsid w:val="00A32F32"/>
    <w:rsid w:val="00A32F4C"/>
    <w:rsid w:val="00A32F92"/>
    <w:rsid w:val="00A33171"/>
    <w:rsid w:val="00A33466"/>
    <w:rsid w:val="00A3371B"/>
    <w:rsid w:val="00A33A0B"/>
    <w:rsid w:val="00A33E81"/>
    <w:rsid w:val="00A341F3"/>
    <w:rsid w:val="00A347B1"/>
    <w:rsid w:val="00A3482A"/>
    <w:rsid w:val="00A34864"/>
    <w:rsid w:val="00A34C8E"/>
    <w:rsid w:val="00A35001"/>
    <w:rsid w:val="00A352DB"/>
    <w:rsid w:val="00A3537D"/>
    <w:rsid w:val="00A35EA4"/>
    <w:rsid w:val="00A35F12"/>
    <w:rsid w:val="00A368DF"/>
    <w:rsid w:val="00A36B58"/>
    <w:rsid w:val="00A37110"/>
    <w:rsid w:val="00A37836"/>
    <w:rsid w:val="00A37859"/>
    <w:rsid w:val="00A3786E"/>
    <w:rsid w:val="00A378BE"/>
    <w:rsid w:val="00A378C9"/>
    <w:rsid w:val="00A37C02"/>
    <w:rsid w:val="00A37C22"/>
    <w:rsid w:val="00A37D84"/>
    <w:rsid w:val="00A406DD"/>
    <w:rsid w:val="00A40A4E"/>
    <w:rsid w:val="00A40D87"/>
    <w:rsid w:val="00A4124D"/>
    <w:rsid w:val="00A4133D"/>
    <w:rsid w:val="00A414FC"/>
    <w:rsid w:val="00A41753"/>
    <w:rsid w:val="00A41DB6"/>
    <w:rsid w:val="00A421A1"/>
    <w:rsid w:val="00A421B3"/>
    <w:rsid w:val="00A42222"/>
    <w:rsid w:val="00A42429"/>
    <w:rsid w:val="00A424E0"/>
    <w:rsid w:val="00A42676"/>
    <w:rsid w:val="00A42701"/>
    <w:rsid w:val="00A427A5"/>
    <w:rsid w:val="00A4282A"/>
    <w:rsid w:val="00A42A56"/>
    <w:rsid w:val="00A42B38"/>
    <w:rsid w:val="00A42F7F"/>
    <w:rsid w:val="00A430A1"/>
    <w:rsid w:val="00A433C6"/>
    <w:rsid w:val="00A43B70"/>
    <w:rsid w:val="00A44105"/>
    <w:rsid w:val="00A444AD"/>
    <w:rsid w:val="00A446C0"/>
    <w:rsid w:val="00A450DC"/>
    <w:rsid w:val="00A45AED"/>
    <w:rsid w:val="00A45B63"/>
    <w:rsid w:val="00A45ECC"/>
    <w:rsid w:val="00A45EF6"/>
    <w:rsid w:val="00A4610A"/>
    <w:rsid w:val="00A4628A"/>
    <w:rsid w:val="00A464D0"/>
    <w:rsid w:val="00A46572"/>
    <w:rsid w:val="00A465CE"/>
    <w:rsid w:val="00A46B18"/>
    <w:rsid w:val="00A46B82"/>
    <w:rsid w:val="00A47641"/>
    <w:rsid w:val="00A47654"/>
    <w:rsid w:val="00A4766E"/>
    <w:rsid w:val="00A47704"/>
    <w:rsid w:val="00A47AE9"/>
    <w:rsid w:val="00A47EED"/>
    <w:rsid w:val="00A47EFD"/>
    <w:rsid w:val="00A47FA7"/>
    <w:rsid w:val="00A5005C"/>
    <w:rsid w:val="00A508AF"/>
    <w:rsid w:val="00A50BC5"/>
    <w:rsid w:val="00A50C3E"/>
    <w:rsid w:val="00A50E27"/>
    <w:rsid w:val="00A50EC5"/>
    <w:rsid w:val="00A5131B"/>
    <w:rsid w:val="00A516AB"/>
    <w:rsid w:val="00A519A0"/>
    <w:rsid w:val="00A51D0A"/>
    <w:rsid w:val="00A51ED1"/>
    <w:rsid w:val="00A5206C"/>
    <w:rsid w:val="00A520E8"/>
    <w:rsid w:val="00A5218A"/>
    <w:rsid w:val="00A5222B"/>
    <w:rsid w:val="00A524FB"/>
    <w:rsid w:val="00A52890"/>
    <w:rsid w:val="00A52C19"/>
    <w:rsid w:val="00A53158"/>
    <w:rsid w:val="00A53451"/>
    <w:rsid w:val="00A534D4"/>
    <w:rsid w:val="00A537D6"/>
    <w:rsid w:val="00A53C1C"/>
    <w:rsid w:val="00A542AC"/>
    <w:rsid w:val="00A5441C"/>
    <w:rsid w:val="00A54768"/>
    <w:rsid w:val="00A549A9"/>
    <w:rsid w:val="00A54B76"/>
    <w:rsid w:val="00A54D60"/>
    <w:rsid w:val="00A54F07"/>
    <w:rsid w:val="00A54F2A"/>
    <w:rsid w:val="00A55728"/>
    <w:rsid w:val="00A55A3B"/>
    <w:rsid w:val="00A55B5E"/>
    <w:rsid w:val="00A55C25"/>
    <w:rsid w:val="00A56184"/>
    <w:rsid w:val="00A5647D"/>
    <w:rsid w:val="00A5654B"/>
    <w:rsid w:val="00A56696"/>
    <w:rsid w:val="00A5678B"/>
    <w:rsid w:val="00A5750E"/>
    <w:rsid w:val="00A57635"/>
    <w:rsid w:val="00A57AF1"/>
    <w:rsid w:val="00A57C4E"/>
    <w:rsid w:val="00A57CF9"/>
    <w:rsid w:val="00A57F80"/>
    <w:rsid w:val="00A604C4"/>
    <w:rsid w:val="00A605EE"/>
    <w:rsid w:val="00A606E6"/>
    <w:rsid w:val="00A608DC"/>
    <w:rsid w:val="00A60D62"/>
    <w:rsid w:val="00A60E25"/>
    <w:rsid w:val="00A60E3E"/>
    <w:rsid w:val="00A60E92"/>
    <w:rsid w:val="00A60FD5"/>
    <w:rsid w:val="00A61064"/>
    <w:rsid w:val="00A61222"/>
    <w:rsid w:val="00A6136D"/>
    <w:rsid w:val="00A6145A"/>
    <w:rsid w:val="00A6156C"/>
    <w:rsid w:val="00A615C9"/>
    <w:rsid w:val="00A61775"/>
    <w:rsid w:val="00A61A8C"/>
    <w:rsid w:val="00A61BF1"/>
    <w:rsid w:val="00A61EDD"/>
    <w:rsid w:val="00A61F8B"/>
    <w:rsid w:val="00A620B0"/>
    <w:rsid w:val="00A62307"/>
    <w:rsid w:val="00A623BC"/>
    <w:rsid w:val="00A628DC"/>
    <w:rsid w:val="00A6294B"/>
    <w:rsid w:val="00A62A0F"/>
    <w:rsid w:val="00A62BC2"/>
    <w:rsid w:val="00A62DFA"/>
    <w:rsid w:val="00A6377F"/>
    <w:rsid w:val="00A6386A"/>
    <w:rsid w:val="00A63C01"/>
    <w:rsid w:val="00A63CF0"/>
    <w:rsid w:val="00A63E3F"/>
    <w:rsid w:val="00A64825"/>
    <w:rsid w:val="00A648BD"/>
    <w:rsid w:val="00A64A7F"/>
    <w:rsid w:val="00A6502F"/>
    <w:rsid w:val="00A65116"/>
    <w:rsid w:val="00A65167"/>
    <w:rsid w:val="00A651FD"/>
    <w:rsid w:val="00A65381"/>
    <w:rsid w:val="00A653FF"/>
    <w:rsid w:val="00A65502"/>
    <w:rsid w:val="00A6583A"/>
    <w:rsid w:val="00A65857"/>
    <w:rsid w:val="00A65B6D"/>
    <w:rsid w:val="00A65C67"/>
    <w:rsid w:val="00A65CCB"/>
    <w:rsid w:val="00A65D12"/>
    <w:rsid w:val="00A65EC8"/>
    <w:rsid w:val="00A65F21"/>
    <w:rsid w:val="00A65F34"/>
    <w:rsid w:val="00A66081"/>
    <w:rsid w:val="00A661E0"/>
    <w:rsid w:val="00A6623E"/>
    <w:rsid w:val="00A6628A"/>
    <w:rsid w:val="00A666EB"/>
    <w:rsid w:val="00A66797"/>
    <w:rsid w:val="00A66AF9"/>
    <w:rsid w:val="00A66C0A"/>
    <w:rsid w:val="00A6739C"/>
    <w:rsid w:val="00A674AA"/>
    <w:rsid w:val="00A6788E"/>
    <w:rsid w:val="00A67B1C"/>
    <w:rsid w:val="00A67D0D"/>
    <w:rsid w:val="00A7013C"/>
    <w:rsid w:val="00A704ED"/>
    <w:rsid w:val="00A706EE"/>
    <w:rsid w:val="00A7076B"/>
    <w:rsid w:val="00A70801"/>
    <w:rsid w:val="00A7082A"/>
    <w:rsid w:val="00A70847"/>
    <w:rsid w:val="00A7086C"/>
    <w:rsid w:val="00A70BF5"/>
    <w:rsid w:val="00A70CD4"/>
    <w:rsid w:val="00A70D5F"/>
    <w:rsid w:val="00A70DD1"/>
    <w:rsid w:val="00A70EE9"/>
    <w:rsid w:val="00A70EF3"/>
    <w:rsid w:val="00A70FDE"/>
    <w:rsid w:val="00A70FEA"/>
    <w:rsid w:val="00A71063"/>
    <w:rsid w:val="00A7109B"/>
    <w:rsid w:val="00A716D9"/>
    <w:rsid w:val="00A718BF"/>
    <w:rsid w:val="00A718D5"/>
    <w:rsid w:val="00A71D82"/>
    <w:rsid w:val="00A72167"/>
    <w:rsid w:val="00A72800"/>
    <w:rsid w:val="00A728E0"/>
    <w:rsid w:val="00A72B10"/>
    <w:rsid w:val="00A73361"/>
    <w:rsid w:val="00A733B7"/>
    <w:rsid w:val="00A7376A"/>
    <w:rsid w:val="00A73BC3"/>
    <w:rsid w:val="00A73C87"/>
    <w:rsid w:val="00A73E16"/>
    <w:rsid w:val="00A73F70"/>
    <w:rsid w:val="00A7417B"/>
    <w:rsid w:val="00A74551"/>
    <w:rsid w:val="00A7457C"/>
    <w:rsid w:val="00A74A99"/>
    <w:rsid w:val="00A74D11"/>
    <w:rsid w:val="00A74E62"/>
    <w:rsid w:val="00A752E7"/>
    <w:rsid w:val="00A75669"/>
    <w:rsid w:val="00A75797"/>
    <w:rsid w:val="00A75825"/>
    <w:rsid w:val="00A758B0"/>
    <w:rsid w:val="00A7594B"/>
    <w:rsid w:val="00A75C6D"/>
    <w:rsid w:val="00A75CD9"/>
    <w:rsid w:val="00A761A9"/>
    <w:rsid w:val="00A76456"/>
    <w:rsid w:val="00A765FC"/>
    <w:rsid w:val="00A76841"/>
    <w:rsid w:val="00A76DC6"/>
    <w:rsid w:val="00A76DE6"/>
    <w:rsid w:val="00A76E0F"/>
    <w:rsid w:val="00A76E8A"/>
    <w:rsid w:val="00A7714E"/>
    <w:rsid w:val="00A775B3"/>
    <w:rsid w:val="00A77A28"/>
    <w:rsid w:val="00A77AF0"/>
    <w:rsid w:val="00A77BC9"/>
    <w:rsid w:val="00A77D8F"/>
    <w:rsid w:val="00A77FA3"/>
    <w:rsid w:val="00A805F3"/>
    <w:rsid w:val="00A807BC"/>
    <w:rsid w:val="00A808EB"/>
    <w:rsid w:val="00A80B89"/>
    <w:rsid w:val="00A80D29"/>
    <w:rsid w:val="00A810B1"/>
    <w:rsid w:val="00A81510"/>
    <w:rsid w:val="00A8164F"/>
    <w:rsid w:val="00A818A4"/>
    <w:rsid w:val="00A8196A"/>
    <w:rsid w:val="00A81A38"/>
    <w:rsid w:val="00A81CB8"/>
    <w:rsid w:val="00A82594"/>
    <w:rsid w:val="00A82A4A"/>
    <w:rsid w:val="00A82C5E"/>
    <w:rsid w:val="00A83291"/>
    <w:rsid w:val="00A83388"/>
    <w:rsid w:val="00A83829"/>
    <w:rsid w:val="00A83964"/>
    <w:rsid w:val="00A83B53"/>
    <w:rsid w:val="00A83D39"/>
    <w:rsid w:val="00A83D5A"/>
    <w:rsid w:val="00A83DC7"/>
    <w:rsid w:val="00A83E80"/>
    <w:rsid w:val="00A84340"/>
    <w:rsid w:val="00A84626"/>
    <w:rsid w:val="00A8475A"/>
    <w:rsid w:val="00A84872"/>
    <w:rsid w:val="00A84888"/>
    <w:rsid w:val="00A84A03"/>
    <w:rsid w:val="00A84BB3"/>
    <w:rsid w:val="00A84C20"/>
    <w:rsid w:val="00A85DF0"/>
    <w:rsid w:val="00A85E64"/>
    <w:rsid w:val="00A86221"/>
    <w:rsid w:val="00A8630E"/>
    <w:rsid w:val="00A8648A"/>
    <w:rsid w:val="00A86C3B"/>
    <w:rsid w:val="00A86CE1"/>
    <w:rsid w:val="00A86DCB"/>
    <w:rsid w:val="00A87263"/>
    <w:rsid w:val="00A8739B"/>
    <w:rsid w:val="00A87455"/>
    <w:rsid w:val="00A87B03"/>
    <w:rsid w:val="00A87B36"/>
    <w:rsid w:val="00A87BC7"/>
    <w:rsid w:val="00A87C4F"/>
    <w:rsid w:val="00A87ED2"/>
    <w:rsid w:val="00A90449"/>
    <w:rsid w:val="00A90672"/>
    <w:rsid w:val="00A90717"/>
    <w:rsid w:val="00A90AE7"/>
    <w:rsid w:val="00A90AFC"/>
    <w:rsid w:val="00A90CD8"/>
    <w:rsid w:val="00A90E16"/>
    <w:rsid w:val="00A90F68"/>
    <w:rsid w:val="00A91096"/>
    <w:rsid w:val="00A912CA"/>
    <w:rsid w:val="00A916E3"/>
    <w:rsid w:val="00A91794"/>
    <w:rsid w:val="00A919A6"/>
    <w:rsid w:val="00A91C4A"/>
    <w:rsid w:val="00A91CEE"/>
    <w:rsid w:val="00A91F20"/>
    <w:rsid w:val="00A91F6D"/>
    <w:rsid w:val="00A92436"/>
    <w:rsid w:val="00A92456"/>
    <w:rsid w:val="00A9283C"/>
    <w:rsid w:val="00A929EA"/>
    <w:rsid w:val="00A92AB3"/>
    <w:rsid w:val="00A92C8F"/>
    <w:rsid w:val="00A92D97"/>
    <w:rsid w:val="00A9356C"/>
    <w:rsid w:val="00A9381A"/>
    <w:rsid w:val="00A938C7"/>
    <w:rsid w:val="00A93BCB"/>
    <w:rsid w:val="00A93C0C"/>
    <w:rsid w:val="00A9401B"/>
    <w:rsid w:val="00A9427D"/>
    <w:rsid w:val="00A942D7"/>
    <w:rsid w:val="00A9434C"/>
    <w:rsid w:val="00A943BF"/>
    <w:rsid w:val="00A943D0"/>
    <w:rsid w:val="00A9485C"/>
    <w:rsid w:val="00A94BD2"/>
    <w:rsid w:val="00A95113"/>
    <w:rsid w:val="00A951C5"/>
    <w:rsid w:val="00A95992"/>
    <w:rsid w:val="00A95A3D"/>
    <w:rsid w:val="00A95BB1"/>
    <w:rsid w:val="00A95D34"/>
    <w:rsid w:val="00A96009"/>
    <w:rsid w:val="00A96084"/>
    <w:rsid w:val="00A96228"/>
    <w:rsid w:val="00A966C7"/>
    <w:rsid w:val="00A9694E"/>
    <w:rsid w:val="00A96AD1"/>
    <w:rsid w:val="00A96C11"/>
    <w:rsid w:val="00A96D8D"/>
    <w:rsid w:val="00A97803"/>
    <w:rsid w:val="00A97902"/>
    <w:rsid w:val="00A97B44"/>
    <w:rsid w:val="00A97B80"/>
    <w:rsid w:val="00A97D1B"/>
    <w:rsid w:val="00A97DC3"/>
    <w:rsid w:val="00A97E13"/>
    <w:rsid w:val="00AA00AF"/>
    <w:rsid w:val="00AA01A6"/>
    <w:rsid w:val="00AA064E"/>
    <w:rsid w:val="00AA0718"/>
    <w:rsid w:val="00AA0799"/>
    <w:rsid w:val="00AA0AAC"/>
    <w:rsid w:val="00AA0BF4"/>
    <w:rsid w:val="00AA1254"/>
    <w:rsid w:val="00AA12E1"/>
    <w:rsid w:val="00AA1576"/>
    <w:rsid w:val="00AA159C"/>
    <w:rsid w:val="00AA16FC"/>
    <w:rsid w:val="00AA1807"/>
    <w:rsid w:val="00AA19D8"/>
    <w:rsid w:val="00AA19EC"/>
    <w:rsid w:val="00AA1DD0"/>
    <w:rsid w:val="00AA21E4"/>
    <w:rsid w:val="00AA22DB"/>
    <w:rsid w:val="00AA281C"/>
    <w:rsid w:val="00AA285F"/>
    <w:rsid w:val="00AA2E9D"/>
    <w:rsid w:val="00AA31A5"/>
    <w:rsid w:val="00AA32EC"/>
    <w:rsid w:val="00AA35CE"/>
    <w:rsid w:val="00AA3884"/>
    <w:rsid w:val="00AA3918"/>
    <w:rsid w:val="00AA3953"/>
    <w:rsid w:val="00AA3A7F"/>
    <w:rsid w:val="00AA3BE5"/>
    <w:rsid w:val="00AA3C3E"/>
    <w:rsid w:val="00AA3E54"/>
    <w:rsid w:val="00AA42A3"/>
    <w:rsid w:val="00AA486C"/>
    <w:rsid w:val="00AA4DC0"/>
    <w:rsid w:val="00AA4E31"/>
    <w:rsid w:val="00AA4F93"/>
    <w:rsid w:val="00AA51E0"/>
    <w:rsid w:val="00AA5278"/>
    <w:rsid w:val="00AA56D1"/>
    <w:rsid w:val="00AA58DE"/>
    <w:rsid w:val="00AA5D86"/>
    <w:rsid w:val="00AA5EB8"/>
    <w:rsid w:val="00AA5FC7"/>
    <w:rsid w:val="00AA608B"/>
    <w:rsid w:val="00AA6324"/>
    <w:rsid w:val="00AA6AF1"/>
    <w:rsid w:val="00AA6B6E"/>
    <w:rsid w:val="00AA6C06"/>
    <w:rsid w:val="00AA6EBD"/>
    <w:rsid w:val="00AA6F58"/>
    <w:rsid w:val="00AA6FD8"/>
    <w:rsid w:val="00AA72A6"/>
    <w:rsid w:val="00AA735A"/>
    <w:rsid w:val="00AA76F8"/>
    <w:rsid w:val="00AB016B"/>
    <w:rsid w:val="00AB01BF"/>
    <w:rsid w:val="00AB0200"/>
    <w:rsid w:val="00AB0557"/>
    <w:rsid w:val="00AB0668"/>
    <w:rsid w:val="00AB06AE"/>
    <w:rsid w:val="00AB0B8F"/>
    <w:rsid w:val="00AB0D6A"/>
    <w:rsid w:val="00AB0ECF"/>
    <w:rsid w:val="00AB1013"/>
    <w:rsid w:val="00AB107A"/>
    <w:rsid w:val="00AB1088"/>
    <w:rsid w:val="00AB111E"/>
    <w:rsid w:val="00AB1127"/>
    <w:rsid w:val="00AB1175"/>
    <w:rsid w:val="00AB1209"/>
    <w:rsid w:val="00AB159C"/>
    <w:rsid w:val="00AB16AB"/>
    <w:rsid w:val="00AB1813"/>
    <w:rsid w:val="00AB1A71"/>
    <w:rsid w:val="00AB1D3A"/>
    <w:rsid w:val="00AB1E14"/>
    <w:rsid w:val="00AB1F1E"/>
    <w:rsid w:val="00AB21B7"/>
    <w:rsid w:val="00AB2844"/>
    <w:rsid w:val="00AB2A14"/>
    <w:rsid w:val="00AB2D74"/>
    <w:rsid w:val="00AB2E92"/>
    <w:rsid w:val="00AB2FDB"/>
    <w:rsid w:val="00AB356B"/>
    <w:rsid w:val="00AB358D"/>
    <w:rsid w:val="00AB35DC"/>
    <w:rsid w:val="00AB369D"/>
    <w:rsid w:val="00AB3798"/>
    <w:rsid w:val="00AB37CE"/>
    <w:rsid w:val="00AB391C"/>
    <w:rsid w:val="00AB3A45"/>
    <w:rsid w:val="00AB3ADA"/>
    <w:rsid w:val="00AB402C"/>
    <w:rsid w:val="00AB411B"/>
    <w:rsid w:val="00AB4304"/>
    <w:rsid w:val="00AB49A9"/>
    <w:rsid w:val="00AB4A28"/>
    <w:rsid w:val="00AB4F1A"/>
    <w:rsid w:val="00AB5104"/>
    <w:rsid w:val="00AB51BA"/>
    <w:rsid w:val="00AB58B7"/>
    <w:rsid w:val="00AB5934"/>
    <w:rsid w:val="00AB60FF"/>
    <w:rsid w:val="00AB612C"/>
    <w:rsid w:val="00AB62F6"/>
    <w:rsid w:val="00AB64F6"/>
    <w:rsid w:val="00AB6562"/>
    <w:rsid w:val="00AB6D5D"/>
    <w:rsid w:val="00AB6E25"/>
    <w:rsid w:val="00AB6F56"/>
    <w:rsid w:val="00AB6F58"/>
    <w:rsid w:val="00AB7401"/>
    <w:rsid w:val="00AB75A2"/>
    <w:rsid w:val="00AB778A"/>
    <w:rsid w:val="00AB7818"/>
    <w:rsid w:val="00AB782F"/>
    <w:rsid w:val="00AB7907"/>
    <w:rsid w:val="00AB7916"/>
    <w:rsid w:val="00AB7AC0"/>
    <w:rsid w:val="00AC03CD"/>
    <w:rsid w:val="00AC04FE"/>
    <w:rsid w:val="00AC0535"/>
    <w:rsid w:val="00AC05F0"/>
    <w:rsid w:val="00AC066F"/>
    <w:rsid w:val="00AC06A0"/>
    <w:rsid w:val="00AC0AC7"/>
    <w:rsid w:val="00AC0F54"/>
    <w:rsid w:val="00AC1FE6"/>
    <w:rsid w:val="00AC1FFA"/>
    <w:rsid w:val="00AC202E"/>
    <w:rsid w:val="00AC215E"/>
    <w:rsid w:val="00AC2280"/>
    <w:rsid w:val="00AC2532"/>
    <w:rsid w:val="00AC2933"/>
    <w:rsid w:val="00AC2995"/>
    <w:rsid w:val="00AC2CF4"/>
    <w:rsid w:val="00AC2D28"/>
    <w:rsid w:val="00AC300D"/>
    <w:rsid w:val="00AC31C1"/>
    <w:rsid w:val="00AC3616"/>
    <w:rsid w:val="00AC391E"/>
    <w:rsid w:val="00AC3B03"/>
    <w:rsid w:val="00AC3B93"/>
    <w:rsid w:val="00AC3C68"/>
    <w:rsid w:val="00AC4057"/>
    <w:rsid w:val="00AC407D"/>
    <w:rsid w:val="00AC414A"/>
    <w:rsid w:val="00AC42E6"/>
    <w:rsid w:val="00AC4621"/>
    <w:rsid w:val="00AC46CE"/>
    <w:rsid w:val="00AC4A7B"/>
    <w:rsid w:val="00AC4CA5"/>
    <w:rsid w:val="00AC4F8B"/>
    <w:rsid w:val="00AC5028"/>
    <w:rsid w:val="00AC561A"/>
    <w:rsid w:val="00AC5639"/>
    <w:rsid w:val="00AC5684"/>
    <w:rsid w:val="00AC575E"/>
    <w:rsid w:val="00AC5BD7"/>
    <w:rsid w:val="00AC5CB7"/>
    <w:rsid w:val="00AC5D2E"/>
    <w:rsid w:val="00AC5EC0"/>
    <w:rsid w:val="00AC5FCA"/>
    <w:rsid w:val="00AC5FEE"/>
    <w:rsid w:val="00AC60F8"/>
    <w:rsid w:val="00AC6384"/>
    <w:rsid w:val="00AC63FC"/>
    <w:rsid w:val="00AC64A6"/>
    <w:rsid w:val="00AC6B63"/>
    <w:rsid w:val="00AC6CE5"/>
    <w:rsid w:val="00AC6D6E"/>
    <w:rsid w:val="00AC6F43"/>
    <w:rsid w:val="00AC6F68"/>
    <w:rsid w:val="00AC6F99"/>
    <w:rsid w:val="00AC750E"/>
    <w:rsid w:val="00AC762F"/>
    <w:rsid w:val="00AC78E4"/>
    <w:rsid w:val="00AC7A21"/>
    <w:rsid w:val="00AC7A2A"/>
    <w:rsid w:val="00AC7C2F"/>
    <w:rsid w:val="00AC7DD9"/>
    <w:rsid w:val="00AC7E47"/>
    <w:rsid w:val="00AD009F"/>
    <w:rsid w:val="00AD0109"/>
    <w:rsid w:val="00AD01F0"/>
    <w:rsid w:val="00AD05D9"/>
    <w:rsid w:val="00AD07C2"/>
    <w:rsid w:val="00AD0A30"/>
    <w:rsid w:val="00AD0C96"/>
    <w:rsid w:val="00AD10E0"/>
    <w:rsid w:val="00AD12D3"/>
    <w:rsid w:val="00AD1479"/>
    <w:rsid w:val="00AD1A49"/>
    <w:rsid w:val="00AD1B30"/>
    <w:rsid w:val="00AD1FAC"/>
    <w:rsid w:val="00AD235D"/>
    <w:rsid w:val="00AD283E"/>
    <w:rsid w:val="00AD2DCF"/>
    <w:rsid w:val="00AD362F"/>
    <w:rsid w:val="00AD37A9"/>
    <w:rsid w:val="00AD39F3"/>
    <w:rsid w:val="00AD3A8C"/>
    <w:rsid w:val="00AD3AA6"/>
    <w:rsid w:val="00AD3BF6"/>
    <w:rsid w:val="00AD3E08"/>
    <w:rsid w:val="00AD41FD"/>
    <w:rsid w:val="00AD430D"/>
    <w:rsid w:val="00AD47EA"/>
    <w:rsid w:val="00AD4AB4"/>
    <w:rsid w:val="00AD4DD3"/>
    <w:rsid w:val="00AD4E96"/>
    <w:rsid w:val="00AD5158"/>
    <w:rsid w:val="00AD5447"/>
    <w:rsid w:val="00AD54C9"/>
    <w:rsid w:val="00AD5693"/>
    <w:rsid w:val="00AD5925"/>
    <w:rsid w:val="00AD5965"/>
    <w:rsid w:val="00AD5A23"/>
    <w:rsid w:val="00AD5B17"/>
    <w:rsid w:val="00AD5E92"/>
    <w:rsid w:val="00AD5EE1"/>
    <w:rsid w:val="00AD5F5D"/>
    <w:rsid w:val="00AD615C"/>
    <w:rsid w:val="00AD62A5"/>
    <w:rsid w:val="00AD6408"/>
    <w:rsid w:val="00AD64D4"/>
    <w:rsid w:val="00AD687D"/>
    <w:rsid w:val="00AD6884"/>
    <w:rsid w:val="00AD6903"/>
    <w:rsid w:val="00AD6A0A"/>
    <w:rsid w:val="00AD6B44"/>
    <w:rsid w:val="00AD6D2E"/>
    <w:rsid w:val="00AD6D8F"/>
    <w:rsid w:val="00AD6F32"/>
    <w:rsid w:val="00AD71B8"/>
    <w:rsid w:val="00AD72A3"/>
    <w:rsid w:val="00AD75AF"/>
    <w:rsid w:val="00AD77E0"/>
    <w:rsid w:val="00AD7A39"/>
    <w:rsid w:val="00AD7AB6"/>
    <w:rsid w:val="00AD7D57"/>
    <w:rsid w:val="00AE0331"/>
    <w:rsid w:val="00AE065E"/>
    <w:rsid w:val="00AE0B0E"/>
    <w:rsid w:val="00AE0BCC"/>
    <w:rsid w:val="00AE0D60"/>
    <w:rsid w:val="00AE0F32"/>
    <w:rsid w:val="00AE11FE"/>
    <w:rsid w:val="00AE1310"/>
    <w:rsid w:val="00AE139C"/>
    <w:rsid w:val="00AE13C7"/>
    <w:rsid w:val="00AE1425"/>
    <w:rsid w:val="00AE163A"/>
    <w:rsid w:val="00AE1641"/>
    <w:rsid w:val="00AE1729"/>
    <w:rsid w:val="00AE1783"/>
    <w:rsid w:val="00AE1C68"/>
    <w:rsid w:val="00AE1D1B"/>
    <w:rsid w:val="00AE245E"/>
    <w:rsid w:val="00AE246A"/>
    <w:rsid w:val="00AE2533"/>
    <w:rsid w:val="00AE269E"/>
    <w:rsid w:val="00AE27CD"/>
    <w:rsid w:val="00AE2C8D"/>
    <w:rsid w:val="00AE2D4E"/>
    <w:rsid w:val="00AE2DF3"/>
    <w:rsid w:val="00AE2FCD"/>
    <w:rsid w:val="00AE32FC"/>
    <w:rsid w:val="00AE3709"/>
    <w:rsid w:val="00AE371B"/>
    <w:rsid w:val="00AE3B2F"/>
    <w:rsid w:val="00AE3E6F"/>
    <w:rsid w:val="00AE3EF9"/>
    <w:rsid w:val="00AE4103"/>
    <w:rsid w:val="00AE42DF"/>
    <w:rsid w:val="00AE4559"/>
    <w:rsid w:val="00AE4562"/>
    <w:rsid w:val="00AE4788"/>
    <w:rsid w:val="00AE496B"/>
    <w:rsid w:val="00AE4B88"/>
    <w:rsid w:val="00AE4C2D"/>
    <w:rsid w:val="00AE4E84"/>
    <w:rsid w:val="00AE5071"/>
    <w:rsid w:val="00AE59C4"/>
    <w:rsid w:val="00AE5FA4"/>
    <w:rsid w:val="00AE60F4"/>
    <w:rsid w:val="00AE6157"/>
    <w:rsid w:val="00AE615B"/>
    <w:rsid w:val="00AE6537"/>
    <w:rsid w:val="00AE66A9"/>
    <w:rsid w:val="00AE6833"/>
    <w:rsid w:val="00AE710A"/>
    <w:rsid w:val="00AE72D3"/>
    <w:rsid w:val="00AE737F"/>
    <w:rsid w:val="00AE76BF"/>
    <w:rsid w:val="00AE781B"/>
    <w:rsid w:val="00AE7827"/>
    <w:rsid w:val="00AE7F63"/>
    <w:rsid w:val="00AF0170"/>
    <w:rsid w:val="00AF06B7"/>
    <w:rsid w:val="00AF06EB"/>
    <w:rsid w:val="00AF099C"/>
    <w:rsid w:val="00AF09BB"/>
    <w:rsid w:val="00AF1073"/>
    <w:rsid w:val="00AF1134"/>
    <w:rsid w:val="00AF11F7"/>
    <w:rsid w:val="00AF13C8"/>
    <w:rsid w:val="00AF1709"/>
    <w:rsid w:val="00AF2289"/>
    <w:rsid w:val="00AF2553"/>
    <w:rsid w:val="00AF2653"/>
    <w:rsid w:val="00AF2B47"/>
    <w:rsid w:val="00AF306A"/>
    <w:rsid w:val="00AF318C"/>
    <w:rsid w:val="00AF3481"/>
    <w:rsid w:val="00AF349E"/>
    <w:rsid w:val="00AF34CF"/>
    <w:rsid w:val="00AF34D2"/>
    <w:rsid w:val="00AF3581"/>
    <w:rsid w:val="00AF3867"/>
    <w:rsid w:val="00AF3AB0"/>
    <w:rsid w:val="00AF3AD4"/>
    <w:rsid w:val="00AF3B64"/>
    <w:rsid w:val="00AF3C24"/>
    <w:rsid w:val="00AF3F77"/>
    <w:rsid w:val="00AF45BE"/>
    <w:rsid w:val="00AF45DE"/>
    <w:rsid w:val="00AF4A0F"/>
    <w:rsid w:val="00AF4E4D"/>
    <w:rsid w:val="00AF52EB"/>
    <w:rsid w:val="00AF5395"/>
    <w:rsid w:val="00AF55E7"/>
    <w:rsid w:val="00AF5659"/>
    <w:rsid w:val="00AF5877"/>
    <w:rsid w:val="00AF5C6D"/>
    <w:rsid w:val="00AF6463"/>
    <w:rsid w:val="00AF6547"/>
    <w:rsid w:val="00AF690B"/>
    <w:rsid w:val="00AF6EED"/>
    <w:rsid w:val="00AF71B0"/>
    <w:rsid w:val="00AF7455"/>
    <w:rsid w:val="00AF785D"/>
    <w:rsid w:val="00AF7C55"/>
    <w:rsid w:val="00AF7DAC"/>
    <w:rsid w:val="00AF7ED0"/>
    <w:rsid w:val="00B001A6"/>
    <w:rsid w:val="00B00265"/>
    <w:rsid w:val="00B00F22"/>
    <w:rsid w:val="00B0107C"/>
    <w:rsid w:val="00B01142"/>
    <w:rsid w:val="00B01389"/>
    <w:rsid w:val="00B01590"/>
    <w:rsid w:val="00B01620"/>
    <w:rsid w:val="00B01A1A"/>
    <w:rsid w:val="00B01EC1"/>
    <w:rsid w:val="00B021D2"/>
    <w:rsid w:val="00B0227B"/>
    <w:rsid w:val="00B0233E"/>
    <w:rsid w:val="00B023D6"/>
    <w:rsid w:val="00B0259C"/>
    <w:rsid w:val="00B0291F"/>
    <w:rsid w:val="00B02F72"/>
    <w:rsid w:val="00B02F90"/>
    <w:rsid w:val="00B03053"/>
    <w:rsid w:val="00B03071"/>
    <w:rsid w:val="00B03090"/>
    <w:rsid w:val="00B031C0"/>
    <w:rsid w:val="00B03614"/>
    <w:rsid w:val="00B0386A"/>
    <w:rsid w:val="00B03997"/>
    <w:rsid w:val="00B039D2"/>
    <w:rsid w:val="00B03C81"/>
    <w:rsid w:val="00B03D28"/>
    <w:rsid w:val="00B040A7"/>
    <w:rsid w:val="00B0410A"/>
    <w:rsid w:val="00B044D8"/>
    <w:rsid w:val="00B0520C"/>
    <w:rsid w:val="00B0534D"/>
    <w:rsid w:val="00B05553"/>
    <w:rsid w:val="00B05594"/>
    <w:rsid w:val="00B0593A"/>
    <w:rsid w:val="00B063C7"/>
    <w:rsid w:val="00B065B3"/>
    <w:rsid w:val="00B066C6"/>
    <w:rsid w:val="00B06761"/>
    <w:rsid w:val="00B0698B"/>
    <w:rsid w:val="00B07056"/>
    <w:rsid w:val="00B070EF"/>
    <w:rsid w:val="00B07226"/>
    <w:rsid w:val="00B072B3"/>
    <w:rsid w:val="00B072D6"/>
    <w:rsid w:val="00B075C6"/>
    <w:rsid w:val="00B07925"/>
    <w:rsid w:val="00B07B82"/>
    <w:rsid w:val="00B07C5C"/>
    <w:rsid w:val="00B07E4F"/>
    <w:rsid w:val="00B07EE9"/>
    <w:rsid w:val="00B10096"/>
    <w:rsid w:val="00B10129"/>
    <w:rsid w:val="00B10174"/>
    <w:rsid w:val="00B104F0"/>
    <w:rsid w:val="00B1074C"/>
    <w:rsid w:val="00B10A7D"/>
    <w:rsid w:val="00B10C7C"/>
    <w:rsid w:val="00B10C8C"/>
    <w:rsid w:val="00B10CB6"/>
    <w:rsid w:val="00B10DCE"/>
    <w:rsid w:val="00B10EA8"/>
    <w:rsid w:val="00B11385"/>
    <w:rsid w:val="00B11457"/>
    <w:rsid w:val="00B114B0"/>
    <w:rsid w:val="00B115F8"/>
    <w:rsid w:val="00B11706"/>
    <w:rsid w:val="00B11881"/>
    <w:rsid w:val="00B11E17"/>
    <w:rsid w:val="00B120EB"/>
    <w:rsid w:val="00B121EB"/>
    <w:rsid w:val="00B12278"/>
    <w:rsid w:val="00B12345"/>
    <w:rsid w:val="00B124E8"/>
    <w:rsid w:val="00B12511"/>
    <w:rsid w:val="00B125C2"/>
    <w:rsid w:val="00B125FE"/>
    <w:rsid w:val="00B12F89"/>
    <w:rsid w:val="00B131C0"/>
    <w:rsid w:val="00B133AD"/>
    <w:rsid w:val="00B13C28"/>
    <w:rsid w:val="00B13D69"/>
    <w:rsid w:val="00B14104"/>
    <w:rsid w:val="00B14161"/>
    <w:rsid w:val="00B1449F"/>
    <w:rsid w:val="00B14575"/>
    <w:rsid w:val="00B14631"/>
    <w:rsid w:val="00B146D8"/>
    <w:rsid w:val="00B14952"/>
    <w:rsid w:val="00B149DE"/>
    <w:rsid w:val="00B14A47"/>
    <w:rsid w:val="00B14A99"/>
    <w:rsid w:val="00B15348"/>
    <w:rsid w:val="00B158E3"/>
    <w:rsid w:val="00B15D67"/>
    <w:rsid w:val="00B163E2"/>
    <w:rsid w:val="00B16426"/>
    <w:rsid w:val="00B16453"/>
    <w:rsid w:val="00B16E51"/>
    <w:rsid w:val="00B16EA8"/>
    <w:rsid w:val="00B16EB0"/>
    <w:rsid w:val="00B16FA7"/>
    <w:rsid w:val="00B17463"/>
    <w:rsid w:val="00B174B7"/>
    <w:rsid w:val="00B17767"/>
    <w:rsid w:val="00B178C9"/>
    <w:rsid w:val="00B17971"/>
    <w:rsid w:val="00B17B50"/>
    <w:rsid w:val="00B17C12"/>
    <w:rsid w:val="00B17C45"/>
    <w:rsid w:val="00B200C5"/>
    <w:rsid w:val="00B2010D"/>
    <w:rsid w:val="00B20247"/>
    <w:rsid w:val="00B203EC"/>
    <w:rsid w:val="00B20514"/>
    <w:rsid w:val="00B20823"/>
    <w:rsid w:val="00B20829"/>
    <w:rsid w:val="00B2098B"/>
    <w:rsid w:val="00B2099B"/>
    <w:rsid w:val="00B209A8"/>
    <w:rsid w:val="00B20B0B"/>
    <w:rsid w:val="00B20D3F"/>
    <w:rsid w:val="00B211D9"/>
    <w:rsid w:val="00B2125D"/>
    <w:rsid w:val="00B214D6"/>
    <w:rsid w:val="00B217AD"/>
    <w:rsid w:val="00B21A46"/>
    <w:rsid w:val="00B21C7B"/>
    <w:rsid w:val="00B223AB"/>
    <w:rsid w:val="00B2280A"/>
    <w:rsid w:val="00B22A4E"/>
    <w:rsid w:val="00B22BCF"/>
    <w:rsid w:val="00B22BD7"/>
    <w:rsid w:val="00B22F66"/>
    <w:rsid w:val="00B23543"/>
    <w:rsid w:val="00B237B9"/>
    <w:rsid w:val="00B239FF"/>
    <w:rsid w:val="00B23B38"/>
    <w:rsid w:val="00B23D45"/>
    <w:rsid w:val="00B23E4C"/>
    <w:rsid w:val="00B23E83"/>
    <w:rsid w:val="00B240A6"/>
    <w:rsid w:val="00B247AF"/>
    <w:rsid w:val="00B24997"/>
    <w:rsid w:val="00B24BCE"/>
    <w:rsid w:val="00B24F46"/>
    <w:rsid w:val="00B24F71"/>
    <w:rsid w:val="00B25342"/>
    <w:rsid w:val="00B2539A"/>
    <w:rsid w:val="00B254CF"/>
    <w:rsid w:val="00B2557B"/>
    <w:rsid w:val="00B25840"/>
    <w:rsid w:val="00B25B06"/>
    <w:rsid w:val="00B25C35"/>
    <w:rsid w:val="00B25FD3"/>
    <w:rsid w:val="00B265EE"/>
    <w:rsid w:val="00B2672E"/>
    <w:rsid w:val="00B26833"/>
    <w:rsid w:val="00B26835"/>
    <w:rsid w:val="00B26909"/>
    <w:rsid w:val="00B26A10"/>
    <w:rsid w:val="00B26A48"/>
    <w:rsid w:val="00B26AD1"/>
    <w:rsid w:val="00B26F08"/>
    <w:rsid w:val="00B27252"/>
    <w:rsid w:val="00B278A1"/>
    <w:rsid w:val="00B27A5A"/>
    <w:rsid w:val="00B27B4C"/>
    <w:rsid w:val="00B27BB3"/>
    <w:rsid w:val="00B27C62"/>
    <w:rsid w:val="00B27D37"/>
    <w:rsid w:val="00B27DA4"/>
    <w:rsid w:val="00B27DF1"/>
    <w:rsid w:val="00B27F63"/>
    <w:rsid w:val="00B27FE5"/>
    <w:rsid w:val="00B305D7"/>
    <w:rsid w:val="00B306CC"/>
    <w:rsid w:val="00B309AA"/>
    <w:rsid w:val="00B30F10"/>
    <w:rsid w:val="00B31398"/>
    <w:rsid w:val="00B313B6"/>
    <w:rsid w:val="00B3149C"/>
    <w:rsid w:val="00B316C6"/>
    <w:rsid w:val="00B317D9"/>
    <w:rsid w:val="00B3195D"/>
    <w:rsid w:val="00B319A0"/>
    <w:rsid w:val="00B31A1E"/>
    <w:rsid w:val="00B31C73"/>
    <w:rsid w:val="00B31D9B"/>
    <w:rsid w:val="00B31EDB"/>
    <w:rsid w:val="00B3259E"/>
    <w:rsid w:val="00B32DA1"/>
    <w:rsid w:val="00B32E00"/>
    <w:rsid w:val="00B32EDE"/>
    <w:rsid w:val="00B3304B"/>
    <w:rsid w:val="00B33193"/>
    <w:rsid w:val="00B3328B"/>
    <w:rsid w:val="00B33373"/>
    <w:rsid w:val="00B33BFF"/>
    <w:rsid w:val="00B33C2B"/>
    <w:rsid w:val="00B33F0B"/>
    <w:rsid w:val="00B340CF"/>
    <w:rsid w:val="00B3417E"/>
    <w:rsid w:val="00B3423B"/>
    <w:rsid w:val="00B34325"/>
    <w:rsid w:val="00B344E4"/>
    <w:rsid w:val="00B3478A"/>
    <w:rsid w:val="00B3489B"/>
    <w:rsid w:val="00B348AC"/>
    <w:rsid w:val="00B34E53"/>
    <w:rsid w:val="00B34EBA"/>
    <w:rsid w:val="00B35557"/>
    <w:rsid w:val="00B35756"/>
    <w:rsid w:val="00B35B1B"/>
    <w:rsid w:val="00B35C09"/>
    <w:rsid w:val="00B35D50"/>
    <w:rsid w:val="00B35E71"/>
    <w:rsid w:val="00B36568"/>
    <w:rsid w:val="00B36786"/>
    <w:rsid w:val="00B36B5D"/>
    <w:rsid w:val="00B36BC4"/>
    <w:rsid w:val="00B36C2E"/>
    <w:rsid w:val="00B36EF5"/>
    <w:rsid w:val="00B37183"/>
    <w:rsid w:val="00B37554"/>
    <w:rsid w:val="00B375F7"/>
    <w:rsid w:val="00B378C2"/>
    <w:rsid w:val="00B37A08"/>
    <w:rsid w:val="00B37B7C"/>
    <w:rsid w:val="00B37C2E"/>
    <w:rsid w:val="00B37CE1"/>
    <w:rsid w:val="00B400A7"/>
    <w:rsid w:val="00B4044D"/>
    <w:rsid w:val="00B4062D"/>
    <w:rsid w:val="00B406BB"/>
    <w:rsid w:val="00B40796"/>
    <w:rsid w:val="00B4088F"/>
    <w:rsid w:val="00B409D9"/>
    <w:rsid w:val="00B40AD4"/>
    <w:rsid w:val="00B40F2E"/>
    <w:rsid w:val="00B410E0"/>
    <w:rsid w:val="00B4149F"/>
    <w:rsid w:val="00B4164E"/>
    <w:rsid w:val="00B41B83"/>
    <w:rsid w:val="00B41B9E"/>
    <w:rsid w:val="00B41F0F"/>
    <w:rsid w:val="00B41F92"/>
    <w:rsid w:val="00B42265"/>
    <w:rsid w:val="00B426C5"/>
    <w:rsid w:val="00B4288C"/>
    <w:rsid w:val="00B42A85"/>
    <w:rsid w:val="00B42C74"/>
    <w:rsid w:val="00B42DED"/>
    <w:rsid w:val="00B430F6"/>
    <w:rsid w:val="00B4354E"/>
    <w:rsid w:val="00B43BFF"/>
    <w:rsid w:val="00B43CB5"/>
    <w:rsid w:val="00B43CDF"/>
    <w:rsid w:val="00B43F27"/>
    <w:rsid w:val="00B441C7"/>
    <w:rsid w:val="00B44CD2"/>
    <w:rsid w:val="00B44E40"/>
    <w:rsid w:val="00B44E86"/>
    <w:rsid w:val="00B451D5"/>
    <w:rsid w:val="00B4537C"/>
    <w:rsid w:val="00B454C6"/>
    <w:rsid w:val="00B454EC"/>
    <w:rsid w:val="00B456C6"/>
    <w:rsid w:val="00B45DDB"/>
    <w:rsid w:val="00B46494"/>
    <w:rsid w:val="00B46834"/>
    <w:rsid w:val="00B4689A"/>
    <w:rsid w:val="00B46991"/>
    <w:rsid w:val="00B46F6A"/>
    <w:rsid w:val="00B471A3"/>
    <w:rsid w:val="00B47266"/>
    <w:rsid w:val="00B4726A"/>
    <w:rsid w:val="00B474D1"/>
    <w:rsid w:val="00B47FAE"/>
    <w:rsid w:val="00B502E1"/>
    <w:rsid w:val="00B503FF"/>
    <w:rsid w:val="00B50413"/>
    <w:rsid w:val="00B504F2"/>
    <w:rsid w:val="00B5054D"/>
    <w:rsid w:val="00B50BBF"/>
    <w:rsid w:val="00B50F73"/>
    <w:rsid w:val="00B51084"/>
    <w:rsid w:val="00B5137A"/>
    <w:rsid w:val="00B513EB"/>
    <w:rsid w:val="00B519DC"/>
    <w:rsid w:val="00B51A37"/>
    <w:rsid w:val="00B51ABB"/>
    <w:rsid w:val="00B51B95"/>
    <w:rsid w:val="00B51CE6"/>
    <w:rsid w:val="00B51EEE"/>
    <w:rsid w:val="00B52026"/>
    <w:rsid w:val="00B5249C"/>
    <w:rsid w:val="00B52517"/>
    <w:rsid w:val="00B525AA"/>
    <w:rsid w:val="00B52602"/>
    <w:rsid w:val="00B52663"/>
    <w:rsid w:val="00B526D7"/>
    <w:rsid w:val="00B52838"/>
    <w:rsid w:val="00B5290B"/>
    <w:rsid w:val="00B529A1"/>
    <w:rsid w:val="00B52B98"/>
    <w:rsid w:val="00B52C8B"/>
    <w:rsid w:val="00B52F64"/>
    <w:rsid w:val="00B52FB1"/>
    <w:rsid w:val="00B52FF0"/>
    <w:rsid w:val="00B533A6"/>
    <w:rsid w:val="00B53405"/>
    <w:rsid w:val="00B53503"/>
    <w:rsid w:val="00B53644"/>
    <w:rsid w:val="00B536B4"/>
    <w:rsid w:val="00B5375E"/>
    <w:rsid w:val="00B53D60"/>
    <w:rsid w:val="00B53D71"/>
    <w:rsid w:val="00B54098"/>
    <w:rsid w:val="00B540ED"/>
    <w:rsid w:val="00B54127"/>
    <w:rsid w:val="00B5422C"/>
    <w:rsid w:val="00B54630"/>
    <w:rsid w:val="00B54BB7"/>
    <w:rsid w:val="00B54C25"/>
    <w:rsid w:val="00B54CFE"/>
    <w:rsid w:val="00B54F95"/>
    <w:rsid w:val="00B5513C"/>
    <w:rsid w:val="00B551E7"/>
    <w:rsid w:val="00B5523C"/>
    <w:rsid w:val="00B552E9"/>
    <w:rsid w:val="00B55523"/>
    <w:rsid w:val="00B5566C"/>
    <w:rsid w:val="00B55763"/>
    <w:rsid w:val="00B559BA"/>
    <w:rsid w:val="00B55B40"/>
    <w:rsid w:val="00B55B67"/>
    <w:rsid w:val="00B55D45"/>
    <w:rsid w:val="00B55F01"/>
    <w:rsid w:val="00B55F80"/>
    <w:rsid w:val="00B55F82"/>
    <w:rsid w:val="00B561ED"/>
    <w:rsid w:val="00B5664A"/>
    <w:rsid w:val="00B566FC"/>
    <w:rsid w:val="00B5719F"/>
    <w:rsid w:val="00B574EC"/>
    <w:rsid w:val="00B5791F"/>
    <w:rsid w:val="00B57968"/>
    <w:rsid w:val="00B57B4C"/>
    <w:rsid w:val="00B600E1"/>
    <w:rsid w:val="00B6028E"/>
    <w:rsid w:val="00B6058E"/>
    <w:rsid w:val="00B605EA"/>
    <w:rsid w:val="00B60948"/>
    <w:rsid w:val="00B60A98"/>
    <w:rsid w:val="00B60BBD"/>
    <w:rsid w:val="00B60DD2"/>
    <w:rsid w:val="00B6126C"/>
    <w:rsid w:val="00B612BC"/>
    <w:rsid w:val="00B61B29"/>
    <w:rsid w:val="00B61DF7"/>
    <w:rsid w:val="00B61EAE"/>
    <w:rsid w:val="00B61ED9"/>
    <w:rsid w:val="00B6208F"/>
    <w:rsid w:val="00B624DC"/>
    <w:rsid w:val="00B63837"/>
    <w:rsid w:val="00B639F7"/>
    <w:rsid w:val="00B63C5C"/>
    <w:rsid w:val="00B63EA7"/>
    <w:rsid w:val="00B63EC0"/>
    <w:rsid w:val="00B64238"/>
    <w:rsid w:val="00B6443D"/>
    <w:rsid w:val="00B64769"/>
    <w:rsid w:val="00B64A76"/>
    <w:rsid w:val="00B64AD3"/>
    <w:rsid w:val="00B64AF1"/>
    <w:rsid w:val="00B64B13"/>
    <w:rsid w:val="00B64C26"/>
    <w:rsid w:val="00B65130"/>
    <w:rsid w:val="00B65467"/>
    <w:rsid w:val="00B65823"/>
    <w:rsid w:val="00B65997"/>
    <w:rsid w:val="00B65A1D"/>
    <w:rsid w:val="00B65EF6"/>
    <w:rsid w:val="00B65F78"/>
    <w:rsid w:val="00B660A6"/>
    <w:rsid w:val="00B661B0"/>
    <w:rsid w:val="00B66524"/>
    <w:rsid w:val="00B66659"/>
    <w:rsid w:val="00B66BBE"/>
    <w:rsid w:val="00B66D30"/>
    <w:rsid w:val="00B66F85"/>
    <w:rsid w:val="00B66FEA"/>
    <w:rsid w:val="00B67386"/>
    <w:rsid w:val="00B67863"/>
    <w:rsid w:val="00B678AD"/>
    <w:rsid w:val="00B67988"/>
    <w:rsid w:val="00B679D9"/>
    <w:rsid w:val="00B67A05"/>
    <w:rsid w:val="00B67B78"/>
    <w:rsid w:val="00B67C82"/>
    <w:rsid w:val="00B67D86"/>
    <w:rsid w:val="00B67DA0"/>
    <w:rsid w:val="00B7029E"/>
    <w:rsid w:val="00B7034D"/>
    <w:rsid w:val="00B70C9C"/>
    <w:rsid w:val="00B7112C"/>
    <w:rsid w:val="00B711D2"/>
    <w:rsid w:val="00B7154D"/>
    <w:rsid w:val="00B7159A"/>
    <w:rsid w:val="00B715A6"/>
    <w:rsid w:val="00B71680"/>
    <w:rsid w:val="00B71883"/>
    <w:rsid w:val="00B71917"/>
    <w:rsid w:val="00B71B5A"/>
    <w:rsid w:val="00B71D14"/>
    <w:rsid w:val="00B71EFE"/>
    <w:rsid w:val="00B723AB"/>
    <w:rsid w:val="00B72615"/>
    <w:rsid w:val="00B7277D"/>
    <w:rsid w:val="00B728B5"/>
    <w:rsid w:val="00B72C49"/>
    <w:rsid w:val="00B72C68"/>
    <w:rsid w:val="00B73215"/>
    <w:rsid w:val="00B73611"/>
    <w:rsid w:val="00B736C3"/>
    <w:rsid w:val="00B738EE"/>
    <w:rsid w:val="00B73D85"/>
    <w:rsid w:val="00B73F30"/>
    <w:rsid w:val="00B73F79"/>
    <w:rsid w:val="00B7409A"/>
    <w:rsid w:val="00B7474C"/>
    <w:rsid w:val="00B74A3A"/>
    <w:rsid w:val="00B74AEB"/>
    <w:rsid w:val="00B74B7A"/>
    <w:rsid w:val="00B74EB4"/>
    <w:rsid w:val="00B752F7"/>
    <w:rsid w:val="00B75C91"/>
    <w:rsid w:val="00B760BA"/>
    <w:rsid w:val="00B7646A"/>
    <w:rsid w:val="00B764F7"/>
    <w:rsid w:val="00B765DB"/>
    <w:rsid w:val="00B76657"/>
    <w:rsid w:val="00B767ED"/>
    <w:rsid w:val="00B7682A"/>
    <w:rsid w:val="00B76941"/>
    <w:rsid w:val="00B7716F"/>
    <w:rsid w:val="00B774CF"/>
    <w:rsid w:val="00B77825"/>
    <w:rsid w:val="00B77ABF"/>
    <w:rsid w:val="00B806EA"/>
    <w:rsid w:val="00B80C0B"/>
    <w:rsid w:val="00B81147"/>
    <w:rsid w:val="00B81618"/>
    <w:rsid w:val="00B817AE"/>
    <w:rsid w:val="00B81915"/>
    <w:rsid w:val="00B81978"/>
    <w:rsid w:val="00B81BC9"/>
    <w:rsid w:val="00B81F8A"/>
    <w:rsid w:val="00B82131"/>
    <w:rsid w:val="00B82297"/>
    <w:rsid w:val="00B822EC"/>
    <w:rsid w:val="00B82494"/>
    <w:rsid w:val="00B825FE"/>
    <w:rsid w:val="00B8279D"/>
    <w:rsid w:val="00B8294F"/>
    <w:rsid w:val="00B82DAD"/>
    <w:rsid w:val="00B82F9C"/>
    <w:rsid w:val="00B831A3"/>
    <w:rsid w:val="00B834CC"/>
    <w:rsid w:val="00B837AE"/>
    <w:rsid w:val="00B837B0"/>
    <w:rsid w:val="00B837D5"/>
    <w:rsid w:val="00B838BF"/>
    <w:rsid w:val="00B83AD6"/>
    <w:rsid w:val="00B83B81"/>
    <w:rsid w:val="00B83B87"/>
    <w:rsid w:val="00B83C54"/>
    <w:rsid w:val="00B84059"/>
    <w:rsid w:val="00B84094"/>
    <w:rsid w:val="00B84381"/>
    <w:rsid w:val="00B845F1"/>
    <w:rsid w:val="00B84883"/>
    <w:rsid w:val="00B84C7F"/>
    <w:rsid w:val="00B84CBC"/>
    <w:rsid w:val="00B84E62"/>
    <w:rsid w:val="00B851C4"/>
    <w:rsid w:val="00B852C6"/>
    <w:rsid w:val="00B852DB"/>
    <w:rsid w:val="00B8543A"/>
    <w:rsid w:val="00B854E3"/>
    <w:rsid w:val="00B8570C"/>
    <w:rsid w:val="00B86304"/>
    <w:rsid w:val="00B86422"/>
    <w:rsid w:val="00B86499"/>
    <w:rsid w:val="00B8672E"/>
    <w:rsid w:val="00B86980"/>
    <w:rsid w:val="00B86B8E"/>
    <w:rsid w:val="00B86C4E"/>
    <w:rsid w:val="00B86E78"/>
    <w:rsid w:val="00B86F01"/>
    <w:rsid w:val="00B8709A"/>
    <w:rsid w:val="00B87148"/>
    <w:rsid w:val="00B872F3"/>
    <w:rsid w:val="00B8732B"/>
    <w:rsid w:val="00B878FB"/>
    <w:rsid w:val="00B87A51"/>
    <w:rsid w:val="00B87A63"/>
    <w:rsid w:val="00B87C3E"/>
    <w:rsid w:val="00B87CB3"/>
    <w:rsid w:val="00B87E4C"/>
    <w:rsid w:val="00B904EB"/>
    <w:rsid w:val="00B906A4"/>
    <w:rsid w:val="00B90756"/>
    <w:rsid w:val="00B9080A"/>
    <w:rsid w:val="00B90CF2"/>
    <w:rsid w:val="00B90D4D"/>
    <w:rsid w:val="00B9146A"/>
    <w:rsid w:val="00B9156D"/>
    <w:rsid w:val="00B916BB"/>
    <w:rsid w:val="00B916C5"/>
    <w:rsid w:val="00B9196A"/>
    <w:rsid w:val="00B91CAD"/>
    <w:rsid w:val="00B91CF2"/>
    <w:rsid w:val="00B91EE6"/>
    <w:rsid w:val="00B923FA"/>
    <w:rsid w:val="00B9244D"/>
    <w:rsid w:val="00B9246C"/>
    <w:rsid w:val="00B925D8"/>
    <w:rsid w:val="00B92625"/>
    <w:rsid w:val="00B927E7"/>
    <w:rsid w:val="00B9289E"/>
    <w:rsid w:val="00B92A7A"/>
    <w:rsid w:val="00B92D6B"/>
    <w:rsid w:val="00B92EB8"/>
    <w:rsid w:val="00B93200"/>
    <w:rsid w:val="00B9324D"/>
    <w:rsid w:val="00B934BC"/>
    <w:rsid w:val="00B93530"/>
    <w:rsid w:val="00B935CF"/>
    <w:rsid w:val="00B93AB4"/>
    <w:rsid w:val="00B93BD7"/>
    <w:rsid w:val="00B93D07"/>
    <w:rsid w:val="00B93EBD"/>
    <w:rsid w:val="00B94289"/>
    <w:rsid w:val="00B945C3"/>
    <w:rsid w:val="00B948E7"/>
    <w:rsid w:val="00B949F1"/>
    <w:rsid w:val="00B94B2A"/>
    <w:rsid w:val="00B94B48"/>
    <w:rsid w:val="00B94CCF"/>
    <w:rsid w:val="00B94CF9"/>
    <w:rsid w:val="00B9557D"/>
    <w:rsid w:val="00B95775"/>
    <w:rsid w:val="00B95912"/>
    <w:rsid w:val="00B9593D"/>
    <w:rsid w:val="00B95AD4"/>
    <w:rsid w:val="00B95E03"/>
    <w:rsid w:val="00B9626B"/>
    <w:rsid w:val="00B9630A"/>
    <w:rsid w:val="00B9631D"/>
    <w:rsid w:val="00B96ADF"/>
    <w:rsid w:val="00B96B58"/>
    <w:rsid w:val="00B96F63"/>
    <w:rsid w:val="00B9707C"/>
    <w:rsid w:val="00B975F0"/>
    <w:rsid w:val="00B976ED"/>
    <w:rsid w:val="00B97B26"/>
    <w:rsid w:val="00B97B37"/>
    <w:rsid w:val="00B97E54"/>
    <w:rsid w:val="00BA0405"/>
    <w:rsid w:val="00BA080E"/>
    <w:rsid w:val="00BA0A17"/>
    <w:rsid w:val="00BA0A7D"/>
    <w:rsid w:val="00BA0DDB"/>
    <w:rsid w:val="00BA0EFA"/>
    <w:rsid w:val="00BA1110"/>
    <w:rsid w:val="00BA13E8"/>
    <w:rsid w:val="00BA14A0"/>
    <w:rsid w:val="00BA1516"/>
    <w:rsid w:val="00BA1571"/>
    <w:rsid w:val="00BA1854"/>
    <w:rsid w:val="00BA189C"/>
    <w:rsid w:val="00BA1D0B"/>
    <w:rsid w:val="00BA1E67"/>
    <w:rsid w:val="00BA22AC"/>
    <w:rsid w:val="00BA28F1"/>
    <w:rsid w:val="00BA2F4C"/>
    <w:rsid w:val="00BA3304"/>
    <w:rsid w:val="00BA339D"/>
    <w:rsid w:val="00BA37EA"/>
    <w:rsid w:val="00BA42FE"/>
    <w:rsid w:val="00BA48DF"/>
    <w:rsid w:val="00BA49D3"/>
    <w:rsid w:val="00BA4E44"/>
    <w:rsid w:val="00BA5242"/>
    <w:rsid w:val="00BA52AD"/>
    <w:rsid w:val="00BA5450"/>
    <w:rsid w:val="00BA5464"/>
    <w:rsid w:val="00BA5498"/>
    <w:rsid w:val="00BA5504"/>
    <w:rsid w:val="00BA573E"/>
    <w:rsid w:val="00BA57ED"/>
    <w:rsid w:val="00BA586C"/>
    <w:rsid w:val="00BA591C"/>
    <w:rsid w:val="00BA5998"/>
    <w:rsid w:val="00BA59F1"/>
    <w:rsid w:val="00BA5B05"/>
    <w:rsid w:val="00BA5D0A"/>
    <w:rsid w:val="00BA5E33"/>
    <w:rsid w:val="00BA6318"/>
    <w:rsid w:val="00BA63FA"/>
    <w:rsid w:val="00BA6474"/>
    <w:rsid w:val="00BA67B2"/>
    <w:rsid w:val="00BA69F4"/>
    <w:rsid w:val="00BA6C47"/>
    <w:rsid w:val="00BA6D38"/>
    <w:rsid w:val="00BA6DC2"/>
    <w:rsid w:val="00BA6EA1"/>
    <w:rsid w:val="00BA6F69"/>
    <w:rsid w:val="00BA788B"/>
    <w:rsid w:val="00BA7C52"/>
    <w:rsid w:val="00BB0699"/>
    <w:rsid w:val="00BB0E69"/>
    <w:rsid w:val="00BB1128"/>
    <w:rsid w:val="00BB11BB"/>
    <w:rsid w:val="00BB13EA"/>
    <w:rsid w:val="00BB148C"/>
    <w:rsid w:val="00BB165E"/>
    <w:rsid w:val="00BB179B"/>
    <w:rsid w:val="00BB17C5"/>
    <w:rsid w:val="00BB1978"/>
    <w:rsid w:val="00BB1ADA"/>
    <w:rsid w:val="00BB1B41"/>
    <w:rsid w:val="00BB1B78"/>
    <w:rsid w:val="00BB1D20"/>
    <w:rsid w:val="00BB1EAF"/>
    <w:rsid w:val="00BB2A41"/>
    <w:rsid w:val="00BB2B7E"/>
    <w:rsid w:val="00BB2BE6"/>
    <w:rsid w:val="00BB2C84"/>
    <w:rsid w:val="00BB2D7D"/>
    <w:rsid w:val="00BB2EA9"/>
    <w:rsid w:val="00BB315C"/>
    <w:rsid w:val="00BB3272"/>
    <w:rsid w:val="00BB3516"/>
    <w:rsid w:val="00BB354D"/>
    <w:rsid w:val="00BB366D"/>
    <w:rsid w:val="00BB3A7F"/>
    <w:rsid w:val="00BB3CE0"/>
    <w:rsid w:val="00BB4080"/>
    <w:rsid w:val="00BB49BF"/>
    <w:rsid w:val="00BB4B07"/>
    <w:rsid w:val="00BB51E1"/>
    <w:rsid w:val="00BB58CC"/>
    <w:rsid w:val="00BB5A42"/>
    <w:rsid w:val="00BB5C4F"/>
    <w:rsid w:val="00BB5C5D"/>
    <w:rsid w:val="00BB5C69"/>
    <w:rsid w:val="00BB5D41"/>
    <w:rsid w:val="00BB5D45"/>
    <w:rsid w:val="00BB5E42"/>
    <w:rsid w:val="00BB6147"/>
    <w:rsid w:val="00BB63AE"/>
    <w:rsid w:val="00BB7210"/>
    <w:rsid w:val="00BB75C8"/>
    <w:rsid w:val="00BB763C"/>
    <w:rsid w:val="00BB776F"/>
    <w:rsid w:val="00BB79C3"/>
    <w:rsid w:val="00BB7C62"/>
    <w:rsid w:val="00BB7D28"/>
    <w:rsid w:val="00BC002A"/>
    <w:rsid w:val="00BC0058"/>
    <w:rsid w:val="00BC0167"/>
    <w:rsid w:val="00BC01C8"/>
    <w:rsid w:val="00BC0596"/>
    <w:rsid w:val="00BC05AE"/>
    <w:rsid w:val="00BC09FC"/>
    <w:rsid w:val="00BC0BFD"/>
    <w:rsid w:val="00BC0CD3"/>
    <w:rsid w:val="00BC0D00"/>
    <w:rsid w:val="00BC0D5D"/>
    <w:rsid w:val="00BC0DE8"/>
    <w:rsid w:val="00BC16FD"/>
    <w:rsid w:val="00BC181D"/>
    <w:rsid w:val="00BC18FA"/>
    <w:rsid w:val="00BC1AB6"/>
    <w:rsid w:val="00BC1E00"/>
    <w:rsid w:val="00BC2078"/>
    <w:rsid w:val="00BC2081"/>
    <w:rsid w:val="00BC239C"/>
    <w:rsid w:val="00BC27BA"/>
    <w:rsid w:val="00BC2C3A"/>
    <w:rsid w:val="00BC2F66"/>
    <w:rsid w:val="00BC2F8C"/>
    <w:rsid w:val="00BC338A"/>
    <w:rsid w:val="00BC355B"/>
    <w:rsid w:val="00BC3710"/>
    <w:rsid w:val="00BC3898"/>
    <w:rsid w:val="00BC3AD5"/>
    <w:rsid w:val="00BC3B77"/>
    <w:rsid w:val="00BC3D22"/>
    <w:rsid w:val="00BC408E"/>
    <w:rsid w:val="00BC40DF"/>
    <w:rsid w:val="00BC41FD"/>
    <w:rsid w:val="00BC43A1"/>
    <w:rsid w:val="00BC4462"/>
    <w:rsid w:val="00BC450C"/>
    <w:rsid w:val="00BC4A07"/>
    <w:rsid w:val="00BC4A86"/>
    <w:rsid w:val="00BC4CB2"/>
    <w:rsid w:val="00BC5308"/>
    <w:rsid w:val="00BC54C1"/>
    <w:rsid w:val="00BC55FC"/>
    <w:rsid w:val="00BC5BEA"/>
    <w:rsid w:val="00BC5CA7"/>
    <w:rsid w:val="00BC5DCB"/>
    <w:rsid w:val="00BC5DDB"/>
    <w:rsid w:val="00BC616D"/>
    <w:rsid w:val="00BC61B7"/>
    <w:rsid w:val="00BC61F8"/>
    <w:rsid w:val="00BC69A2"/>
    <w:rsid w:val="00BC6A3A"/>
    <w:rsid w:val="00BC6D56"/>
    <w:rsid w:val="00BC709B"/>
    <w:rsid w:val="00BC7220"/>
    <w:rsid w:val="00BC7490"/>
    <w:rsid w:val="00BC75DA"/>
    <w:rsid w:val="00BC765B"/>
    <w:rsid w:val="00BC77AC"/>
    <w:rsid w:val="00BC79CB"/>
    <w:rsid w:val="00BC7BCC"/>
    <w:rsid w:val="00BC7C48"/>
    <w:rsid w:val="00BC7CF8"/>
    <w:rsid w:val="00BD042D"/>
    <w:rsid w:val="00BD0CFF"/>
    <w:rsid w:val="00BD0F5D"/>
    <w:rsid w:val="00BD10E7"/>
    <w:rsid w:val="00BD12D5"/>
    <w:rsid w:val="00BD1338"/>
    <w:rsid w:val="00BD137F"/>
    <w:rsid w:val="00BD1926"/>
    <w:rsid w:val="00BD1AD6"/>
    <w:rsid w:val="00BD1E2E"/>
    <w:rsid w:val="00BD1F3E"/>
    <w:rsid w:val="00BD1F8D"/>
    <w:rsid w:val="00BD200E"/>
    <w:rsid w:val="00BD24E0"/>
    <w:rsid w:val="00BD2B43"/>
    <w:rsid w:val="00BD2C42"/>
    <w:rsid w:val="00BD31D4"/>
    <w:rsid w:val="00BD336D"/>
    <w:rsid w:val="00BD3771"/>
    <w:rsid w:val="00BD38D2"/>
    <w:rsid w:val="00BD38E3"/>
    <w:rsid w:val="00BD3903"/>
    <w:rsid w:val="00BD3BB2"/>
    <w:rsid w:val="00BD3C60"/>
    <w:rsid w:val="00BD3E84"/>
    <w:rsid w:val="00BD424C"/>
    <w:rsid w:val="00BD4B2D"/>
    <w:rsid w:val="00BD4DA7"/>
    <w:rsid w:val="00BD4E82"/>
    <w:rsid w:val="00BD5130"/>
    <w:rsid w:val="00BD5261"/>
    <w:rsid w:val="00BD5448"/>
    <w:rsid w:val="00BD54E2"/>
    <w:rsid w:val="00BD5501"/>
    <w:rsid w:val="00BD599D"/>
    <w:rsid w:val="00BD59D0"/>
    <w:rsid w:val="00BD5B4A"/>
    <w:rsid w:val="00BD5C18"/>
    <w:rsid w:val="00BD5CB6"/>
    <w:rsid w:val="00BD6154"/>
    <w:rsid w:val="00BD61C1"/>
    <w:rsid w:val="00BD65BA"/>
    <w:rsid w:val="00BD6BA0"/>
    <w:rsid w:val="00BD6E68"/>
    <w:rsid w:val="00BD6F6B"/>
    <w:rsid w:val="00BD7346"/>
    <w:rsid w:val="00BD7D87"/>
    <w:rsid w:val="00BE000D"/>
    <w:rsid w:val="00BE0070"/>
    <w:rsid w:val="00BE0496"/>
    <w:rsid w:val="00BE05AC"/>
    <w:rsid w:val="00BE05F4"/>
    <w:rsid w:val="00BE0807"/>
    <w:rsid w:val="00BE08D0"/>
    <w:rsid w:val="00BE093D"/>
    <w:rsid w:val="00BE0CA7"/>
    <w:rsid w:val="00BE10AC"/>
    <w:rsid w:val="00BE10D4"/>
    <w:rsid w:val="00BE12E3"/>
    <w:rsid w:val="00BE1581"/>
    <w:rsid w:val="00BE1714"/>
    <w:rsid w:val="00BE1738"/>
    <w:rsid w:val="00BE1864"/>
    <w:rsid w:val="00BE2075"/>
    <w:rsid w:val="00BE23A3"/>
    <w:rsid w:val="00BE2579"/>
    <w:rsid w:val="00BE27E5"/>
    <w:rsid w:val="00BE27FA"/>
    <w:rsid w:val="00BE27FC"/>
    <w:rsid w:val="00BE2C94"/>
    <w:rsid w:val="00BE2DDF"/>
    <w:rsid w:val="00BE2FAF"/>
    <w:rsid w:val="00BE313F"/>
    <w:rsid w:val="00BE32AA"/>
    <w:rsid w:val="00BE33E8"/>
    <w:rsid w:val="00BE3621"/>
    <w:rsid w:val="00BE36DC"/>
    <w:rsid w:val="00BE3CA3"/>
    <w:rsid w:val="00BE3DC8"/>
    <w:rsid w:val="00BE416D"/>
    <w:rsid w:val="00BE43E3"/>
    <w:rsid w:val="00BE4446"/>
    <w:rsid w:val="00BE4588"/>
    <w:rsid w:val="00BE46A3"/>
    <w:rsid w:val="00BE4A35"/>
    <w:rsid w:val="00BE4A7B"/>
    <w:rsid w:val="00BE4B4E"/>
    <w:rsid w:val="00BE4CA2"/>
    <w:rsid w:val="00BE4D30"/>
    <w:rsid w:val="00BE4DB1"/>
    <w:rsid w:val="00BE4F5D"/>
    <w:rsid w:val="00BE4F83"/>
    <w:rsid w:val="00BE4FC3"/>
    <w:rsid w:val="00BE504B"/>
    <w:rsid w:val="00BE5324"/>
    <w:rsid w:val="00BE54D9"/>
    <w:rsid w:val="00BE5776"/>
    <w:rsid w:val="00BE58C4"/>
    <w:rsid w:val="00BE5B26"/>
    <w:rsid w:val="00BE5D4A"/>
    <w:rsid w:val="00BE5F3E"/>
    <w:rsid w:val="00BE62F2"/>
    <w:rsid w:val="00BE640B"/>
    <w:rsid w:val="00BE6579"/>
    <w:rsid w:val="00BE6590"/>
    <w:rsid w:val="00BE65E4"/>
    <w:rsid w:val="00BE66FA"/>
    <w:rsid w:val="00BE6A2B"/>
    <w:rsid w:val="00BE6AB3"/>
    <w:rsid w:val="00BE72CC"/>
    <w:rsid w:val="00BE72FD"/>
    <w:rsid w:val="00BE76B2"/>
    <w:rsid w:val="00BE7763"/>
    <w:rsid w:val="00BE780E"/>
    <w:rsid w:val="00BE78DB"/>
    <w:rsid w:val="00BE7A27"/>
    <w:rsid w:val="00BE7A42"/>
    <w:rsid w:val="00BE7F78"/>
    <w:rsid w:val="00BF0044"/>
    <w:rsid w:val="00BF057B"/>
    <w:rsid w:val="00BF09C2"/>
    <w:rsid w:val="00BF0ACA"/>
    <w:rsid w:val="00BF1247"/>
    <w:rsid w:val="00BF14CE"/>
    <w:rsid w:val="00BF14FE"/>
    <w:rsid w:val="00BF1562"/>
    <w:rsid w:val="00BF15C6"/>
    <w:rsid w:val="00BF1880"/>
    <w:rsid w:val="00BF1B2D"/>
    <w:rsid w:val="00BF1BFF"/>
    <w:rsid w:val="00BF1D34"/>
    <w:rsid w:val="00BF1DFF"/>
    <w:rsid w:val="00BF1E7A"/>
    <w:rsid w:val="00BF1F8D"/>
    <w:rsid w:val="00BF2418"/>
    <w:rsid w:val="00BF350C"/>
    <w:rsid w:val="00BF3981"/>
    <w:rsid w:val="00BF3AD1"/>
    <w:rsid w:val="00BF3F25"/>
    <w:rsid w:val="00BF408E"/>
    <w:rsid w:val="00BF41B4"/>
    <w:rsid w:val="00BF429E"/>
    <w:rsid w:val="00BF4516"/>
    <w:rsid w:val="00BF45D3"/>
    <w:rsid w:val="00BF46BC"/>
    <w:rsid w:val="00BF4C26"/>
    <w:rsid w:val="00BF507D"/>
    <w:rsid w:val="00BF543E"/>
    <w:rsid w:val="00BF579C"/>
    <w:rsid w:val="00BF5850"/>
    <w:rsid w:val="00BF599C"/>
    <w:rsid w:val="00BF59C5"/>
    <w:rsid w:val="00BF59ED"/>
    <w:rsid w:val="00BF5ECB"/>
    <w:rsid w:val="00BF5F3E"/>
    <w:rsid w:val="00BF5FCD"/>
    <w:rsid w:val="00BF6287"/>
    <w:rsid w:val="00BF6702"/>
    <w:rsid w:val="00BF6779"/>
    <w:rsid w:val="00BF6843"/>
    <w:rsid w:val="00BF6C8D"/>
    <w:rsid w:val="00BF7022"/>
    <w:rsid w:val="00BF74B7"/>
    <w:rsid w:val="00BF74CE"/>
    <w:rsid w:val="00BF7945"/>
    <w:rsid w:val="00BF794E"/>
    <w:rsid w:val="00BF79CB"/>
    <w:rsid w:val="00BF7C5C"/>
    <w:rsid w:val="00BF7F6D"/>
    <w:rsid w:val="00BF7FFD"/>
    <w:rsid w:val="00C0003D"/>
    <w:rsid w:val="00C0038A"/>
    <w:rsid w:val="00C00390"/>
    <w:rsid w:val="00C00425"/>
    <w:rsid w:val="00C005F8"/>
    <w:rsid w:val="00C00B59"/>
    <w:rsid w:val="00C00DD3"/>
    <w:rsid w:val="00C00F5A"/>
    <w:rsid w:val="00C0146C"/>
    <w:rsid w:val="00C017DA"/>
    <w:rsid w:val="00C01945"/>
    <w:rsid w:val="00C019AA"/>
    <w:rsid w:val="00C01C9D"/>
    <w:rsid w:val="00C01D7A"/>
    <w:rsid w:val="00C0201D"/>
    <w:rsid w:val="00C020F2"/>
    <w:rsid w:val="00C02401"/>
    <w:rsid w:val="00C02481"/>
    <w:rsid w:val="00C03143"/>
    <w:rsid w:val="00C031C6"/>
    <w:rsid w:val="00C0322F"/>
    <w:rsid w:val="00C033CF"/>
    <w:rsid w:val="00C03487"/>
    <w:rsid w:val="00C03A86"/>
    <w:rsid w:val="00C03A8B"/>
    <w:rsid w:val="00C03ABB"/>
    <w:rsid w:val="00C03B3A"/>
    <w:rsid w:val="00C03E3B"/>
    <w:rsid w:val="00C0406E"/>
    <w:rsid w:val="00C04444"/>
    <w:rsid w:val="00C045A4"/>
    <w:rsid w:val="00C04BEF"/>
    <w:rsid w:val="00C04F0D"/>
    <w:rsid w:val="00C04F22"/>
    <w:rsid w:val="00C04F5D"/>
    <w:rsid w:val="00C05320"/>
    <w:rsid w:val="00C05AF5"/>
    <w:rsid w:val="00C0632D"/>
    <w:rsid w:val="00C06580"/>
    <w:rsid w:val="00C06630"/>
    <w:rsid w:val="00C06708"/>
    <w:rsid w:val="00C06781"/>
    <w:rsid w:val="00C06C48"/>
    <w:rsid w:val="00C0706E"/>
    <w:rsid w:val="00C07805"/>
    <w:rsid w:val="00C07FBD"/>
    <w:rsid w:val="00C10427"/>
    <w:rsid w:val="00C10C7A"/>
    <w:rsid w:val="00C10DE0"/>
    <w:rsid w:val="00C10E25"/>
    <w:rsid w:val="00C10E6E"/>
    <w:rsid w:val="00C10EE4"/>
    <w:rsid w:val="00C10FB5"/>
    <w:rsid w:val="00C110C3"/>
    <w:rsid w:val="00C114FF"/>
    <w:rsid w:val="00C11627"/>
    <w:rsid w:val="00C1170A"/>
    <w:rsid w:val="00C1173C"/>
    <w:rsid w:val="00C117CB"/>
    <w:rsid w:val="00C1185F"/>
    <w:rsid w:val="00C11B21"/>
    <w:rsid w:val="00C11E0B"/>
    <w:rsid w:val="00C1208C"/>
    <w:rsid w:val="00C121D7"/>
    <w:rsid w:val="00C1234E"/>
    <w:rsid w:val="00C12409"/>
    <w:rsid w:val="00C12871"/>
    <w:rsid w:val="00C12889"/>
    <w:rsid w:val="00C1295D"/>
    <w:rsid w:val="00C12A67"/>
    <w:rsid w:val="00C1308D"/>
    <w:rsid w:val="00C133D9"/>
    <w:rsid w:val="00C13AD8"/>
    <w:rsid w:val="00C13D41"/>
    <w:rsid w:val="00C13DF8"/>
    <w:rsid w:val="00C1434E"/>
    <w:rsid w:val="00C1473B"/>
    <w:rsid w:val="00C14783"/>
    <w:rsid w:val="00C1488F"/>
    <w:rsid w:val="00C149B7"/>
    <w:rsid w:val="00C14FB7"/>
    <w:rsid w:val="00C152C8"/>
    <w:rsid w:val="00C15CFD"/>
    <w:rsid w:val="00C16066"/>
    <w:rsid w:val="00C16748"/>
    <w:rsid w:val="00C167A7"/>
    <w:rsid w:val="00C16827"/>
    <w:rsid w:val="00C1686A"/>
    <w:rsid w:val="00C16A59"/>
    <w:rsid w:val="00C16C47"/>
    <w:rsid w:val="00C1702C"/>
    <w:rsid w:val="00C171F7"/>
    <w:rsid w:val="00C173AE"/>
    <w:rsid w:val="00C17DBC"/>
    <w:rsid w:val="00C17F8E"/>
    <w:rsid w:val="00C200A4"/>
    <w:rsid w:val="00C203D4"/>
    <w:rsid w:val="00C2066C"/>
    <w:rsid w:val="00C20956"/>
    <w:rsid w:val="00C209E0"/>
    <w:rsid w:val="00C20A8D"/>
    <w:rsid w:val="00C20AF1"/>
    <w:rsid w:val="00C20D1A"/>
    <w:rsid w:val="00C20DC8"/>
    <w:rsid w:val="00C21271"/>
    <w:rsid w:val="00C21299"/>
    <w:rsid w:val="00C21321"/>
    <w:rsid w:val="00C21344"/>
    <w:rsid w:val="00C21777"/>
    <w:rsid w:val="00C21DCB"/>
    <w:rsid w:val="00C22004"/>
    <w:rsid w:val="00C22CC1"/>
    <w:rsid w:val="00C235B1"/>
    <w:rsid w:val="00C236D7"/>
    <w:rsid w:val="00C237FC"/>
    <w:rsid w:val="00C23970"/>
    <w:rsid w:val="00C239DE"/>
    <w:rsid w:val="00C23DF6"/>
    <w:rsid w:val="00C23E51"/>
    <w:rsid w:val="00C246F2"/>
    <w:rsid w:val="00C24847"/>
    <w:rsid w:val="00C249FC"/>
    <w:rsid w:val="00C24A5F"/>
    <w:rsid w:val="00C24B02"/>
    <w:rsid w:val="00C24BDE"/>
    <w:rsid w:val="00C24C50"/>
    <w:rsid w:val="00C24ED3"/>
    <w:rsid w:val="00C24EF6"/>
    <w:rsid w:val="00C24F40"/>
    <w:rsid w:val="00C25117"/>
    <w:rsid w:val="00C251ED"/>
    <w:rsid w:val="00C25299"/>
    <w:rsid w:val="00C25526"/>
    <w:rsid w:val="00C255EB"/>
    <w:rsid w:val="00C25632"/>
    <w:rsid w:val="00C2573D"/>
    <w:rsid w:val="00C257EB"/>
    <w:rsid w:val="00C25A33"/>
    <w:rsid w:val="00C25B71"/>
    <w:rsid w:val="00C25E2A"/>
    <w:rsid w:val="00C25FC9"/>
    <w:rsid w:val="00C2660B"/>
    <w:rsid w:val="00C26A01"/>
    <w:rsid w:val="00C26BF6"/>
    <w:rsid w:val="00C26BFC"/>
    <w:rsid w:val="00C26C78"/>
    <w:rsid w:val="00C272B6"/>
    <w:rsid w:val="00C2730E"/>
    <w:rsid w:val="00C3059D"/>
    <w:rsid w:val="00C307D2"/>
    <w:rsid w:val="00C3080D"/>
    <w:rsid w:val="00C30A0A"/>
    <w:rsid w:val="00C313AF"/>
    <w:rsid w:val="00C322B8"/>
    <w:rsid w:val="00C32AA8"/>
    <w:rsid w:val="00C32F54"/>
    <w:rsid w:val="00C33168"/>
    <w:rsid w:val="00C3338B"/>
    <w:rsid w:val="00C335B2"/>
    <w:rsid w:val="00C336B8"/>
    <w:rsid w:val="00C33DAE"/>
    <w:rsid w:val="00C340A2"/>
    <w:rsid w:val="00C3418F"/>
    <w:rsid w:val="00C34654"/>
    <w:rsid w:val="00C34742"/>
    <w:rsid w:val="00C34C85"/>
    <w:rsid w:val="00C34E6E"/>
    <w:rsid w:val="00C34F02"/>
    <w:rsid w:val="00C34F84"/>
    <w:rsid w:val="00C351B0"/>
    <w:rsid w:val="00C35202"/>
    <w:rsid w:val="00C3531C"/>
    <w:rsid w:val="00C35379"/>
    <w:rsid w:val="00C3557F"/>
    <w:rsid w:val="00C355D4"/>
    <w:rsid w:val="00C357A9"/>
    <w:rsid w:val="00C35C5E"/>
    <w:rsid w:val="00C35F43"/>
    <w:rsid w:val="00C36022"/>
    <w:rsid w:val="00C360CD"/>
    <w:rsid w:val="00C361EF"/>
    <w:rsid w:val="00C363DD"/>
    <w:rsid w:val="00C36692"/>
    <w:rsid w:val="00C367CD"/>
    <w:rsid w:val="00C370A4"/>
    <w:rsid w:val="00C3791C"/>
    <w:rsid w:val="00C37CB2"/>
    <w:rsid w:val="00C37DCA"/>
    <w:rsid w:val="00C37FE6"/>
    <w:rsid w:val="00C40047"/>
    <w:rsid w:val="00C40112"/>
    <w:rsid w:val="00C408EE"/>
    <w:rsid w:val="00C40921"/>
    <w:rsid w:val="00C409DA"/>
    <w:rsid w:val="00C40BE4"/>
    <w:rsid w:val="00C40CF3"/>
    <w:rsid w:val="00C411B4"/>
    <w:rsid w:val="00C411DC"/>
    <w:rsid w:val="00C41397"/>
    <w:rsid w:val="00C417B0"/>
    <w:rsid w:val="00C419F7"/>
    <w:rsid w:val="00C41BB9"/>
    <w:rsid w:val="00C41DDA"/>
    <w:rsid w:val="00C41E9B"/>
    <w:rsid w:val="00C41F76"/>
    <w:rsid w:val="00C420C0"/>
    <w:rsid w:val="00C420D2"/>
    <w:rsid w:val="00C426B7"/>
    <w:rsid w:val="00C426C3"/>
    <w:rsid w:val="00C42728"/>
    <w:rsid w:val="00C42B5F"/>
    <w:rsid w:val="00C42B78"/>
    <w:rsid w:val="00C43339"/>
    <w:rsid w:val="00C4338E"/>
    <w:rsid w:val="00C433BF"/>
    <w:rsid w:val="00C44692"/>
    <w:rsid w:val="00C4470D"/>
    <w:rsid w:val="00C44753"/>
    <w:rsid w:val="00C44772"/>
    <w:rsid w:val="00C44D37"/>
    <w:rsid w:val="00C4518A"/>
    <w:rsid w:val="00C4559B"/>
    <w:rsid w:val="00C456B4"/>
    <w:rsid w:val="00C4601B"/>
    <w:rsid w:val="00C4606C"/>
    <w:rsid w:val="00C46453"/>
    <w:rsid w:val="00C4658D"/>
    <w:rsid w:val="00C46653"/>
    <w:rsid w:val="00C46894"/>
    <w:rsid w:val="00C46952"/>
    <w:rsid w:val="00C46D3F"/>
    <w:rsid w:val="00C46D91"/>
    <w:rsid w:val="00C46EE6"/>
    <w:rsid w:val="00C47058"/>
    <w:rsid w:val="00C47108"/>
    <w:rsid w:val="00C471F0"/>
    <w:rsid w:val="00C47408"/>
    <w:rsid w:val="00C4747C"/>
    <w:rsid w:val="00C4790A"/>
    <w:rsid w:val="00C47EC3"/>
    <w:rsid w:val="00C47EF2"/>
    <w:rsid w:val="00C501A9"/>
    <w:rsid w:val="00C5048F"/>
    <w:rsid w:val="00C50875"/>
    <w:rsid w:val="00C50AEA"/>
    <w:rsid w:val="00C50B5A"/>
    <w:rsid w:val="00C511AA"/>
    <w:rsid w:val="00C51243"/>
    <w:rsid w:val="00C51287"/>
    <w:rsid w:val="00C5174E"/>
    <w:rsid w:val="00C5175C"/>
    <w:rsid w:val="00C519E7"/>
    <w:rsid w:val="00C51A17"/>
    <w:rsid w:val="00C52DD8"/>
    <w:rsid w:val="00C530D1"/>
    <w:rsid w:val="00C53276"/>
    <w:rsid w:val="00C5378A"/>
    <w:rsid w:val="00C537A2"/>
    <w:rsid w:val="00C5422F"/>
    <w:rsid w:val="00C5426D"/>
    <w:rsid w:val="00C5450A"/>
    <w:rsid w:val="00C54CCB"/>
    <w:rsid w:val="00C550C0"/>
    <w:rsid w:val="00C55233"/>
    <w:rsid w:val="00C5537D"/>
    <w:rsid w:val="00C55D63"/>
    <w:rsid w:val="00C55E65"/>
    <w:rsid w:val="00C56050"/>
    <w:rsid w:val="00C562FA"/>
    <w:rsid w:val="00C563C1"/>
    <w:rsid w:val="00C56737"/>
    <w:rsid w:val="00C56B15"/>
    <w:rsid w:val="00C56F59"/>
    <w:rsid w:val="00C56FBD"/>
    <w:rsid w:val="00C572AE"/>
    <w:rsid w:val="00C5734E"/>
    <w:rsid w:val="00C57AC9"/>
    <w:rsid w:val="00C57BD0"/>
    <w:rsid w:val="00C57C01"/>
    <w:rsid w:val="00C57C9B"/>
    <w:rsid w:val="00C57C9F"/>
    <w:rsid w:val="00C57D89"/>
    <w:rsid w:val="00C57E00"/>
    <w:rsid w:val="00C60183"/>
    <w:rsid w:val="00C602C3"/>
    <w:rsid w:val="00C6036F"/>
    <w:rsid w:val="00C607A3"/>
    <w:rsid w:val="00C60A91"/>
    <w:rsid w:val="00C60B86"/>
    <w:rsid w:val="00C60C4B"/>
    <w:rsid w:val="00C60DFC"/>
    <w:rsid w:val="00C60FBF"/>
    <w:rsid w:val="00C61729"/>
    <w:rsid w:val="00C618AD"/>
    <w:rsid w:val="00C618DD"/>
    <w:rsid w:val="00C61AD7"/>
    <w:rsid w:val="00C61F77"/>
    <w:rsid w:val="00C62229"/>
    <w:rsid w:val="00C62477"/>
    <w:rsid w:val="00C625AD"/>
    <w:rsid w:val="00C625B2"/>
    <w:rsid w:val="00C626CA"/>
    <w:rsid w:val="00C6276B"/>
    <w:rsid w:val="00C62A3F"/>
    <w:rsid w:val="00C62B47"/>
    <w:rsid w:val="00C62B88"/>
    <w:rsid w:val="00C62D62"/>
    <w:rsid w:val="00C630C7"/>
    <w:rsid w:val="00C633F6"/>
    <w:rsid w:val="00C63513"/>
    <w:rsid w:val="00C637E7"/>
    <w:rsid w:val="00C63A24"/>
    <w:rsid w:val="00C63B06"/>
    <w:rsid w:val="00C63C9B"/>
    <w:rsid w:val="00C640B8"/>
    <w:rsid w:val="00C64102"/>
    <w:rsid w:val="00C64160"/>
    <w:rsid w:val="00C641D3"/>
    <w:rsid w:val="00C641EA"/>
    <w:rsid w:val="00C6477E"/>
    <w:rsid w:val="00C64A6F"/>
    <w:rsid w:val="00C64A9F"/>
    <w:rsid w:val="00C65017"/>
    <w:rsid w:val="00C659DD"/>
    <w:rsid w:val="00C65A48"/>
    <w:rsid w:val="00C65A74"/>
    <w:rsid w:val="00C65DA9"/>
    <w:rsid w:val="00C65DD7"/>
    <w:rsid w:val="00C6603A"/>
    <w:rsid w:val="00C66050"/>
    <w:rsid w:val="00C663E8"/>
    <w:rsid w:val="00C66989"/>
    <w:rsid w:val="00C669B9"/>
    <w:rsid w:val="00C66AC3"/>
    <w:rsid w:val="00C66BE1"/>
    <w:rsid w:val="00C67086"/>
    <w:rsid w:val="00C67142"/>
    <w:rsid w:val="00C6742A"/>
    <w:rsid w:val="00C67885"/>
    <w:rsid w:val="00C67963"/>
    <w:rsid w:val="00C6798F"/>
    <w:rsid w:val="00C67B8C"/>
    <w:rsid w:val="00C67D0A"/>
    <w:rsid w:val="00C67E06"/>
    <w:rsid w:val="00C707F3"/>
    <w:rsid w:val="00C70AC5"/>
    <w:rsid w:val="00C7121E"/>
    <w:rsid w:val="00C714EB"/>
    <w:rsid w:val="00C71599"/>
    <w:rsid w:val="00C71650"/>
    <w:rsid w:val="00C71699"/>
    <w:rsid w:val="00C718BB"/>
    <w:rsid w:val="00C71C5A"/>
    <w:rsid w:val="00C71C62"/>
    <w:rsid w:val="00C71C86"/>
    <w:rsid w:val="00C72100"/>
    <w:rsid w:val="00C7249F"/>
    <w:rsid w:val="00C72976"/>
    <w:rsid w:val="00C72A70"/>
    <w:rsid w:val="00C72D42"/>
    <w:rsid w:val="00C72E99"/>
    <w:rsid w:val="00C72F75"/>
    <w:rsid w:val="00C730B8"/>
    <w:rsid w:val="00C731A6"/>
    <w:rsid w:val="00C7350F"/>
    <w:rsid w:val="00C7362A"/>
    <w:rsid w:val="00C73640"/>
    <w:rsid w:val="00C737D5"/>
    <w:rsid w:val="00C7383F"/>
    <w:rsid w:val="00C73A11"/>
    <w:rsid w:val="00C73E7F"/>
    <w:rsid w:val="00C741BC"/>
    <w:rsid w:val="00C74338"/>
    <w:rsid w:val="00C744CD"/>
    <w:rsid w:val="00C74514"/>
    <w:rsid w:val="00C746A1"/>
    <w:rsid w:val="00C747E7"/>
    <w:rsid w:val="00C74A0D"/>
    <w:rsid w:val="00C74D6B"/>
    <w:rsid w:val="00C75070"/>
    <w:rsid w:val="00C750B6"/>
    <w:rsid w:val="00C755CE"/>
    <w:rsid w:val="00C7572F"/>
    <w:rsid w:val="00C75A4D"/>
    <w:rsid w:val="00C75A6B"/>
    <w:rsid w:val="00C75AB8"/>
    <w:rsid w:val="00C75C60"/>
    <w:rsid w:val="00C75FA0"/>
    <w:rsid w:val="00C761C9"/>
    <w:rsid w:val="00C767F3"/>
    <w:rsid w:val="00C7695D"/>
    <w:rsid w:val="00C76C8B"/>
    <w:rsid w:val="00C76EF9"/>
    <w:rsid w:val="00C76FE3"/>
    <w:rsid w:val="00C77072"/>
    <w:rsid w:val="00C7731B"/>
    <w:rsid w:val="00C7737C"/>
    <w:rsid w:val="00C77BDA"/>
    <w:rsid w:val="00C77DEF"/>
    <w:rsid w:val="00C803BF"/>
    <w:rsid w:val="00C80574"/>
    <w:rsid w:val="00C80934"/>
    <w:rsid w:val="00C80F53"/>
    <w:rsid w:val="00C812CE"/>
    <w:rsid w:val="00C81315"/>
    <w:rsid w:val="00C815D0"/>
    <w:rsid w:val="00C81663"/>
    <w:rsid w:val="00C81A7D"/>
    <w:rsid w:val="00C81B53"/>
    <w:rsid w:val="00C81D78"/>
    <w:rsid w:val="00C822B8"/>
    <w:rsid w:val="00C82427"/>
    <w:rsid w:val="00C824B1"/>
    <w:rsid w:val="00C829A3"/>
    <w:rsid w:val="00C82B70"/>
    <w:rsid w:val="00C82C96"/>
    <w:rsid w:val="00C82D4A"/>
    <w:rsid w:val="00C82D76"/>
    <w:rsid w:val="00C831A4"/>
    <w:rsid w:val="00C834BD"/>
    <w:rsid w:val="00C836D3"/>
    <w:rsid w:val="00C839A8"/>
    <w:rsid w:val="00C83FB7"/>
    <w:rsid w:val="00C84135"/>
    <w:rsid w:val="00C84150"/>
    <w:rsid w:val="00C844FB"/>
    <w:rsid w:val="00C845A4"/>
    <w:rsid w:val="00C84A04"/>
    <w:rsid w:val="00C84B27"/>
    <w:rsid w:val="00C84DE0"/>
    <w:rsid w:val="00C85260"/>
    <w:rsid w:val="00C86123"/>
    <w:rsid w:val="00C86336"/>
    <w:rsid w:val="00C86A6B"/>
    <w:rsid w:val="00C86D1D"/>
    <w:rsid w:val="00C87449"/>
    <w:rsid w:val="00C87481"/>
    <w:rsid w:val="00C874D8"/>
    <w:rsid w:val="00C87569"/>
    <w:rsid w:val="00C87635"/>
    <w:rsid w:val="00C8790C"/>
    <w:rsid w:val="00C87AA7"/>
    <w:rsid w:val="00C9024A"/>
    <w:rsid w:val="00C90333"/>
    <w:rsid w:val="00C90590"/>
    <w:rsid w:val="00C90A2D"/>
    <w:rsid w:val="00C90C1E"/>
    <w:rsid w:val="00C91189"/>
    <w:rsid w:val="00C914D1"/>
    <w:rsid w:val="00C9154A"/>
    <w:rsid w:val="00C919A5"/>
    <w:rsid w:val="00C91B02"/>
    <w:rsid w:val="00C91CDC"/>
    <w:rsid w:val="00C920E8"/>
    <w:rsid w:val="00C9221E"/>
    <w:rsid w:val="00C929C7"/>
    <w:rsid w:val="00C92EE8"/>
    <w:rsid w:val="00C93120"/>
    <w:rsid w:val="00C9333E"/>
    <w:rsid w:val="00C936EB"/>
    <w:rsid w:val="00C93A18"/>
    <w:rsid w:val="00C93D92"/>
    <w:rsid w:val="00C943A9"/>
    <w:rsid w:val="00C946B3"/>
    <w:rsid w:val="00C94793"/>
    <w:rsid w:val="00C94A8A"/>
    <w:rsid w:val="00C94DA8"/>
    <w:rsid w:val="00C951BA"/>
    <w:rsid w:val="00C951FB"/>
    <w:rsid w:val="00C953BB"/>
    <w:rsid w:val="00C9575D"/>
    <w:rsid w:val="00C95925"/>
    <w:rsid w:val="00C95EF1"/>
    <w:rsid w:val="00C96716"/>
    <w:rsid w:val="00C967E5"/>
    <w:rsid w:val="00C96FCA"/>
    <w:rsid w:val="00C971A5"/>
    <w:rsid w:val="00C97494"/>
    <w:rsid w:val="00C9770A"/>
    <w:rsid w:val="00C97822"/>
    <w:rsid w:val="00C97BF8"/>
    <w:rsid w:val="00C97CA8"/>
    <w:rsid w:val="00C97DC2"/>
    <w:rsid w:val="00CA00D6"/>
    <w:rsid w:val="00CA0332"/>
    <w:rsid w:val="00CA0388"/>
    <w:rsid w:val="00CA03A6"/>
    <w:rsid w:val="00CA0758"/>
    <w:rsid w:val="00CA087A"/>
    <w:rsid w:val="00CA107E"/>
    <w:rsid w:val="00CA18AC"/>
    <w:rsid w:val="00CA1AB5"/>
    <w:rsid w:val="00CA1AE0"/>
    <w:rsid w:val="00CA1BEF"/>
    <w:rsid w:val="00CA1D0B"/>
    <w:rsid w:val="00CA1F84"/>
    <w:rsid w:val="00CA207C"/>
    <w:rsid w:val="00CA2214"/>
    <w:rsid w:val="00CA2352"/>
    <w:rsid w:val="00CA24AF"/>
    <w:rsid w:val="00CA2997"/>
    <w:rsid w:val="00CA2C72"/>
    <w:rsid w:val="00CA2CCE"/>
    <w:rsid w:val="00CA2D85"/>
    <w:rsid w:val="00CA2D97"/>
    <w:rsid w:val="00CA3123"/>
    <w:rsid w:val="00CA322D"/>
    <w:rsid w:val="00CA3546"/>
    <w:rsid w:val="00CA366B"/>
    <w:rsid w:val="00CA3768"/>
    <w:rsid w:val="00CA3D86"/>
    <w:rsid w:val="00CA3F9E"/>
    <w:rsid w:val="00CA3FEC"/>
    <w:rsid w:val="00CA42CF"/>
    <w:rsid w:val="00CA4321"/>
    <w:rsid w:val="00CA4853"/>
    <w:rsid w:val="00CA4B12"/>
    <w:rsid w:val="00CA4BB8"/>
    <w:rsid w:val="00CA522D"/>
    <w:rsid w:val="00CA5532"/>
    <w:rsid w:val="00CA55C4"/>
    <w:rsid w:val="00CA5874"/>
    <w:rsid w:val="00CA59F7"/>
    <w:rsid w:val="00CA5E71"/>
    <w:rsid w:val="00CA5EA6"/>
    <w:rsid w:val="00CA5F77"/>
    <w:rsid w:val="00CA62A1"/>
    <w:rsid w:val="00CA63F0"/>
    <w:rsid w:val="00CA6642"/>
    <w:rsid w:val="00CA6BC8"/>
    <w:rsid w:val="00CA70C5"/>
    <w:rsid w:val="00CA714A"/>
    <w:rsid w:val="00CA741C"/>
    <w:rsid w:val="00CA76C3"/>
    <w:rsid w:val="00CA7B57"/>
    <w:rsid w:val="00CA7D2F"/>
    <w:rsid w:val="00CA7E71"/>
    <w:rsid w:val="00CA7FDE"/>
    <w:rsid w:val="00CB07C9"/>
    <w:rsid w:val="00CB09BD"/>
    <w:rsid w:val="00CB0B02"/>
    <w:rsid w:val="00CB11E9"/>
    <w:rsid w:val="00CB13BC"/>
    <w:rsid w:val="00CB14FB"/>
    <w:rsid w:val="00CB15B0"/>
    <w:rsid w:val="00CB175F"/>
    <w:rsid w:val="00CB23F0"/>
    <w:rsid w:val="00CB2AF6"/>
    <w:rsid w:val="00CB2B11"/>
    <w:rsid w:val="00CB2B88"/>
    <w:rsid w:val="00CB31C1"/>
    <w:rsid w:val="00CB3288"/>
    <w:rsid w:val="00CB32BB"/>
    <w:rsid w:val="00CB3367"/>
    <w:rsid w:val="00CB33AF"/>
    <w:rsid w:val="00CB37B6"/>
    <w:rsid w:val="00CB3848"/>
    <w:rsid w:val="00CB396E"/>
    <w:rsid w:val="00CB3B0B"/>
    <w:rsid w:val="00CB3B4E"/>
    <w:rsid w:val="00CB3EDD"/>
    <w:rsid w:val="00CB4282"/>
    <w:rsid w:val="00CB438E"/>
    <w:rsid w:val="00CB4427"/>
    <w:rsid w:val="00CB44C0"/>
    <w:rsid w:val="00CB4568"/>
    <w:rsid w:val="00CB460E"/>
    <w:rsid w:val="00CB467E"/>
    <w:rsid w:val="00CB4EE4"/>
    <w:rsid w:val="00CB4F15"/>
    <w:rsid w:val="00CB4F79"/>
    <w:rsid w:val="00CB5265"/>
    <w:rsid w:val="00CB57D8"/>
    <w:rsid w:val="00CB5977"/>
    <w:rsid w:val="00CB5DAD"/>
    <w:rsid w:val="00CB608C"/>
    <w:rsid w:val="00CB6334"/>
    <w:rsid w:val="00CB64A1"/>
    <w:rsid w:val="00CB654B"/>
    <w:rsid w:val="00CB66A5"/>
    <w:rsid w:val="00CB6ABA"/>
    <w:rsid w:val="00CB6BF5"/>
    <w:rsid w:val="00CB75E4"/>
    <w:rsid w:val="00CB7754"/>
    <w:rsid w:val="00CB78A4"/>
    <w:rsid w:val="00CB7910"/>
    <w:rsid w:val="00CB7A52"/>
    <w:rsid w:val="00CB7A65"/>
    <w:rsid w:val="00CB7ABA"/>
    <w:rsid w:val="00CB7B02"/>
    <w:rsid w:val="00CB7CC1"/>
    <w:rsid w:val="00CC0103"/>
    <w:rsid w:val="00CC0283"/>
    <w:rsid w:val="00CC0456"/>
    <w:rsid w:val="00CC05FE"/>
    <w:rsid w:val="00CC0749"/>
    <w:rsid w:val="00CC0848"/>
    <w:rsid w:val="00CC09F5"/>
    <w:rsid w:val="00CC0AF2"/>
    <w:rsid w:val="00CC0BC7"/>
    <w:rsid w:val="00CC0C6A"/>
    <w:rsid w:val="00CC0DEA"/>
    <w:rsid w:val="00CC0EA7"/>
    <w:rsid w:val="00CC0EF2"/>
    <w:rsid w:val="00CC10D9"/>
    <w:rsid w:val="00CC16D0"/>
    <w:rsid w:val="00CC1794"/>
    <w:rsid w:val="00CC2177"/>
    <w:rsid w:val="00CC24B5"/>
    <w:rsid w:val="00CC2A28"/>
    <w:rsid w:val="00CC2C34"/>
    <w:rsid w:val="00CC2FE1"/>
    <w:rsid w:val="00CC3100"/>
    <w:rsid w:val="00CC32DF"/>
    <w:rsid w:val="00CC37EC"/>
    <w:rsid w:val="00CC3A54"/>
    <w:rsid w:val="00CC3D78"/>
    <w:rsid w:val="00CC4583"/>
    <w:rsid w:val="00CC480B"/>
    <w:rsid w:val="00CC4B4A"/>
    <w:rsid w:val="00CC4ECF"/>
    <w:rsid w:val="00CC501F"/>
    <w:rsid w:val="00CC5040"/>
    <w:rsid w:val="00CC5258"/>
    <w:rsid w:val="00CC52F1"/>
    <w:rsid w:val="00CC5587"/>
    <w:rsid w:val="00CC57DF"/>
    <w:rsid w:val="00CC59DE"/>
    <w:rsid w:val="00CC5A9C"/>
    <w:rsid w:val="00CC5D17"/>
    <w:rsid w:val="00CC61DC"/>
    <w:rsid w:val="00CC643D"/>
    <w:rsid w:val="00CC6984"/>
    <w:rsid w:val="00CC6A18"/>
    <w:rsid w:val="00CC6A47"/>
    <w:rsid w:val="00CC6AAC"/>
    <w:rsid w:val="00CC6CFF"/>
    <w:rsid w:val="00CC6E72"/>
    <w:rsid w:val="00CC6F96"/>
    <w:rsid w:val="00CC7636"/>
    <w:rsid w:val="00CC7E4B"/>
    <w:rsid w:val="00CD0228"/>
    <w:rsid w:val="00CD02AA"/>
    <w:rsid w:val="00CD02D7"/>
    <w:rsid w:val="00CD0580"/>
    <w:rsid w:val="00CD0CE9"/>
    <w:rsid w:val="00CD14C1"/>
    <w:rsid w:val="00CD18B5"/>
    <w:rsid w:val="00CD1BAF"/>
    <w:rsid w:val="00CD1E99"/>
    <w:rsid w:val="00CD1F94"/>
    <w:rsid w:val="00CD200C"/>
    <w:rsid w:val="00CD20E1"/>
    <w:rsid w:val="00CD2382"/>
    <w:rsid w:val="00CD27B4"/>
    <w:rsid w:val="00CD27F2"/>
    <w:rsid w:val="00CD2854"/>
    <w:rsid w:val="00CD29F8"/>
    <w:rsid w:val="00CD2B51"/>
    <w:rsid w:val="00CD2BE9"/>
    <w:rsid w:val="00CD323A"/>
    <w:rsid w:val="00CD377A"/>
    <w:rsid w:val="00CD39A7"/>
    <w:rsid w:val="00CD3D1C"/>
    <w:rsid w:val="00CD4214"/>
    <w:rsid w:val="00CD42E7"/>
    <w:rsid w:val="00CD4305"/>
    <w:rsid w:val="00CD454F"/>
    <w:rsid w:val="00CD470C"/>
    <w:rsid w:val="00CD4755"/>
    <w:rsid w:val="00CD4ADF"/>
    <w:rsid w:val="00CD5212"/>
    <w:rsid w:val="00CD521A"/>
    <w:rsid w:val="00CD5421"/>
    <w:rsid w:val="00CD551C"/>
    <w:rsid w:val="00CD5A63"/>
    <w:rsid w:val="00CD60D8"/>
    <w:rsid w:val="00CD6460"/>
    <w:rsid w:val="00CD6D3E"/>
    <w:rsid w:val="00CD710A"/>
    <w:rsid w:val="00CD74AA"/>
    <w:rsid w:val="00CD7918"/>
    <w:rsid w:val="00CE0213"/>
    <w:rsid w:val="00CE029C"/>
    <w:rsid w:val="00CE0718"/>
    <w:rsid w:val="00CE0842"/>
    <w:rsid w:val="00CE1626"/>
    <w:rsid w:val="00CE16E3"/>
    <w:rsid w:val="00CE1BFA"/>
    <w:rsid w:val="00CE2706"/>
    <w:rsid w:val="00CE2722"/>
    <w:rsid w:val="00CE2835"/>
    <w:rsid w:val="00CE2C34"/>
    <w:rsid w:val="00CE2D00"/>
    <w:rsid w:val="00CE3007"/>
    <w:rsid w:val="00CE3227"/>
    <w:rsid w:val="00CE365D"/>
    <w:rsid w:val="00CE36C8"/>
    <w:rsid w:val="00CE3BAE"/>
    <w:rsid w:val="00CE3C66"/>
    <w:rsid w:val="00CE43FD"/>
    <w:rsid w:val="00CE45B0"/>
    <w:rsid w:val="00CE4F45"/>
    <w:rsid w:val="00CE4FD3"/>
    <w:rsid w:val="00CE51BB"/>
    <w:rsid w:val="00CE58AD"/>
    <w:rsid w:val="00CE598C"/>
    <w:rsid w:val="00CE5A80"/>
    <w:rsid w:val="00CE5B51"/>
    <w:rsid w:val="00CE6059"/>
    <w:rsid w:val="00CE608D"/>
    <w:rsid w:val="00CE621A"/>
    <w:rsid w:val="00CE6590"/>
    <w:rsid w:val="00CE6B9E"/>
    <w:rsid w:val="00CE6C77"/>
    <w:rsid w:val="00CE78B5"/>
    <w:rsid w:val="00CE7967"/>
    <w:rsid w:val="00CE7BC6"/>
    <w:rsid w:val="00CE7E01"/>
    <w:rsid w:val="00CE7F3B"/>
    <w:rsid w:val="00CF0381"/>
    <w:rsid w:val="00CF08DC"/>
    <w:rsid w:val="00CF0C6E"/>
    <w:rsid w:val="00CF0D69"/>
    <w:rsid w:val="00CF0D6C"/>
    <w:rsid w:val="00CF151D"/>
    <w:rsid w:val="00CF19DC"/>
    <w:rsid w:val="00CF1BCB"/>
    <w:rsid w:val="00CF1DE5"/>
    <w:rsid w:val="00CF1EAB"/>
    <w:rsid w:val="00CF1FAA"/>
    <w:rsid w:val="00CF20F7"/>
    <w:rsid w:val="00CF21E5"/>
    <w:rsid w:val="00CF21F9"/>
    <w:rsid w:val="00CF266D"/>
    <w:rsid w:val="00CF3359"/>
    <w:rsid w:val="00CF3377"/>
    <w:rsid w:val="00CF385B"/>
    <w:rsid w:val="00CF3FE8"/>
    <w:rsid w:val="00CF40BE"/>
    <w:rsid w:val="00CF4111"/>
    <w:rsid w:val="00CF4B04"/>
    <w:rsid w:val="00CF4B32"/>
    <w:rsid w:val="00CF4D86"/>
    <w:rsid w:val="00CF4EFB"/>
    <w:rsid w:val="00CF508C"/>
    <w:rsid w:val="00CF535B"/>
    <w:rsid w:val="00CF64BA"/>
    <w:rsid w:val="00CF68F6"/>
    <w:rsid w:val="00CF6953"/>
    <w:rsid w:val="00CF6E44"/>
    <w:rsid w:val="00CF73DC"/>
    <w:rsid w:val="00CF789A"/>
    <w:rsid w:val="00CF78B3"/>
    <w:rsid w:val="00CF78DF"/>
    <w:rsid w:val="00CF7AAC"/>
    <w:rsid w:val="00CF7B87"/>
    <w:rsid w:val="00CF7CA5"/>
    <w:rsid w:val="00D00684"/>
    <w:rsid w:val="00D009BB"/>
    <w:rsid w:val="00D00A8A"/>
    <w:rsid w:val="00D00AFB"/>
    <w:rsid w:val="00D00C94"/>
    <w:rsid w:val="00D00F1B"/>
    <w:rsid w:val="00D01021"/>
    <w:rsid w:val="00D01187"/>
    <w:rsid w:val="00D011E1"/>
    <w:rsid w:val="00D017A0"/>
    <w:rsid w:val="00D0198A"/>
    <w:rsid w:val="00D019A3"/>
    <w:rsid w:val="00D01A4A"/>
    <w:rsid w:val="00D01B6B"/>
    <w:rsid w:val="00D02242"/>
    <w:rsid w:val="00D025CB"/>
    <w:rsid w:val="00D0276F"/>
    <w:rsid w:val="00D027AA"/>
    <w:rsid w:val="00D02AA3"/>
    <w:rsid w:val="00D02AE8"/>
    <w:rsid w:val="00D02AF1"/>
    <w:rsid w:val="00D02B59"/>
    <w:rsid w:val="00D02EC1"/>
    <w:rsid w:val="00D02F54"/>
    <w:rsid w:val="00D03044"/>
    <w:rsid w:val="00D0324C"/>
    <w:rsid w:val="00D03270"/>
    <w:rsid w:val="00D03625"/>
    <w:rsid w:val="00D03629"/>
    <w:rsid w:val="00D03998"/>
    <w:rsid w:val="00D03A16"/>
    <w:rsid w:val="00D03A27"/>
    <w:rsid w:val="00D03BE2"/>
    <w:rsid w:val="00D040E1"/>
    <w:rsid w:val="00D04854"/>
    <w:rsid w:val="00D048EF"/>
    <w:rsid w:val="00D04A3B"/>
    <w:rsid w:val="00D04B9B"/>
    <w:rsid w:val="00D04D3B"/>
    <w:rsid w:val="00D05353"/>
    <w:rsid w:val="00D056FE"/>
    <w:rsid w:val="00D0573F"/>
    <w:rsid w:val="00D05908"/>
    <w:rsid w:val="00D059E6"/>
    <w:rsid w:val="00D05B22"/>
    <w:rsid w:val="00D05E7C"/>
    <w:rsid w:val="00D05F3F"/>
    <w:rsid w:val="00D05F64"/>
    <w:rsid w:val="00D06489"/>
    <w:rsid w:val="00D0668E"/>
    <w:rsid w:val="00D06749"/>
    <w:rsid w:val="00D067F8"/>
    <w:rsid w:val="00D06827"/>
    <w:rsid w:val="00D06A35"/>
    <w:rsid w:val="00D06AF7"/>
    <w:rsid w:val="00D06C3E"/>
    <w:rsid w:val="00D06E13"/>
    <w:rsid w:val="00D06FA2"/>
    <w:rsid w:val="00D07369"/>
    <w:rsid w:val="00D07629"/>
    <w:rsid w:val="00D078CC"/>
    <w:rsid w:val="00D07BC2"/>
    <w:rsid w:val="00D07EB0"/>
    <w:rsid w:val="00D10029"/>
    <w:rsid w:val="00D102F9"/>
    <w:rsid w:val="00D104C2"/>
    <w:rsid w:val="00D10508"/>
    <w:rsid w:val="00D10731"/>
    <w:rsid w:val="00D10973"/>
    <w:rsid w:val="00D10A55"/>
    <w:rsid w:val="00D1110C"/>
    <w:rsid w:val="00D11266"/>
    <w:rsid w:val="00D1137A"/>
    <w:rsid w:val="00D1148D"/>
    <w:rsid w:val="00D11B3F"/>
    <w:rsid w:val="00D11D9C"/>
    <w:rsid w:val="00D11EC2"/>
    <w:rsid w:val="00D1226F"/>
    <w:rsid w:val="00D12AC1"/>
    <w:rsid w:val="00D12DF5"/>
    <w:rsid w:val="00D1372E"/>
    <w:rsid w:val="00D13832"/>
    <w:rsid w:val="00D13A64"/>
    <w:rsid w:val="00D13C6E"/>
    <w:rsid w:val="00D13E29"/>
    <w:rsid w:val="00D1406E"/>
    <w:rsid w:val="00D14530"/>
    <w:rsid w:val="00D146D5"/>
    <w:rsid w:val="00D147C7"/>
    <w:rsid w:val="00D14CCD"/>
    <w:rsid w:val="00D15177"/>
    <w:rsid w:val="00D1524D"/>
    <w:rsid w:val="00D1531D"/>
    <w:rsid w:val="00D15370"/>
    <w:rsid w:val="00D15531"/>
    <w:rsid w:val="00D15564"/>
    <w:rsid w:val="00D1581C"/>
    <w:rsid w:val="00D15B45"/>
    <w:rsid w:val="00D15FCC"/>
    <w:rsid w:val="00D16779"/>
    <w:rsid w:val="00D16AE8"/>
    <w:rsid w:val="00D16C4A"/>
    <w:rsid w:val="00D16FD4"/>
    <w:rsid w:val="00D17BCB"/>
    <w:rsid w:val="00D17C49"/>
    <w:rsid w:val="00D17E48"/>
    <w:rsid w:val="00D17F45"/>
    <w:rsid w:val="00D20214"/>
    <w:rsid w:val="00D20AA1"/>
    <w:rsid w:val="00D2138B"/>
    <w:rsid w:val="00D213EE"/>
    <w:rsid w:val="00D21524"/>
    <w:rsid w:val="00D21B4C"/>
    <w:rsid w:val="00D21CAF"/>
    <w:rsid w:val="00D21D65"/>
    <w:rsid w:val="00D21DD1"/>
    <w:rsid w:val="00D21F1F"/>
    <w:rsid w:val="00D2209D"/>
    <w:rsid w:val="00D2212F"/>
    <w:rsid w:val="00D224F7"/>
    <w:rsid w:val="00D2265C"/>
    <w:rsid w:val="00D228BD"/>
    <w:rsid w:val="00D22B3D"/>
    <w:rsid w:val="00D22B87"/>
    <w:rsid w:val="00D22BD2"/>
    <w:rsid w:val="00D22F30"/>
    <w:rsid w:val="00D23240"/>
    <w:rsid w:val="00D2359B"/>
    <w:rsid w:val="00D23610"/>
    <w:rsid w:val="00D236EB"/>
    <w:rsid w:val="00D23842"/>
    <w:rsid w:val="00D23AC8"/>
    <w:rsid w:val="00D23D10"/>
    <w:rsid w:val="00D242BB"/>
    <w:rsid w:val="00D24810"/>
    <w:rsid w:val="00D24D18"/>
    <w:rsid w:val="00D24F65"/>
    <w:rsid w:val="00D2500E"/>
    <w:rsid w:val="00D25231"/>
    <w:rsid w:val="00D25A51"/>
    <w:rsid w:val="00D25BD0"/>
    <w:rsid w:val="00D25FF6"/>
    <w:rsid w:val="00D26048"/>
    <w:rsid w:val="00D265EA"/>
    <w:rsid w:val="00D2671D"/>
    <w:rsid w:val="00D26AA5"/>
    <w:rsid w:val="00D26D39"/>
    <w:rsid w:val="00D271BB"/>
    <w:rsid w:val="00D27243"/>
    <w:rsid w:val="00D272FA"/>
    <w:rsid w:val="00D277B3"/>
    <w:rsid w:val="00D278C6"/>
    <w:rsid w:val="00D27EE6"/>
    <w:rsid w:val="00D305BA"/>
    <w:rsid w:val="00D306FF"/>
    <w:rsid w:val="00D307D2"/>
    <w:rsid w:val="00D3083A"/>
    <w:rsid w:val="00D30ECF"/>
    <w:rsid w:val="00D31426"/>
    <w:rsid w:val="00D316B5"/>
    <w:rsid w:val="00D31767"/>
    <w:rsid w:val="00D3187E"/>
    <w:rsid w:val="00D31C75"/>
    <w:rsid w:val="00D31CE2"/>
    <w:rsid w:val="00D31F15"/>
    <w:rsid w:val="00D31F1F"/>
    <w:rsid w:val="00D32779"/>
    <w:rsid w:val="00D32DF6"/>
    <w:rsid w:val="00D33055"/>
    <w:rsid w:val="00D3360C"/>
    <w:rsid w:val="00D3386D"/>
    <w:rsid w:val="00D3396F"/>
    <w:rsid w:val="00D33F94"/>
    <w:rsid w:val="00D341EE"/>
    <w:rsid w:val="00D343D9"/>
    <w:rsid w:val="00D344D3"/>
    <w:rsid w:val="00D34C22"/>
    <w:rsid w:val="00D34ECB"/>
    <w:rsid w:val="00D350C4"/>
    <w:rsid w:val="00D35178"/>
    <w:rsid w:val="00D3524B"/>
    <w:rsid w:val="00D354B8"/>
    <w:rsid w:val="00D35598"/>
    <w:rsid w:val="00D358B2"/>
    <w:rsid w:val="00D35CE7"/>
    <w:rsid w:val="00D360A6"/>
    <w:rsid w:val="00D360F3"/>
    <w:rsid w:val="00D3632D"/>
    <w:rsid w:val="00D36744"/>
    <w:rsid w:val="00D369A4"/>
    <w:rsid w:val="00D36CD9"/>
    <w:rsid w:val="00D37616"/>
    <w:rsid w:val="00D376DE"/>
    <w:rsid w:val="00D3779C"/>
    <w:rsid w:val="00D37B78"/>
    <w:rsid w:val="00D37CE3"/>
    <w:rsid w:val="00D4001E"/>
    <w:rsid w:val="00D40539"/>
    <w:rsid w:val="00D406E2"/>
    <w:rsid w:val="00D40C45"/>
    <w:rsid w:val="00D40D9E"/>
    <w:rsid w:val="00D411A7"/>
    <w:rsid w:val="00D411DB"/>
    <w:rsid w:val="00D413DF"/>
    <w:rsid w:val="00D41477"/>
    <w:rsid w:val="00D414AB"/>
    <w:rsid w:val="00D4170D"/>
    <w:rsid w:val="00D41767"/>
    <w:rsid w:val="00D417A5"/>
    <w:rsid w:val="00D417F2"/>
    <w:rsid w:val="00D418FF"/>
    <w:rsid w:val="00D41ADC"/>
    <w:rsid w:val="00D41CF1"/>
    <w:rsid w:val="00D41E87"/>
    <w:rsid w:val="00D41F86"/>
    <w:rsid w:val="00D42114"/>
    <w:rsid w:val="00D4258B"/>
    <w:rsid w:val="00D429F3"/>
    <w:rsid w:val="00D42CC1"/>
    <w:rsid w:val="00D42DBC"/>
    <w:rsid w:val="00D42F28"/>
    <w:rsid w:val="00D432A6"/>
    <w:rsid w:val="00D432B4"/>
    <w:rsid w:val="00D4362E"/>
    <w:rsid w:val="00D43667"/>
    <w:rsid w:val="00D43729"/>
    <w:rsid w:val="00D4390B"/>
    <w:rsid w:val="00D43986"/>
    <w:rsid w:val="00D43C5A"/>
    <w:rsid w:val="00D43CB7"/>
    <w:rsid w:val="00D43DDB"/>
    <w:rsid w:val="00D43F2A"/>
    <w:rsid w:val="00D43F3D"/>
    <w:rsid w:val="00D440C4"/>
    <w:rsid w:val="00D44189"/>
    <w:rsid w:val="00D4428A"/>
    <w:rsid w:val="00D44805"/>
    <w:rsid w:val="00D44DE0"/>
    <w:rsid w:val="00D45D7A"/>
    <w:rsid w:val="00D45FDC"/>
    <w:rsid w:val="00D46057"/>
    <w:rsid w:val="00D4644B"/>
    <w:rsid w:val="00D46527"/>
    <w:rsid w:val="00D46B14"/>
    <w:rsid w:val="00D46EB6"/>
    <w:rsid w:val="00D47283"/>
    <w:rsid w:val="00D47482"/>
    <w:rsid w:val="00D4752A"/>
    <w:rsid w:val="00D4764F"/>
    <w:rsid w:val="00D4783A"/>
    <w:rsid w:val="00D47C92"/>
    <w:rsid w:val="00D47DDB"/>
    <w:rsid w:val="00D501A6"/>
    <w:rsid w:val="00D501C0"/>
    <w:rsid w:val="00D50302"/>
    <w:rsid w:val="00D506DA"/>
    <w:rsid w:val="00D50855"/>
    <w:rsid w:val="00D50B97"/>
    <w:rsid w:val="00D50DC8"/>
    <w:rsid w:val="00D50E30"/>
    <w:rsid w:val="00D513D2"/>
    <w:rsid w:val="00D515F1"/>
    <w:rsid w:val="00D51DDE"/>
    <w:rsid w:val="00D51ECF"/>
    <w:rsid w:val="00D51FA4"/>
    <w:rsid w:val="00D52580"/>
    <w:rsid w:val="00D52C01"/>
    <w:rsid w:val="00D52C43"/>
    <w:rsid w:val="00D52D81"/>
    <w:rsid w:val="00D52F9C"/>
    <w:rsid w:val="00D53096"/>
    <w:rsid w:val="00D5324A"/>
    <w:rsid w:val="00D532D5"/>
    <w:rsid w:val="00D53429"/>
    <w:rsid w:val="00D53487"/>
    <w:rsid w:val="00D536BA"/>
    <w:rsid w:val="00D539E9"/>
    <w:rsid w:val="00D53EBA"/>
    <w:rsid w:val="00D54231"/>
    <w:rsid w:val="00D544DD"/>
    <w:rsid w:val="00D54614"/>
    <w:rsid w:val="00D54728"/>
    <w:rsid w:val="00D547C3"/>
    <w:rsid w:val="00D54A03"/>
    <w:rsid w:val="00D54BC6"/>
    <w:rsid w:val="00D54F5A"/>
    <w:rsid w:val="00D551B6"/>
    <w:rsid w:val="00D55271"/>
    <w:rsid w:val="00D556F7"/>
    <w:rsid w:val="00D5581B"/>
    <w:rsid w:val="00D55E1E"/>
    <w:rsid w:val="00D56160"/>
    <w:rsid w:val="00D5618B"/>
    <w:rsid w:val="00D561F0"/>
    <w:rsid w:val="00D56258"/>
    <w:rsid w:val="00D56288"/>
    <w:rsid w:val="00D56389"/>
    <w:rsid w:val="00D564CD"/>
    <w:rsid w:val="00D56584"/>
    <w:rsid w:val="00D566AD"/>
    <w:rsid w:val="00D568E9"/>
    <w:rsid w:val="00D56BFB"/>
    <w:rsid w:val="00D56CA5"/>
    <w:rsid w:val="00D56D7E"/>
    <w:rsid w:val="00D57088"/>
    <w:rsid w:val="00D574B3"/>
    <w:rsid w:val="00D575E4"/>
    <w:rsid w:val="00D57823"/>
    <w:rsid w:val="00D57892"/>
    <w:rsid w:val="00D57AB7"/>
    <w:rsid w:val="00D57CCF"/>
    <w:rsid w:val="00D57E49"/>
    <w:rsid w:val="00D60132"/>
    <w:rsid w:val="00D60258"/>
    <w:rsid w:val="00D606C2"/>
    <w:rsid w:val="00D60A14"/>
    <w:rsid w:val="00D60C35"/>
    <w:rsid w:val="00D60CC6"/>
    <w:rsid w:val="00D60FAD"/>
    <w:rsid w:val="00D61065"/>
    <w:rsid w:val="00D612B8"/>
    <w:rsid w:val="00D614BE"/>
    <w:rsid w:val="00D615DD"/>
    <w:rsid w:val="00D61653"/>
    <w:rsid w:val="00D616CC"/>
    <w:rsid w:val="00D61913"/>
    <w:rsid w:val="00D61A30"/>
    <w:rsid w:val="00D61CB0"/>
    <w:rsid w:val="00D621DE"/>
    <w:rsid w:val="00D62396"/>
    <w:rsid w:val="00D624B3"/>
    <w:rsid w:val="00D6272B"/>
    <w:rsid w:val="00D6299D"/>
    <w:rsid w:val="00D62B16"/>
    <w:rsid w:val="00D62BD1"/>
    <w:rsid w:val="00D62C45"/>
    <w:rsid w:val="00D62C81"/>
    <w:rsid w:val="00D62E15"/>
    <w:rsid w:val="00D62E16"/>
    <w:rsid w:val="00D62EF4"/>
    <w:rsid w:val="00D6315C"/>
    <w:rsid w:val="00D631D2"/>
    <w:rsid w:val="00D632BE"/>
    <w:rsid w:val="00D63824"/>
    <w:rsid w:val="00D63A0A"/>
    <w:rsid w:val="00D63A1A"/>
    <w:rsid w:val="00D63D30"/>
    <w:rsid w:val="00D63DFC"/>
    <w:rsid w:val="00D642A5"/>
    <w:rsid w:val="00D6462E"/>
    <w:rsid w:val="00D64B2D"/>
    <w:rsid w:val="00D6517C"/>
    <w:rsid w:val="00D6530E"/>
    <w:rsid w:val="00D65656"/>
    <w:rsid w:val="00D65DBE"/>
    <w:rsid w:val="00D65DF6"/>
    <w:rsid w:val="00D65E22"/>
    <w:rsid w:val="00D65FA4"/>
    <w:rsid w:val="00D660FF"/>
    <w:rsid w:val="00D662C1"/>
    <w:rsid w:val="00D6637A"/>
    <w:rsid w:val="00D66818"/>
    <w:rsid w:val="00D66C46"/>
    <w:rsid w:val="00D672E4"/>
    <w:rsid w:val="00D67573"/>
    <w:rsid w:val="00D67A2D"/>
    <w:rsid w:val="00D67C6A"/>
    <w:rsid w:val="00D67CEA"/>
    <w:rsid w:val="00D67DC0"/>
    <w:rsid w:val="00D67F06"/>
    <w:rsid w:val="00D70122"/>
    <w:rsid w:val="00D70999"/>
    <w:rsid w:val="00D70A09"/>
    <w:rsid w:val="00D70FDA"/>
    <w:rsid w:val="00D7153C"/>
    <w:rsid w:val="00D7161A"/>
    <w:rsid w:val="00D7167A"/>
    <w:rsid w:val="00D718A3"/>
    <w:rsid w:val="00D71C8F"/>
    <w:rsid w:val="00D71F13"/>
    <w:rsid w:val="00D72187"/>
    <w:rsid w:val="00D723FB"/>
    <w:rsid w:val="00D7243D"/>
    <w:rsid w:val="00D727BB"/>
    <w:rsid w:val="00D72B3D"/>
    <w:rsid w:val="00D72DAF"/>
    <w:rsid w:val="00D731CB"/>
    <w:rsid w:val="00D73497"/>
    <w:rsid w:val="00D73623"/>
    <w:rsid w:val="00D738C1"/>
    <w:rsid w:val="00D739E9"/>
    <w:rsid w:val="00D739F4"/>
    <w:rsid w:val="00D73AD4"/>
    <w:rsid w:val="00D74101"/>
    <w:rsid w:val="00D745F8"/>
    <w:rsid w:val="00D748F2"/>
    <w:rsid w:val="00D749AA"/>
    <w:rsid w:val="00D74A98"/>
    <w:rsid w:val="00D74E05"/>
    <w:rsid w:val="00D74E51"/>
    <w:rsid w:val="00D74F7D"/>
    <w:rsid w:val="00D75057"/>
    <w:rsid w:val="00D7538C"/>
    <w:rsid w:val="00D754B9"/>
    <w:rsid w:val="00D75511"/>
    <w:rsid w:val="00D75529"/>
    <w:rsid w:val="00D75983"/>
    <w:rsid w:val="00D75D5C"/>
    <w:rsid w:val="00D768FE"/>
    <w:rsid w:val="00D76B59"/>
    <w:rsid w:val="00D772FF"/>
    <w:rsid w:val="00D7750F"/>
    <w:rsid w:val="00D7754D"/>
    <w:rsid w:val="00D7787E"/>
    <w:rsid w:val="00D778CB"/>
    <w:rsid w:val="00D77934"/>
    <w:rsid w:val="00D77A57"/>
    <w:rsid w:val="00D77E7B"/>
    <w:rsid w:val="00D77ECC"/>
    <w:rsid w:val="00D77FEB"/>
    <w:rsid w:val="00D80190"/>
    <w:rsid w:val="00D802D3"/>
    <w:rsid w:val="00D80EF6"/>
    <w:rsid w:val="00D80FF8"/>
    <w:rsid w:val="00D81567"/>
    <w:rsid w:val="00D817D5"/>
    <w:rsid w:val="00D81AF4"/>
    <w:rsid w:val="00D81AF9"/>
    <w:rsid w:val="00D81DB5"/>
    <w:rsid w:val="00D81EBA"/>
    <w:rsid w:val="00D82026"/>
    <w:rsid w:val="00D8206E"/>
    <w:rsid w:val="00D823E4"/>
    <w:rsid w:val="00D8247D"/>
    <w:rsid w:val="00D8286C"/>
    <w:rsid w:val="00D82C66"/>
    <w:rsid w:val="00D82E99"/>
    <w:rsid w:val="00D830D3"/>
    <w:rsid w:val="00D835F5"/>
    <w:rsid w:val="00D83956"/>
    <w:rsid w:val="00D839A8"/>
    <w:rsid w:val="00D839B6"/>
    <w:rsid w:val="00D83B34"/>
    <w:rsid w:val="00D83B7C"/>
    <w:rsid w:val="00D83C03"/>
    <w:rsid w:val="00D83CCE"/>
    <w:rsid w:val="00D84097"/>
    <w:rsid w:val="00D84194"/>
    <w:rsid w:val="00D842BB"/>
    <w:rsid w:val="00D842DE"/>
    <w:rsid w:val="00D843E2"/>
    <w:rsid w:val="00D845B4"/>
    <w:rsid w:val="00D847F4"/>
    <w:rsid w:val="00D84ED9"/>
    <w:rsid w:val="00D85150"/>
    <w:rsid w:val="00D852AD"/>
    <w:rsid w:val="00D852F2"/>
    <w:rsid w:val="00D857B3"/>
    <w:rsid w:val="00D85CD1"/>
    <w:rsid w:val="00D85E17"/>
    <w:rsid w:val="00D85F15"/>
    <w:rsid w:val="00D86005"/>
    <w:rsid w:val="00D861DB"/>
    <w:rsid w:val="00D865E3"/>
    <w:rsid w:val="00D86730"/>
    <w:rsid w:val="00D867FA"/>
    <w:rsid w:val="00D86A07"/>
    <w:rsid w:val="00D86C06"/>
    <w:rsid w:val="00D86C2B"/>
    <w:rsid w:val="00D86D67"/>
    <w:rsid w:val="00D86E6B"/>
    <w:rsid w:val="00D86FEC"/>
    <w:rsid w:val="00D8714F"/>
    <w:rsid w:val="00D9051B"/>
    <w:rsid w:val="00D90E25"/>
    <w:rsid w:val="00D90F7F"/>
    <w:rsid w:val="00D9113D"/>
    <w:rsid w:val="00D91179"/>
    <w:rsid w:val="00D91370"/>
    <w:rsid w:val="00D915C1"/>
    <w:rsid w:val="00D91676"/>
    <w:rsid w:val="00D91D52"/>
    <w:rsid w:val="00D91D93"/>
    <w:rsid w:val="00D91DD0"/>
    <w:rsid w:val="00D91EF9"/>
    <w:rsid w:val="00D91FF5"/>
    <w:rsid w:val="00D921CA"/>
    <w:rsid w:val="00D92545"/>
    <w:rsid w:val="00D92C6F"/>
    <w:rsid w:val="00D92C92"/>
    <w:rsid w:val="00D92EFA"/>
    <w:rsid w:val="00D93044"/>
    <w:rsid w:val="00D9317E"/>
    <w:rsid w:val="00D931F2"/>
    <w:rsid w:val="00D937B5"/>
    <w:rsid w:val="00D937E0"/>
    <w:rsid w:val="00D93A2B"/>
    <w:rsid w:val="00D93A76"/>
    <w:rsid w:val="00D93CA8"/>
    <w:rsid w:val="00D93D2D"/>
    <w:rsid w:val="00D940C0"/>
    <w:rsid w:val="00D9412B"/>
    <w:rsid w:val="00D941F5"/>
    <w:rsid w:val="00D94D78"/>
    <w:rsid w:val="00D94E3C"/>
    <w:rsid w:val="00D95473"/>
    <w:rsid w:val="00D959F2"/>
    <w:rsid w:val="00D95A38"/>
    <w:rsid w:val="00D95F00"/>
    <w:rsid w:val="00D95F82"/>
    <w:rsid w:val="00D963DF"/>
    <w:rsid w:val="00D96709"/>
    <w:rsid w:val="00D967AF"/>
    <w:rsid w:val="00D9687D"/>
    <w:rsid w:val="00D9689E"/>
    <w:rsid w:val="00D97519"/>
    <w:rsid w:val="00D97700"/>
    <w:rsid w:val="00D9773A"/>
    <w:rsid w:val="00D9792B"/>
    <w:rsid w:val="00D979B6"/>
    <w:rsid w:val="00D97AE5"/>
    <w:rsid w:val="00D97CA7"/>
    <w:rsid w:val="00DA00E8"/>
    <w:rsid w:val="00DA0166"/>
    <w:rsid w:val="00DA0233"/>
    <w:rsid w:val="00DA0A66"/>
    <w:rsid w:val="00DA0AAF"/>
    <w:rsid w:val="00DA0B38"/>
    <w:rsid w:val="00DA0CBD"/>
    <w:rsid w:val="00DA0EB2"/>
    <w:rsid w:val="00DA1148"/>
    <w:rsid w:val="00DA1379"/>
    <w:rsid w:val="00DA14A4"/>
    <w:rsid w:val="00DA18E9"/>
    <w:rsid w:val="00DA19B5"/>
    <w:rsid w:val="00DA1B72"/>
    <w:rsid w:val="00DA1BDC"/>
    <w:rsid w:val="00DA1C56"/>
    <w:rsid w:val="00DA209D"/>
    <w:rsid w:val="00DA224F"/>
    <w:rsid w:val="00DA2502"/>
    <w:rsid w:val="00DA2642"/>
    <w:rsid w:val="00DA2696"/>
    <w:rsid w:val="00DA2BC1"/>
    <w:rsid w:val="00DA2CB0"/>
    <w:rsid w:val="00DA2DC1"/>
    <w:rsid w:val="00DA2F16"/>
    <w:rsid w:val="00DA311C"/>
    <w:rsid w:val="00DA33AE"/>
    <w:rsid w:val="00DA363E"/>
    <w:rsid w:val="00DA375F"/>
    <w:rsid w:val="00DA38F8"/>
    <w:rsid w:val="00DA394E"/>
    <w:rsid w:val="00DA3CE4"/>
    <w:rsid w:val="00DA42EF"/>
    <w:rsid w:val="00DA43F8"/>
    <w:rsid w:val="00DA44BA"/>
    <w:rsid w:val="00DA4610"/>
    <w:rsid w:val="00DA4836"/>
    <w:rsid w:val="00DA4CB2"/>
    <w:rsid w:val="00DA4D5A"/>
    <w:rsid w:val="00DA5357"/>
    <w:rsid w:val="00DA53B1"/>
    <w:rsid w:val="00DA53FC"/>
    <w:rsid w:val="00DA5A68"/>
    <w:rsid w:val="00DA5A82"/>
    <w:rsid w:val="00DA5DDA"/>
    <w:rsid w:val="00DA5E2B"/>
    <w:rsid w:val="00DA5E74"/>
    <w:rsid w:val="00DA6263"/>
    <w:rsid w:val="00DA6353"/>
    <w:rsid w:val="00DA642D"/>
    <w:rsid w:val="00DA6BE0"/>
    <w:rsid w:val="00DA6C54"/>
    <w:rsid w:val="00DA6CD1"/>
    <w:rsid w:val="00DA7C8F"/>
    <w:rsid w:val="00DA7F38"/>
    <w:rsid w:val="00DA7F94"/>
    <w:rsid w:val="00DB050B"/>
    <w:rsid w:val="00DB06D1"/>
    <w:rsid w:val="00DB0754"/>
    <w:rsid w:val="00DB07AB"/>
    <w:rsid w:val="00DB086D"/>
    <w:rsid w:val="00DB0878"/>
    <w:rsid w:val="00DB0981"/>
    <w:rsid w:val="00DB0B4D"/>
    <w:rsid w:val="00DB0B8F"/>
    <w:rsid w:val="00DB0D8D"/>
    <w:rsid w:val="00DB0FFE"/>
    <w:rsid w:val="00DB1062"/>
    <w:rsid w:val="00DB106A"/>
    <w:rsid w:val="00DB117A"/>
    <w:rsid w:val="00DB1270"/>
    <w:rsid w:val="00DB13FB"/>
    <w:rsid w:val="00DB163E"/>
    <w:rsid w:val="00DB1718"/>
    <w:rsid w:val="00DB1880"/>
    <w:rsid w:val="00DB189F"/>
    <w:rsid w:val="00DB1BC4"/>
    <w:rsid w:val="00DB1CA7"/>
    <w:rsid w:val="00DB1F1B"/>
    <w:rsid w:val="00DB1FDD"/>
    <w:rsid w:val="00DB225F"/>
    <w:rsid w:val="00DB276C"/>
    <w:rsid w:val="00DB2AD7"/>
    <w:rsid w:val="00DB3297"/>
    <w:rsid w:val="00DB3353"/>
    <w:rsid w:val="00DB3C1C"/>
    <w:rsid w:val="00DB3D08"/>
    <w:rsid w:val="00DB3E72"/>
    <w:rsid w:val="00DB43EA"/>
    <w:rsid w:val="00DB44EB"/>
    <w:rsid w:val="00DB450A"/>
    <w:rsid w:val="00DB4719"/>
    <w:rsid w:val="00DB4757"/>
    <w:rsid w:val="00DB47AC"/>
    <w:rsid w:val="00DB481D"/>
    <w:rsid w:val="00DB4B23"/>
    <w:rsid w:val="00DB4FF7"/>
    <w:rsid w:val="00DB5018"/>
    <w:rsid w:val="00DB50B9"/>
    <w:rsid w:val="00DB5333"/>
    <w:rsid w:val="00DB534F"/>
    <w:rsid w:val="00DB554B"/>
    <w:rsid w:val="00DB56D9"/>
    <w:rsid w:val="00DB5ABB"/>
    <w:rsid w:val="00DB5AD2"/>
    <w:rsid w:val="00DB63C9"/>
    <w:rsid w:val="00DB6405"/>
    <w:rsid w:val="00DB6532"/>
    <w:rsid w:val="00DB6594"/>
    <w:rsid w:val="00DB6705"/>
    <w:rsid w:val="00DB6BCA"/>
    <w:rsid w:val="00DB6C5C"/>
    <w:rsid w:val="00DB6D63"/>
    <w:rsid w:val="00DB7103"/>
    <w:rsid w:val="00DB7185"/>
    <w:rsid w:val="00DB71CD"/>
    <w:rsid w:val="00DB75FB"/>
    <w:rsid w:val="00DB7727"/>
    <w:rsid w:val="00DB788F"/>
    <w:rsid w:val="00DC073C"/>
    <w:rsid w:val="00DC09B9"/>
    <w:rsid w:val="00DC0D8C"/>
    <w:rsid w:val="00DC0FD2"/>
    <w:rsid w:val="00DC12D5"/>
    <w:rsid w:val="00DC14CF"/>
    <w:rsid w:val="00DC15CA"/>
    <w:rsid w:val="00DC16C4"/>
    <w:rsid w:val="00DC1870"/>
    <w:rsid w:val="00DC1CE9"/>
    <w:rsid w:val="00DC1D23"/>
    <w:rsid w:val="00DC206C"/>
    <w:rsid w:val="00DC216F"/>
    <w:rsid w:val="00DC26FF"/>
    <w:rsid w:val="00DC2CD2"/>
    <w:rsid w:val="00DC3289"/>
    <w:rsid w:val="00DC340A"/>
    <w:rsid w:val="00DC355F"/>
    <w:rsid w:val="00DC39AB"/>
    <w:rsid w:val="00DC3B8A"/>
    <w:rsid w:val="00DC3F9E"/>
    <w:rsid w:val="00DC4149"/>
    <w:rsid w:val="00DC43D5"/>
    <w:rsid w:val="00DC440A"/>
    <w:rsid w:val="00DC470A"/>
    <w:rsid w:val="00DC4C89"/>
    <w:rsid w:val="00DC4FD3"/>
    <w:rsid w:val="00DC53F2"/>
    <w:rsid w:val="00DC5492"/>
    <w:rsid w:val="00DC560F"/>
    <w:rsid w:val="00DC5A59"/>
    <w:rsid w:val="00DC6049"/>
    <w:rsid w:val="00DC6316"/>
    <w:rsid w:val="00DC65C9"/>
    <w:rsid w:val="00DC668D"/>
    <w:rsid w:val="00DC6767"/>
    <w:rsid w:val="00DC6A4E"/>
    <w:rsid w:val="00DC6DDC"/>
    <w:rsid w:val="00DC6F5A"/>
    <w:rsid w:val="00DD0053"/>
    <w:rsid w:val="00DD028C"/>
    <w:rsid w:val="00DD02CF"/>
    <w:rsid w:val="00DD061E"/>
    <w:rsid w:val="00DD06A5"/>
    <w:rsid w:val="00DD06F9"/>
    <w:rsid w:val="00DD072E"/>
    <w:rsid w:val="00DD07E1"/>
    <w:rsid w:val="00DD0D61"/>
    <w:rsid w:val="00DD0F40"/>
    <w:rsid w:val="00DD0FBA"/>
    <w:rsid w:val="00DD10AA"/>
    <w:rsid w:val="00DD10E4"/>
    <w:rsid w:val="00DD135C"/>
    <w:rsid w:val="00DD162D"/>
    <w:rsid w:val="00DD182D"/>
    <w:rsid w:val="00DD1870"/>
    <w:rsid w:val="00DD1C7D"/>
    <w:rsid w:val="00DD2188"/>
    <w:rsid w:val="00DD220A"/>
    <w:rsid w:val="00DD2251"/>
    <w:rsid w:val="00DD250C"/>
    <w:rsid w:val="00DD275C"/>
    <w:rsid w:val="00DD27AD"/>
    <w:rsid w:val="00DD2829"/>
    <w:rsid w:val="00DD294E"/>
    <w:rsid w:val="00DD2CC2"/>
    <w:rsid w:val="00DD2CDD"/>
    <w:rsid w:val="00DD2DA0"/>
    <w:rsid w:val="00DD2E3A"/>
    <w:rsid w:val="00DD3056"/>
    <w:rsid w:val="00DD306C"/>
    <w:rsid w:val="00DD32ED"/>
    <w:rsid w:val="00DD37BE"/>
    <w:rsid w:val="00DD3CDB"/>
    <w:rsid w:val="00DD3CE2"/>
    <w:rsid w:val="00DD3F37"/>
    <w:rsid w:val="00DD4298"/>
    <w:rsid w:val="00DD4867"/>
    <w:rsid w:val="00DD4B0B"/>
    <w:rsid w:val="00DD4F1E"/>
    <w:rsid w:val="00DD5085"/>
    <w:rsid w:val="00DD5131"/>
    <w:rsid w:val="00DD5434"/>
    <w:rsid w:val="00DD5486"/>
    <w:rsid w:val="00DD588F"/>
    <w:rsid w:val="00DD5A18"/>
    <w:rsid w:val="00DD5E1C"/>
    <w:rsid w:val="00DD6160"/>
    <w:rsid w:val="00DD648B"/>
    <w:rsid w:val="00DD64FD"/>
    <w:rsid w:val="00DD650F"/>
    <w:rsid w:val="00DD696F"/>
    <w:rsid w:val="00DD6C25"/>
    <w:rsid w:val="00DD6E4D"/>
    <w:rsid w:val="00DD72BC"/>
    <w:rsid w:val="00DD7509"/>
    <w:rsid w:val="00DD7738"/>
    <w:rsid w:val="00DD7E22"/>
    <w:rsid w:val="00DE045D"/>
    <w:rsid w:val="00DE047C"/>
    <w:rsid w:val="00DE04C3"/>
    <w:rsid w:val="00DE099C"/>
    <w:rsid w:val="00DE0D85"/>
    <w:rsid w:val="00DE0E61"/>
    <w:rsid w:val="00DE0F82"/>
    <w:rsid w:val="00DE1498"/>
    <w:rsid w:val="00DE1B90"/>
    <w:rsid w:val="00DE1DB1"/>
    <w:rsid w:val="00DE24AD"/>
    <w:rsid w:val="00DE24F1"/>
    <w:rsid w:val="00DE2686"/>
    <w:rsid w:val="00DE28AA"/>
    <w:rsid w:val="00DE2901"/>
    <w:rsid w:val="00DE2C8E"/>
    <w:rsid w:val="00DE3233"/>
    <w:rsid w:val="00DE3241"/>
    <w:rsid w:val="00DE3377"/>
    <w:rsid w:val="00DE3378"/>
    <w:rsid w:val="00DE3380"/>
    <w:rsid w:val="00DE3638"/>
    <w:rsid w:val="00DE3645"/>
    <w:rsid w:val="00DE366F"/>
    <w:rsid w:val="00DE377B"/>
    <w:rsid w:val="00DE3CE7"/>
    <w:rsid w:val="00DE4062"/>
    <w:rsid w:val="00DE411A"/>
    <w:rsid w:val="00DE4166"/>
    <w:rsid w:val="00DE4660"/>
    <w:rsid w:val="00DE49B5"/>
    <w:rsid w:val="00DE4A29"/>
    <w:rsid w:val="00DE534F"/>
    <w:rsid w:val="00DE553D"/>
    <w:rsid w:val="00DE55A7"/>
    <w:rsid w:val="00DE5C92"/>
    <w:rsid w:val="00DE5CAF"/>
    <w:rsid w:val="00DE5D04"/>
    <w:rsid w:val="00DE6167"/>
    <w:rsid w:val="00DE643A"/>
    <w:rsid w:val="00DE6833"/>
    <w:rsid w:val="00DE68D9"/>
    <w:rsid w:val="00DE69C1"/>
    <w:rsid w:val="00DE69FD"/>
    <w:rsid w:val="00DE6A6B"/>
    <w:rsid w:val="00DE6CAF"/>
    <w:rsid w:val="00DE6CF8"/>
    <w:rsid w:val="00DE6E32"/>
    <w:rsid w:val="00DE6F47"/>
    <w:rsid w:val="00DE6FD1"/>
    <w:rsid w:val="00DE7001"/>
    <w:rsid w:val="00DE7203"/>
    <w:rsid w:val="00DE732E"/>
    <w:rsid w:val="00DE73C2"/>
    <w:rsid w:val="00DE73F0"/>
    <w:rsid w:val="00DE7937"/>
    <w:rsid w:val="00DE7942"/>
    <w:rsid w:val="00DE7A3A"/>
    <w:rsid w:val="00DF0635"/>
    <w:rsid w:val="00DF0640"/>
    <w:rsid w:val="00DF07CF"/>
    <w:rsid w:val="00DF0A93"/>
    <w:rsid w:val="00DF0A97"/>
    <w:rsid w:val="00DF0B47"/>
    <w:rsid w:val="00DF0E06"/>
    <w:rsid w:val="00DF1298"/>
    <w:rsid w:val="00DF13BA"/>
    <w:rsid w:val="00DF1477"/>
    <w:rsid w:val="00DF19FE"/>
    <w:rsid w:val="00DF1FDD"/>
    <w:rsid w:val="00DF24CD"/>
    <w:rsid w:val="00DF273D"/>
    <w:rsid w:val="00DF2BCA"/>
    <w:rsid w:val="00DF2C0D"/>
    <w:rsid w:val="00DF2EFA"/>
    <w:rsid w:val="00DF309C"/>
    <w:rsid w:val="00DF3484"/>
    <w:rsid w:val="00DF35E8"/>
    <w:rsid w:val="00DF37B4"/>
    <w:rsid w:val="00DF386C"/>
    <w:rsid w:val="00DF38EC"/>
    <w:rsid w:val="00DF3955"/>
    <w:rsid w:val="00DF3B50"/>
    <w:rsid w:val="00DF3C9A"/>
    <w:rsid w:val="00DF3CD8"/>
    <w:rsid w:val="00DF3DBE"/>
    <w:rsid w:val="00DF3DD0"/>
    <w:rsid w:val="00DF4248"/>
    <w:rsid w:val="00DF42A7"/>
    <w:rsid w:val="00DF45DD"/>
    <w:rsid w:val="00DF4A1C"/>
    <w:rsid w:val="00DF4AE4"/>
    <w:rsid w:val="00DF4B08"/>
    <w:rsid w:val="00DF527D"/>
    <w:rsid w:val="00DF5A6D"/>
    <w:rsid w:val="00DF5B6B"/>
    <w:rsid w:val="00DF64A3"/>
    <w:rsid w:val="00DF6B6E"/>
    <w:rsid w:val="00DF6D99"/>
    <w:rsid w:val="00DF7037"/>
    <w:rsid w:val="00DF72C9"/>
    <w:rsid w:val="00DF73C8"/>
    <w:rsid w:val="00DF7456"/>
    <w:rsid w:val="00DF759F"/>
    <w:rsid w:val="00DF77B0"/>
    <w:rsid w:val="00DF797A"/>
    <w:rsid w:val="00DF7B34"/>
    <w:rsid w:val="00DF7D25"/>
    <w:rsid w:val="00DF7DF2"/>
    <w:rsid w:val="00DF7F26"/>
    <w:rsid w:val="00E001C0"/>
    <w:rsid w:val="00E001C2"/>
    <w:rsid w:val="00E00389"/>
    <w:rsid w:val="00E005CC"/>
    <w:rsid w:val="00E00606"/>
    <w:rsid w:val="00E0060E"/>
    <w:rsid w:val="00E00A14"/>
    <w:rsid w:val="00E00A64"/>
    <w:rsid w:val="00E00B76"/>
    <w:rsid w:val="00E00C1F"/>
    <w:rsid w:val="00E00C9D"/>
    <w:rsid w:val="00E00E16"/>
    <w:rsid w:val="00E00FD3"/>
    <w:rsid w:val="00E01211"/>
    <w:rsid w:val="00E0190A"/>
    <w:rsid w:val="00E01CA2"/>
    <w:rsid w:val="00E01D73"/>
    <w:rsid w:val="00E020FD"/>
    <w:rsid w:val="00E0213F"/>
    <w:rsid w:val="00E0237B"/>
    <w:rsid w:val="00E0239E"/>
    <w:rsid w:val="00E02611"/>
    <w:rsid w:val="00E02AA4"/>
    <w:rsid w:val="00E02F58"/>
    <w:rsid w:val="00E031C1"/>
    <w:rsid w:val="00E03968"/>
    <w:rsid w:val="00E03A14"/>
    <w:rsid w:val="00E03B9D"/>
    <w:rsid w:val="00E03BF8"/>
    <w:rsid w:val="00E04432"/>
    <w:rsid w:val="00E04658"/>
    <w:rsid w:val="00E046A3"/>
    <w:rsid w:val="00E0479D"/>
    <w:rsid w:val="00E048F2"/>
    <w:rsid w:val="00E04995"/>
    <w:rsid w:val="00E04A31"/>
    <w:rsid w:val="00E04B64"/>
    <w:rsid w:val="00E04DD3"/>
    <w:rsid w:val="00E04FA7"/>
    <w:rsid w:val="00E05217"/>
    <w:rsid w:val="00E05445"/>
    <w:rsid w:val="00E0589A"/>
    <w:rsid w:val="00E059D6"/>
    <w:rsid w:val="00E05BB4"/>
    <w:rsid w:val="00E05CD3"/>
    <w:rsid w:val="00E05DB7"/>
    <w:rsid w:val="00E06648"/>
    <w:rsid w:val="00E06C18"/>
    <w:rsid w:val="00E06CEA"/>
    <w:rsid w:val="00E06DBF"/>
    <w:rsid w:val="00E06F3C"/>
    <w:rsid w:val="00E073A2"/>
    <w:rsid w:val="00E07679"/>
    <w:rsid w:val="00E078F5"/>
    <w:rsid w:val="00E079D9"/>
    <w:rsid w:val="00E07B13"/>
    <w:rsid w:val="00E07EA6"/>
    <w:rsid w:val="00E10108"/>
    <w:rsid w:val="00E1052E"/>
    <w:rsid w:val="00E105C4"/>
    <w:rsid w:val="00E10A2B"/>
    <w:rsid w:val="00E11285"/>
    <w:rsid w:val="00E11348"/>
    <w:rsid w:val="00E11353"/>
    <w:rsid w:val="00E1145E"/>
    <w:rsid w:val="00E11502"/>
    <w:rsid w:val="00E11539"/>
    <w:rsid w:val="00E11832"/>
    <w:rsid w:val="00E119BD"/>
    <w:rsid w:val="00E11E98"/>
    <w:rsid w:val="00E122AC"/>
    <w:rsid w:val="00E12305"/>
    <w:rsid w:val="00E123FF"/>
    <w:rsid w:val="00E124AD"/>
    <w:rsid w:val="00E12572"/>
    <w:rsid w:val="00E12624"/>
    <w:rsid w:val="00E1263B"/>
    <w:rsid w:val="00E12BDD"/>
    <w:rsid w:val="00E12D35"/>
    <w:rsid w:val="00E12F5A"/>
    <w:rsid w:val="00E1315C"/>
    <w:rsid w:val="00E133E0"/>
    <w:rsid w:val="00E135EF"/>
    <w:rsid w:val="00E13798"/>
    <w:rsid w:val="00E138E5"/>
    <w:rsid w:val="00E13911"/>
    <w:rsid w:val="00E13915"/>
    <w:rsid w:val="00E1406E"/>
    <w:rsid w:val="00E14B4B"/>
    <w:rsid w:val="00E14C3F"/>
    <w:rsid w:val="00E14CB9"/>
    <w:rsid w:val="00E15285"/>
    <w:rsid w:val="00E154A5"/>
    <w:rsid w:val="00E15588"/>
    <w:rsid w:val="00E15598"/>
    <w:rsid w:val="00E1599A"/>
    <w:rsid w:val="00E15CFF"/>
    <w:rsid w:val="00E16143"/>
    <w:rsid w:val="00E161F8"/>
    <w:rsid w:val="00E169CF"/>
    <w:rsid w:val="00E16B61"/>
    <w:rsid w:val="00E16C6A"/>
    <w:rsid w:val="00E170AF"/>
    <w:rsid w:val="00E1715D"/>
    <w:rsid w:val="00E172F9"/>
    <w:rsid w:val="00E1739C"/>
    <w:rsid w:val="00E1739F"/>
    <w:rsid w:val="00E17496"/>
    <w:rsid w:val="00E17613"/>
    <w:rsid w:val="00E17711"/>
    <w:rsid w:val="00E1789C"/>
    <w:rsid w:val="00E17D82"/>
    <w:rsid w:val="00E203B9"/>
    <w:rsid w:val="00E204D5"/>
    <w:rsid w:val="00E20822"/>
    <w:rsid w:val="00E2085C"/>
    <w:rsid w:val="00E20892"/>
    <w:rsid w:val="00E20CA4"/>
    <w:rsid w:val="00E2125F"/>
    <w:rsid w:val="00E21452"/>
    <w:rsid w:val="00E218E0"/>
    <w:rsid w:val="00E218FA"/>
    <w:rsid w:val="00E21AE6"/>
    <w:rsid w:val="00E21C30"/>
    <w:rsid w:val="00E21F02"/>
    <w:rsid w:val="00E220CB"/>
    <w:rsid w:val="00E221B5"/>
    <w:rsid w:val="00E221F7"/>
    <w:rsid w:val="00E227BD"/>
    <w:rsid w:val="00E22A87"/>
    <w:rsid w:val="00E22AB7"/>
    <w:rsid w:val="00E22BCE"/>
    <w:rsid w:val="00E22F89"/>
    <w:rsid w:val="00E22F9D"/>
    <w:rsid w:val="00E22FE1"/>
    <w:rsid w:val="00E23049"/>
    <w:rsid w:val="00E234FE"/>
    <w:rsid w:val="00E23C1C"/>
    <w:rsid w:val="00E23E8D"/>
    <w:rsid w:val="00E2400B"/>
    <w:rsid w:val="00E243FB"/>
    <w:rsid w:val="00E24501"/>
    <w:rsid w:val="00E246EF"/>
    <w:rsid w:val="00E249C2"/>
    <w:rsid w:val="00E249E4"/>
    <w:rsid w:val="00E24B56"/>
    <w:rsid w:val="00E24C5B"/>
    <w:rsid w:val="00E24DDE"/>
    <w:rsid w:val="00E24E1E"/>
    <w:rsid w:val="00E25194"/>
    <w:rsid w:val="00E25210"/>
    <w:rsid w:val="00E25462"/>
    <w:rsid w:val="00E2567D"/>
    <w:rsid w:val="00E25A57"/>
    <w:rsid w:val="00E25C7A"/>
    <w:rsid w:val="00E25C81"/>
    <w:rsid w:val="00E25D01"/>
    <w:rsid w:val="00E25F48"/>
    <w:rsid w:val="00E26182"/>
    <w:rsid w:val="00E26280"/>
    <w:rsid w:val="00E265D7"/>
    <w:rsid w:val="00E266E9"/>
    <w:rsid w:val="00E2678B"/>
    <w:rsid w:val="00E275B3"/>
    <w:rsid w:val="00E277DF"/>
    <w:rsid w:val="00E279D0"/>
    <w:rsid w:val="00E27F25"/>
    <w:rsid w:val="00E304C0"/>
    <w:rsid w:val="00E306AA"/>
    <w:rsid w:val="00E30808"/>
    <w:rsid w:val="00E30ABC"/>
    <w:rsid w:val="00E30C1A"/>
    <w:rsid w:val="00E30DBE"/>
    <w:rsid w:val="00E30E79"/>
    <w:rsid w:val="00E30EB6"/>
    <w:rsid w:val="00E30F66"/>
    <w:rsid w:val="00E30F8E"/>
    <w:rsid w:val="00E311EA"/>
    <w:rsid w:val="00E317E8"/>
    <w:rsid w:val="00E31974"/>
    <w:rsid w:val="00E31A38"/>
    <w:rsid w:val="00E31BB9"/>
    <w:rsid w:val="00E31EFE"/>
    <w:rsid w:val="00E320B0"/>
    <w:rsid w:val="00E320E3"/>
    <w:rsid w:val="00E3220B"/>
    <w:rsid w:val="00E3222A"/>
    <w:rsid w:val="00E3225E"/>
    <w:rsid w:val="00E323F4"/>
    <w:rsid w:val="00E324B8"/>
    <w:rsid w:val="00E32796"/>
    <w:rsid w:val="00E328F5"/>
    <w:rsid w:val="00E329B1"/>
    <w:rsid w:val="00E32CA5"/>
    <w:rsid w:val="00E330CA"/>
    <w:rsid w:val="00E33147"/>
    <w:rsid w:val="00E33151"/>
    <w:rsid w:val="00E336C6"/>
    <w:rsid w:val="00E33A5B"/>
    <w:rsid w:val="00E33C62"/>
    <w:rsid w:val="00E33EE0"/>
    <w:rsid w:val="00E33FD1"/>
    <w:rsid w:val="00E3414D"/>
    <w:rsid w:val="00E342FC"/>
    <w:rsid w:val="00E34710"/>
    <w:rsid w:val="00E34887"/>
    <w:rsid w:val="00E34901"/>
    <w:rsid w:val="00E349D5"/>
    <w:rsid w:val="00E34BB3"/>
    <w:rsid w:val="00E35005"/>
    <w:rsid w:val="00E352A5"/>
    <w:rsid w:val="00E3597A"/>
    <w:rsid w:val="00E35990"/>
    <w:rsid w:val="00E35B45"/>
    <w:rsid w:val="00E3681B"/>
    <w:rsid w:val="00E36ADB"/>
    <w:rsid w:val="00E36CC9"/>
    <w:rsid w:val="00E36FEC"/>
    <w:rsid w:val="00E37168"/>
    <w:rsid w:val="00E374D7"/>
    <w:rsid w:val="00E37708"/>
    <w:rsid w:val="00E3777F"/>
    <w:rsid w:val="00E3778E"/>
    <w:rsid w:val="00E377B3"/>
    <w:rsid w:val="00E37A2A"/>
    <w:rsid w:val="00E37B43"/>
    <w:rsid w:val="00E37ECE"/>
    <w:rsid w:val="00E37FAA"/>
    <w:rsid w:val="00E4001C"/>
    <w:rsid w:val="00E40293"/>
    <w:rsid w:val="00E402D7"/>
    <w:rsid w:val="00E403F9"/>
    <w:rsid w:val="00E40639"/>
    <w:rsid w:val="00E4076B"/>
    <w:rsid w:val="00E40A49"/>
    <w:rsid w:val="00E40D3B"/>
    <w:rsid w:val="00E41135"/>
    <w:rsid w:val="00E411D9"/>
    <w:rsid w:val="00E4123F"/>
    <w:rsid w:val="00E41251"/>
    <w:rsid w:val="00E41875"/>
    <w:rsid w:val="00E418FA"/>
    <w:rsid w:val="00E419D8"/>
    <w:rsid w:val="00E41C38"/>
    <w:rsid w:val="00E41E77"/>
    <w:rsid w:val="00E42972"/>
    <w:rsid w:val="00E42C8F"/>
    <w:rsid w:val="00E42C9A"/>
    <w:rsid w:val="00E42EC3"/>
    <w:rsid w:val="00E43006"/>
    <w:rsid w:val="00E43136"/>
    <w:rsid w:val="00E43150"/>
    <w:rsid w:val="00E4357D"/>
    <w:rsid w:val="00E438AB"/>
    <w:rsid w:val="00E43D98"/>
    <w:rsid w:val="00E43DEA"/>
    <w:rsid w:val="00E43ED6"/>
    <w:rsid w:val="00E44215"/>
    <w:rsid w:val="00E444D3"/>
    <w:rsid w:val="00E44502"/>
    <w:rsid w:val="00E45155"/>
    <w:rsid w:val="00E4517D"/>
    <w:rsid w:val="00E45348"/>
    <w:rsid w:val="00E453DE"/>
    <w:rsid w:val="00E4541D"/>
    <w:rsid w:val="00E45492"/>
    <w:rsid w:val="00E45714"/>
    <w:rsid w:val="00E457B4"/>
    <w:rsid w:val="00E457ED"/>
    <w:rsid w:val="00E45965"/>
    <w:rsid w:val="00E45A90"/>
    <w:rsid w:val="00E45B4C"/>
    <w:rsid w:val="00E45BD2"/>
    <w:rsid w:val="00E45C8E"/>
    <w:rsid w:val="00E45D07"/>
    <w:rsid w:val="00E45DF1"/>
    <w:rsid w:val="00E46159"/>
    <w:rsid w:val="00E46579"/>
    <w:rsid w:val="00E467BF"/>
    <w:rsid w:val="00E46996"/>
    <w:rsid w:val="00E46A4C"/>
    <w:rsid w:val="00E46E8E"/>
    <w:rsid w:val="00E470DE"/>
    <w:rsid w:val="00E47542"/>
    <w:rsid w:val="00E47598"/>
    <w:rsid w:val="00E478A0"/>
    <w:rsid w:val="00E47A36"/>
    <w:rsid w:val="00E5070B"/>
    <w:rsid w:val="00E50B90"/>
    <w:rsid w:val="00E50BBC"/>
    <w:rsid w:val="00E51138"/>
    <w:rsid w:val="00E5118C"/>
    <w:rsid w:val="00E512D3"/>
    <w:rsid w:val="00E5135D"/>
    <w:rsid w:val="00E51BBC"/>
    <w:rsid w:val="00E51C16"/>
    <w:rsid w:val="00E521DE"/>
    <w:rsid w:val="00E522A6"/>
    <w:rsid w:val="00E524CD"/>
    <w:rsid w:val="00E52875"/>
    <w:rsid w:val="00E5288B"/>
    <w:rsid w:val="00E52A05"/>
    <w:rsid w:val="00E52B78"/>
    <w:rsid w:val="00E52B88"/>
    <w:rsid w:val="00E52F19"/>
    <w:rsid w:val="00E52F40"/>
    <w:rsid w:val="00E5301D"/>
    <w:rsid w:val="00E5347D"/>
    <w:rsid w:val="00E5359F"/>
    <w:rsid w:val="00E53801"/>
    <w:rsid w:val="00E538BB"/>
    <w:rsid w:val="00E53976"/>
    <w:rsid w:val="00E53A5C"/>
    <w:rsid w:val="00E54A9E"/>
    <w:rsid w:val="00E54AFE"/>
    <w:rsid w:val="00E54F6D"/>
    <w:rsid w:val="00E5503D"/>
    <w:rsid w:val="00E55097"/>
    <w:rsid w:val="00E55734"/>
    <w:rsid w:val="00E55810"/>
    <w:rsid w:val="00E55B8E"/>
    <w:rsid w:val="00E55DBF"/>
    <w:rsid w:val="00E564EC"/>
    <w:rsid w:val="00E56C1D"/>
    <w:rsid w:val="00E56D62"/>
    <w:rsid w:val="00E57C1B"/>
    <w:rsid w:val="00E57C48"/>
    <w:rsid w:val="00E602A6"/>
    <w:rsid w:val="00E60389"/>
    <w:rsid w:val="00E60A88"/>
    <w:rsid w:val="00E60B00"/>
    <w:rsid w:val="00E61084"/>
    <w:rsid w:val="00E61E94"/>
    <w:rsid w:val="00E61ED4"/>
    <w:rsid w:val="00E61F77"/>
    <w:rsid w:val="00E61FFB"/>
    <w:rsid w:val="00E62123"/>
    <w:rsid w:val="00E62129"/>
    <w:rsid w:val="00E62170"/>
    <w:rsid w:val="00E6265C"/>
    <w:rsid w:val="00E626BD"/>
    <w:rsid w:val="00E62AEE"/>
    <w:rsid w:val="00E62B54"/>
    <w:rsid w:val="00E62CDC"/>
    <w:rsid w:val="00E634DD"/>
    <w:rsid w:val="00E638FF"/>
    <w:rsid w:val="00E6390F"/>
    <w:rsid w:val="00E63948"/>
    <w:rsid w:val="00E63A68"/>
    <w:rsid w:val="00E640BC"/>
    <w:rsid w:val="00E640FE"/>
    <w:rsid w:val="00E641D2"/>
    <w:rsid w:val="00E642F4"/>
    <w:rsid w:val="00E6431C"/>
    <w:rsid w:val="00E643C1"/>
    <w:rsid w:val="00E644FD"/>
    <w:rsid w:val="00E64618"/>
    <w:rsid w:val="00E646AC"/>
    <w:rsid w:val="00E64E29"/>
    <w:rsid w:val="00E6535A"/>
    <w:rsid w:val="00E654F3"/>
    <w:rsid w:val="00E6563F"/>
    <w:rsid w:val="00E65D6D"/>
    <w:rsid w:val="00E65E0C"/>
    <w:rsid w:val="00E66033"/>
    <w:rsid w:val="00E66330"/>
    <w:rsid w:val="00E6660F"/>
    <w:rsid w:val="00E66740"/>
    <w:rsid w:val="00E66778"/>
    <w:rsid w:val="00E669A5"/>
    <w:rsid w:val="00E66A86"/>
    <w:rsid w:val="00E66BFD"/>
    <w:rsid w:val="00E66EC4"/>
    <w:rsid w:val="00E673AE"/>
    <w:rsid w:val="00E6757D"/>
    <w:rsid w:val="00E67710"/>
    <w:rsid w:val="00E679FE"/>
    <w:rsid w:val="00E67A51"/>
    <w:rsid w:val="00E67D50"/>
    <w:rsid w:val="00E70107"/>
    <w:rsid w:val="00E7024D"/>
    <w:rsid w:val="00E70631"/>
    <w:rsid w:val="00E70667"/>
    <w:rsid w:val="00E70EF7"/>
    <w:rsid w:val="00E70F58"/>
    <w:rsid w:val="00E7107D"/>
    <w:rsid w:val="00E71293"/>
    <w:rsid w:val="00E71441"/>
    <w:rsid w:val="00E7153D"/>
    <w:rsid w:val="00E7188C"/>
    <w:rsid w:val="00E71977"/>
    <w:rsid w:val="00E71CE9"/>
    <w:rsid w:val="00E71DC8"/>
    <w:rsid w:val="00E71E22"/>
    <w:rsid w:val="00E724AD"/>
    <w:rsid w:val="00E727F5"/>
    <w:rsid w:val="00E728EB"/>
    <w:rsid w:val="00E72A86"/>
    <w:rsid w:val="00E72BEE"/>
    <w:rsid w:val="00E7345D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11B"/>
    <w:rsid w:val="00E746FA"/>
    <w:rsid w:val="00E749DD"/>
    <w:rsid w:val="00E74A76"/>
    <w:rsid w:val="00E74BDC"/>
    <w:rsid w:val="00E74C4B"/>
    <w:rsid w:val="00E74D69"/>
    <w:rsid w:val="00E74DC6"/>
    <w:rsid w:val="00E74E12"/>
    <w:rsid w:val="00E74EFE"/>
    <w:rsid w:val="00E74F5C"/>
    <w:rsid w:val="00E75509"/>
    <w:rsid w:val="00E75A0F"/>
    <w:rsid w:val="00E763CE"/>
    <w:rsid w:val="00E76496"/>
    <w:rsid w:val="00E76518"/>
    <w:rsid w:val="00E76968"/>
    <w:rsid w:val="00E769CD"/>
    <w:rsid w:val="00E769D7"/>
    <w:rsid w:val="00E76C7B"/>
    <w:rsid w:val="00E76C99"/>
    <w:rsid w:val="00E76DA1"/>
    <w:rsid w:val="00E76F82"/>
    <w:rsid w:val="00E770C1"/>
    <w:rsid w:val="00E7726C"/>
    <w:rsid w:val="00E77359"/>
    <w:rsid w:val="00E77817"/>
    <w:rsid w:val="00E77905"/>
    <w:rsid w:val="00E77D4A"/>
    <w:rsid w:val="00E77ED7"/>
    <w:rsid w:val="00E77F77"/>
    <w:rsid w:val="00E8011C"/>
    <w:rsid w:val="00E8026A"/>
    <w:rsid w:val="00E80732"/>
    <w:rsid w:val="00E80939"/>
    <w:rsid w:val="00E81277"/>
    <w:rsid w:val="00E819DE"/>
    <w:rsid w:val="00E81AB3"/>
    <w:rsid w:val="00E81B90"/>
    <w:rsid w:val="00E81DC7"/>
    <w:rsid w:val="00E81E02"/>
    <w:rsid w:val="00E82C19"/>
    <w:rsid w:val="00E83308"/>
    <w:rsid w:val="00E8343C"/>
    <w:rsid w:val="00E83700"/>
    <w:rsid w:val="00E8386D"/>
    <w:rsid w:val="00E839DE"/>
    <w:rsid w:val="00E83DCF"/>
    <w:rsid w:val="00E8407E"/>
    <w:rsid w:val="00E841ED"/>
    <w:rsid w:val="00E84226"/>
    <w:rsid w:val="00E843F4"/>
    <w:rsid w:val="00E84675"/>
    <w:rsid w:val="00E84914"/>
    <w:rsid w:val="00E84C86"/>
    <w:rsid w:val="00E84D6E"/>
    <w:rsid w:val="00E84E1E"/>
    <w:rsid w:val="00E85095"/>
    <w:rsid w:val="00E859F2"/>
    <w:rsid w:val="00E85B2D"/>
    <w:rsid w:val="00E85B73"/>
    <w:rsid w:val="00E85D3A"/>
    <w:rsid w:val="00E85EE6"/>
    <w:rsid w:val="00E8612B"/>
    <w:rsid w:val="00E8628D"/>
    <w:rsid w:val="00E86530"/>
    <w:rsid w:val="00E869F3"/>
    <w:rsid w:val="00E86A88"/>
    <w:rsid w:val="00E8707E"/>
    <w:rsid w:val="00E877E0"/>
    <w:rsid w:val="00E87AE9"/>
    <w:rsid w:val="00E87CB7"/>
    <w:rsid w:val="00E87F94"/>
    <w:rsid w:val="00E87FC0"/>
    <w:rsid w:val="00E9004C"/>
    <w:rsid w:val="00E900E4"/>
    <w:rsid w:val="00E904AD"/>
    <w:rsid w:val="00E90650"/>
    <w:rsid w:val="00E90998"/>
    <w:rsid w:val="00E90A02"/>
    <w:rsid w:val="00E90ED9"/>
    <w:rsid w:val="00E916B9"/>
    <w:rsid w:val="00E9173A"/>
    <w:rsid w:val="00E91C5F"/>
    <w:rsid w:val="00E91D94"/>
    <w:rsid w:val="00E9208C"/>
    <w:rsid w:val="00E92664"/>
    <w:rsid w:val="00E927A0"/>
    <w:rsid w:val="00E92A5B"/>
    <w:rsid w:val="00E92A98"/>
    <w:rsid w:val="00E92ADB"/>
    <w:rsid w:val="00E92B8E"/>
    <w:rsid w:val="00E92DD8"/>
    <w:rsid w:val="00E92DE9"/>
    <w:rsid w:val="00E93173"/>
    <w:rsid w:val="00E932DA"/>
    <w:rsid w:val="00E93A89"/>
    <w:rsid w:val="00E93B53"/>
    <w:rsid w:val="00E93B84"/>
    <w:rsid w:val="00E93B8D"/>
    <w:rsid w:val="00E93C7B"/>
    <w:rsid w:val="00E940AE"/>
    <w:rsid w:val="00E9466B"/>
    <w:rsid w:val="00E947E3"/>
    <w:rsid w:val="00E94D55"/>
    <w:rsid w:val="00E94F67"/>
    <w:rsid w:val="00E95053"/>
    <w:rsid w:val="00E950BA"/>
    <w:rsid w:val="00E950DF"/>
    <w:rsid w:val="00E95161"/>
    <w:rsid w:val="00E95199"/>
    <w:rsid w:val="00E9557F"/>
    <w:rsid w:val="00E95653"/>
    <w:rsid w:val="00E95928"/>
    <w:rsid w:val="00E9594E"/>
    <w:rsid w:val="00E9598E"/>
    <w:rsid w:val="00E95C45"/>
    <w:rsid w:val="00E9656A"/>
    <w:rsid w:val="00E967C4"/>
    <w:rsid w:val="00E96831"/>
    <w:rsid w:val="00E96A0E"/>
    <w:rsid w:val="00E96AEB"/>
    <w:rsid w:val="00E970E5"/>
    <w:rsid w:val="00E9712B"/>
    <w:rsid w:val="00E97362"/>
    <w:rsid w:val="00E979CB"/>
    <w:rsid w:val="00E97AC6"/>
    <w:rsid w:val="00E97AF6"/>
    <w:rsid w:val="00E97C1E"/>
    <w:rsid w:val="00E97C87"/>
    <w:rsid w:val="00EA01A4"/>
    <w:rsid w:val="00EA05E6"/>
    <w:rsid w:val="00EA0784"/>
    <w:rsid w:val="00EA0A78"/>
    <w:rsid w:val="00EA0B1A"/>
    <w:rsid w:val="00EA0CC2"/>
    <w:rsid w:val="00EA0D9E"/>
    <w:rsid w:val="00EA0F7B"/>
    <w:rsid w:val="00EA1055"/>
    <w:rsid w:val="00EA13C4"/>
    <w:rsid w:val="00EA13EF"/>
    <w:rsid w:val="00EA1507"/>
    <w:rsid w:val="00EA184C"/>
    <w:rsid w:val="00EA22C1"/>
    <w:rsid w:val="00EA22E2"/>
    <w:rsid w:val="00EA24FD"/>
    <w:rsid w:val="00EA2541"/>
    <w:rsid w:val="00EA2574"/>
    <w:rsid w:val="00EA2A8A"/>
    <w:rsid w:val="00EA2DD7"/>
    <w:rsid w:val="00EA2E61"/>
    <w:rsid w:val="00EA3400"/>
    <w:rsid w:val="00EA347D"/>
    <w:rsid w:val="00EA3634"/>
    <w:rsid w:val="00EA38A3"/>
    <w:rsid w:val="00EA3D17"/>
    <w:rsid w:val="00EA3D45"/>
    <w:rsid w:val="00EA4095"/>
    <w:rsid w:val="00EA40D2"/>
    <w:rsid w:val="00EA42BA"/>
    <w:rsid w:val="00EA433D"/>
    <w:rsid w:val="00EA4541"/>
    <w:rsid w:val="00EA4612"/>
    <w:rsid w:val="00EA47EE"/>
    <w:rsid w:val="00EA4AA9"/>
    <w:rsid w:val="00EA4D24"/>
    <w:rsid w:val="00EA5032"/>
    <w:rsid w:val="00EA5141"/>
    <w:rsid w:val="00EA5352"/>
    <w:rsid w:val="00EA53AE"/>
    <w:rsid w:val="00EA54B6"/>
    <w:rsid w:val="00EA56D3"/>
    <w:rsid w:val="00EA5954"/>
    <w:rsid w:val="00EA5E83"/>
    <w:rsid w:val="00EA5F79"/>
    <w:rsid w:val="00EA5FE1"/>
    <w:rsid w:val="00EA6304"/>
    <w:rsid w:val="00EA6540"/>
    <w:rsid w:val="00EA6B7C"/>
    <w:rsid w:val="00EA6C88"/>
    <w:rsid w:val="00EA6DFE"/>
    <w:rsid w:val="00EA7022"/>
    <w:rsid w:val="00EA7785"/>
    <w:rsid w:val="00EA782B"/>
    <w:rsid w:val="00EA7900"/>
    <w:rsid w:val="00EA79B7"/>
    <w:rsid w:val="00EA7A35"/>
    <w:rsid w:val="00EA7B8D"/>
    <w:rsid w:val="00EA7F2E"/>
    <w:rsid w:val="00EB0055"/>
    <w:rsid w:val="00EB0416"/>
    <w:rsid w:val="00EB0496"/>
    <w:rsid w:val="00EB09BA"/>
    <w:rsid w:val="00EB09EB"/>
    <w:rsid w:val="00EB0C40"/>
    <w:rsid w:val="00EB11AF"/>
    <w:rsid w:val="00EB16B5"/>
    <w:rsid w:val="00EB16FC"/>
    <w:rsid w:val="00EB1AED"/>
    <w:rsid w:val="00EB1D23"/>
    <w:rsid w:val="00EB1EE2"/>
    <w:rsid w:val="00EB1F80"/>
    <w:rsid w:val="00EB21CD"/>
    <w:rsid w:val="00EB241A"/>
    <w:rsid w:val="00EB2677"/>
    <w:rsid w:val="00EB2A15"/>
    <w:rsid w:val="00EB2FBF"/>
    <w:rsid w:val="00EB30E0"/>
    <w:rsid w:val="00EB30EF"/>
    <w:rsid w:val="00EB31E9"/>
    <w:rsid w:val="00EB3207"/>
    <w:rsid w:val="00EB3402"/>
    <w:rsid w:val="00EB34AA"/>
    <w:rsid w:val="00EB36A7"/>
    <w:rsid w:val="00EB3845"/>
    <w:rsid w:val="00EB3D06"/>
    <w:rsid w:val="00EB3F29"/>
    <w:rsid w:val="00EB44F2"/>
    <w:rsid w:val="00EB46F3"/>
    <w:rsid w:val="00EB492C"/>
    <w:rsid w:val="00EB4DED"/>
    <w:rsid w:val="00EB4E3D"/>
    <w:rsid w:val="00EB52B9"/>
    <w:rsid w:val="00EB5358"/>
    <w:rsid w:val="00EB5424"/>
    <w:rsid w:val="00EB54AD"/>
    <w:rsid w:val="00EB5676"/>
    <w:rsid w:val="00EB5851"/>
    <w:rsid w:val="00EB5BA0"/>
    <w:rsid w:val="00EB611D"/>
    <w:rsid w:val="00EB61C2"/>
    <w:rsid w:val="00EB637B"/>
    <w:rsid w:val="00EB6627"/>
    <w:rsid w:val="00EB6825"/>
    <w:rsid w:val="00EB689E"/>
    <w:rsid w:val="00EB697A"/>
    <w:rsid w:val="00EB6E89"/>
    <w:rsid w:val="00EB6F3B"/>
    <w:rsid w:val="00EB6FF2"/>
    <w:rsid w:val="00EB704D"/>
    <w:rsid w:val="00EB71D0"/>
    <w:rsid w:val="00EB7364"/>
    <w:rsid w:val="00EB7C34"/>
    <w:rsid w:val="00EB7ED0"/>
    <w:rsid w:val="00EC0219"/>
    <w:rsid w:val="00EC027C"/>
    <w:rsid w:val="00EC03EB"/>
    <w:rsid w:val="00EC0627"/>
    <w:rsid w:val="00EC0696"/>
    <w:rsid w:val="00EC07E9"/>
    <w:rsid w:val="00EC0B1D"/>
    <w:rsid w:val="00EC1184"/>
    <w:rsid w:val="00EC1B21"/>
    <w:rsid w:val="00EC2041"/>
    <w:rsid w:val="00EC2058"/>
    <w:rsid w:val="00EC222F"/>
    <w:rsid w:val="00EC2400"/>
    <w:rsid w:val="00EC247B"/>
    <w:rsid w:val="00EC31B5"/>
    <w:rsid w:val="00EC32BC"/>
    <w:rsid w:val="00EC355F"/>
    <w:rsid w:val="00EC35A7"/>
    <w:rsid w:val="00EC396F"/>
    <w:rsid w:val="00EC3991"/>
    <w:rsid w:val="00EC39DA"/>
    <w:rsid w:val="00EC40CF"/>
    <w:rsid w:val="00EC445F"/>
    <w:rsid w:val="00EC4511"/>
    <w:rsid w:val="00EC466D"/>
    <w:rsid w:val="00EC48DC"/>
    <w:rsid w:val="00EC4AF0"/>
    <w:rsid w:val="00EC4CF4"/>
    <w:rsid w:val="00EC4E23"/>
    <w:rsid w:val="00EC4F93"/>
    <w:rsid w:val="00EC548E"/>
    <w:rsid w:val="00EC5796"/>
    <w:rsid w:val="00EC5970"/>
    <w:rsid w:val="00EC5CFF"/>
    <w:rsid w:val="00EC5E80"/>
    <w:rsid w:val="00EC64CB"/>
    <w:rsid w:val="00EC6792"/>
    <w:rsid w:val="00EC685B"/>
    <w:rsid w:val="00EC69A5"/>
    <w:rsid w:val="00EC7188"/>
    <w:rsid w:val="00EC7217"/>
    <w:rsid w:val="00EC7752"/>
    <w:rsid w:val="00EC7B01"/>
    <w:rsid w:val="00EC7CCE"/>
    <w:rsid w:val="00EC7CDE"/>
    <w:rsid w:val="00EC7FB1"/>
    <w:rsid w:val="00ED010C"/>
    <w:rsid w:val="00ED03AE"/>
    <w:rsid w:val="00ED06B4"/>
    <w:rsid w:val="00ED0B8E"/>
    <w:rsid w:val="00ED0C07"/>
    <w:rsid w:val="00ED0E7F"/>
    <w:rsid w:val="00ED10ED"/>
    <w:rsid w:val="00ED1112"/>
    <w:rsid w:val="00ED1A44"/>
    <w:rsid w:val="00ED1BAA"/>
    <w:rsid w:val="00ED1C42"/>
    <w:rsid w:val="00ED249F"/>
    <w:rsid w:val="00ED27B9"/>
    <w:rsid w:val="00ED2DA7"/>
    <w:rsid w:val="00ED3117"/>
    <w:rsid w:val="00ED32E3"/>
    <w:rsid w:val="00ED3427"/>
    <w:rsid w:val="00ED3B42"/>
    <w:rsid w:val="00ED4146"/>
    <w:rsid w:val="00ED47D0"/>
    <w:rsid w:val="00ED48FE"/>
    <w:rsid w:val="00ED4C9A"/>
    <w:rsid w:val="00ED4DE9"/>
    <w:rsid w:val="00ED562C"/>
    <w:rsid w:val="00ED56B2"/>
    <w:rsid w:val="00ED56CA"/>
    <w:rsid w:val="00ED5A41"/>
    <w:rsid w:val="00ED5EA2"/>
    <w:rsid w:val="00ED5F6E"/>
    <w:rsid w:val="00ED635D"/>
    <w:rsid w:val="00ED6B08"/>
    <w:rsid w:val="00ED7667"/>
    <w:rsid w:val="00EE0408"/>
    <w:rsid w:val="00EE044E"/>
    <w:rsid w:val="00EE0450"/>
    <w:rsid w:val="00EE0464"/>
    <w:rsid w:val="00EE04F0"/>
    <w:rsid w:val="00EE051D"/>
    <w:rsid w:val="00EE0A56"/>
    <w:rsid w:val="00EE0A98"/>
    <w:rsid w:val="00EE0AE4"/>
    <w:rsid w:val="00EE0B84"/>
    <w:rsid w:val="00EE10DF"/>
    <w:rsid w:val="00EE1300"/>
    <w:rsid w:val="00EE15B2"/>
    <w:rsid w:val="00EE170D"/>
    <w:rsid w:val="00EE1837"/>
    <w:rsid w:val="00EE19B0"/>
    <w:rsid w:val="00EE1E45"/>
    <w:rsid w:val="00EE1E48"/>
    <w:rsid w:val="00EE1FAF"/>
    <w:rsid w:val="00EE2563"/>
    <w:rsid w:val="00EE264F"/>
    <w:rsid w:val="00EE293D"/>
    <w:rsid w:val="00EE2DC5"/>
    <w:rsid w:val="00EE2E6D"/>
    <w:rsid w:val="00EE30D5"/>
    <w:rsid w:val="00EE31FA"/>
    <w:rsid w:val="00EE32A2"/>
    <w:rsid w:val="00EE33CC"/>
    <w:rsid w:val="00EE352D"/>
    <w:rsid w:val="00EE36F4"/>
    <w:rsid w:val="00EE3753"/>
    <w:rsid w:val="00EE382A"/>
    <w:rsid w:val="00EE38FF"/>
    <w:rsid w:val="00EE39B1"/>
    <w:rsid w:val="00EE3C1A"/>
    <w:rsid w:val="00EE3D3B"/>
    <w:rsid w:val="00EE49CC"/>
    <w:rsid w:val="00EE4AA2"/>
    <w:rsid w:val="00EE4B06"/>
    <w:rsid w:val="00EE4BCE"/>
    <w:rsid w:val="00EE4C6F"/>
    <w:rsid w:val="00EE4ED7"/>
    <w:rsid w:val="00EE544D"/>
    <w:rsid w:val="00EE57C6"/>
    <w:rsid w:val="00EE5939"/>
    <w:rsid w:val="00EE5C01"/>
    <w:rsid w:val="00EE5CD5"/>
    <w:rsid w:val="00EE5EF8"/>
    <w:rsid w:val="00EE621B"/>
    <w:rsid w:val="00EE65C0"/>
    <w:rsid w:val="00EE68AA"/>
    <w:rsid w:val="00EE7231"/>
    <w:rsid w:val="00EE734C"/>
    <w:rsid w:val="00EE73F9"/>
    <w:rsid w:val="00EE776A"/>
    <w:rsid w:val="00EE7C38"/>
    <w:rsid w:val="00EF002A"/>
    <w:rsid w:val="00EF0050"/>
    <w:rsid w:val="00EF0576"/>
    <w:rsid w:val="00EF05D6"/>
    <w:rsid w:val="00EF0780"/>
    <w:rsid w:val="00EF08B1"/>
    <w:rsid w:val="00EF094E"/>
    <w:rsid w:val="00EF0B8F"/>
    <w:rsid w:val="00EF10B5"/>
    <w:rsid w:val="00EF1751"/>
    <w:rsid w:val="00EF1979"/>
    <w:rsid w:val="00EF2156"/>
    <w:rsid w:val="00EF225B"/>
    <w:rsid w:val="00EF234F"/>
    <w:rsid w:val="00EF270D"/>
    <w:rsid w:val="00EF2A2F"/>
    <w:rsid w:val="00EF2AA0"/>
    <w:rsid w:val="00EF2B43"/>
    <w:rsid w:val="00EF2F27"/>
    <w:rsid w:val="00EF32BA"/>
    <w:rsid w:val="00EF3866"/>
    <w:rsid w:val="00EF3D52"/>
    <w:rsid w:val="00EF3E14"/>
    <w:rsid w:val="00EF425C"/>
    <w:rsid w:val="00EF44D7"/>
    <w:rsid w:val="00EF47E8"/>
    <w:rsid w:val="00EF490F"/>
    <w:rsid w:val="00EF4B9A"/>
    <w:rsid w:val="00EF4BB5"/>
    <w:rsid w:val="00EF4BC9"/>
    <w:rsid w:val="00EF4C8E"/>
    <w:rsid w:val="00EF4F0F"/>
    <w:rsid w:val="00EF50D1"/>
    <w:rsid w:val="00EF5B44"/>
    <w:rsid w:val="00EF6200"/>
    <w:rsid w:val="00EF6574"/>
    <w:rsid w:val="00EF6881"/>
    <w:rsid w:val="00EF70C8"/>
    <w:rsid w:val="00EF716D"/>
    <w:rsid w:val="00EF71AC"/>
    <w:rsid w:val="00EF728C"/>
    <w:rsid w:val="00EF750A"/>
    <w:rsid w:val="00EF75CA"/>
    <w:rsid w:val="00EF7857"/>
    <w:rsid w:val="00EF7885"/>
    <w:rsid w:val="00EF7B73"/>
    <w:rsid w:val="00EF7D98"/>
    <w:rsid w:val="00EF7FDB"/>
    <w:rsid w:val="00F00072"/>
    <w:rsid w:val="00F0009B"/>
    <w:rsid w:val="00F000AB"/>
    <w:rsid w:val="00F000D7"/>
    <w:rsid w:val="00F003C4"/>
    <w:rsid w:val="00F008BB"/>
    <w:rsid w:val="00F00E2A"/>
    <w:rsid w:val="00F011FD"/>
    <w:rsid w:val="00F01581"/>
    <w:rsid w:val="00F021EC"/>
    <w:rsid w:val="00F02273"/>
    <w:rsid w:val="00F0232F"/>
    <w:rsid w:val="00F02342"/>
    <w:rsid w:val="00F024EF"/>
    <w:rsid w:val="00F02591"/>
    <w:rsid w:val="00F025F9"/>
    <w:rsid w:val="00F02B0B"/>
    <w:rsid w:val="00F02B90"/>
    <w:rsid w:val="00F02BCC"/>
    <w:rsid w:val="00F02E6C"/>
    <w:rsid w:val="00F03053"/>
    <w:rsid w:val="00F03207"/>
    <w:rsid w:val="00F034FF"/>
    <w:rsid w:val="00F036A5"/>
    <w:rsid w:val="00F03D1F"/>
    <w:rsid w:val="00F03D41"/>
    <w:rsid w:val="00F0406F"/>
    <w:rsid w:val="00F041C1"/>
    <w:rsid w:val="00F042EC"/>
    <w:rsid w:val="00F044C7"/>
    <w:rsid w:val="00F045B8"/>
    <w:rsid w:val="00F04EFF"/>
    <w:rsid w:val="00F05550"/>
    <w:rsid w:val="00F05913"/>
    <w:rsid w:val="00F05B4A"/>
    <w:rsid w:val="00F05C49"/>
    <w:rsid w:val="00F05E40"/>
    <w:rsid w:val="00F060B2"/>
    <w:rsid w:val="00F06389"/>
    <w:rsid w:val="00F063B3"/>
    <w:rsid w:val="00F066D6"/>
    <w:rsid w:val="00F0674B"/>
    <w:rsid w:val="00F06BB4"/>
    <w:rsid w:val="00F06DBE"/>
    <w:rsid w:val="00F06E52"/>
    <w:rsid w:val="00F07086"/>
    <w:rsid w:val="00F07574"/>
    <w:rsid w:val="00F07782"/>
    <w:rsid w:val="00F07A98"/>
    <w:rsid w:val="00F07CD7"/>
    <w:rsid w:val="00F07E99"/>
    <w:rsid w:val="00F07F1D"/>
    <w:rsid w:val="00F07FF7"/>
    <w:rsid w:val="00F10632"/>
    <w:rsid w:val="00F10CD1"/>
    <w:rsid w:val="00F11527"/>
    <w:rsid w:val="00F1154F"/>
    <w:rsid w:val="00F11852"/>
    <w:rsid w:val="00F119F2"/>
    <w:rsid w:val="00F12089"/>
    <w:rsid w:val="00F12273"/>
    <w:rsid w:val="00F1229C"/>
    <w:rsid w:val="00F124B2"/>
    <w:rsid w:val="00F125E9"/>
    <w:rsid w:val="00F127BC"/>
    <w:rsid w:val="00F1286E"/>
    <w:rsid w:val="00F12D58"/>
    <w:rsid w:val="00F12DA0"/>
    <w:rsid w:val="00F12E9C"/>
    <w:rsid w:val="00F1303A"/>
    <w:rsid w:val="00F13068"/>
    <w:rsid w:val="00F130C4"/>
    <w:rsid w:val="00F1325F"/>
    <w:rsid w:val="00F1355B"/>
    <w:rsid w:val="00F1372B"/>
    <w:rsid w:val="00F13741"/>
    <w:rsid w:val="00F13B15"/>
    <w:rsid w:val="00F13C72"/>
    <w:rsid w:val="00F13D2E"/>
    <w:rsid w:val="00F13E68"/>
    <w:rsid w:val="00F13FBE"/>
    <w:rsid w:val="00F142FB"/>
    <w:rsid w:val="00F143A3"/>
    <w:rsid w:val="00F146DB"/>
    <w:rsid w:val="00F1489C"/>
    <w:rsid w:val="00F14ABD"/>
    <w:rsid w:val="00F14CC6"/>
    <w:rsid w:val="00F14FB2"/>
    <w:rsid w:val="00F151D2"/>
    <w:rsid w:val="00F152F9"/>
    <w:rsid w:val="00F1567B"/>
    <w:rsid w:val="00F1572E"/>
    <w:rsid w:val="00F158F0"/>
    <w:rsid w:val="00F15AB5"/>
    <w:rsid w:val="00F15C64"/>
    <w:rsid w:val="00F15DAD"/>
    <w:rsid w:val="00F1641D"/>
    <w:rsid w:val="00F168A7"/>
    <w:rsid w:val="00F16F1A"/>
    <w:rsid w:val="00F1702B"/>
    <w:rsid w:val="00F1721F"/>
    <w:rsid w:val="00F17FF5"/>
    <w:rsid w:val="00F20041"/>
    <w:rsid w:val="00F2011A"/>
    <w:rsid w:val="00F201F0"/>
    <w:rsid w:val="00F206F4"/>
    <w:rsid w:val="00F20C95"/>
    <w:rsid w:val="00F20E43"/>
    <w:rsid w:val="00F212B9"/>
    <w:rsid w:val="00F212CE"/>
    <w:rsid w:val="00F2159E"/>
    <w:rsid w:val="00F216DD"/>
    <w:rsid w:val="00F2190D"/>
    <w:rsid w:val="00F21E38"/>
    <w:rsid w:val="00F21EF4"/>
    <w:rsid w:val="00F222DF"/>
    <w:rsid w:val="00F22328"/>
    <w:rsid w:val="00F225FC"/>
    <w:rsid w:val="00F22903"/>
    <w:rsid w:val="00F22934"/>
    <w:rsid w:val="00F22975"/>
    <w:rsid w:val="00F22A68"/>
    <w:rsid w:val="00F2316D"/>
    <w:rsid w:val="00F23248"/>
    <w:rsid w:val="00F23606"/>
    <w:rsid w:val="00F236A4"/>
    <w:rsid w:val="00F23990"/>
    <w:rsid w:val="00F23A9D"/>
    <w:rsid w:val="00F23C2B"/>
    <w:rsid w:val="00F24109"/>
    <w:rsid w:val="00F24387"/>
    <w:rsid w:val="00F243DE"/>
    <w:rsid w:val="00F2469E"/>
    <w:rsid w:val="00F246FA"/>
    <w:rsid w:val="00F247AF"/>
    <w:rsid w:val="00F24D29"/>
    <w:rsid w:val="00F24FBE"/>
    <w:rsid w:val="00F2521D"/>
    <w:rsid w:val="00F259B8"/>
    <w:rsid w:val="00F25BFB"/>
    <w:rsid w:val="00F25C7B"/>
    <w:rsid w:val="00F26195"/>
    <w:rsid w:val="00F262DD"/>
    <w:rsid w:val="00F268B8"/>
    <w:rsid w:val="00F26AA8"/>
    <w:rsid w:val="00F27092"/>
    <w:rsid w:val="00F27107"/>
    <w:rsid w:val="00F2733D"/>
    <w:rsid w:val="00F2742B"/>
    <w:rsid w:val="00F274FB"/>
    <w:rsid w:val="00F275AE"/>
    <w:rsid w:val="00F2763F"/>
    <w:rsid w:val="00F277AD"/>
    <w:rsid w:val="00F27B69"/>
    <w:rsid w:val="00F27BAB"/>
    <w:rsid w:val="00F27C77"/>
    <w:rsid w:val="00F27CD6"/>
    <w:rsid w:val="00F27E59"/>
    <w:rsid w:val="00F305D1"/>
    <w:rsid w:val="00F30697"/>
    <w:rsid w:val="00F30962"/>
    <w:rsid w:val="00F310E5"/>
    <w:rsid w:val="00F316EB"/>
    <w:rsid w:val="00F3198E"/>
    <w:rsid w:val="00F31D82"/>
    <w:rsid w:val="00F31EE4"/>
    <w:rsid w:val="00F32025"/>
    <w:rsid w:val="00F3205A"/>
    <w:rsid w:val="00F320C2"/>
    <w:rsid w:val="00F32913"/>
    <w:rsid w:val="00F32CDD"/>
    <w:rsid w:val="00F32EC6"/>
    <w:rsid w:val="00F3305D"/>
    <w:rsid w:val="00F33087"/>
    <w:rsid w:val="00F3308F"/>
    <w:rsid w:val="00F33299"/>
    <w:rsid w:val="00F335B5"/>
    <w:rsid w:val="00F33621"/>
    <w:rsid w:val="00F3369E"/>
    <w:rsid w:val="00F3380A"/>
    <w:rsid w:val="00F33A43"/>
    <w:rsid w:val="00F33C27"/>
    <w:rsid w:val="00F3450E"/>
    <w:rsid w:val="00F347BA"/>
    <w:rsid w:val="00F34835"/>
    <w:rsid w:val="00F3485C"/>
    <w:rsid w:val="00F348C7"/>
    <w:rsid w:val="00F34F27"/>
    <w:rsid w:val="00F34FE2"/>
    <w:rsid w:val="00F3533D"/>
    <w:rsid w:val="00F3561A"/>
    <w:rsid w:val="00F356A6"/>
    <w:rsid w:val="00F3586D"/>
    <w:rsid w:val="00F35DE1"/>
    <w:rsid w:val="00F35DF2"/>
    <w:rsid w:val="00F35E81"/>
    <w:rsid w:val="00F35FC3"/>
    <w:rsid w:val="00F36043"/>
    <w:rsid w:val="00F3615B"/>
    <w:rsid w:val="00F36403"/>
    <w:rsid w:val="00F3658D"/>
    <w:rsid w:val="00F36882"/>
    <w:rsid w:val="00F368F1"/>
    <w:rsid w:val="00F36AAB"/>
    <w:rsid w:val="00F36B06"/>
    <w:rsid w:val="00F3730E"/>
    <w:rsid w:val="00F3794F"/>
    <w:rsid w:val="00F37BE2"/>
    <w:rsid w:val="00F37CEE"/>
    <w:rsid w:val="00F37E6F"/>
    <w:rsid w:val="00F37F98"/>
    <w:rsid w:val="00F40B01"/>
    <w:rsid w:val="00F40B51"/>
    <w:rsid w:val="00F40D4F"/>
    <w:rsid w:val="00F40EF4"/>
    <w:rsid w:val="00F413B0"/>
    <w:rsid w:val="00F41401"/>
    <w:rsid w:val="00F41532"/>
    <w:rsid w:val="00F415E4"/>
    <w:rsid w:val="00F418AC"/>
    <w:rsid w:val="00F41C35"/>
    <w:rsid w:val="00F41DCB"/>
    <w:rsid w:val="00F41F18"/>
    <w:rsid w:val="00F42626"/>
    <w:rsid w:val="00F4263D"/>
    <w:rsid w:val="00F4267A"/>
    <w:rsid w:val="00F428CE"/>
    <w:rsid w:val="00F428FA"/>
    <w:rsid w:val="00F42B01"/>
    <w:rsid w:val="00F42F23"/>
    <w:rsid w:val="00F42F5C"/>
    <w:rsid w:val="00F42FDD"/>
    <w:rsid w:val="00F43089"/>
    <w:rsid w:val="00F431F7"/>
    <w:rsid w:val="00F43617"/>
    <w:rsid w:val="00F436ED"/>
    <w:rsid w:val="00F43734"/>
    <w:rsid w:val="00F43935"/>
    <w:rsid w:val="00F43AB1"/>
    <w:rsid w:val="00F43BE5"/>
    <w:rsid w:val="00F43DD0"/>
    <w:rsid w:val="00F43F7A"/>
    <w:rsid w:val="00F440D4"/>
    <w:rsid w:val="00F44100"/>
    <w:rsid w:val="00F44287"/>
    <w:rsid w:val="00F4429B"/>
    <w:rsid w:val="00F444AA"/>
    <w:rsid w:val="00F44624"/>
    <w:rsid w:val="00F44768"/>
    <w:rsid w:val="00F448A1"/>
    <w:rsid w:val="00F44B82"/>
    <w:rsid w:val="00F45161"/>
    <w:rsid w:val="00F454F3"/>
    <w:rsid w:val="00F45523"/>
    <w:rsid w:val="00F45570"/>
    <w:rsid w:val="00F45B07"/>
    <w:rsid w:val="00F45C71"/>
    <w:rsid w:val="00F46058"/>
    <w:rsid w:val="00F46709"/>
    <w:rsid w:val="00F46A3C"/>
    <w:rsid w:val="00F46C54"/>
    <w:rsid w:val="00F46F4D"/>
    <w:rsid w:val="00F46F94"/>
    <w:rsid w:val="00F471B3"/>
    <w:rsid w:val="00F477C4"/>
    <w:rsid w:val="00F479B3"/>
    <w:rsid w:val="00F47E24"/>
    <w:rsid w:val="00F50310"/>
    <w:rsid w:val="00F506E8"/>
    <w:rsid w:val="00F5072D"/>
    <w:rsid w:val="00F50EC6"/>
    <w:rsid w:val="00F50EEB"/>
    <w:rsid w:val="00F50F8B"/>
    <w:rsid w:val="00F5154A"/>
    <w:rsid w:val="00F5178A"/>
    <w:rsid w:val="00F51842"/>
    <w:rsid w:val="00F51DD0"/>
    <w:rsid w:val="00F51EF5"/>
    <w:rsid w:val="00F52475"/>
    <w:rsid w:val="00F524D2"/>
    <w:rsid w:val="00F524DA"/>
    <w:rsid w:val="00F52911"/>
    <w:rsid w:val="00F52BEF"/>
    <w:rsid w:val="00F52E66"/>
    <w:rsid w:val="00F52EA3"/>
    <w:rsid w:val="00F53475"/>
    <w:rsid w:val="00F535EE"/>
    <w:rsid w:val="00F5360B"/>
    <w:rsid w:val="00F536D4"/>
    <w:rsid w:val="00F537B8"/>
    <w:rsid w:val="00F5387E"/>
    <w:rsid w:val="00F53C03"/>
    <w:rsid w:val="00F54091"/>
    <w:rsid w:val="00F54523"/>
    <w:rsid w:val="00F54982"/>
    <w:rsid w:val="00F54A2B"/>
    <w:rsid w:val="00F54CCE"/>
    <w:rsid w:val="00F54D9E"/>
    <w:rsid w:val="00F54ED6"/>
    <w:rsid w:val="00F54F56"/>
    <w:rsid w:val="00F5508D"/>
    <w:rsid w:val="00F550DC"/>
    <w:rsid w:val="00F55352"/>
    <w:rsid w:val="00F557DF"/>
    <w:rsid w:val="00F55830"/>
    <w:rsid w:val="00F558C4"/>
    <w:rsid w:val="00F559B9"/>
    <w:rsid w:val="00F55B4A"/>
    <w:rsid w:val="00F55E0A"/>
    <w:rsid w:val="00F55FC4"/>
    <w:rsid w:val="00F56078"/>
    <w:rsid w:val="00F562B1"/>
    <w:rsid w:val="00F56436"/>
    <w:rsid w:val="00F566FB"/>
    <w:rsid w:val="00F56959"/>
    <w:rsid w:val="00F56C78"/>
    <w:rsid w:val="00F56FC6"/>
    <w:rsid w:val="00F5707C"/>
    <w:rsid w:val="00F5708F"/>
    <w:rsid w:val="00F5750C"/>
    <w:rsid w:val="00F5760D"/>
    <w:rsid w:val="00F57704"/>
    <w:rsid w:val="00F57D1A"/>
    <w:rsid w:val="00F60394"/>
    <w:rsid w:val="00F603D2"/>
    <w:rsid w:val="00F6058D"/>
    <w:rsid w:val="00F607AF"/>
    <w:rsid w:val="00F6087D"/>
    <w:rsid w:val="00F60D44"/>
    <w:rsid w:val="00F60DCA"/>
    <w:rsid w:val="00F60F04"/>
    <w:rsid w:val="00F6136A"/>
    <w:rsid w:val="00F6155A"/>
    <w:rsid w:val="00F618AD"/>
    <w:rsid w:val="00F61A96"/>
    <w:rsid w:val="00F61ABF"/>
    <w:rsid w:val="00F61BDB"/>
    <w:rsid w:val="00F61D1C"/>
    <w:rsid w:val="00F62622"/>
    <w:rsid w:val="00F629B9"/>
    <w:rsid w:val="00F62B86"/>
    <w:rsid w:val="00F62C26"/>
    <w:rsid w:val="00F62C52"/>
    <w:rsid w:val="00F62F21"/>
    <w:rsid w:val="00F631C7"/>
    <w:rsid w:val="00F6356E"/>
    <w:rsid w:val="00F6399E"/>
    <w:rsid w:val="00F63A3A"/>
    <w:rsid w:val="00F63A67"/>
    <w:rsid w:val="00F63A7A"/>
    <w:rsid w:val="00F63AE4"/>
    <w:rsid w:val="00F6411A"/>
    <w:rsid w:val="00F6414F"/>
    <w:rsid w:val="00F646BC"/>
    <w:rsid w:val="00F646DD"/>
    <w:rsid w:val="00F64CA8"/>
    <w:rsid w:val="00F65040"/>
    <w:rsid w:val="00F650B0"/>
    <w:rsid w:val="00F650BF"/>
    <w:rsid w:val="00F658B3"/>
    <w:rsid w:val="00F65CF0"/>
    <w:rsid w:val="00F660D5"/>
    <w:rsid w:val="00F663AF"/>
    <w:rsid w:val="00F663F6"/>
    <w:rsid w:val="00F66417"/>
    <w:rsid w:val="00F66420"/>
    <w:rsid w:val="00F66465"/>
    <w:rsid w:val="00F666B0"/>
    <w:rsid w:val="00F66C79"/>
    <w:rsid w:val="00F66F70"/>
    <w:rsid w:val="00F67072"/>
    <w:rsid w:val="00F67353"/>
    <w:rsid w:val="00F673AA"/>
    <w:rsid w:val="00F6785B"/>
    <w:rsid w:val="00F67A11"/>
    <w:rsid w:val="00F7031F"/>
    <w:rsid w:val="00F704FC"/>
    <w:rsid w:val="00F7081F"/>
    <w:rsid w:val="00F70861"/>
    <w:rsid w:val="00F70BB3"/>
    <w:rsid w:val="00F70D00"/>
    <w:rsid w:val="00F716AE"/>
    <w:rsid w:val="00F71830"/>
    <w:rsid w:val="00F71A67"/>
    <w:rsid w:val="00F71B36"/>
    <w:rsid w:val="00F720D9"/>
    <w:rsid w:val="00F7214D"/>
    <w:rsid w:val="00F723C6"/>
    <w:rsid w:val="00F7251C"/>
    <w:rsid w:val="00F725A6"/>
    <w:rsid w:val="00F72665"/>
    <w:rsid w:val="00F72FA0"/>
    <w:rsid w:val="00F73988"/>
    <w:rsid w:val="00F739E8"/>
    <w:rsid w:val="00F73BD5"/>
    <w:rsid w:val="00F73F2D"/>
    <w:rsid w:val="00F74130"/>
    <w:rsid w:val="00F74477"/>
    <w:rsid w:val="00F74DDA"/>
    <w:rsid w:val="00F74FDB"/>
    <w:rsid w:val="00F753B9"/>
    <w:rsid w:val="00F753CA"/>
    <w:rsid w:val="00F75A7A"/>
    <w:rsid w:val="00F75B5C"/>
    <w:rsid w:val="00F75D7A"/>
    <w:rsid w:val="00F76356"/>
    <w:rsid w:val="00F76413"/>
    <w:rsid w:val="00F76488"/>
    <w:rsid w:val="00F765A1"/>
    <w:rsid w:val="00F76C4E"/>
    <w:rsid w:val="00F76D53"/>
    <w:rsid w:val="00F76E8E"/>
    <w:rsid w:val="00F771A3"/>
    <w:rsid w:val="00F772E7"/>
    <w:rsid w:val="00F774EC"/>
    <w:rsid w:val="00F77604"/>
    <w:rsid w:val="00F777A7"/>
    <w:rsid w:val="00F77894"/>
    <w:rsid w:val="00F77A95"/>
    <w:rsid w:val="00F77D96"/>
    <w:rsid w:val="00F77EE3"/>
    <w:rsid w:val="00F80043"/>
    <w:rsid w:val="00F8009B"/>
    <w:rsid w:val="00F80210"/>
    <w:rsid w:val="00F803F1"/>
    <w:rsid w:val="00F80428"/>
    <w:rsid w:val="00F807D6"/>
    <w:rsid w:val="00F80E18"/>
    <w:rsid w:val="00F80F23"/>
    <w:rsid w:val="00F80F2E"/>
    <w:rsid w:val="00F80F50"/>
    <w:rsid w:val="00F8100E"/>
    <w:rsid w:val="00F8138C"/>
    <w:rsid w:val="00F8141B"/>
    <w:rsid w:val="00F815BD"/>
    <w:rsid w:val="00F815CF"/>
    <w:rsid w:val="00F81C7C"/>
    <w:rsid w:val="00F81E3C"/>
    <w:rsid w:val="00F82322"/>
    <w:rsid w:val="00F827ED"/>
    <w:rsid w:val="00F82849"/>
    <w:rsid w:val="00F8291C"/>
    <w:rsid w:val="00F82C9F"/>
    <w:rsid w:val="00F82D94"/>
    <w:rsid w:val="00F83017"/>
    <w:rsid w:val="00F8306D"/>
    <w:rsid w:val="00F83137"/>
    <w:rsid w:val="00F832C4"/>
    <w:rsid w:val="00F832EF"/>
    <w:rsid w:val="00F836B2"/>
    <w:rsid w:val="00F83984"/>
    <w:rsid w:val="00F83AD2"/>
    <w:rsid w:val="00F83C6D"/>
    <w:rsid w:val="00F83C84"/>
    <w:rsid w:val="00F841F3"/>
    <w:rsid w:val="00F84A18"/>
    <w:rsid w:val="00F850DE"/>
    <w:rsid w:val="00F85225"/>
    <w:rsid w:val="00F85458"/>
    <w:rsid w:val="00F85475"/>
    <w:rsid w:val="00F8561F"/>
    <w:rsid w:val="00F857B2"/>
    <w:rsid w:val="00F85A71"/>
    <w:rsid w:val="00F85ACC"/>
    <w:rsid w:val="00F85AEF"/>
    <w:rsid w:val="00F85BC5"/>
    <w:rsid w:val="00F85C89"/>
    <w:rsid w:val="00F85D96"/>
    <w:rsid w:val="00F85E0B"/>
    <w:rsid w:val="00F8618F"/>
    <w:rsid w:val="00F86638"/>
    <w:rsid w:val="00F8673A"/>
    <w:rsid w:val="00F8679F"/>
    <w:rsid w:val="00F867C2"/>
    <w:rsid w:val="00F86805"/>
    <w:rsid w:val="00F8688A"/>
    <w:rsid w:val="00F86986"/>
    <w:rsid w:val="00F86BE0"/>
    <w:rsid w:val="00F86E23"/>
    <w:rsid w:val="00F86FD7"/>
    <w:rsid w:val="00F8722C"/>
    <w:rsid w:val="00F87352"/>
    <w:rsid w:val="00F8760D"/>
    <w:rsid w:val="00F87B08"/>
    <w:rsid w:val="00F87F38"/>
    <w:rsid w:val="00F87F3B"/>
    <w:rsid w:val="00F901B2"/>
    <w:rsid w:val="00F901CC"/>
    <w:rsid w:val="00F90696"/>
    <w:rsid w:val="00F909C2"/>
    <w:rsid w:val="00F9108D"/>
    <w:rsid w:val="00F915EA"/>
    <w:rsid w:val="00F918A4"/>
    <w:rsid w:val="00F91B77"/>
    <w:rsid w:val="00F91CE4"/>
    <w:rsid w:val="00F92164"/>
    <w:rsid w:val="00F92182"/>
    <w:rsid w:val="00F9237E"/>
    <w:rsid w:val="00F925AC"/>
    <w:rsid w:val="00F925E3"/>
    <w:rsid w:val="00F9296A"/>
    <w:rsid w:val="00F92A49"/>
    <w:rsid w:val="00F92B97"/>
    <w:rsid w:val="00F92D18"/>
    <w:rsid w:val="00F930CB"/>
    <w:rsid w:val="00F93122"/>
    <w:rsid w:val="00F9332C"/>
    <w:rsid w:val="00F93612"/>
    <w:rsid w:val="00F93AD5"/>
    <w:rsid w:val="00F93ADF"/>
    <w:rsid w:val="00F93B71"/>
    <w:rsid w:val="00F9418A"/>
    <w:rsid w:val="00F941F9"/>
    <w:rsid w:val="00F94284"/>
    <w:rsid w:val="00F94DC3"/>
    <w:rsid w:val="00F958A0"/>
    <w:rsid w:val="00F95BE6"/>
    <w:rsid w:val="00F95C1A"/>
    <w:rsid w:val="00F95DD4"/>
    <w:rsid w:val="00F95EB1"/>
    <w:rsid w:val="00F95F85"/>
    <w:rsid w:val="00F96156"/>
    <w:rsid w:val="00F9641A"/>
    <w:rsid w:val="00F96688"/>
    <w:rsid w:val="00F967ED"/>
    <w:rsid w:val="00F968E6"/>
    <w:rsid w:val="00F969B9"/>
    <w:rsid w:val="00F9751D"/>
    <w:rsid w:val="00F975A0"/>
    <w:rsid w:val="00F979A7"/>
    <w:rsid w:val="00F97BDD"/>
    <w:rsid w:val="00F97E57"/>
    <w:rsid w:val="00FA0033"/>
    <w:rsid w:val="00FA0132"/>
    <w:rsid w:val="00FA0463"/>
    <w:rsid w:val="00FA05E2"/>
    <w:rsid w:val="00FA0689"/>
    <w:rsid w:val="00FA082A"/>
    <w:rsid w:val="00FA08CB"/>
    <w:rsid w:val="00FA0999"/>
    <w:rsid w:val="00FA0AE4"/>
    <w:rsid w:val="00FA0F17"/>
    <w:rsid w:val="00FA0F8C"/>
    <w:rsid w:val="00FA1087"/>
    <w:rsid w:val="00FA1598"/>
    <w:rsid w:val="00FA1623"/>
    <w:rsid w:val="00FA19DD"/>
    <w:rsid w:val="00FA2034"/>
    <w:rsid w:val="00FA205A"/>
    <w:rsid w:val="00FA2226"/>
    <w:rsid w:val="00FA2584"/>
    <w:rsid w:val="00FA283A"/>
    <w:rsid w:val="00FA28DD"/>
    <w:rsid w:val="00FA2939"/>
    <w:rsid w:val="00FA2A7B"/>
    <w:rsid w:val="00FA2E01"/>
    <w:rsid w:val="00FA3077"/>
    <w:rsid w:val="00FA32A1"/>
    <w:rsid w:val="00FA32EC"/>
    <w:rsid w:val="00FA3E32"/>
    <w:rsid w:val="00FA3FA8"/>
    <w:rsid w:val="00FA404A"/>
    <w:rsid w:val="00FA4300"/>
    <w:rsid w:val="00FA4452"/>
    <w:rsid w:val="00FA44FC"/>
    <w:rsid w:val="00FA465A"/>
    <w:rsid w:val="00FA48C7"/>
    <w:rsid w:val="00FA4B52"/>
    <w:rsid w:val="00FA4C5F"/>
    <w:rsid w:val="00FA4C6A"/>
    <w:rsid w:val="00FA532E"/>
    <w:rsid w:val="00FA558B"/>
    <w:rsid w:val="00FA59E7"/>
    <w:rsid w:val="00FA5DF4"/>
    <w:rsid w:val="00FA65F3"/>
    <w:rsid w:val="00FA68DC"/>
    <w:rsid w:val="00FA6956"/>
    <w:rsid w:val="00FA6AE7"/>
    <w:rsid w:val="00FA6BCF"/>
    <w:rsid w:val="00FA6E67"/>
    <w:rsid w:val="00FA736E"/>
    <w:rsid w:val="00FA75D4"/>
    <w:rsid w:val="00FA771C"/>
    <w:rsid w:val="00FA775E"/>
    <w:rsid w:val="00FA77BF"/>
    <w:rsid w:val="00FA7AB2"/>
    <w:rsid w:val="00FA7F57"/>
    <w:rsid w:val="00FB0009"/>
    <w:rsid w:val="00FB00E9"/>
    <w:rsid w:val="00FB0303"/>
    <w:rsid w:val="00FB0756"/>
    <w:rsid w:val="00FB07C6"/>
    <w:rsid w:val="00FB0856"/>
    <w:rsid w:val="00FB0D21"/>
    <w:rsid w:val="00FB10F3"/>
    <w:rsid w:val="00FB123A"/>
    <w:rsid w:val="00FB12AE"/>
    <w:rsid w:val="00FB162F"/>
    <w:rsid w:val="00FB1AA3"/>
    <w:rsid w:val="00FB1E62"/>
    <w:rsid w:val="00FB2060"/>
    <w:rsid w:val="00FB232E"/>
    <w:rsid w:val="00FB2A4E"/>
    <w:rsid w:val="00FB2B5E"/>
    <w:rsid w:val="00FB2D75"/>
    <w:rsid w:val="00FB335F"/>
    <w:rsid w:val="00FB3420"/>
    <w:rsid w:val="00FB3448"/>
    <w:rsid w:val="00FB36FD"/>
    <w:rsid w:val="00FB3742"/>
    <w:rsid w:val="00FB3BE8"/>
    <w:rsid w:val="00FB4546"/>
    <w:rsid w:val="00FB45A7"/>
    <w:rsid w:val="00FB46BF"/>
    <w:rsid w:val="00FB49B1"/>
    <w:rsid w:val="00FB4CA9"/>
    <w:rsid w:val="00FB4FB8"/>
    <w:rsid w:val="00FB5002"/>
    <w:rsid w:val="00FB50B3"/>
    <w:rsid w:val="00FB51CF"/>
    <w:rsid w:val="00FB5726"/>
    <w:rsid w:val="00FB5C74"/>
    <w:rsid w:val="00FB5DF7"/>
    <w:rsid w:val="00FB5DFB"/>
    <w:rsid w:val="00FB6BFC"/>
    <w:rsid w:val="00FB7329"/>
    <w:rsid w:val="00FB7537"/>
    <w:rsid w:val="00FB78FF"/>
    <w:rsid w:val="00FB7964"/>
    <w:rsid w:val="00FB7F32"/>
    <w:rsid w:val="00FB7F63"/>
    <w:rsid w:val="00FC0199"/>
    <w:rsid w:val="00FC058F"/>
    <w:rsid w:val="00FC06EF"/>
    <w:rsid w:val="00FC078D"/>
    <w:rsid w:val="00FC0A1D"/>
    <w:rsid w:val="00FC0A46"/>
    <w:rsid w:val="00FC0C5B"/>
    <w:rsid w:val="00FC0C87"/>
    <w:rsid w:val="00FC0FC3"/>
    <w:rsid w:val="00FC113F"/>
    <w:rsid w:val="00FC11F9"/>
    <w:rsid w:val="00FC16DE"/>
    <w:rsid w:val="00FC1AC7"/>
    <w:rsid w:val="00FC1E79"/>
    <w:rsid w:val="00FC23B1"/>
    <w:rsid w:val="00FC27CC"/>
    <w:rsid w:val="00FC28B1"/>
    <w:rsid w:val="00FC2DD6"/>
    <w:rsid w:val="00FC2E8A"/>
    <w:rsid w:val="00FC2FE5"/>
    <w:rsid w:val="00FC32D8"/>
    <w:rsid w:val="00FC3498"/>
    <w:rsid w:val="00FC35BE"/>
    <w:rsid w:val="00FC366A"/>
    <w:rsid w:val="00FC388F"/>
    <w:rsid w:val="00FC38B8"/>
    <w:rsid w:val="00FC3AA6"/>
    <w:rsid w:val="00FC3B38"/>
    <w:rsid w:val="00FC3E2D"/>
    <w:rsid w:val="00FC40C3"/>
    <w:rsid w:val="00FC4CCE"/>
    <w:rsid w:val="00FC4E72"/>
    <w:rsid w:val="00FC504E"/>
    <w:rsid w:val="00FC50B8"/>
    <w:rsid w:val="00FC52B4"/>
    <w:rsid w:val="00FC591C"/>
    <w:rsid w:val="00FC59FA"/>
    <w:rsid w:val="00FC5EF5"/>
    <w:rsid w:val="00FC5FB2"/>
    <w:rsid w:val="00FC60DF"/>
    <w:rsid w:val="00FC64B0"/>
    <w:rsid w:val="00FC68B2"/>
    <w:rsid w:val="00FC6C6B"/>
    <w:rsid w:val="00FC6D36"/>
    <w:rsid w:val="00FC6DA9"/>
    <w:rsid w:val="00FC6DD4"/>
    <w:rsid w:val="00FC6F64"/>
    <w:rsid w:val="00FC6FD6"/>
    <w:rsid w:val="00FC70C3"/>
    <w:rsid w:val="00FC7238"/>
    <w:rsid w:val="00FC7357"/>
    <w:rsid w:val="00FC74D4"/>
    <w:rsid w:val="00FC787F"/>
    <w:rsid w:val="00FC792C"/>
    <w:rsid w:val="00FC794A"/>
    <w:rsid w:val="00FC7A51"/>
    <w:rsid w:val="00FC7AB4"/>
    <w:rsid w:val="00FC7DB5"/>
    <w:rsid w:val="00FC7EE4"/>
    <w:rsid w:val="00FD0001"/>
    <w:rsid w:val="00FD02B5"/>
    <w:rsid w:val="00FD0314"/>
    <w:rsid w:val="00FD069C"/>
    <w:rsid w:val="00FD0C33"/>
    <w:rsid w:val="00FD127B"/>
    <w:rsid w:val="00FD12CB"/>
    <w:rsid w:val="00FD173F"/>
    <w:rsid w:val="00FD17F6"/>
    <w:rsid w:val="00FD1A53"/>
    <w:rsid w:val="00FD1A75"/>
    <w:rsid w:val="00FD1BD7"/>
    <w:rsid w:val="00FD1BF5"/>
    <w:rsid w:val="00FD1E8D"/>
    <w:rsid w:val="00FD1FB2"/>
    <w:rsid w:val="00FD211A"/>
    <w:rsid w:val="00FD2181"/>
    <w:rsid w:val="00FD2245"/>
    <w:rsid w:val="00FD22F0"/>
    <w:rsid w:val="00FD27DD"/>
    <w:rsid w:val="00FD2854"/>
    <w:rsid w:val="00FD2B5B"/>
    <w:rsid w:val="00FD2BEB"/>
    <w:rsid w:val="00FD301D"/>
    <w:rsid w:val="00FD3552"/>
    <w:rsid w:val="00FD36C7"/>
    <w:rsid w:val="00FD45B4"/>
    <w:rsid w:val="00FD4910"/>
    <w:rsid w:val="00FD4F29"/>
    <w:rsid w:val="00FD5099"/>
    <w:rsid w:val="00FD50C0"/>
    <w:rsid w:val="00FD528E"/>
    <w:rsid w:val="00FD5414"/>
    <w:rsid w:val="00FD54C8"/>
    <w:rsid w:val="00FD5787"/>
    <w:rsid w:val="00FD57A0"/>
    <w:rsid w:val="00FD5999"/>
    <w:rsid w:val="00FD5A6A"/>
    <w:rsid w:val="00FD5E06"/>
    <w:rsid w:val="00FD638E"/>
    <w:rsid w:val="00FD6501"/>
    <w:rsid w:val="00FD6617"/>
    <w:rsid w:val="00FD6641"/>
    <w:rsid w:val="00FD6896"/>
    <w:rsid w:val="00FD68D9"/>
    <w:rsid w:val="00FD6C8F"/>
    <w:rsid w:val="00FD6CBF"/>
    <w:rsid w:val="00FD6EBC"/>
    <w:rsid w:val="00FD7427"/>
    <w:rsid w:val="00FD7652"/>
    <w:rsid w:val="00FD77B6"/>
    <w:rsid w:val="00FD788F"/>
    <w:rsid w:val="00FD7CAD"/>
    <w:rsid w:val="00FD7D6D"/>
    <w:rsid w:val="00FD7FB2"/>
    <w:rsid w:val="00FE0526"/>
    <w:rsid w:val="00FE070F"/>
    <w:rsid w:val="00FE0A66"/>
    <w:rsid w:val="00FE1122"/>
    <w:rsid w:val="00FE1154"/>
    <w:rsid w:val="00FE13E6"/>
    <w:rsid w:val="00FE176E"/>
    <w:rsid w:val="00FE1B8F"/>
    <w:rsid w:val="00FE1B9E"/>
    <w:rsid w:val="00FE1EC4"/>
    <w:rsid w:val="00FE1F27"/>
    <w:rsid w:val="00FE2A07"/>
    <w:rsid w:val="00FE2BA7"/>
    <w:rsid w:val="00FE2E62"/>
    <w:rsid w:val="00FE33E6"/>
    <w:rsid w:val="00FE344D"/>
    <w:rsid w:val="00FE34D9"/>
    <w:rsid w:val="00FE3716"/>
    <w:rsid w:val="00FE3768"/>
    <w:rsid w:val="00FE3D6C"/>
    <w:rsid w:val="00FE44C0"/>
    <w:rsid w:val="00FE461C"/>
    <w:rsid w:val="00FE4906"/>
    <w:rsid w:val="00FE4CC8"/>
    <w:rsid w:val="00FE4E60"/>
    <w:rsid w:val="00FE5044"/>
    <w:rsid w:val="00FE5045"/>
    <w:rsid w:val="00FE50F9"/>
    <w:rsid w:val="00FE57C3"/>
    <w:rsid w:val="00FE5F2B"/>
    <w:rsid w:val="00FE6222"/>
    <w:rsid w:val="00FE6345"/>
    <w:rsid w:val="00FE6D5C"/>
    <w:rsid w:val="00FE6F49"/>
    <w:rsid w:val="00FE70B8"/>
    <w:rsid w:val="00FE70F5"/>
    <w:rsid w:val="00FE71B1"/>
    <w:rsid w:val="00FE7293"/>
    <w:rsid w:val="00FE73EB"/>
    <w:rsid w:val="00FE7503"/>
    <w:rsid w:val="00FE760E"/>
    <w:rsid w:val="00FE767F"/>
    <w:rsid w:val="00FE7777"/>
    <w:rsid w:val="00FE79AC"/>
    <w:rsid w:val="00FE7B7D"/>
    <w:rsid w:val="00FE7C5C"/>
    <w:rsid w:val="00FE7D1C"/>
    <w:rsid w:val="00FF022E"/>
    <w:rsid w:val="00FF044D"/>
    <w:rsid w:val="00FF074A"/>
    <w:rsid w:val="00FF0AA6"/>
    <w:rsid w:val="00FF0FE2"/>
    <w:rsid w:val="00FF13CE"/>
    <w:rsid w:val="00FF143E"/>
    <w:rsid w:val="00FF163B"/>
    <w:rsid w:val="00FF1828"/>
    <w:rsid w:val="00FF184A"/>
    <w:rsid w:val="00FF1888"/>
    <w:rsid w:val="00FF1956"/>
    <w:rsid w:val="00FF1BAB"/>
    <w:rsid w:val="00FF1E38"/>
    <w:rsid w:val="00FF1F68"/>
    <w:rsid w:val="00FF2007"/>
    <w:rsid w:val="00FF21E9"/>
    <w:rsid w:val="00FF2326"/>
    <w:rsid w:val="00FF243B"/>
    <w:rsid w:val="00FF2483"/>
    <w:rsid w:val="00FF24F2"/>
    <w:rsid w:val="00FF251F"/>
    <w:rsid w:val="00FF26B6"/>
    <w:rsid w:val="00FF2963"/>
    <w:rsid w:val="00FF2991"/>
    <w:rsid w:val="00FF2C3A"/>
    <w:rsid w:val="00FF3317"/>
    <w:rsid w:val="00FF3427"/>
    <w:rsid w:val="00FF34E3"/>
    <w:rsid w:val="00FF377B"/>
    <w:rsid w:val="00FF3862"/>
    <w:rsid w:val="00FF39F1"/>
    <w:rsid w:val="00FF3CF4"/>
    <w:rsid w:val="00FF4105"/>
    <w:rsid w:val="00FF4333"/>
    <w:rsid w:val="00FF46BF"/>
    <w:rsid w:val="00FF487C"/>
    <w:rsid w:val="00FF49BF"/>
    <w:rsid w:val="00FF4AF8"/>
    <w:rsid w:val="00FF4B5A"/>
    <w:rsid w:val="00FF4C0A"/>
    <w:rsid w:val="00FF4E9E"/>
    <w:rsid w:val="00FF4EAC"/>
    <w:rsid w:val="00FF5630"/>
    <w:rsid w:val="00FF564E"/>
    <w:rsid w:val="00FF5789"/>
    <w:rsid w:val="00FF5898"/>
    <w:rsid w:val="00FF5CF2"/>
    <w:rsid w:val="00FF5DFE"/>
    <w:rsid w:val="00FF5E85"/>
    <w:rsid w:val="00FF5F05"/>
    <w:rsid w:val="00FF5FAE"/>
    <w:rsid w:val="00FF6868"/>
    <w:rsid w:val="00FF6D42"/>
    <w:rsid w:val="00FF6DD4"/>
    <w:rsid w:val="00FF760B"/>
    <w:rsid w:val="00FF7A15"/>
    <w:rsid w:val="00FF7A72"/>
    <w:rsid w:val="00FF7B60"/>
    <w:rsid w:val="00FF7C03"/>
    <w:rsid w:val="00FF7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4E91B4CE"/>
  <w15:chartTrackingRefBased/>
  <w15:docId w15:val="{700FC23D-A3D3-462C-BECA-F1403B96D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annotation text" w:uiPriority="99"/>
    <w:lsdException w:name="footer" w:uiPriority="99"/>
    <w:lsdException w:name="caption" w:qFormat="1"/>
    <w:lsdException w:name="table of figures" w:uiPriority="99"/>
    <w:lsdException w:name="annotation reference" w:uiPriority="99"/>
    <w:lsdException w:name="table of authorities" w:uiPriority="99"/>
    <w:lsdException w:name="List Number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Body Text" w:uiPriority="1" w:qFormat="1"/>
    <w:lsdException w:name="Subtitle" w:qFormat="1"/>
    <w:lsdException w:name="Body Text First Indent" w:uiPriority="99"/>
    <w:lsdException w:name="Body Text First Indent 2" w:uiPriority="99"/>
    <w:lsdException w:name="Body Text Indent 2" w:uiPriority="99"/>
    <w:lsdException w:name="Hyperlink" w:uiPriority="99"/>
    <w:lsdException w:name="FollowedHyperlink" w:uiPriority="99"/>
    <w:lsdException w:name="Strong" w:uiPriority="99" w:qFormat="1"/>
    <w:lsdException w:name="Emphasis" w:uiPriority="20" w:qFormat="1"/>
    <w:lsdException w:name="Plain Text" w:uiPriority="99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6EB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/>
      <w:b/>
      <w:bCs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/>
      <w:sz w:val="28"/>
      <w:szCs w:val="28"/>
      <w:lang w:val="th-TH" w:eastAsia="x-none"/>
    </w:rPr>
  </w:style>
  <w:style w:type="paragraph" w:styleId="Heading9">
    <w:name w:val="heading 9"/>
    <w:basedOn w:val="Normal"/>
    <w:next w:val="Normal"/>
    <w:link w:val="Heading9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73AD4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uiPriority w:val="99"/>
    <w:locked/>
    <w:rsid w:val="00D73AD4"/>
    <w:rPr>
      <w:rFonts w:cs="EucrosiaUPC"/>
      <w:b/>
      <w:bCs/>
      <w:sz w:val="24"/>
      <w:szCs w:val="24"/>
    </w:rPr>
  </w:style>
  <w:style w:type="character" w:customStyle="1" w:styleId="Heading7Char">
    <w:name w:val="Heading 7 Char"/>
    <w:link w:val="Heading7"/>
    <w:rsid w:val="00166F45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locked/>
    <w:rsid w:val="00D73AD4"/>
    <w:rPr>
      <w:rFonts w:cs="EucrosiaUPC"/>
      <w:sz w:val="28"/>
      <w:szCs w:val="28"/>
      <w:lang w:val="th-TH"/>
    </w:rPr>
  </w:style>
  <w:style w:type="paragraph" w:styleId="Header">
    <w:name w:val="header"/>
    <w:basedOn w:val="Normal"/>
    <w:link w:val="HeaderChar"/>
    <w:rsid w:val="00277E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D73AD4"/>
    <w:rPr>
      <w:rFonts w:ascii="Arial" w:hAnsi="Arial"/>
      <w:sz w:val="18"/>
      <w:szCs w:val="18"/>
    </w:rPr>
  </w:style>
  <w:style w:type="character" w:customStyle="1" w:styleId="AAAddress">
    <w:name w:val="AA Address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277E3C"/>
    <w:pPr>
      <w:ind w:left="284"/>
    </w:pPr>
  </w:style>
  <w:style w:type="paragraph" w:customStyle="1" w:styleId="AAFrameAddress">
    <w:name w:val="AA Frame Address"/>
    <w:basedOn w:val="Heading1"/>
    <w:uiPriority w:val="99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277E3C"/>
    <w:pPr>
      <w:ind w:left="567" w:hanging="567"/>
    </w:pPr>
  </w:style>
  <w:style w:type="paragraph" w:styleId="ListBullet5">
    <w:name w:val="List Bullet 5"/>
    <w:basedOn w:val="Normal"/>
    <w:uiPriority w:val="99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uiPriority w:val="1"/>
    <w:qFormat/>
    <w:rsid w:val="00277E3C"/>
    <w:pPr>
      <w:spacing w:after="120"/>
    </w:pPr>
  </w:style>
  <w:style w:type="character" w:customStyle="1" w:styleId="BodyTextChar">
    <w:name w:val="Body Text Char"/>
    <w:aliases w:val="bt Char,body text Char,Body Char"/>
    <w:link w:val="BodyText"/>
    <w:uiPriority w:val="1"/>
    <w:rsid w:val="000A47A5"/>
    <w:rPr>
      <w:rFonts w:ascii="Arial" w:hAnsi="Arial"/>
      <w:sz w:val="18"/>
      <w:szCs w:val="18"/>
      <w:lang w:val="en-US" w:eastAsia="en-US" w:bidi="th-TH"/>
    </w:rPr>
  </w:style>
  <w:style w:type="paragraph" w:styleId="BodyTextFirstIndent">
    <w:name w:val="Body Text First Indent"/>
    <w:basedOn w:val="BodyText"/>
    <w:link w:val="BodyTextFirstIndentChar"/>
    <w:uiPriority w:val="99"/>
    <w:rsid w:val="00277E3C"/>
    <w:pPr>
      <w:ind w:firstLine="284"/>
    </w:pPr>
    <w:rPr>
      <w:lang w:val="x-none" w:eastAsia="x-none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277E3C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locked/>
    <w:rsid w:val="00D73AD4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277E3C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styleId="Strong">
    <w:name w:val="Strong"/>
    <w:uiPriority w:val="99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277E3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rsid w:val="00277E3C"/>
  </w:style>
  <w:style w:type="paragraph" w:styleId="DocumentMap">
    <w:name w:val="Document Map"/>
    <w:basedOn w:val="Normal"/>
    <w:link w:val="DocumentMapChar"/>
    <w:semiHidden/>
    <w:rsid w:val="00277E3C"/>
    <w:pPr>
      <w:shd w:val="clear" w:color="auto" w:fill="000080"/>
    </w:pPr>
    <w:rPr>
      <w:rFonts w:ascii="Times New Roman" w:hAnsi="Times New Roman"/>
      <w:sz w:val="28"/>
      <w:szCs w:val="28"/>
      <w:lang w:val="x-none" w:eastAsia="x-none"/>
    </w:rPr>
  </w:style>
  <w:style w:type="character" w:customStyle="1" w:styleId="DocumentMapChar">
    <w:name w:val="Document Map Char"/>
    <w:link w:val="DocumentMap"/>
    <w:semiHidden/>
    <w:locked/>
    <w:rsid w:val="00D73AD4"/>
    <w:rPr>
      <w:rFonts w:cs="Cordia New"/>
      <w:sz w:val="28"/>
      <w:szCs w:val="28"/>
      <w:shd w:val="clear" w:color="auto" w:fill="000080"/>
    </w:rPr>
  </w:style>
  <w:style w:type="paragraph" w:styleId="BodyText2">
    <w:name w:val="Body Text 2"/>
    <w:basedOn w:val="Normal"/>
    <w:link w:val="BodyText2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Angsana New" w:hAnsi="Angsana New"/>
      <w:sz w:val="30"/>
      <w:szCs w:val="30"/>
      <w:lang w:val="th-TH" w:eastAsia="x-none"/>
    </w:rPr>
  </w:style>
  <w:style w:type="character" w:customStyle="1" w:styleId="BodyText2Char">
    <w:name w:val="Body Text 2 Char"/>
    <w:link w:val="BodyText2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sz w:val="30"/>
      <w:szCs w:val="30"/>
      <w:lang w:val="th-TH" w:eastAsia="th-TH"/>
    </w:rPr>
  </w:style>
  <w:style w:type="paragraph" w:customStyle="1" w:styleId="a3">
    <w:name w:val="ข้อความ"/>
    <w:basedOn w:val="Normal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sz w:val="30"/>
      <w:szCs w:val="30"/>
      <w:lang w:val="x-none" w:eastAsia="x-none"/>
    </w:rPr>
  </w:style>
  <w:style w:type="character" w:customStyle="1" w:styleId="BodyText3Char">
    <w:name w:val="Body Text 3 Char"/>
    <w:link w:val="BodyText3"/>
    <w:locked/>
    <w:rsid w:val="00D73AD4"/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0D4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900" w:right="387" w:hanging="540"/>
      <w:jc w:val="both"/>
    </w:pPr>
    <w:rPr>
      <w:rFonts w:ascii="Times New Roman" w:hAnsi="Times New Roman"/>
      <w:sz w:val="28"/>
      <w:szCs w:val="28"/>
    </w:rPr>
  </w:style>
  <w:style w:type="character" w:customStyle="1" w:styleId="AccPolicyHeadingChar">
    <w:name w:val="Acc Policy Heading Char"/>
    <w:link w:val="AccPolicyHeading"/>
    <w:uiPriority w:val="99"/>
    <w:rsid w:val="000D4190"/>
    <w:rPr>
      <w:rFonts w:cs="Angsana New"/>
      <w:sz w:val="28"/>
      <w:szCs w:val="28"/>
      <w:lang w:val="en-US" w:eastAsia="en-US" w:bidi="th-TH"/>
    </w:rPr>
  </w:style>
  <w:style w:type="paragraph" w:styleId="BalloonText">
    <w:name w:val="Balloon Text"/>
    <w:basedOn w:val="Normal"/>
    <w:link w:val="BalloonTextChar"/>
    <w:semiHidden/>
    <w:rsid w:val="00632D7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locked/>
    <w:rsid w:val="00D73AD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A315B2"/>
    <w:rPr>
      <w:b/>
      <w:bCs/>
    </w:rPr>
  </w:style>
  <w:style w:type="character" w:customStyle="1" w:styleId="CommentSubjectChar">
    <w:name w:val="Comment Subject Char"/>
    <w:link w:val="CommentSubject"/>
    <w:locked/>
    <w:rsid w:val="00D73AD4"/>
    <w:rPr>
      <w:rFonts w:ascii="Arial" w:hAnsi="Arial"/>
      <w:b/>
      <w:bCs/>
    </w:rPr>
  </w:style>
  <w:style w:type="paragraph" w:customStyle="1" w:styleId="HTMLBody">
    <w:name w:val="HTML Body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155E23"/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locked/>
    <w:rsid w:val="00D73AD4"/>
    <w:rPr>
      <w:rFonts w:ascii="Arial" w:hAnsi="Arial"/>
    </w:rPr>
  </w:style>
  <w:style w:type="character" w:styleId="FootnoteReference">
    <w:name w:val="footnote reference"/>
    <w:aliases w:val="fr"/>
    <w:semiHidden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rsid w:val="002B24DB"/>
    <w:pPr>
      <w:ind w:left="4320"/>
    </w:pPr>
    <w:rPr>
      <w:lang w:val="x-none" w:eastAsia="x-none"/>
    </w:rPr>
  </w:style>
  <w:style w:type="character" w:customStyle="1" w:styleId="SignatureChar">
    <w:name w:val="Signature Char"/>
    <w:link w:val="Signature"/>
    <w:locked/>
    <w:rsid w:val="00D73AD4"/>
    <w:rPr>
      <w:rFonts w:ascii="Arial" w:hAnsi="Arial"/>
      <w:sz w:val="18"/>
      <w:szCs w:val="18"/>
    </w:rPr>
  </w:style>
  <w:style w:type="paragraph" w:customStyle="1" w:styleId="Char">
    <w:name w:val="Char"/>
    <w:basedOn w:val="Normal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rsid w:val="00F5387E"/>
    <w:pPr>
      <w:tabs>
        <w:tab w:val="clear" w:pos="227"/>
      </w:tabs>
      <w:ind w:left="450"/>
      <w:jc w:val="thaiDistribute"/>
    </w:pPr>
    <w:rPr>
      <w:rFonts w:ascii="Angsana New" w:hAnsi="Angsana New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locked/>
    <w:rsid w:val="00D73AD4"/>
    <w:rPr>
      <w:rFonts w:ascii="Arial" w:hAnsi="Arial" w:cs="Angsana New"/>
      <w:sz w:val="22"/>
      <w:szCs w:val="22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Indent2">
    <w:name w:val="Body Text Indent 2"/>
    <w:basedOn w:val="Normal"/>
    <w:link w:val="BodyTextIndent2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D73AD4"/>
    <w:rPr>
      <w:rFonts w:cs="EucrosiaUPC"/>
      <w:sz w:val="30"/>
      <w:szCs w:val="30"/>
    </w:rPr>
  </w:style>
  <w:style w:type="paragraph" w:customStyle="1" w:styleId="acctcolumnheading">
    <w:name w:val="acct column heading"/>
    <w:aliases w:val="ac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rsid w:val="00D73AD4"/>
    <w:pPr>
      <w:spacing w:after="0"/>
    </w:pPr>
  </w:style>
  <w:style w:type="paragraph" w:customStyle="1" w:styleId="acctindent">
    <w:name w:val="acct indent"/>
    <w:aliases w:val="ai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D73AD4"/>
    <w:pPr>
      <w:spacing w:after="0"/>
    </w:pPr>
  </w:style>
  <w:style w:type="paragraph" w:customStyle="1" w:styleId="List1a">
    <w:name w:val="List 1a"/>
    <w:aliases w:val="1a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73AD4"/>
    <w:rPr>
      <w:rFonts w:cs="Times New Roman"/>
    </w:rPr>
  </w:style>
  <w:style w:type="paragraph" w:customStyle="1" w:styleId="zreportaddinfo">
    <w:name w:val="zreport addinfo"/>
    <w:basedOn w:val="Normal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73AD4"/>
    <w:pPr>
      <w:jc w:val="center"/>
    </w:pPr>
  </w:style>
  <w:style w:type="paragraph" w:customStyle="1" w:styleId="heading">
    <w:name w:val="heading"/>
    <w:aliases w:val="h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73AD4"/>
  </w:style>
  <w:style w:type="paragraph" w:customStyle="1" w:styleId="nineptheadingcentredbold">
    <w:name w:val="nine pt heading centred bold"/>
    <w:aliases w:val="9hc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73AD4"/>
    <w:pPr>
      <w:spacing w:after="0"/>
    </w:pPr>
  </w:style>
  <w:style w:type="paragraph" w:customStyle="1" w:styleId="smallreturn">
    <w:name w:val="small return"/>
    <w:aliases w:val="sr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73AD4"/>
    <w:pPr>
      <w:spacing w:after="0"/>
    </w:pPr>
  </w:style>
  <w:style w:type="paragraph" w:customStyle="1" w:styleId="blockbullet">
    <w:name w:val="block bullet"/>
    <w:aliases w:val="bb"/>
    <w:basedOn w:val="block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73AD4"/>
    <w:pPr>
      <w:spacing w:after="0"/>
    </w:pPr>
  </w:style>
  <w:style w:type="paragraph" w:customStyle="1" w:styleId="blockindent">
    <w:name w:val="block indent"/>
    <w:aliases w:val="bi"/>
    <w:basedOn w:val="block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val="x-none" w:eastAsia="en-GB"/>
    </w:rPr>
  </w:style>
  <w:style w:type="character" w:customStyle="1" w:styleId="AccPolicysubheadChar">
    <w:name w:val="Acc Policy sub head Char"/>
    <w:link w:val="AccPolicysubhead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73AD4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AccPolicyHeadingCharChar">
    <w:name w:val="Acc Policy Heading Char Char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D73AD4"/>
    <w:rPr>
      <w:rFonts w:cs="Times New Roman"/>
      <w:sz w:val="29"/>
      <w:szCs w:val="29"/>
    </w:rPr>
  </w:style>
  <w:style w:type="character" w:customStyle="1" w:styleId="hps">
    <w:name w:val="hps"/>
    <w:uiPriority w:val="99"/>
    <w:rsid w:val="00D73AD4"/>
    <w:rPr>
      <w:rFonts w:cs="Times New Roman"/>
    </w:rPr>
  </w:style>
  <w:style w:type="character" w:customStyle="1" w:styleId="gt-icon-text1">
    <w:name w:val="gt-icon-text1"/>
    <w:uiPriority w:val="99"/>
    <w:rsid w:val="00D73AD4"/>
    <w:rPr>
      <w:rFonts w:cs="Times New Roman"/>
    </w:rPr>
  </w:style>
  <w:style w:type="character" w:customStyle="1" w:styleId="shorttext">
    <w:name w:val="short_text"/>
    <w:uiPriority w:val="99"/>
    <w:rsid w:val="00D73AD4"/>
    <w:rPr>
      <w:rFonts w:cs="Times New Roman"/>
    </w:rPr>
  </w:style>
  <w:style w:type="paragraph" w:customStyle="1" w:styleId="Default">
    <w:name w:val="Default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customStyle="1" w:styleId="Style2">
    <w:name w:val="Style2"/>
    <w:basedOn w:val="Heading3"/>
    <w:link w:val="Style2Char"/>
    <w:qFormat/>
    <w:rsid w:val="004052A8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ascii="Angsana New" w:eastAsia="MS Mincho" w:hAnsi="Angsana New"/>
      <w:b/>
      <w:bCs/>
      <w:i w:val="0"/>
      <w:iCs w:val="0"/>
      <w:sz w:val="30"/>
      <w:szCs w:val="30"/>
      <w:lang w:val="en-GB" w:eastAsia="th-TH"/>
    </w:rPr>
  </w:style>
  <w:style w:type="character" w:customStyle="1" w:styleId="Style2Char">
    <w:name w:val="Style2 Char"/>
    <w:link w:val="Style2"/>
    <w:rsid w:val="004052A8"/>
    <w:rPr>
      <w:rFonts w:ascii="Angsana New" w:eastAsia="MS Mincho" w:hAnsi="Angsana New" w:cs="Times New Roman"/>
      <w:b/>
      <w:bCs/>
      <w:sz w:val="30"/>
      <w:szCs w:val="30"/>
      <w:lang w:val="en-GB" w:eastAsia="th-TH"/>
    </w:rPr>
  </w:style>
  <w:style w:type="paragraph" w:styleId="NoSpacing">
    <w:name w:val="No Spacing"/>
    <w:uiPriority w:val="1"/>
    <w:qFormat/>
    <w:rsid w:val="0001121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paragraph" w:customStyle="1" w:styleId="AccountingPolicy">
    <w:name w:val="Accounting Policy"/>
    <w:basedOn w:val="Normal"/>
    <w:link w:val="AccountingPolicyChar1"/>
    <w:rsid w:val="00FB572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FB5726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Subhead3">
    <w:name w:val="Subhead 3"/>
    <w:basedOn w:val="Normal"/>
    <w:link w:val="Subhead3Char"/>
    <w:rsid w:val="00FB572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FB5726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FB572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FB5726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FB5726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FB5726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FB5726"/>
    <w:pPr>
      <w:spacing w:line="260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FB5726"/>
    <w:rPr>
      <w:rFonts w:ascii="Univers 45 Light" w:eastAsia="Times New Roman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FB5726"/>
    <w:pPr>
      <w:spacing w:line="256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FB5726"/>
    <w:pPr>
      <w:spacing w:line="253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FB5726"/>
    <w:rPr>
      <w:rFonts w:ascii="Univers 45 Light" w:eastAsia="Times New Roman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FB5726"/>
    <w:rPr>
      <w:rFonts w:ascii="Univers 45 Light" w:eastAsia="Times New Roman" w:hAnsi="Univers 45 Light" w:cs="Angsana New"/>
      <w:color w:val="auto"/>
    </w:rPr>
  </w:style>
  <w:style w:type="character" w:styleId="Emphasis">
    <w:name w:val="Emphasis"/>
    <w:basedOn w:val="DefaultParagraphFont"/>
    <w:uiPriority w:val="20"/>
    <w:qFormat/>
    <w:rsid w:val="00FB5726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FB572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rsid w:val="00FB5726"/>
    <w:rPr>
      <w:color w:val="0563C1" w:themeColor="hyperlink"/>
      <w:u w:val="single"/>
    </w:rPr>
  </w:style>
  <w:style w:type="paragraph" w:customStyle="1" w:styleId="Pa20">
    <w:name w:val="Pa20"/>
    <w:basedOn w:val="Default"/>
    <w:next w:val="Default"/>
    <w:uiPriority w:val="99"/>
    <w:rsid w:val="00FB5726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character" w:styleId="FollowedHyperlink">
    <w:name w:val="FollowedHyperlink"/>
    <w:basedOn w:val="DefaultParagraphFont"/>
    <w:uiPriority w:val="99"/>
    <w:unhideWhenUsed/>
    <w:rsid w:val="00FB5726"/>
    <w:rPr>
      <w:color w:val="954F72" w:themeColor="followedHyperlink"/>
      <w:u w:val="single"/>
    </w:rPr>
  </w:style>
  <w:style w:type="paragraph" w:customStyle="1" w:styleId="Pa18">
    <w:name w:val="Pa18"/>
    <w:basedOn w:val="Normal"/>
    <w:next w:val="Normal"/>
    <w:uiPriority w:val="99"/>
    <w:rsid w:val="00FB57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47">
    <w:name w:val="Pa47"/>
    <w:basedOn w:val="Normal"/>
    <w:next w:val="Normal"/>
    <w:uiPriority w:val="99"/>
    <w:rsid w:val="00FB57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eastAsia="Times New Roman" w:hAnsi="Univers LT Std 45 Light"/>
      <w:sz w:val="24"/>
      <w:szCs w:val="24"/>
    </w:rPr>
  </w:style>
  <w:style w:type="character" w:customStyle="1" w:styleId="BodyText2Char1">
    <w:name w:val="Body Text 2 Char1"/>
    <w:basedOn w:val="DefaultParagraphFont"/>
    <w:rsid w:val="00FB5726"/>
    <w:rPr>
      <w:rFonts w:ascii="Book Antiqua" w:eastAsia="Times New Roman" w:hAnsi="Book Antiqua" w:cs="Times New Roman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9D33E7"/>
    <w:rPr>
      <w:rFonts w:ascii="Arial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8B287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98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1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3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7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2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2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23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51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18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06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710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33F62-E4F1-436F-86AD-FFFD1C1B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</TotalTime>
  <Pages>3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วินท์คอม เทคโนโลยี จำกัด (มหาชน) และบริษัทย่อย</vt:lpstr>
    </vt:vector>
  </TitlesOfParts>
  <Company>KPMG</Company>
  <LinksUpToDate>false</LinksUpToDate>
  <CharactersWithSpaces>1978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Mukda, Tantipisankul</cp:lastModifiedBy>
  <cp:revision>4</cp:revision>
  <cp:lastPrinted>2021-05-14T06:19:00Z</cp:lastPrinted>
  <dcterms:created xsi:type="dcterms:W3CDTF">2021-05-14T03:05:00Z</dcterms:created>
  <dcterms:modified xsi:type="dcterms:W3CDTF">2021-05-14T06:19:00Z</dcterms:modified>
</cp:coreProperties>
</file>